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13A" w:rsidRDefault="008D013A"/>
    <w:p w:rsidR="008D013A" w:rsidRDefault="008D013A"/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D013A" w:rsidRPr="00064846" w:rsidTr="00064846">
        <w:tc>
          <w:tcPr>
            <w:tcW w:w="8934" w:type="dxa"/>
          </w:tcPr>
          <w:p w:rsidR="008D013A" w:rsidRPr="00064846" w:rsidRDefault="008D013A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D013A" w:rsidRPr="00EE5BAC" w:rsidRDefault="008D013A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D013A" w:rsidRPr="00EE5BAC" w:rsidRDefault="008D013A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D013A" w:rsidRPr="00064846" w:rsidRDefault="008D013A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197</w:t>
            </w:r>
          </w:p>
        </w:tc>
      </w:tr>
    </w:tbl>
    <w:p w:rsidR="008D013A" w:rsidRPr="00885C29" w:rsidRDefault="008D013A" w:rsidP="001157F7"/>
    <w:p w:rsidR="008D013A" w:rsidRDefault="008D013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BB769B">
      <w:pPr>
        <w:jc w:val="center"/>
        <w:rPr>
          <w:b/>
          <w:szCs w:val="28"/>
        </w:rPr>
      </w:pPr>
    </w:p>
    <w:p w:rsidR="008D013A" w:rsidRPr="00950972" w:rsidRDefault="008D013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950972" w:rsidRDefault="008D013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855115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D013A" w:rsidRPr="00157189" w:rsidRDefault="008D013A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56F12" w:rsidRDefault="008D013A" w:rsidP="006F209F">
            <w:pPr>
              <w:rPr>
                <w:b/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9C269D" w:rsidRDefault="008D013A" w:rsidP="00C76CC6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8D013A" w:rsidRPr="004D1434" w:rsidRDefault="008D013A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C76CC6" w:rsidRDefault="008D013A" w:rsidP="00C76CC6">
            <w:pPr>
              <w:pStyle w:val="a0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D013A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D013A" w:rsidRPr="00A46A72" w:rsidRDefault="008D013A" w:rsidP="006F209F">
            <w:pPr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46A72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D013A" w:rsidRPr="00190885" w:rsidRDefault="008D013A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388,2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388,2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388,2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388,2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D013A" w:rsidRPr="00950972" w:rsidRDefault="008D013A" w:rsidP="00BB769B">
      <w:pPr>
        <w:jc w:val="center"/>
        <w:rPr>
          <w:b/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Default="008D013A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225687">
      <w:pPr>
        <w:ind w:firstLine="709"/>
        <w:jc w:val="both"/>
      </w:pPr>
    </w:p>
    <w:p w:rsidR="008D013A" w:rsidRDefault="008D013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D013A" w:rsidRDefault="008D013A" w:rsidP="00EF6F81">
      <w:pPr>
        <w:jc w:val="center"/>
        <w:rPr>
          <w:szCs w:val="28"/>
        </w:rPr>
      </w:pP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631DB2" w:rsidRDefault="008D013A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D013A" w:rsidTr="006F209F">
        <w:tc>
          <w:tcPr>
            <w:tcW w:w="648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D013A" w:rsidTr="006F209F">
        <w:tc>
          <w:tcPr>
            <w:tcW w:w="648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D013A" w:rsidTr="006F209F">
        <w:tc>
          <w:tcPr>
            <w:tcW w:w="648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D013A" w:rsidTr="006F209F">
        <w:tc>
          <w:tcPr>
            <w:tcW w:w="648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D013A" w:rsidRPr="008903E0" w:rsidRDefault="008D013A" w:rsidP="008903E0">
            <w:pPr>
              <w:pStyle w:val="a0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D013A" w:rsidRPr="00A74297" w:rsidRDefault="008D013A" w:rsidP="00225687">
      <w:pPr>
        <w:jc w:val="center"/>
        <w:rPr>
          <w:b/>
          <w:szCs w:val="28"/>
        </w:rPr>
      </w:pPr>
    </w:p>
    <w:p w:rsidR="008D013A" w:rsidRPr="00225687" w:rsidRDefault="008D013A">
      <w:pPr>
        <w:rPr>
          <w:sz w:val="6"/>
          <w:szCs w:val="6"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Pr="003C75F8" w:rsidRDefault="008D013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D013A" w:rsidRPr="00515088" w:rsidTr="006F209F"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D013A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D013A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0319AE" w:rsidRDefault="008D013A" w:rsidP="000319AE">
            <w:pPr>
              <w:pStyle w:val="a0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D013A" w:rsidRDefault="008D013A" w:rsidP="0054045D">
      <w:pPr>
        <w:jc w:val="center"/>
        <w:rPr>
          <w:b/>
          <w:szCs w:val="28"/>
        </w:rPr>
      </w:pPr>
    </w:p>
    <w:p w:rsidR="008D013A" w:rsidRPr="003C75F8" w:rsidRDefault="008D013A" w:rsidP="0054045D">
      <w:pPr>
        <w:jc w:val="center"/>
        <w:rPr>
          <w:b/>
          <w:szCs w:val="28"/>
        </w:rPr>
      </w:pPr>
    </w:p>
    <w:p w:rsidR="008D013A" w:rsidRPr="0054045D" w:rsidRDefault="008D013A">
      <w:pPr>
        <w:rPr>
          <w:sz w:val="6"/>
          <w:szCs w:val="6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CC0414">
      <w:pPr>
        <w:jc w:val="center"/>
        <w:rPr>
          <w:b/>
          <w:szCs w:val="28"/>
        </w:rPr>
      </w:pPr>
    </w:p>
    <w:p w:rsidR="008D013A" w:rsidRDefault="008D013A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D013A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D013A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13A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D013A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8D013A" w:rsidRPr="0072468C" w:rsidRDefault="008D013A" w:rsidP="006F209F"/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8D013A" w:rsidRPr="0072468C" w:rsidRDefault="008D013A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13A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>лучшение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D013A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D013A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88</w:t>
            </w:r>
            <w:r w:rsidRPr="000319AE">
              <w:rPr>
                <w:sz w:val="24"/>
                <w:szCs w:val="24"/>
              </w:rPr>
              <w:t>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D013A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88</w:t>
            </w:r>
            <w:r w:rsidRPr="000319AE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D013A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88</w:t>
            </w:r>
            <w:r w:rsidRPr="000319AE">
              <w:rPr>
                <w:sz w:val="24"/>
                <w:szCs w:val="24"/>
              </w:rPr>
              <w:t>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D013A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88</w:t>
            </w:r>
            <w:r w:rsidRPr="000319AE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D013A" w:rsidRPr="0016103B" w:rsidRDefault="008D013A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D013A" w:rsidRPr="00484E94" w:rsidRDefault="008D013A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D013A" w:rsidRPr="00484E94" w:rsidRDefault="008D013A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D013A" w:rsidRDefault="008D013A" w:rsidP="00032CF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D013A" w:rsidRDefault="008D013A" w:rsidP="00032CF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Заказчик: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32CF6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D013A" w:rsidRDefault="008D013A" w:rsidP="00032CF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D013A" w:rsidRDefault="008D013A" w:rsidP="00032CF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32CF6">
          <w:rPr>
            <w:rStyle w:val="Hyperlink"/>
            <w:color w:val="auto"/>
            <w:u w:val="none"/>
          </w:rPr>
          <w:t>законом</w:t>
        </w:r>
      </w:hyperlink>
      <w:r w:rsidRPr="00032CF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D013A" w:rsidRDefault="008D013A" w:rsidP="00032CF6">
      <w:pPr>
        <w:pStyle w:val="ConsPlusNormal0"/>
        <w:ind w:firstLine="709"/>
        <w:jc w:val="both"/>
      </w:pPr>
    </w:p>
    <w:p w:rsidR="008D013A" w:rsidRDefault="008D013A" w:rsidP="00484E94">
      <w:pPr>
        <w:ind w:firstLine="709"/>
        <w:jc w:val="both"/>
        <w:rPr>
          <w:szCs w:val="28"/>
        </w:rPr>
      </w:pP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D013A" w:rsidRDefault="008D013A" w:rsidP="00956CCE">
      <w:pPr>
        <w:rPr>
          <w:szCs w:val="28"/>
        </w:rPr>
        <w:sectPr w:rsidR="008D013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8D013A" w:rsidRDefault="008D013A" w:rsidP="001F5CA2">
      <w:pPr>
        <w:jc w:val="center"/>
        <w:rPr>
          <w:b/>
        </w:rPr>
      </w:pPr>
    </w:p>
    <w:sectPr w:rsidR="008D01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13A" w:rsidRDefault="008D013A" w:rsidP="00EF6F81">
      <w:r>
        <w:separator/>
      </w:r>
    </w:p>
  </w:endnote>
  <w:endnote w:type="continuationSeparator" w:id="0">
    <w:p w:rsidR="008D013A" w:rsidRDefault="008D013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13A" w:rsidRDefault="008D013A" w:rsidP="00EF6F81">
      <w:r>
        <w:separator/>
      </w:r>
    </w:p>
  </w:footnote>
  <w:footnote w:type="continuationSeparator" w:id="0">
    <w:p w:rsidR="008D013A" w:rsidRDefault="008D013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13A" w:rsidRDefault="008D013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13A" w:rsidRDefault="008D013A">
    <w:pPr>
      <w:pStyle w:val="Header"/>
      <w:jc w:val="center"/>
    </w:pPr>
  </w:p>
  <w:p w:rsidR="008D013A" w:rsidRDefault="008D013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D013A" w:rsidRPr="00064846" w:rsidRDefault="008D013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2CF6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06BE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EE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F33EC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57E8"/>
    <w:rsid w:val="00376342"/>
    <w:rsid w:val="00381BFA"/>
    <w:rsid w:val="0038326C"/>
    <w:rsid w:val="00385F3F"/>
    <w:rsid w:val="003979F5"/>
    <w:rsid w:val="003A0AD1"/>
    <w:rsid w:val="003A3ADE"/>
    <w:rsid w:val="003A5E11"/>
    <w:rsid w:val="003B019F"/>
    <w:rsid w:val="003B74FC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3E5A"/>
    <w:rsid w:val="005450A9"/>
    <w:rsid w:val="0055229B"/>
    <w:rsid w:val="00553CFA"/>
    <w:rsid w:val="005716FF"/>
    <w:rsid w:val="00571FAC"/>
    <w:rsid w:val="005750C3"/>
    <w:rsid w:val="0058240E"/>
    <w:rsid w:val="00591153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35CAA"/>
    <w:rsid w:val="00653139"/>
    <w:rsid w:val="00660B50"/>
    <w:rsid w:val="00662F28"/>
    <w:rsid w:val="006705A4"/>
    <w:rsid w:val="00673EDF"/>
    <w:rsid w:val="0067563A"/>
    <w:rsid w:val="00676755"/>
    <w:rsid w:val="00680BD2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4762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5F13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013A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045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2565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347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24F6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91992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504E"/>
    <w:rsid w:val="00D50A29"/>
    <w:rsid w:val="00D510F8"/>
    <w:rsid w:val="00D54C27"/>
    <w:rsid w:val="00D57F3E"/>
    <w:rsid w:val="00D65A5D"/>
    <w:rsid w:val="00D66266"/>
    <w:rsid w:val="00D66DD0"/>
    <w:rsid w:val="00D74072"/>
    <w:rsid w:val="00D7588E"/>
    <w:rsid w:val="00D77337"/>
    <w:rsid w:val="00D814EC"/>
    <w:rsid w:val="00D91580"/>
    <w:rsid w:val="00D9235A"/>
    <w:rsid w:val="00DA07D9"/>
    <w:rsid w:val="00DA0DE0"/>
    <w:rsid w:val="00DA2C96"/>
    <w:rsid w:val="00DA4ED8"/>
    <w:rsid w:val="00DA5916"/>
    <w:rsid w:val="00DC00E8"/>
    <w:rsid w:val="00DC605B"/>
    <w:rsid w:val="00DD1C2E"/>
    <w:rsid w:val="00DD49F6"/>
    <w:rsid w:val="00DD5F0A"/>
    <w:rsid w:val="00DD6A49"/>
    <w:rsid w:val="00DE0109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70CF2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407A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  <w:style w:type="character" w:styleId="Hyperlink">
    <w:name w:val="Hyperlink"/>
    <w:basedOn w:val="DefaultParagraphFont"/>
    <w:uiPriority w:val="99"/>
    <w:rsid w:val="00032CF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5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2127</TotalTime>
  <Pages>9</Pages>
  <Words>1614</Words>
  <Characters>9200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199</cp:revision>
  <cp:lastPrinted>2022-10-28T11:39:00Z</cp:lastPrinted>
  <dcterms:created xsi:type="dcterms:W3CDTF">2018-08-07T11:48:00Z</dcterms:created>
  <dcterms:modified xsi:type="dcterms:W3CDTF">2022-10-31T07:56:00Z</dcterms:modified>
</cp:coreProperties>
</file>