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BD6240" w:rsidRPr="00EE5BAC" w:rsidTr="006E2C64">
        <w:tc>
          <w:tcPr>
            <w:tcW w:w="8934" w:type="dxa"/>
          </w:tcPr>
          <w:p w:rsidR="00BD6240" w:rsidRPr="00EE5BAC" w:rsidRDefault="00BD6240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BD6240" w:rsidRDefault="00BD624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BD6240" w:rsidRDefault="00BD624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D6240" w:rsidRPr="00EE5BAC" w:rsidRDefault="00BD624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07.10.2022 г. № 173</w:t>
            </w:r>
          </w:p>
          <w:p w:rsidR="00BD6240" w:rsidRPr="00EE5BAC" w:rsidRDefault="00BD6240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BD6240" w:rsidRPr="00EE5BAC" w:rsidRDefault="00BD6240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BD6240" w:rsidRDefault="00BD6240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BD6240" w:rsidRDefault="00BD6240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BD6240" w:rsidRDefault="00BD6240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BD6240" w:rsidRPr="00EE5BAC" w:rsidRDefault="00BD6240" w:rsidP="00E33A99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 от 28.10.2021№  213</w:t>
            </w:r>
          </w:p>
        </w:tc>
      </w:tr>
    </w:tbl>
    <w:p w:rsidR="00BD6240" w:rsidRPr="00885C29" w:rsidRDefault="00BD6240" w:rsidP="001157F7"/>
    <w:p w:rsidR="00BD6240" w:rsidRDefault="00BD624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D6240" w:rsidRPr="00AF62E1" w:rsidRDefault="00BD6240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BD6240" w:rsidRPr="00BB769B" w:rsidRDefault="00BD6240" w:rsidP="001157F7">
      <w:pPr>
        <w:jc w:val="center"/>
        <w:rPr>
          <w:b/>
        </w:rPr>
      </w:pPr>
    </w:p>
    <w:p w:rsidR="00BD6240" w:rsidRPr="00950972" w:rsidRDefault="00BD624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D6240" w:rsidRDefault="00BD6240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BD6240" w:rsidRPr="00AF62E1" w:rsidRDefault="00BD6240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BD6240" w:rsidRPr="00E72665" w:rsidRDefault="00BD6240" w:rsidP="006E2C64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D6240" w:rsidRPr="00855115" w:rsidRDefault="00BD6240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D6240" w:rsidRPr="00AD5ACD" w:rsidRDefault="00BD6240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D6240" w:rsidRPr="00190885" w:rsidRDefault="00BD6240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D6240" w:rsidRPr="00BE4891" w:rsidRDefault="00BD6240" w:rsidP="00867DF2">
            <w:r w:rsidRPr="003D6A48">
              <w:t xml:space="preserve">1. </w:t>
            </w:r>
            <w:r>
              <w:t>П</w:t>
            </w:r>
            <w:r w:rsidRPr="00BE4891">
              <w:rPr>
                <w:szCs w:val="28"/>
              </w:rPr>
              <w:t>одпрограмм</w:t>
            </w:r>
            <w:r>
              <w:rPr>
                <w:szCs w:val="28"/>
              </w:rPr>
              <w:t>а</w:t>
            </w:r>
            <w:r w:rsidRPr="00BE4891">
              <w:rPr>
                <w:szCs w:val="28"/>
              </w:rPr>
              <w:t xml:space="preserve">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  <w:r>
              <w:rPr>
                <w:szCs w:val="28"/>
              </w:rPr>
              <w:t>;</w:t>
            </w:r>
          </w:p>
          <w:p w:rsidR="00BD6240" w:rsidRDefault="00BD6240" w:rsidP="00867DF2">
            <w:pPr>
              <w:rPr>
                <w:szCs w:val="28"/>
              </w:rPr>
            </w:pPr>
            <w:r>
              <w:t>2</w:t>
            </w:r>
            <w:r w:rsidRPr="003D6A48">
              <w:t xml:space="preserve">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BD6240" w:rsidRDefault="00BD6240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D6240" w:rsidRPr="003D6A48" w:rsidRDefault="00BD6240" w:rsidP="003D6A48">
            <w:pPr>
              <w:rPr>
                <w:szCs w:val="28"/>
              </w:rPr>
            </w:pP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D6240" w:rsidRPr="001352AC" w:rsidRDefault="00BD6240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BD6240" w:rsidRPr="001352AC" w:rsidRDefault="00BD6240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BD6240" w:rsidRPr="00190885" w:rsidRDefault="00BD6240" w:rsidP="00611CD3">
            <w:pPr>
              <w:rPr>
                <w:b/>
                <w:szCs w:val="28"/>
              </w:rPr>
            </w:pP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D6240" w:rsidRDefault="00BD6240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BD6240" w:rsidRDefault="00BD6240" w:rsidP="00782C4A">
            <w:r>
              <w:rPr>
                <w:color w:val="000000"/>
              </w:rPr>
              <w:t>-</w:t>
            </w:r>
            <w:r w:rsidRPr="00910954">
              <w:t xml:space="preserve"> создание необходимых условий защиты</w:t>
            </w:r>
            <w:r>
              <w:t xml:space="preserve"> жизни и здоровья граждан, а также  участие в предупреждении и ликвидации последствий чрезвычайных ситуаций в границах Старотитаровского сельского поселения Темрюкского района;</w:t>
            </w:r>
          </w:p>
          <w:p w:rsidR="00BD6240" w:rsidRDefault="00BD6240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BD6240" w:rsidRPr="009F22D5" w:rsidRDefault="00BD6240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D6240" w:rsidRPr="000C3C23" w:rsidRDefault="00BD6240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BD6240" w:rsidRDefault="00BD6240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BD6240" w:rsidRPr="000C3C23" w:rsidRDefault="00BD6240" w:rsidP="003C6838">
            <w:pPr>
              <w:rPr>
                <w:szCs w:val="28"/>
              </w:rPr>
            </w:pP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D6240" w:rsidRPr="00A46A72" w:rsidRDefault="00BD6240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D6240" w:rsidRPr="00A46A72" w:rsidRDefault="00BD6240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D6240" w:rsidRPr="00190885" w:rsidRDefault="00BD6240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D6240" w:rsidRPr="00190885" w:rsidRDefault="00BD624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D6240" w:rsidRPr="00190885" w:rsidRDefault="00BD6240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D6240" w:rsidRPr="00190885" w:rsidRDefault="00BD624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D6240" w:rsidRPr="00190885" w:rsidRDefault="00BD624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D6240" w:rsidRPr="00190885" w:rsidRDefault="00BD624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188,4</w:t>
            </w: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188,4</w:t>
            </w: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188,4</w:t>
            </w: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188,4</w:t>
            </w: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6240" w:rsidRPr="008A6FA1" w:rsidTr="003C6838">
        <w:tc>
          <w:tcPr>
            <w:tcW w:w="14560" w:type="dxa"/>
            <w:gridSpan w:val="6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6240" w:rsidRPr="008A6FA1" w:rsidTr="003C6838">
        <w:tc>
          <w:tcPr>
            <w:tcW w:w="14560" w:type="dxa"/>
            <w:gridSpan w:val="6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</w:p>
        </w:tc>
      </w:tr>
      <w:tr w:rsidR="00BD6240" w:rsidRPr="008A6FA1" w:rsidTr="003C6838">
        <w:tc>
          <w:tcPr>
            <w:tcW w:w="6374" w:type="dxa"/>
          </w:tcPr>
          <w:p w:rsidR="00BD6240" w:rsidRPr="00190885" w:rsidRDefault="00BD6240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6240" w:rsidRPr="00190885" w:rsidRDefault="00BD624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D6240" w:rsidRDefault="00BD6240" w:rsidP="00B97B72">
      <w:pPr>
        <w:pStyle w:val="ListParagraph"/>
        <w:ind w:left="360"/>
        <w:rPr>
          <w:b/>
          <w:sz w:val="24"/>
          <w:szCs w:val="24"/>
        </w:rPr>
      </w:pPr>
    </w:p>
    <w:p w:rsidR="00BD6240" w:rsidRPr="00B97B72" w:rsidRDefault="00BD6240" w:rsidP="00B97B72">
      <w:pPr>
        <w:pStyle w:val="ListParagraph"/>
        <w:ind w:left="360"/>
        <w:rPr>
          <w:b/>
          <w:sz w:val="24"/>
          <w:szCs w:val="24"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</w:rPr>
      </w:pPr>
    </w:p>
    <w:p w:rsidR="00BD6240" w:rsidRDefault="00BD6240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BD6240" w:rsidRPr="00AF62E1" w:rsidRDefault="00BD6240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BD6240" w:rsidRDefault="00BD6240" w:rsidP="00225687">
      <w:pPr>
        <w:ind w:firstLine="709"/>
        <w:jc w:val="both"/>
      </w:pPr>
    </w:p>
    <w:p w:rsidR="00BD6240" w:rsidRDefault="00BD624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D6240" w:rsidRDefault="00BD6240" w:rsidP="00EF6F81">
      <w:pPr>
        <w:jc w:val="center"/>
        <w:rPr>
          <w:szCs w:val="28"/>
        </w:rPr>
      </w:pPr>
    </w:p>
    <w:p w:rsidR="00BD6240" w:rsidRPr="00AF62E1" w:rsidRDefault="00BD6240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BD6240" w:rsidRDefault="00BD6240" w:rsidP="0000610D">
      <w:pPr>
        <w:pStyle w:val="ConsPlusTitle"/>
        <w:widowControl/>
        <w:jc w:val="center"/>
      </w:pPr>
    </w:p>
    <w:p w:rsidR="00BD6240" w:rsidRPr="00A74297" w:rsidRDefault="00BD6240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BD6240" w:rsidTr="003C6838">
        <w:tc>
          <w:tcPr>
            <w:tcW w:w="648" w:type="dxa"/>
            <w:vMerge w:val="restart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BD6240" w:rsidRPr="00AC26F6" w:rsidRDefault="00BD6240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D6240" w:rsidRPr="00AC26F6" w:rsidRDefault="00BD6240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BD6240" w:rsidTr="003C6838">
        <w:tc>
          <w:tcPr>
            <w:tcW w:w="648" w:type="dxa"/>
            <w:vMerge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BD6240" w:rsidRPr="00AC26F6" w:rsidRDefault="00BD6240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BD6240" w:rsidRPr="00AC26F6" w:rsidRDefault="00BD6240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BD6240" w:rsidTr="003C6838">
        <w:tc>
          <w:tcPr>
            <w:tcW w:w="648" w:type="dxa"/>
          </w:tcPr>
          <w:p w:rsidR="00BD6240" w:rsidRPr="00AC26F6" w:rsidRDefault="00BD6240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BD6240" w:rsidRPr="00AC26F6" w:rsidRDefault="00BD6240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BD6240" w:rsidRPr="00AC26F6" w:rsidRDefault="00BD6240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BD6240" w:rsidRPr="00AC26F6" w:rsidRDefault="00BD6240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BD6240" w:rsidRPr="00AC26F6" w:rsidRDefault="00BD6240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BD6240" w:rsidRPr="00AC26F6" w:rsidRDefault="00BD6240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BD6240" w:rsidTr="003C6838">
        <w:tc>
          <w:tcPr>
            <w:tcW w:w="648" w:type="dxa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BD6240" w:rsidRDefault="00BD6240" w:rsidP="008D5527">
            <w:pPr>
              <w:jc w:val="center"/>
              <w:rPr>
                <w:szCs w:val="28"/>
              </w:rPr>
            </w:pPr>
            <w:r>
              <w:t>П</w:t>
            </w:r>
            <w:r w:rsidRPr="00BE4891">
              <w:rPr>
                <w:szCs w:val="28"/>
              </w:rPr>
              <w:t>одпрограмм</w:t>
            </w:r>
            <w:r>
              <w:rPr>
                <w:szCs w:val="28"/>
              </w:rPr>
              <w:t>ы</w:t>
            </w:r>
            <w:r w:rsidRPr="00BE4891">
              <w:rPr>
                <w:szCs w:val="28"/>
              </w:rPr>
              <w:t xml:space="preserve">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BD6240" w:rsidRPr="00AC26F6" w:rsidRDefault="00BD6240" w:rsidP="008D5527">
            <w:pPr>
              <w:jc w:val="center"/>
              <w:rPr>
                <w:szCs w:val="28"/>
              </w:rPr>
            </w:pP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BD6240" w:rsidRPr="00073560" w:rsidRDefault="00BD6240" w:rsidP="007E1EF9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6240" w:rsidRPr="00073560" w:rsidRDefault="00BD6240" w:rsidP="007E1EF9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6240" w:rsidRPr="00073560" w:rsidRDefault="00BD6240" w:rsidP="007E1EF9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D6240" w:rsidRPr="00AC26F6" w:rsidRDefault="00BD6240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BD6240" w:rsidRPr="00AC26F6" w:rsidRDefault="00BD6240" w:rsidP="008D552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D6240" w:rsidRPr="00AC26F6" w:rsidRDefault="00BD6240" w:rsidP="008D5527">
            <w:pPr>
              <w:jc w:val="center"/>
              <w:rPr>
                <w:szCs w:val="28"/>
              </w:rPr>
            </w:pP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BD6240" w:rsidRPr="00AC26F6" w:rsidRDefault="00BD6240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</w:p>
        </w:tc>
        <w:tc>
          <w:tcPr>
            <w:tcW w:w="162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BD6240" w:rsidRPr="00AC26F6" w:rsidRDefault="00BD6240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.3</w:t>
            </w:r>
          </w:p>
        </w:tc>
        <w:tc>
          <w:tcPr>
            <w:tcW w:w="7380" w:type="dxa"/>
          </w:tcPr>
          <w:p w:rsidR="00BD6240" w:rsidRPr="00AC26F6" w:rsidRDefault="00BD6240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D6240" w:rsidRPr="00AC26F6" w:rsidRDefault="00BD6240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D6240" w:rsidRPr="00AC26F6" w:rsidRDefault="00BD6240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D6240" w:rsidRPr="00AC26F6" w:rsidRDefault="00BD6240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6240" w:rsidRPr="00AC26F6" w:rsidRDefault="00BD6240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D6240" w:rsidRPr="00AC26F6" w:rsidRDefault="00BD6240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D6240" w:rsidRDefault="00BD6240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D6240" w:rsidRPr="00AC26F6" w:rsidRDefault="00BD6240" w:rsidP="003C6838">
            <w:pPr>
              <w:jc w:val="center"/>
              <w:rPr>
                <w:szCs w:val="28"/>
              </w:rPr>
            </w:pP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D6240" w:rsidRPr="00066141" w:rsidRDefault="00BD6240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D6240" w:rsidRPr="00C25175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D6240" w:rsidRPr="00C25175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D6240" w:rsidRPr="00C25175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D6240" w:rsidRPr="00877383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D6240" w:rsidTr="003C6838">
        <w:tc>
          <w:tcPr>
            <w:tcW w:w="648" w:type="dxa"/>
            <w:vAlign w:val="center"/>
          </w:tcPr>
          <w:p w:rsidR="00BD6240" w:rsidRPr="00AC26F6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D6240" w:rsidRPr="00C25175" w:rsidRDefault="00BD6240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D6240" w:rsidRPr="00C25175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D6240" w:rsidRPr="00C25175" w:rsidRDefault="00BD6240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D6240" w:rsidRPr="00C25175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6240" w:rsidRPr="00C25175" w:rsidRDefault="00BD624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BD6240" w:rsidRPr="00225687" w:rsidRDefault="00BD6240">
      <w:pPr>
        <w:rPr>
          <w:sz w:val="6"/>
          <w:szCs w:val="6"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Default="00BD6240" w:rsidP="0054045D">
      <w:pPr>
        <w:pStyle w:val="ConsPlusNormal0"/>
        <w:jc w:val="center"/>
        <w:rPr>
          <w:b/>
        </w:rPr>
      </w:pPr>
    </w:p>
    <w:p w:rsidR="00BD6240" w:rsidRPr="003C75F8" w:rsidRDefault="00BD624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BD6240" w:rsidRPr="003C75F8" w:rsidRDefault="00BD624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BD6240" w:rsidRPr="00AF62E1" w:rsidRDefault="00BD6240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BD6240" w:rsidRDefault="00BD6240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BD6240" w:rsidRPr="004B4ECB" w:rsidTr="003C6838">
        <w:tc>
          <w:tcPr>
            <w:tcW w:w="594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BD6240" w:rsidRDefault="00BD6240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BD6240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BD6240" w:rsidRPr="004B4ECB" w:rsidRDefault="00BD6240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BD6240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BD6240" w:rsidRPr="00126520" w:rsidRDefault="00BD6240" w:rsidP="00647E8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126520">
              <w:rPr>
                <w:sz w:val="24"/>
                <w:szCs w:val="24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BD6240" w:rsidRPr="004B4ECB" w:rsidRDefault="00BD6240" w:rsidP="00647E88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B4ECB">
              <w:rPr>
                <w:sz w:val="24"/>
                <w:szCs w:val="24"/>
              </w:rPr>
              <w:t>.1</w:t>
            </w:r>
          </w:p>
        </w:tc>
        <w:tc>
          <w:tcPr>
            <w:tcW w:w="2761" w:type="dxa"/>
          </w:tcPr>
          <w:p w:rsidR="00BD6240" w:rsidRPr="0002538D" w:rsidRDefault="00BD6240" w:rsidP="007E1EF9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BD6240" w:rsidRDefault="00BD6240" w:rsidP="007E1EF9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BD6240" w:rsidRPr="00FC599C" w:rsidRDefault="00BD6240" w:rsidP="007E1EF9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D6240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BD6240" w:rsidRPr="004B4ECB" w:rsidRDefault="00BD6240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BD6240" w:rsidRPr="00310D49" w:rsidRDefault="00BD6240" w:rsidP="00647E8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BD6240" w:rsidRPr="004B4ECB" w:rsidRDefault="00BD6240" w:rsidP="00647E88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.1</w:t>
            </w:r>
          </w:p>
        </w:tc>
        <w:tc>
          <w:tcPr>
            <w:tcW w:w="2761" w:type="dxa"/>
          </w:tcPr>
          <w:p w:rsidR="00BD6240" w:rsidRPr="00310D49" w:rsidRDefault="00BD6240" w:rsidP="007E1EF9">
            <w:pPr>
              <w:rPr>
                <w:sz w:val="24"/>
                <w:szCs w:val="24"/>
              </w:rPr>
            </w:pPr>
            <w:r w:rsidRPr="00310D49">
              <w:rPr>
                <w:sz w:val="24"/>
                <w:szCs w:val="24"/>
              </w:rPr>
              <w:t>приобретение и замена пожарных гидрантов для пер. Ильича, ул. Железнодорожная</w:t>
            </w:r>
          </w:p>
        </w:tc>
        <w:tc>
          <w:tcPr>
            <w:tcW w:w="122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BD6240" w:rsidRPr="004B4ECB" w:rsidRDefault="00BD6240" w:rsidP="007E1EF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BD6240" w:rsidRPr="00FB3F3C" w:rsidRDefault="00BD6240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BD6240" w:rsidRDefault="00BD6240" w:rsidP="007E1EF9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BD6240" w:rsidRPr="00FC599C" w:rsidRDefault="00BD6240" w:rsidP="007E1EF9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D6240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.2</w:t>
            </w:r>
          </w:p>
        </w:tc>
        <w:tc>
          <w:tcPr>
            <w:tcW w:w="2761" w:type="dxa"/>
          </w:tcPr>
          <w:p w:rsidR="00BD6240" w:rsidRPr="0047049A" w:rsidRDefault="00BD6240" w:rsidP="007E1EF9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FB3F3C" w:rsidRDefault="00BD6240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.3</w:t>
            </w:r>
          </w:p>
        </w:tc>
        <w:tc>
          <w:tcPr>
            <w:tcW w:w="2761" w:type="dxa"/>
          </w:tcPr>
          <w:p w:rsidR="00BD6240" w:rsidRPr="0047049A" w:rsidRDefault="00BD6240" w:rsidP="007E1EF9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761" w:type="dxa"/>
          </w:tcPr>
          <w:p w:rsidR="00BD6240" w:rsidRPr="00EC5069" w:rsidRDefault="00BD6240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обуви для обеспечения добровольной пожарной охраны</w:t>
            </w:r>
          </w:p>
        </w:tc>
        <w:tc>
          <w:tcPr>
            <w:tcW w:w="122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761" w:type="dxa"/>
          </w:tcPr>
          <w:p w:rsidR="00BD6240" w:rsidRPr="00EC5069" w:rsidRDefault="00BD6240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ранцев для обеспечения добровольной пожарной охраны</w:t>
            </w:r>
          </w:p>
        </w:tc>
        <w:tc>
          <w:tcPr>
            <w:tcW w:w="122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761" w:type="dxa"/>
          </w:tcPr>
          <w:p w:rsidR="00BD6240" w:rsidRPr="00EC5069" w:rsidRDefault="00BD6240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BD6240" w:rsidRPr="00EC5069" w:rsidRDefault="00BD6240" w:rsidP="007E1EF9">
            <w:pPr>
              <w:rPr>
                <w:bCs/>
                <w:sz w:val="24"/>
                <w:szCs w:val="24"/>
              </w:rPr>
            </w:pPr>
          </w:p>
          <w:p w:rsidR="00BD6240" w:rsidRPr="004B4ECB" w:rsidRDefault="00BD6240" w:rsidP="007E1EF9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D6240" w:rsidRPr="004B4ECB" w:rsidRDefault="00BD6240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647E88">
        <w:trPr>
          <w:gridAfter w:val="5"/>
          <w:wAfter w:w="9000" w:type="dxa"/>
          <w:trHeight w:val="355"/>
        </w:trPr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BD6240" w:rsidRPr="0002538D" w:rsidRDefault="00BD6240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BD6240" w:rsidRPr="00FC599C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02538D"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BD6240" w:rsidRPr="004B4ECB" w:rsidRDefault="00BD6240"/>
        </w:tc>
        <w:tc>
          <w:tcPr>
            <w:tcW w:w="1800" w:type="dxa"/>
          </w:tcPr>
          <w:p w:rsidR="00BD6240" w:rsidRPr="004B4ECB" w:rsidRDefault="00BD6240"/>
        </w:tc>
        <w:tc>
          <w:tcPr>
            <w:tcW w:w="1800" w:type="dxa"/>
          </w:tcPr>
          <w:p w:rsidR="00BD6240" w:rsidRPr="004B4ECB" w:rsidRDefault="00BD6240"/>
        </w:tc>
        <w:tc>
          <w:tcPr>
            <w:tcW w:w="1800" w:type="dxa"/>
          </w:tcPr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BD6240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BD6240" w:rsidRPr="0002538D" w:rsidRDefault="00BD6240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9D2332" w:rsidRDefault="00BD6240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BD6240" w:rsidRDefault="00BD6240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BD6240" w:rsidRPr="00FC599C" w:rsidRDefault="00BD6240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D6240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BD6240" w:rsidRPr="0002538D" w:rsidRDefault="00BD6240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BD6240" w:rsidRPr="004B4ECB" w:rsidRDefault="00BD6240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BD6240" w:rsidRPr="009D2332" w:rsidRDefault="00BD6240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D6240" w:rsidRPr="004B4ECB" w:rsidRDefault="00BD6240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Default="00BD6240" w:rsidP="00FA1A72">
      <w:pPr>
        <w:jc w:val="both"/>
        <w:rPr>
          <w:szCs w:val="28"/>
        </w:rPr>
      </w:pPr>
    </w:p>
    <w:p w:rsidR="00BD6240" w:rsidRPr="00FD34F6" w:rsidRDefault="00BD6240">
      <w:pPr>
        <w:rPr>
          <w:sz w:val="6"/>
          <w:szCs w:val="6"/>
        </w:rPr>
      </w:pPr>
    </w:p>
    <w:p w:rsidR="00BD6240" w:rsidRDefault="00BD6240" w:rsidP="00CC0414">
      <w:pPr>
        <w:ind w:firstLine="709"/>
        <w:rPr>
          <w:sz w:val="24"/>
          <w:szCs w:val="24"/>
        </w:rPr>
      </w:pPr>
    </w:p>
    <w:p w:rsidR="00BD6240" w:rsidRDefault="00BD6240" w:rsidP="00EF6F81">
      <w:pPr>
        <w:jc w:val="center"/>
        <w:rPr>
          <w:szCs w:val="28"/>
        </w:rPr>
        <w:sectPr w:rsidR="00BD624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D6240" w:rsidRPr="00484E94" w:rsidRDefault="00BD6240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D6240" w:rsidRDefault="00BD624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BD6240" w:rsidRPr="00484E94" w:rsidRDefault="00BD624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6240" w:rsidRPr="0016103B" w:rsidRDefault="00BD6240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D6240" w:rsidRPr="00484E94" w:rsidRDefault="00BD6240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BD6240" w:rsidRDefault="00BD6240" w:rsidP="00484E94">
      <w:pPr>
        <w:jc w:val="both"/>
      </w:pPr>
    </w:p>
    <w:p w:rsidR="00BD6240" w:rsidRDefault="00BD6240" w:rsidP="00484E94">
      <w:pPr>
        <w:jc w:val="both"/>
      </w:pPr>
    </w:p>
    <w:p w:rsidR="00BD6240" w:rsidRPr="00484E94" w:rsidRDefault="00BD6240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D6240" w:rsidRPr="00484E94" w:rsidRDefault="00BD624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D6240" w:rsidRDefault="00BD6240" w:rsidP="00484E94">
      <w:pPr>
        <w:pStyle w:val="ConsPlusNormal0"/>
        <w:jc w:val="both"/>
        <w:rPr>
          <w:szCs w:val="28"/>
        </w:rPr>
      </w:pPr>
    </w:p>
    <w:p w:rsidR="00BD6240" w:rsidRPr="00484E94" w:rsidRDefault="00BD6240" w:rsidP="00484E94">
      <w:pPr>
        <w:pStyle w:val="ConsPlusNormal0"/>
        <w:jc w:val="both"/>
        <w:rPr>
          <w:szCs w:val="28"/>
        </w:rPr>
      </w:pP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BD6240" w:rsidRDefault="00BD624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BD6240" w:rsidRPr="007F34E4" w:rsidRDefault="00BD624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BD6240" w:rsidRPr="007F34E4" w:rsidRDefault="00BD624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BD6240" w:rsidRPr="007F34E4" w:rsidRDefault="00BD624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BD6240" w:rsidRPr="007F34E4" w:rsidRDefault="00BD624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D6240" w:rsidRPr="007F34E4" w:rsidRDefault="00BD624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BD6240" w:rsidRDefault="00BD6240" w:rsidP="00484E94">
      <w:pPr>
        <w:ind w:firstLine="709"/>
        <w:jc w:val="both"/>
        <w:rPr>
          <w:szCs w:val="28"/>
        </w:rPr>
      </w:pPr>
    </w:p>
    <w:p w:rsidR="00BD6240" w:rsidRDefault="00BD6240" w:rsidP="00484E94">
      <w:pPr>
        <w:ind w:firstLine="709"/>
        <w:jc w:val="both"/>
        <w:rPr>
          <w:szCs w:val="28"/>
        </w:rPr>
      </w:pPr>
    </w:p>
    <w:p w:rsidR="00BD6240" w:rsidRDefault="00BD624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D6240" w:rsidRDefault="00BD6240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BD6240" w:rsidRDefault="00BD6240" w:rsidP="00D3554B">
      <w:pPr>
        <w:rPr>
          <w:szCs w:val="28"/>
        </w:rPr>
        <w:sectPr w:rsidR="00BD624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BD6240" w:rsidRDefault="00BD6240" w:rsidP="001F5CA2">
      <w:pPr>
        <w:jc w:val="center"/>
        <w:rPr>
          <w:b/>
        </w:rPr>
      </w:pPr>
    </w:p>
    <w:sectPr w:rsidR="00BD624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240" w:rsidRDefault="00BD6240" w:rsidP="00EF6F81">
      <w:r>
        <w:separator/>
      </w:r>
    </w:p>
  </w:endnote>
  <w:endnote w:type="continuationSeparator" w:id="0">
    <w:p w:rsidR="00BD6240" w:rsidRDefault="00BD624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240" w:rsidRDefault="00BD6240" w:rsidP="00EF6F81">
      <w:r>
        <w:separator/>
      </w:r>
    </w:p>
  </w:footnote>
  <w:footnote w:type="continuationSeparator" w:id="0">
    <w:p w:rsidR="00BD6240" w:rsidRDefault="00BD624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240" w:rsidRDefault="00BD624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240" w:rsidRDefault="00BD6240">
    <w:pPr>
      <w:pStyle w:val="Header"/>
      <w:jc w:val="center"/>
    </w:pPr>
  </w:p>
  <w:p w:rsidR="00BD6240" w:rsidRDefault="00BD624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D6240" w:rsidRPr="00EE5BAC" w:rsidRDefault="00BD624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97D6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26520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C221D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274B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3EAF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3D87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07D5"/>
    <w:rsid w:val="002D2249"/>
    <w:rsid w:val="002D6BB0"/>
    <w:rsid w:val="002E291E"/>
    <w:rsid w:val="002E5323"/>
    <w:rsid w:val="002E62B4"/>
    <w:rsid w:val="002F0295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86039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74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24A6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8725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5F7BCE"/>
    <w:rsid w:val="00600FF4"/>
    <w:rsid w:val="00605BED"/>
    <w:rsid w:val="0060710A"/>
    <w:rsid w:val="00611CD3"/>
    <w:rsid w:val="00611F63"/>
    <w:rsid w:val="0061350C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47E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43ED"/>
    <w:rsid w:val="006976D8"/>
    <w:rsid w:val="00697A60"/>
    <w:rsid w:val="006C4020"/>
    <w:rsid w:val="006C6075"/>
    <w:rsid w:val="006C6FEE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3130"/>
    <w:rsid w:val="00754775"/>
    <w:rsid w:val="00756022"/>
    <w:rsid w:val="00782AE6"/>
    <w:rsid w:val="00782C4A"/>
    <w:rsid w:val="00783D2D"/>
    <w:rsid w:val="0078526C"/>
    <w:rsid w:val="0079282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EF9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6580"/>
    <w:rsid w:val="00867DF2"/>
    <w:rsid w:val="00876805"/>
    <w:rsid w:val="00877383"/>
    <w:rsid w:val="00877411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527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A78BE"/>
    <w:rsid w:val="00AC26F6"/>
    <w:rsid w:val="00AC6410"/>
    <w:rsid w:val="00AC6F55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D6240"/>
    <w:rsid w:val="00BE244F"/>
    <w:rsid w:val="00BE4891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135C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0A32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4876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1403"/>
    <w:rsid w:val="00E03A2A"/>
    <w:rsid w:val="00E04E8B"/>
    <w:rsid w:val="00E103D2"/>
    <w:rsid w:val="00E17C37"/>
    <w:rsid w:val="00E21615"/>
    <w:rsid w:val="00E23571"/>
    <w:rsid w:val="00E24387"/>
    <w:rsid w:val="00E26337"/>
    <w:rsid w:val="00E26841"/>
    <w:rsid w:val="00E33916"/>
    <w:rsid w:val="00E33A99"/>
    <w:rsid w:val="00E33AB2"/>
    <w:rsid w:val="00E43186"/>
    <w:rsid w:val="00E5079C"/>
    <w:rsid w:val="00E60BDE"/>
    <w:rsid w:val="00E65D2D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5367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62A4"/>
    <w:rsid w:val="00F922EA"/>
    <w:rsid w:val="00F923DF"/>
    <w:rsid w:val="00F92E4E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2220</TotalTime>
  <Pages>13</Pages>
  <Words>2145</Words>
  <Characters>12230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270</cp:revision>
  <cp:lastPrinted>2021-09-03T06:31:00Z</cp:lastPrinted>
  <dcterms:created xsi:type="dcterms:W3CDTF">2018-08-07T11:48:00Z</dcterms:created>
  <dcterms:modified xsi:type="dcterms:W3CDTF">2022-10-12T05:09:00Z</dcterms:modified>
</cp:coreProperties>
</file>