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AE287A" w:rsidRPr="004E6D75">
        <w:tc>
          <w:tcPr>
            <w:tcW w:w="9322" w:type="dxa"/>
          </w:tcPr>
          <w:p w:rsidR="00AE287A" w:rsidRPr="004E6D75" w:rsidRDefault="00AE287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E287A" w:rsidRPr="00EE5BAC" w:rsidRDefault="00AE287A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AE287A" w:rsidRPr="00EE5BAC" w:rsidRDefault="00AE287A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AE287A" w:rsidRPr="00EE5BAC" w:rsidRDefault="00AE287A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AE287A" w:rsidRPr="00EE5BAC" w:rsidRDefault="00AE287A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07.10.2022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172</w:t>
            </w:r>
          </w:p>
          <w:p w:rsidR="00AE287A" w:rsidRDefault="00AE287A" w:rsidP="00957C3C">
            <w:pPr>
              <w:ind w:left="-253" w:right="-67" w:firstLine="142"/>
              <w:jc w:val="right"/>
            </w:pPr>
          </w:p>
          <w:p w:rsidR="00AE287A" w:rsidRPr="00C96AAF" w:rsidRDefault="00AE287A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AE287A" w:rsidRDefault="00AE287A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AE287A" w:rsidRDefault="00AE287A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AE287A" w:rsidRDefault="00AE287A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AE287A" w:rsidRDefault="00AE287A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AE287A" w:rsidRPr="004E6D75" w:rsidRDefault="00AE287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AE287A" w:rsidRPr="006341E7" w:rsidRDefault="00AE287A" w:rsidP="003E51DA">
      <w:pPr>
        <w:ind w:firstLine="709"/>
        <w:rPr>
          <w:sz w:val="24"/>
          <w:szCs w:val="24"/>
        </w:rPr>
      </w:pPr>
    </w:p>
    <w:p w:rsidR="00AE287A" w:rsidRDefault="00AE287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AE287A" w:rsidRPr="009931E8" w:rsidRDefault="00AE287A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E287A" w:rsidRDefault="00AE287A" w:rsidP="003E51DA">
      <w:pPr>
        <w:jc w:val="center"/>
        <w:rPr>
          <w:b/>
          <w:bCs/>
        </w:rPr>
      </w:pPr>
    </w:p>
    <w:p w:rsidR="00AE287A" w:rsidRPr="009E44C2" w:rsidRDefault="00AE287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AE287A" w:rsidRPr="009931E8" w:rsidRDefault="00AE287A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E287A" w:rsidRPr="009E44C2" w:rsidRDefault="00AE287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AE287A" w:rsidRPr="00F470FB" w:rsidRDefault="00AE287A" w:rsidP="00F508F2"/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AE287A" w:rsidRPr="00827FDC" w:rsidRDefault="00AE287A" w:rsidP="00F508F2">
            <w:pPr>
              <w:rPr>
                <w:b/>
                <w:bCs/>
              </w:rPr>
            </w:pP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AE287A" w:rsidRPr="00B730DE" w:rsidRDefault="00AE287A" w:rsidP="00F508F2"/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AE287A" w:rsidRPr="00A95BD9" w:rsidRDefault="00AE287A" w:rsidP="00F508F2"/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AE287A" w:rsidRDefault="00AE287A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AE287A" w:rsidRDefault="00AE287A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AE287A" w:rsidRDefault="00AE287A" w:rsidP="00F508F2">
            <w:r>
              <w:t>- посадка зеленых насаждений;</w:t>
            </w:r>
          </w:p>
          <w:p w:rsidR="00AE287A" w:rsidRDefault="00AE287A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AE287A" w:rsidRDefault="00AE287A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AE287A" w:rsidRDefault="00AE287A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AE287A" w:rsidRDefault="00AE287A" w:rsidP="00F41861">
            <w:r>
              <w:t>- содержание мест захоронения;</w:t>
            </w:r>
          </w:p>
          <w:p w:rsidR="00AE287A" w:rsidRDefault="00AE287A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AE287A" w:rsidRDefault="00AE287A" w:rsidP="00A61E0E">
            <w:pPr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AE287A" w:rsidRDefault="00AE287A" w:rsidP="00A61E0E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AE287A" w:rsidRDefault="00AE287A" w:rsidP="00A61E0E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AE287A" w:rsidRDefault="00AE287A" w:rsidP="00A61E0E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AE287A" w:rsidRDefault="00AE287A" w:rsidP="00F41861"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</w:t>
            </w:r>
          </w:p>
          <w:p w:rsidR="00AE287A" w:rsidRPr="00510A00" w:rsidRDefault="00AE287A" w:rsidP="00F508F2"/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E287A" w:rsidRDefault="00AE287A" w:rsidP="00F508F2">
            <w:r w:rsidRPr="002503EF">
              <w:t>не предусмотрено</w:t>
            </w:r>
          </w:p>
          <w:p w:rsidR="00AE287A" w:rsidRPr="002503EF" w:rsidRDefault="00AE287A" w:rsidP="00F508F2"/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E287A" w:rsidRPr="009011B8" w:rsidRDefault="00AE287A" w:rsidP="00F508F2">
            <w:r w:rsidRPr="009011B8">
              <w:t>2022 год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E287A" w:rsidRPr="002940B0" w:rsidRDefault="00AE287A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AE287A" w:rsidRPr="002940B0" w:rsidRDefault="00AE287A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AE287A" w:rsidRPr="002940B0" w:rsidRDefault="00AE287A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AE287A" w:rsidRPr="002940B0" w:rsidRDefault="00AE287A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AE287A" w:rsidRPr="002940B0" w:rsidRDefault="00AE287A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AE287A" w:rsidRPr="002940B0" w:rsidRDefault="00AE287A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AE287A" w:rsidRPr="002940B0" w:rsidRDefault="00AE287A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1 460,9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864B5E">
            <w:pPr>
              <w:pStyle w:val="ConsPlusNormal0"/>
              <w:jc w:val="center"/>
            </w:pPr>
            <w:r>
              <w:t>1 460,9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E287A" w:rsidRPr="002940B0" w:rsidRDefault="00AE287A" w:rsidP="00864B5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1 460,9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864B5E">
            <w:pPr>
              <w:pStyle w:val="ConsPlusNormal0"/>
              <w:jc w:val="center"/>
            </w:pPr>
            <w:r>
              <w:t>1 460,9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E287A" w:rsidRPr="009E44C2">
        <w:tc>
          <w:tcPr>
            <w:tcW w:w="14560" w:type="dxa"/>
            <w:gridSpan w:val="6"/>
          </w:tcPr>
          <w:p w:rsidR="00AE287A" w:rsidRPr="002940B0" w:rsidRDefault="00AE287A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E287A" w:rsidRPr="009E44C2">
        <w:tc>
          <w:tcPr>
            <w:tcW w:w="14560" w:type="dxa"/>
            <w:gridSpan w:val="6"/>
          </w:tcPr>
          <w:p w:rsidR="00AE287A" w:rsidRPr="002940B0" w:rsidRDefault="00AE287A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AE287A" w:rsidRPr="002940B0" w:rsidRDefault="00AE287A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</w:p>
        </w:tc>
      </w:tr>
      <w:tr w:rsidR="00AE287A" w:rsidRPr="009E44C2">
        <w:tc>
          <w:tcPr>
            <w:tcW w:w="6012" w:type="dxa"/>
          </w:tcPr>
          <w:p w:rsidR="00AE287A" w:rsidRPr="002940B0" w:rsidRDefault="00AE287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E287A" w:rsidRPr="002940B0" w:rsidRDefault="00AE287A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Default="00AE287A" w:rsidP="007A6F08">
      <w:pPr>
        <w:jc w:val="center"/>
        <w:rPr>
          <w:b/>
          <w:bCs/>
        </w:rPr>
      </w:pPr>
    </w:p>
    <w:p w:rsidR="00AE287A" w:rsidRPr="00500747" w:rsidRDefault="00AE287A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AE287A" w:rsidRPr="009931E8" w:rsidRDefault="00AE287A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E287A" w:rsidRDefault="00AE287A" w:rsidP="007A6F08">
      <w:pPr>
        <w:jc w:val="center"/>
        <w:rPr>
          <w:b/>
          <w:bCs/>
        </w:rPr>
      </w:pPr>
    </w:p>
    <w:p w:rsidR="00AE287A" w:rsidRPr="00500747" w:rsidRDefault="00AE287A" w:rsidP="007A6F08">
      <w:pPr>
        <w:jc w:val="center"/>
        <w:rPr>
          <w:b/>
          <w:bCs/>
        </w:rPr>
      </w:pPr>
    </w:p>
    <w:p w:rsidR="00AE287A" w:rsidRPr="009D244C" w:rsidRDefault="00AE287A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E287A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E287A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E287A" w:rsidRDefault="00AE287A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AE287A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1751E" w:rsidRDefault="00AE287A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AE287A" w:rsidRPr="00957C3C" w:rsidRDefault="00AE287A" w:rsidP="00F508F2">
            <w:pPr>
              <w:rPr>
                <w:sz w:val="24"/>
                <w:szCs w:val="24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1751E" w:rsidRDefault="00AE287A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AE287A" w:rsidRPr="00957C3C" w:rsidRDefault="00AE287A" w:rsidP="00F508F2">
            <w:pPr>
              <w:rPr>
                <w:sz w:val="24"/>
                <w:szCs w:val="24"/>
              </w:rPr>
            </w:pPr>
          </w:p>
        </w:tc>
      </w:tr>
      <w:tr w:rsidR="00AE287A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0F6657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87A" w:rsidRPr="00957C3C" w:rsidRDefault="00AE287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F41861" w:rsidRDefault="00AE287A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015190" w:rsidRDefault="00AE287A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4C11F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287A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87A" w:rsidRPr="00DB6469" w:rsidRDefault="00AE287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E287A" w:rsidRPr="00DB6469" w:rsidRDefault="00AE287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E287A" w:rsidRDefault="00AE287A" w:rsidP="003E51DA">
      <w:pPr>
        <w:jc w:val="center"/>
        <w:rPr>
          <w:b/>
          <w:bCs/>
        </w:rPr>
      </w:pPr>
    </w:p>
    <w:p w:rsidR="00AE287A" w:rsidRPr="009E44C2" w:rsidRDefault="00AE287A" w:rsidP="003E51DA">
      <w:pPr>
        <w:jc w:val="center"/>
        <w:rPr>
          <w:b/>
          <w:bCs/>
        </w:rPr>
      </w:pPr>
    </w:p>
    <w:p w:rsidR="00AE287A" w:rsidRDefault="00AE287A" w:rsidP="007A6F08">
      <w:pPr>
        <w:rPr>
          <w:sz w:val="24"/>
          <w:szCs w:val="24"/>
        </w:rPr>
        <w:sectPr w:rsidR="00AE287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E287A" w:rsidRPr="003E51DA" w:rsidRDefault="00AE287A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AE287A" w:rsidRDefault="00AE287A" w:rsidP="003E51DA">
      <w:pPr>
        <w:pStyle w:val="ConsPlusNormal0"/>
        <w:ind w:firstLine="709"/>
        <w:jc w:val="both"/>
      </w:pPr>
    </w:p>
    <w:p w:rsidR="00AE287A" w:rsidRDefault="00AE28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E287A" w:rsidRDefault="00AE28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E287A" w:rsidRDefault="00AE28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E287A" w:rsidRDefault="00AE28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E287A" w:rsidRDefault="00AE28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E287A" w:rsidRDefault="00AE28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E287A" w:rsidRDefault="00AE28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E287A" w:rsidRDefault="00AE28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E287A" w:rsidRDefault="00AE28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E287A" w:rsidRDefault="00AE287A" w:rsidP="00EF6F81">
      <w:pPr>
        <w:jc w:val="center"/>
        <w:rPr>
          <w:b/>
          <w:bCs/>
        </w:rPr>
      </w:pPr>
    </w:p>
    <w:p w:rsidR="00AE287A" w:rsidRDefault="00AE287A" w:rsidP="00EF6F81">
      <w:pPr>
        <w:jc w:val="center"/>
        <w:rPr>
          <w:b/>
          <w:bCs/>
        </w:rPr>
      </w:pPr>
    </w:p>
    <w:p w:rsidR="00AE287A" w:rsidRDefault="00AE287A" w:rsidP="0081373F">
      <w:pPr>
        <w:jc w:val="both"/>
      </w:pPr>
      <w:r>
        <w:t>Заместитель главы</w:t>
      </w:r>
    </w:p>
    <w:p w:rsidR="00AE287A" w:rsidRDefault="00AE287A" w:rsidP="0081373F">
      <w:pPr>
        <w:jc w:val="both"/>
      </w:pPr>
      <w:r>
        <w:t>Старотитаровского сельского</w:t>
      </w:r>
    </w:p>
    <w:p w:rsidR="00AE287A" w:rsidRDefault="00AE287A" w:rsidP="00834C77">
      <w:r>
        <w:t>поселения Темрюкского района                                                           Е.М. Зимина</w:t>
      </w:r>
    </w:p>
    <w:p w:rsidR="00AE287A" w:rsidRDefault="00AE287A" w:rsidP="00413494">
      <w:pPr>
        <w:jc w:val="both"/>
      </w:pPr>
    </w:p>
    <w:p w:rsidR="00AE287A" w:rsidRDefault="00AE287A" w:rsidP="00413494">
      <w:pPr>
        <w:jc w:val="both"/>
      </w:pPr>
    </w:p>
    <w:p w:rsidR="00AE287A" w:rsidRDefault="00AE287A" w:rsidP="00413494">
      <w:pPr>
        <w:jc w:val="both"/>
      </w:pPr>
    </w:p>
    <w:p w:rsidR="00AE287A" w:rsidRDefault="00AE287A" w:rsidP="00413494">
      <w:pPr>
        <w:jc w:val="both"/>
      </w:pPr>
    </w:p>
    <w:p w:rsidR="00AE287A" w:rsidRDefault="00AE287A" w:rsidP="00413494">
      <w:pPr>
        <w:jc w:val="both"/>
      </w:pPr>
    </w:p>
    <w:p w:rsidR="00AE287A" w:rsidRDefault="00AE287A" w:rsidP="00413494">
      <w:pPr>
        <w:jc w:val="both"/>
        <w:rPr>
          <w:b/>
          <w:bCs/>
        </w:rPr>
        <w:sectPr w:rsidR="00AE28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E287A" w:rsidRDefault="00AE287A" w:rsidP="00E6162A">
      <w:pPr>
        <w:jc w:val="center"/>
        <w:rPr>
          <w:b/>
          <w:bCs/>
        </w:rPr>
      </w:pPr>
    </w:p>
    <w:sectPr w:rsidR="00AE28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87A" w:rsidRDefault="00AE287A" w:rsidP="00EF6F81">
      <w:r>
        <w:separator/>
      </w:r>
    </w:p>
  </w:endnote>
  <w:endnote w:type="continuationSeparator" w:id="0">
    <w:p w:rsidR="00AE287A" w:rsidRDefault="00AE287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87A" w:rsidRDefault="00AE287A" w:rsidP="00EF6F81">
      <w:r>
        <w:separator/>
      </w:r>
    </w:p>
  </w:footnote>
  <w:footnote w:type="continuationSeparator" w:id="0">
    <w:p w:rsidR="00AE287A" w:rsidRDefault="00AE287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87A" w:rsidRDefault="00AE287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83A"/>
    <w:rsid w:val="00010261"/>
    <w:rsid w:val="00011C25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E62ED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A2C3E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1F5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2918"/>
    <w:rsid w:val="00484E94"/>
    <w:rsid w:val="004852C0"/>
    <w:rsid w:val="00487189"/>
    <w:rsid w:val="00491422"/>
    <w:rsid w:val="00491923"/>
    <w:rsid w:val="00494A1C"/>
    <w:rsid w:val="004A2815"/>
    <w:rsid w:val="004A51A1"/>
    <w:rsid w:val="004B3AAC"/>
    <w:rsid w:val="004B6573"/>
    <w:rsid w:val="004C11FD"/>
    <w:rsid w:val="004C1AA9"/>
    <w:rsid w:val="004C630B"/>
    <w:rsid w:val="004C63B7"/>
    <w:rsid w:val="004D3592"/>
    <w:rsid w:val="004D4038"/>
    <w:rsid w:val="004E184B"/>
    <w:rsid w:val="004E33C2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4EAD"/>
    <w:rsid w:val="005B5962"/>
    <w:rsid w:val="005B7233"/>
    <w:rsid w:val="005B786B"/>
    <w:rsid w:val="005C4D2D"/>
    <w:rsid w:val="005C6C01"/>
    <w:rsid w:val="005D733C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53FF"/>
    <w:rsid w:val="00631501"/>
    <w:rsid w:val="00631920"/>
    <w:rsid w:val="006341E7"/>
    <w:rsid w:val="00634440"/>
    <w:rsid w:val="0063718A"/>
    <w:rsid w:val="00653139"/>
    <w:rsid w:val="00660B50"/>
    <w:rsid w:val="00662D76"/>
    <w:rsid w:val="00662F28"/>
    <w:rsid w:val="006705A4"/>
    <w:rsid w:val="00673EDF"/>
    <w:rsid w:val="0067563A"/>
    <w:rsid w:val="00676755"/>
    <w:rsid w:val="00682340"/>
    <w:rsid w:val="00682DDC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4625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4B5E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256A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678FE"/>
    <w:rsid w:val="00970926"/>
    <w:rsid w:val="00970D95"/>
    <w:rsid w:val="00972A9E"/>
    <w:rsid w:val="0097458B"/>
    <w:rsid w:val="009745F9"/>
    <w:rsid w:val="0098349B"/>
    <w:rsid w:val="009838F0"/>
    <w:rsid w:val="00984085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58B7"/>
    <w:rsid w:val="00A3702F"/>
    <w:rsid w:val="00A43C58"/>
    <w:rsid w:val="00A44BB5"/>
    <w:rsid w:val="00A47453"/>
    <w:rsid w:val="00A47DA3"/>
    <w:rsid w:val="00A56C25"/>
    <w:rsid w:val="00A61E0E"/>
    <w:rsid w:val="00A643EC"/>
    <w:rsid w:val="00A6451B"/>
    <w:rsid w:val="00A67E38"/>
    <w:rsid w:val="00A70430"/>
    <w:rsid w:val="00A71BA7"/>
    <w:rsid w:val="00A737FD"/>
    <w:rsid w:val="00A7591C"/>
    <w:rsid w:val="00A7629B"/>
    <w:rsid w:val="00A77D4F"/>
    <w:rsid w:val="00A811B2"/>
    <w:rsid w:val="00A84785"/>
    <w:rsid w:val="00A9085E"/>
    <w:rsid w:val="00A92996"/>
    <w:rsid w:val="00A938A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287A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16B51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165"/>
    <w:rsid w:val="00B87A68"/>
    <w:rsid w:val="00B946DD"/>
    <w:rsid w:val="00B94A0C"/>
    <w:rsid w:val="00BA000D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0AC"/>
    <w:rsid w:val="00C039EC"/>
    <w:rsid w:val="00C11F9E"/>
    <w:rsid w:val="00C1286D"/>
    <w:rsid w:val="00C138C6"/>
    <w:rsid w:val="00C14223"/>
    <w:rsid w:val="00C23387"/>
    <w:rsid w:val="00C3292C"/>
    <w:rsid w:val="00C3435C"/>
    <w:rsid w:val="00C4141F"/>
    <w:rsid w:val="00C429D2"/>
    <w:rsid w:val="00C53808"/>
    <w:rsid w:val="00C576C0"/>
    <w:rsid w:val="00C6623A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2B5"/>
    <w:rsid w:val="00CE0668"/>
    <w:rsid w:val="00CE12C3"/>
    <w:rsid w:val="00CE6B3F"/>
    <w:rsid w:val="00CF500C"/>
    <w:rsid w:val="00D047A4"/>
    <w:rsid w:val="00D07253"/>
    <w:rsid w:val="00D1149B"/>
    <w:rsid w:val="00D12C93"/>
    <w:rsid w:val="00D13818"/>
    <w:rsid w:val="00D1751E"/>
    <w:rsid w:val="00D21B4F"/>
    <w:rsid w:val="00D2251E"/>
    <w:rsid w:val="00D26AB0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5E0"/>
    <w:rsid w:val="00E21615"/>
    <w:rsid w:val="00E23571"/>
    <w:rsid w:val="00E24387"/>
    <w:rsid w:val="00E24942"/>
    <w:rsid w:val="00E26841"/>
    <w:rsid w:val="00E33916"/>
    <w:rsid w:val="00E4035F"/>
    <w:rsid w:val="00E4042A"/>
    <w:rsid w:val="00E43186"/>
    <w:rsid w:val="00E5079C"/>
    <w:rsid w:val="00E53DD6"/>
    <w:rsid w:val="00E55749"/>
    <w:rsid w:val="00E57D44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38EE"/>
    <w:rsid w:val="00E9486A"/>
    <w:rsid w:val="00E96452"/>
    <w:rsid w:val="00EA0F1D"/>
    <w:rsid w:val="00EA29E0"/>
    <w:rsid w:val="00EA305A"/>
    <w:rsid w:val="00EA5B1C"/>
    <w:rsid w:val="00EA6668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6842"/>
    <w:rsid w:val="00FB065A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2221</TotalTime>
  <Pages>7</Pages>
  <Words>991</Words>
  <Characters>5655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262</cp:revision>
  <cp:lastPrinted>2022-01-26T12:40:00Z</cp:lastPrinted>
  <dcterms:created xsi:type="dcterms:W3CDTF">2018-08-07T11:48:00Z</dcterms:created>
  <dcterms:modified xsi:type="dcterms:W3CDTF">2022-10-12T05:11:00Z</dcterms:modified>
</cp:coreProperties>
</file>