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8F3E6F" w:rsidRPr="00F945BC" w:rsidTr="00F945BC">
        <w:tc>
          <w:tcPr>
            <w:tcW w:w="8934" w:type="dxa"/>
          </w:tcPr>
          <w:p w:rsidR="008F3E6F" w:rsidRPr="00F945BC" w:rsidRDefault="008F3E6F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8F3E6F" w:rsidRDefault="008F3E6F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  <w:r>
              <w:rPr>
                <w:kern w:val="1"/>
                <w:szCs w:val="28"/>
                <w:lang w:eastAsia="zh-CN"/>
              </w:rPr>
              <w:t xml:space="preserve"> 1</w:t>
            </w:r>
          </w:p>
          <w:p w:rsidR="008F3E6F" w:rsidRDefault="008F3E6F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</w:t>
            </w:r>
          </w:p>
          <w:p w:rsidR="008F3E6F" w:rsidRDefault="008F3E6F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Старотитаровского сельского поселения Темрюкского района</w:t>
            </w:r>
          </w:p>
          <w:p w:rsidR="008F3E6F" w:rsidRPr="00EE5BAC" w:rsidRDefault="008F3E6F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от 07.10.2022 г. № 171 </w:t>
            </w:r>
          </w:p>
          <w:p w:rsidR="008F3E6F" w:rsidRPr="00EE5BAC" w:rsidRDefault="008F3E6F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8F3E6F" w:rsidRPr="00EE5BAC" w:rsidRDefault="008F3E6F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8F3E6F" w:rsidRPr="00EE5BAC" w:rsidRDefault="008F3E6F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8F3E6F" w:rsidRPr="00EE5BAC" w:rsidRDefault="008F3E6F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8F3E6F" w:rsidRDefault="008F3E6F" w:rsidP="00CF3536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28.10.2021 </w:t>
            </w:r>
            <w:r w:rsidRPr="00EE5BAC">
              <w:rPr>
                <w:kern w:val="1"/>
                <w:szCs w:val="28"/>
                <w:lang w:eastAsia="zh-CN"/>
              </w:rPr>
              <w:t>№</w:t>
            </w:r>
            <w:r>
              <w:rPr>
                <w:kern w:val="1"/>
                <w:szCs w:val="28"/>
                <w:lang w:eastAsia="zh-CN"/>
              </w:rPr>
              <w:t xml:space="preserve"> 217</w:t>
            </w:r>
          </w:p>
          <w:p w:rsidR="008F3E6F" w:rsidRPr="00F945BC" w:rsidRDefault="008F3E6F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8F3E6F" w:rsidRPr="00885C29" w:rsidRDefault="008F3E6F" w:rsidP="001157F7"/>
    <w:p w:rsidR="008F3E6F" w:rsidRDefault="008F3E6F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8F3E6F" w:rsidRPr="00250B58" w:rsidRDefault="008F3E6F" w:rsidP="009C4950">
      <w:pPr>
        <w:jc w:val="center"/>
        <w:rPr>
          <w:b/>
        </w:rPr>
      </w:pPr>
      <w:r>
        <w:rPr>
          <w:b/>
          <w:bCs/>
          <w:szCs w:val="28"/>
        </w:rPr>
        <w:t xml:space="preserve">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8F3E6F" w:rsidRDefault="008F3E6F" w:rsidP="00221E58">
      <w:pPr>
        <w:jc w:val="center"/>
        <w:rPr>
          <w:b/>
          <w:szCs w:val="28"/>
        </w:rPr>
      </w:pPr>
      <w:r>
        <w:rPr>
          <w:szCs w:val="28"/>
        </w:rPr>
        <w:t xml:space="preserve"> </w:t>
      </w:r>
    </w:p>
    <w:p w:rsidR="008F3E6F" w:rsidRPr="00950972" w:rsidRDefault="008F3E6F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8F3E6F" w:rsidRPr="00250B58" w:rsidRDefault="008F3E6F" w:rsidP="009C4950">
      <w:pPr>
        <w:jc w:val="center"/>
        <w:rPr>
          <w:b/>
        </w:rPr>
      </w:pPr>
      <w:r w:rsidRPr="00950972">
        <w:rPr>
          <w:b/>
          <w:szCs w:val="28"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8F3E6F" w:rsidRPr="00950972" w:rsidRDefault="008F3E6F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8F3E6F" w:rsidRPr="008A6FA1" w:rsidTr="00F9512D">
        <w:tc>
          <w:tcPr>
            <w:tcW w:w="6374" w:type="dxa"/>
          </w:tcPr>
          <w:p w:rsidR="008F3E6F" w:rsidRPr="00190885" w:rsidRDefault="008F3E6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8F3E6F" w:rsidRDefault="008F3E6F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8F3E6F" w:rsidRPr="00855115" w:rsidRDefault="008F3E6F" w:rsidP="00F9512D">
            <w:pPr>
              <w:rPr>
                <w:szCs w:val="28"/>
              </w:rPr>
            </w:pPr>
          </w:p>
        </w:tc>
      </w:tr>
      <w:tr w:rsidR="008F3E6F" w:rsidRPr="008A6FA1" w:rsidTr="00F9512D">
        <w:tc>
          <w:tcPr>
            <w:tcW w:w="6374" w:type="dxa"/>
          </w:tcPr>
          <w:p w:rsidR="008F3E6F" w:rsidRPr="00190885" w:rsidRDefault="008F3E6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8F3E6F" w:rsidRDefault="008F3E6F" w:rsidP="00221E5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8F3E6F" w:rsidRPr="0096600F" w:rsidRDefault="008F3E6F" w:rsidP="00221E58">
            <w:pPr>
              <w:rPr>
                <w:szCs w:val="28"/>
              </w:rPr>
            </w:pPr>
          </w:p>
        </w:tc>
      </w:tr>
      <w:tr w:rsidR="008F3E6F" w:rsidRPr="008A6FA1" w:rsidTr="00F9512D">
        <w:tc>
          <w:tcPr>
            <w:tcW w:w="6374" w:type="dxa"/>
          </w:tcPr>
          <w:p w:rsidR="008F3E6F" w:rsidRPr="00190885" w:rsidRDefault="008F3E6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8F3E6F" w:rsidRDefault="008F3E6F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8F3E6F" w:rsidRPr="00190885" w:rsidRDefault="008F3E6F" w:rsidP="00F9512D">
            <w:pPr>
              <w:rPr>
                <w:b/>
                <w:szCs w:val="28"/>
              </w:rPr>
            </w:pPr>
          </w:p>
        </w:tc>
      </w:tr>
      <w:tr w:rsidR="008F3E6F" w:rsidRPr="008A6FA1" w:rsidTr="00F9512D">
        <w:tc>
          <w:tcPr>
            <w:tcW w:w="6374" w:type="dxa"/>
          </w:tcPr>
          <w:p w:rsidR="008F3E6F" w:rsidRPr="00190885" w:rsidRDefault="008F3E6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8F3E6F" w:rsidRPr="00E823BE" w:rsidRDefault="008F3E6F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9C4950">
              <w:rPr>
                <w:bCs/>
                <w:szCs w:val="28"/>
              </w:rPr>
              <w:t>«Развитие водопроводно-канализационного комплекса Старотитаровского сельского поселения Темрюкского района»</w:t>
            </w:r>
            <w:r w:rsidRPr="00E823BE">
              <w:rPr>
                <w:szCs w:val="28"/>
              </w:rPr>
              <w:t>;</w:t>
            </w:r>
          </w:p>
          <w:p w:rsidR="008F3E6F" w:rsidRPr="009C4950" w:rsidRDefault="008F3E6F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9C4950">
              <w:rPr>
                <w:szCs w:val="28"/>
              </w:rPr>
              <w:t>«По обеспечению земельных участков инженерной инфраструктурой в целях жилищного строительства, в том числе жилья эконом-класса и жилья из быстровозводимых конструкций на территории Старотитаровского сельского поселения Темрюкского района»</w:t>
            </w:r>
          </w:p>
          <w:p w:rsidR="008F3E6F" w:rsidRPr="00190885" w:rsidRDefault="008F3E6F" w:rsidP="00221E58">
            <w:pPr>
              <w:rPr>
                <w:b/>
                <w:szCs w:val="28"/>
              </w:rPr>
            </w:pPr>
          </w:p>
        </w:tc>
      </w:tr>
      <w:tr w:rsidR="008F3E6F" w:rsidRPr="008A6FA1" w:rsidTr="00F9512D">
        <w:tc>
          <w:tcPr>
            <w:tcW w:w="6374" w:type="dxa"/>
          </w:tcPr>
          <w:p w:rsidR="008F3E6F" w:rsidRPr="00190885" w:rsidRDefault="008F3E6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8F3E6F" w:rsidRDefault="008F3E6F" w:rsidP="00221E58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создание условий для повышения уровня комфортности проживания для человека, которые позволять не только удовлетворять жилищные потребности, но и обеспечат высокое качество жизни в целом</w:t>
            </w:r>
          </w:p>
          <w:p w:rsidR="008F3E6F" w:rsidRPr="00221E58" w:rsidRDefault="008F3E6F" w:rsidP="00221E58">
            <w:pPr>
              <w:contextualSpacing/>
              <w:rPr>
                <w:szCs w:val="28"/>
              </w:rPr>
            </w:pPr>
          </w:p>
        </w:tc>
      </w:tr>
      <w:tr w:rsidR="008F3E6F" w:rsidRPr="008A6FA1" w:rsidTr="00F9512D">
        <w:tc>
          <w:tcPr>
            <w:tcW w:w="6374" w:type="dxa"/>
          </w:tcPr>
          <w:p w:rsidR="008F3E6F" w:rsidRPr="00190885" w:rsidRDefault="008F3E6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8F3E6F" w:rsidRDefault="008F3E6F" w:rsidP="007631C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обеспечение населения Старотитаровского сельского поселения питьевой водой и системой канализации, соответствующей требованиям безопасности  и безвредности,</w:t>
            </w:r>
            <w:r w:rsidRPr="002D487F">
              <w:rPr>
                <w:szCs w:val="28"/>
              </w:rPr>
              <w:t xml:space="preserve"> установленным</w:t>
            </w:r>
            <w:r>
              <w:rPr>
                <w:szCs w:val="28"/>
              </w:rPr>
              <w:t>и</w:t>
            </w:r>
            <w:r w:rsidRPr="002D487F">
              <w:rPr>
                <w:szCs w:val="28"/>
              </w:rPr>
              <w:t xml:space="preserve"> в санитарно-эпидемиологических правилах</w:t>
            </w:r>
            <w:r>
              <w:rPr>
                <w:szCs w:val="28"/>
              </w:rPr>
              <w:t>;</w:t>
            </w:r>
          </w:p>
          <w:p w:rsidR="008F3E6F" w:rsidRDefault="008F3E6F" w:rsidP="007631C4">
            <w:pPr>
              <w:rPr>
                <w:szCs w:val="28"/>
              </w:rPr>
            </w:pPr>
            <w:r>
              <w:rPr>
                <w:szCs w:val="28"/>
              </w:rPr>
              <w:t>- у</w:t>
            </w:r>
            <w:r w:rsidRPr="00CD757B">
              <w:rPr>
                <w:szCs w:val="28"/>
              </w:rPr>
              <w:t>лучшение условий и качества жизни насе</w:t>
            </w:r>
            <w:r>
              <w:rPr>
                <w:szCs w:val="28"/>
              </w:rPr>
              <w:t xml:space="preserve">ления </w:t>
            </w:r>
            <w:r w:rsidRPr="00827FDC"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8F3E6F" w:rsidRPr="009F22D5" w:rsidRDefault="008F3E6F" w:rsidP="00A3694D">
            <w:pPr>
              <w:contextualSpacing/>
              <w:rPr>
                <w:szCs w:val="28"/>
              </w:rPr>
            </w:pPr>
          </w:p>
        </w:tc>
      </w:tr>
      <w:tr w:rsidR="008F3E6F" w:rsidRPr="008A6FA1" w:rsidTr="00F9512D">
        <w:tc>
          <w:tcPr>
            <w:tcW w:w="6374" w:type="dxa"/>
          </w:tcPr>
          <w:p w:rsidR="008F3E6F" w:rsidRPr="00190885" w:rsidRDefault="008F3E6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8F3E6F" w:rsidRPr="000C3C23" w:rsidRDefault="008F3E6F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8F3E6F" w:rsidRPr="008A6FA1" w:rsidTr="00F9512D">
        <w:tc>
          <w:tcPr>
            <w:tcW w:w="6374" w:type="dxa"/>
          </w:tcPr>
          <w:p w:rsidR="008F3E6F" w:rsidRPr="00190885" w:rsidRDefault="008F3E6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8F3E6F" w:rsidRDefault="008F3E6F" w:rsidP="00B71075">
            <w:pPr>
              <w:rPr>
                <w:szCs w:val="28"/>
              </w:rPr>
            </w:pPr>
            <w:r>
              <w:rPr>
                <w:szCs w:val="28"/>
              </w:rPr>
              <w:t>- т</w:t>
            </w:r>
            <w:r w:rsidRPr="00410400">
              <w:rPr>
                <w:szCs w:val="28"/>
              </w:rPr>
              <w:t>екущий ремонт КНС на пер. Октябрьском</w:t>
            </w:r>
            <w:r>
              <w:rPr>
                <w:szCs w:val="28"/>
              </w:rPr>
              <w:t>;</w:t>
            </w:r>
          </w:p>
          <w:p w:rsidR="008F3E6F" w:rsidRDefault="008F3E6F" w:rsidP="00E64895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замена трубопроводов и запорной арматуры;</w:t>
            </w:r>
          </w:p>
          <w:p w:rsidR="008F3E6F" w:rsidRDefault="008F3E6F" w:rsidP="00B71075">
            <w:pPr>
              <w:rPr>
                <w:szCs w:val="28"/>
              </w:rPr>
            </w:pPr>
            <w:r>
              <w:rPr>
                <w:szCs w:val="28"/>
              </w:rPr>
              <w:t>- количество мероприятий, необходимых для в</w:t>
            </w:r>
            <w:r w:rsidRPr="00AD6871">
              <w:rPr>
                <w:szCs w:val="28"/>
              </w:rPr>
              <w:t>вод</w:t>
            </w:r>
            <w:r>
              <w:rPr>
                <w:szCs w:val="28"/>
              </w:rPr>
              <w:t>а</w:t>
            </w:r>
            <w:r w:rsidRPr="00AD6871">
              <w:rPr>
                <w:szCs w:val="28"/>
              </w:rPr>
              <w:t xml:space="preserve"> в эксплуатацию объектов инженерной инфраструктуры</w:t>
            </w:r>
          </w:p>
          <w:p w:rsidR="008F3E6F" w:rsidRPr="000C3C23" w:rsidRDefault="008F3E6F" w:rsidP="009C4950">
            <w:pPr>
              <w:rPr>
                <w:szCs w:val="28"/>
              </w:rPr>
            </w:pPr>
          </w:p>
        </w:tc>
      </w:tr>
      <w:tr w:rsidR="008F3E6F" w:rsidRPr="008A6FA1" w:rsidTr="00F9512D">
        <w:tc>
          <w:tcPr>
            <w:tcW w:w="6374" w:type="dxa"/>
          </w:tcPr>
          <w:p w:rsidR="008F3E6F" w:rsidRPr="00190885" w:rsidRDefault="008F3E6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8F3E6F" w:rsidRPr="00A46A72" w:rsidRDefault="008F3E6F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8F3E6F" w:rsidRPr="008A6FA1" w:rsidTr="00F9512D">
        <w:tc>
          <w:tcPr>
            <w:tcW w:w="6374" w:type="dxa"/>
          </w:tcPr>
          <w:p w:rsidR="008F3E6F" w:rsidRPr="00190885" w:rsidRDefault="008F3E6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8F3E6F" w:rsidRPr="00A46A72" w:rsidRDefault="008F3E6F" w:rsidP="00F9512D">
            <w:pPr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</w:tr>
      <w:tr w:rsidR="008F3E6F" w:rsidRPr="008A6FA1" w:rsidTr="00F9512D">
        <w:tc>
          <w:tcPr>
            <w:tcW w:w="6374" w:type="dxa"/>
          </w:tcPr>
          <w:p w:rsidR="008F3E6F" w:rsidRPr="00190885" w:rsidRDefault="008F3E6F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8F3E6F" w:rsidRPr="00190885" w:rsidRDefault="008F3E6F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8F3E6F" w:rsidRPr="00190885" w:rsidRDefault="008F3E6F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8F3E6F" w:rsidRPr="008A6FA1" w:rsidTr="00F9512D">
        <w:tc>
          <w:tcPr>
            <w:tcW w:w="6374" w:type="dxa"/>
          </w:tcPr>
          <w:p w:rsidR="008F3E6F" w:rsidRPr="00190885" w:rsidRDefault="008F3E6F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8F3E6F" w:rsidRPr="00190885" w:rsidRDefault="008F3E6F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8F3E6F" w:rsidRPr="00190885" w:rsidRDefault="008F3E6F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8F3E6F" w:rsidRPr="00190885" w:rsidRDefault="008F3E6F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8F3E6F" w:rsidRPr="00190885" w:rsidRDefault="008F3E6F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8F3E6F" w:rsidRPr="00190885" w:rsidRDefault="008F3E6F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8F3E6F" w:rsidRPr="008A6FA1" w:rsidTr="00F9512D">
        <w:tc>
          <w:tcPr>
            <w:tcW w:w="6374" w:type="dxa"/>
          </w:tcPr>
          <w:p w:rsidR="008F3E6F" w:rsidRPr="00190885" w:rsidRDefault="008F3E6F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8F3E6F" w:rsidRPr="00190885" w:rsidRDefault="008F3E6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2 278,7</w:t>
            </w:r>
          </w:p>
        </w:tc>
        <w:tc>
          <w:tcPr>
            <w:tcW w:w="1842" w:type="dxa"/>
            <w:vAlign w:val="center"/>
          </w:tcPr>
          <w:p w:rsidR="008F3E6F" w:rsidRPr="00190885" w:rsidRDefault="008F3E6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F3E6F" w:rsidRPr="00190885" w:rsidRDefault="008F3E6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F3E6F" w:rsidRPr="00190885" w:rsidRDefault="008F3E6F" w:rsidP="00D8524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2 278,7</w:t>
            </w:r>
          </w:p>
        </w:tc>
        <w:tc>
          <w:tcPr>
            <w:tcW w:w="2019" w:type="dxa"/>
            <w:vAlign w:val="center"/>
          </w:tcPr>
          <w:p w:rsidR="008F3E6F" w:rsidRPr="00190885" w:rsidRDefault="008F3E6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F3E6F" w:rsidRPr="008A6FA1" w:rsidTr="00F9512D">
        <w:tc>
          <w:tcPr>
            <w:tcW w:w="6374" w:type="dxa"/>
          </w:tcPr>
          <w:p w:rsidR="008F3E6F" w:rsidRPr="00190885" w:rsidRDefault="008F3E6F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F3E6F" w:rsidRPr="00190885" w:rsidRDefault="008F3E6F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8F3E6F" w:rsidRPr="00190885" w:rsidRDefault="008F3E6F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F3E6F" w:rsidRPr="00190885" w:rsidRDefault="008F3E6F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8F3E6F" w:rsidRPr="00190885" w:rsidRDefault="008F3E6F" w:rsidP="00D85246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F3E6F" w:rsidRPr="00190885" w:rsidRDefault="008F3E6F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F3E6F" w:rsidRPr="008A6FA1" w:rsidTr="00F9512D">
        <w:tc>
          <w:tcPr>
            <w:tcW w:w="6374" w:type="dxa"/>
          </w:tcPr>
          <w:p w:rsidR="008F3E6F" w:rsidRPr="00190885" w:rsidRDefault="008F3E6F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8F3E6F" w:rsidRPr="00190885" w:rsidRDefault="008F3E6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2 278,7</w:t>
            </w:r>
          </w:p>
        </w:tc>
        <w:tc>
          <w:tcPr>
            <w:tcW w:w="1842" w:type="dxa"/>
            <w:vAlign w:val="center"/>
          </w:tcPr>
          <w:p w:rsidR="008F3E6F" w:rsidRPr="00190885" w:rsidRDefault="008F3E6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F3E6F" w:rsidRPr="00190885" w:rsidRDefault="008F3E6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F3E6F" w:rsidRPr="00190885" w:rsidRDefault="008F3E6F" w:rsidP="00D8524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2 278,7</w:t>
            </w:r>
          </w:p>
        </w:tc>
        <w:tc>
          <w:tcPr>
            <w:tcW w:w="2019" w:type="dxa"/>
            <w:vAlign w:val="center"/>
          </w:tcPr>
          <w:p w:rsidR="008F3E6F" w:rsidRPr="00190885" w:rsidRDefault="008F3E6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F3E6F" w:rsidRPr="008A6FA1" w:rsidTr="00F9512D">
        <w:tc>
          <w:tcPr>
            <w:tcW w:w="14560" w:type="dxa"/>
            <w:gridSpan w:val="6"/>
          </w:tcPr>
          <w:p w:rsidR="008F3E6F" w:rsidRPr="00190885" w:rsidRDefault="008F3E6F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8F3E6F" w:rsidRPr="008A6FA1" w:rsidTr="00F9512D">
        <w:tc>
          <w:tcPr>
            <w:tcW w:w="6374" w:type="dxa"/>
          </w:tcPr>
          <w:p w:rsidR="008F3E6F" w:rsidRPr="00190885" w:rsidRDefault="008F3E6F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8F3E6F" w:rsidRPr="00190885" w:rsidRDefault="008F3E6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8F3E6F" w:rsidRPr="00190885" w:rsidRDefault="008F3E6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F3E6F" w:rsidRPr="00190885" w:rsidRDefault="008F3E6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F3E6F" w:rsidRPr="00190885" w:rsidRDefault="008F3E6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F3E6F" w:rsidRPr="00190885" w:rsidRDefault="008F3E6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F3E6F" w:rsidRPr="008A6FA1" w:rsidTr="00F9512D">
        <w:tc>
          <w:tcPr>
            <w:tcW w:w="6374" w:type="dxa"/>
          </w:tcPr>
          <w:p w:rsidR="008F3E6F" w:rsidRPr="00190885" w:rsidRDefault="008F3E6F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F3E6F" w:rsidRPr="00190885" w:rsidRDefault="008F3E6F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8F3E6F" w:rsidRPr="00190885" w:rsidRDefault="008F3E6F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F3E6F" w:rsidRPr="00190885" w:rsidRDefault="008F3E6F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8F3E6F" w:rsidRPr="00190885" w:rsidRDefault="008F3E6F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F3E6F" w:rsidRPr="00190885" w:rsidRDefault="008F3E6F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F3E6F" w:rsidRPr="008A6FA1" w:rsidTr="00F9512D">
        <w:tc>
          <w:tcPr>
            <w:tcW w:w="6374" w:type="dxa"/>
          </w:tcPr>
          <w:p w:rsidR="008F3E6F" w:rsidRPr="00190885" w:rsidRDefault="008F3E6F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8F3E6F" w:rsidRPr="00190885" w:rsidRDefault="008F3E6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8F3E6F" w:rsidRPr="00190885" w:rsidRDefault="008F3E6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F3E6F" w:rsidRPr="00190885" w:rsidRDefault="008F3E6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F3E6F" w:rsidRPr="00190885" w:rsidRDefault="008F3E6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F3E6F" w:rsidRPr="00190885" w:rsidRDefault="008F3E6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F3E6F" w:rsidRPr="008A6FA1" w:rsidTr="00F9512D">
        <w:tc>
          <w:tcPr>
            <w:tcW w:w="14560" w:type="dxa"/>
            <w:gridSpan w:val="6"/>
          </w:tcPr>
          <w:p w:rsidR="008F3E6F" w:rsidRPr="00190885" w:rsidRDefault="008F3E6F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8F3E6F" w:rsidRPr="00190885" w:rsidRDefault="008F3E6F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8F3E6F" w:rsidRPr="008A6FA1" w:rsidTr="00F9512D">
        <w:tc>
          <w:tcPr>
            <w:tcW w:w="6374" w:type="dxa"/>
          </w:tcPr>
          <w:p w:rsidR="008F3E6F" w:rsidRPr="00190885" w:rsidRDefault="008F3E6F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8F3E6F" w:rsidRPr="00190885" w:rsidRDefault="008F3E6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8F3E6F" w:rsidRPr="00190885" w:rsidRDefault="008F3E6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F3E6F" w:rsidRPr="00190885" w:rsidRDefault="008F3E6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F3E6F" w:rsidRPr="00190885" w:rsidRDefault="008F3E6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F3E6F" w:rsidRPr="00190885" w:rsidRDefault="008F3E6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F3E6F" w:rsidRPr="008A6FA1" w:rsidTr="00F9512D">
        <w:tc>
          <w:tcPr>
            <w:tcW w:w="6374" w:type="dxa"/>
          </w:tcPr>
          <w:p w:rsidR="008F3E6F" w:rsidRPr="00190885" w:rsidRDefault="008F3E6F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8F3E6F" w:rsidRPr="00190885" w:rsidRDefault="008F3E6F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8F3E6F" w:rsidRPr="00190885" w:rsidRDefault="008F3E6F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8F3E6F" w:rsidRPr="00190885" w:rsidRDefault="008F3E6F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8F3E6F" w:rsidRPr="00190885" w:rsidRDefault="008F3E6F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8F3E6F" w:rsidRPr="00190885" w:rsidRDefault="008F3E6F" w:rsidP="00F9512D">
            <w:pPr>
              <w:pStyle w:val="ConsPlusNormal0"/>
              <w:rPr>
                <w:szCs w:val="28"/>
              </w:rPr>
            </w:pPr>
          </w:p>
        </w:tc>
      </w:tr>
      <w:tr w:rsidR="008F3E6F" w:rsidRPr="008A6FA1" w:rsidTr="00F9512D">
        <w:tc>
          <w:tcPr>
            <w:tcW w:w="6374" w:type="dxa"/>
          </w:tcPr>
          <w:p w:rsidR="008F3E6F" w:rsidRPr="00190885" w:rsidRDefault="008F3E6F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8F3E6F" w:rsidRPr="00190885" w:rsidRDefault="008F3E6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8F3E6F" w:rsidRPr="00190885" w:rsidRDefault="008F3E6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F3E6F" w:rsidRPr="00190885" w:rsidRDefault="008F3E6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F3E6F" w:rsidRPr="00190885" w:rsidRDefault="008F3E6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F3E6F" w:rsidRPr="00190885" w:rsidRDefault="008F3E6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8F3E6F" w:rsidRDefault="008F3E6F" w:rsidP="00EF6F81">
      <w:pPr>
        <w:jc w:val="center"/>
        <w:rPr>
          <w:szCs w:val="28"/>
        </w:rPr>
        <w:sectPr w:rsidR="008F3E6F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8F3E6F" w:rsidRDefault="008F3E6F" w:rsidP="00B86C1B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8F3E6F" w:rsidRPr="00250B58" w:rsidRDefault="008F3E6F" w:rsidP="00C55522">
      <w:pPr>
        <w:jc w:val="center"/>
        <w:rPr>
          <w:b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bCs/>
          <w:szCs w:val="28"/>
        </w:rPr>
        <w:t xml:space="preserve">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8F3E6F" w:rsidRDefault="008F3E6F" w:rsidP="00225687">
      <w:pPr>
        <w:ind w:firstLine="709"/>
        <w:jc w:val="both"/>
      </w:pPr>
    </w:p>
    <w:p w:rsidR="008F3E6F" w:rsidRDefault="008F3E6F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8F3E6F" w:rsidRDefault="008F3E6F" w:rsidP="00EF6F81">
      <w:pPr>
        <w:jc w:val="center"/>
        <w:rPr>
          <w:szCs w:val="28"/>
        </w:rPr>
      </w:pPr>
    </w:p>
    <w:p w:rsidR="008F3E6F" w:rsidRPr="00250B58" w:rsidRDefault="008F3E6F" w:rsidP="00C55522">
      <w:pPr>
        <w:jc w:val="center"/>
        <w:rPr>
          <w:b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bCs/>
          <w:szCs w:val="28"/>
        </w:rPr>
        <w:t xml:space="preserve">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8F3E6F" w:rsidTr="00F9512D">
        <w:tc>
          <w:tcPr>
            <w:tcW w:w="648" w:type="dxa"/>
            <w:vMerge w:val="restart"/>
            <w:vAlign w:val="center"/>
          </w:tcPr>
          <w:p w:rsidR="008F3E6F" w:rsidRPr="00AC26F6" w:rsidRDefault="008F3E6F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8F3E6F" w:rsidRPr="00AC26F6" w:rsidRDefault="008F3E6F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8F3E6F" w:rsidRPr="00AC26F6" w:rsidRDefault="008F3E6F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8F3E6F" w:rsidRPr="00AC26F6" w:rsidRDefault="008F3E6F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8F3E6F" w:rsidRPr="00AC26F6" w:rsidRDefault="008F3E6F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8F3E6F" w:rsidTr="00F9512D">
        <w:tc>
          <w:tcPr>
            <w:tcW w:w="648" w:type="dxa"/>
            <w:vMerge/>
          </w:tcPr>
          <w:p w:rsidR="008F3E6F" w:rsidRPr="00AC26F6" w:rsidRDefault="008F3E6F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8F3E6F" w:rsidRPr="00AC26F6" w:rsidRDefault="008F3E6F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8F3E6F" w:rsidRPr="00AC26F6" w:rsidRDefault="008F3E6F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8F3E6F" w:rsidRPr="00AC26F6" w:rsidRDefault="008F3E6F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8F3E6F" w:rsidRPr="00AC26F6" w:rsidRDefault="008F3E6F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2020 год</w:t>
            </w:r>
          </w:p>
        </w:tc>
        <w:tc>
          <w:tcPr>
            <w:tcW w:w="2160" w:type="dxa"/>
            <w:vAlign w:val="center"/>
          </w:tcPr>
          <w:p w:rsidR="008F3E6F" w:rsidRPr="00AC26F6" w:rsidRDefault="008F3E6F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2022 год</w:t>
            </w:r>
          </w:p>
        </w:tc>
      </w:tr>
      <w:tr w:rsidR="008F3E6F" w:rsidTr="00F9512D">
        <w:tc>
          <w:tcPr>
            <w:tcW w:w="648" w:type="dxa"/>
          </w:tcPr>
          <w:p w:rsidR="008F3E6F" w:rsidRPr="00AC26F6" w:rsidRDefault="008F3E6F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8F3E6F" w:rsidRPr="00AC26F6" w:rsidRDefault="008F3E6F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8F3E6F" w:rsidRPr="00AC26F6" w:rsidRDefault="008F3E6F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8F3E6F" w:rsidRPr="00AC26F6" w:rsidRDefault="008F3E6F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8F3E6F" w:rsidRPr="00AC26F6" w:rsidRDefault="008F3E6F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8F3E6F" w:rsidRPr="00AC26F6" w:rsidRDefault="008F3E6F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8F3E6F" w:rsidTr="00F9512D">
        <w:tc>
          <w:tcPr>
            <w:tcW w:w="648" w:type="dxa"/>
          </w:tcPr>
          <w:p w:rsidR="008F3E6F" w:rsidRPr="00AC26F6" w:rsidRDefault="008F3E6F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8F3E6F" w:rsidRDefault="008F3E6F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9C4950">
              <w:rPr>
                <w:bCs/>
                <w:szCs w:val="28"/>
              </w:rPr>
              <w:t>«Развитие водопроводно-канализационного комплекса Старотитаровского сельского поселения Темрюкского района»</w:t>
            </w:r>
          </w:p>
          <w:p w:rsidR="008F3E6F" w:rsidRPr="00AC26F6" w:rsidRDefault="008F3E6F" w:rsidP="00F9512D">
            <w:pPr>
              <w:jc w:val="center"/>
              <w:rPr>
                <w:szCs w:val="28"/>
              </w:rPr>
            </w:pPr>
          </w:p>
        </w:tc>
      </w:tr>
      <w:tr w:rsidR="008F3E6F" w:rsidTr="00AD4892">
        <w:trPr>
          <w:trHeight w:val="605"/>
        </w:trPr>
        <w:tc>
          <w:tcPr>
            <w:tcW w:w="648" w:type="dxa"/>
            <w:vAlign w:val="center"/>
          </w:tcPr>
          <w:p w:rsidR="008F3E6F" w:rsidRPr="00AC26F6" w:rsidRDefault="008F3E6F" w:rsidP="00AD4892">
            <w:pPr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  <w:vAlign w:val="center"/>
          </w:tcPr>
          <w:p w:rsidR="008F3E6F" w:rsidRPr="00C25175" w:rsidRDefault="008F3E6F" w:rsidP="00AD4892">
            <w:pPr>
              <w:rPr>
                <w:b/>
                <w:szCs w:val="28"/>
              </w:rPr>
            </w:pPr>
            <w:r>
              <w:rPr>
                <w:szCs w:val="28"/>
              </w:rPr>
              <w:t>т</w:t>
            </w:r>
            <w:r w:rsidRPr="00410400">
              <w:rPr>
                <w:szCs w:val="28"/>
              </w:rPr>
              <w:t>екущий ремонт КНС на пер. Октябрьском</w:t>
            </w:r>
          </w:p>
        </w:tc>
        <w:tc>
          <w:tcPr>
            <w:tcW w:w="1620" w:type="dxa"/>
            <w:vAlign w:val="center"/>
          </w:tcPr>
          <w:p w:rsidR="008F3E6F" w:rsidRPr="00C25175" w:rsidRDefault="008F3E6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8F3E6F" w:rsidRPr="00C25175" w:rsidRDefault="008F3E6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F3E6F" w:rsidRPr="00C25175" w:rsidRDefault="008F3E6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8F3E6F" w:rsidRPr="00877383" w:rsidRDefault="008F3E6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8F3E6F" w:rsidTr="00F9512D">
        <w:tc>
          <w:tcPr>
            <w:tcW w:w="648" w:type="dxa"/>
            <w:vAlign w:val="center"/>
          </w:tcPr>
          <w:p w:rsidR="008F3E6F" w:rsidRPr="00AC26F6" w:rsidRDefault="008F3E6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1.2</w:t>
            </w:r>
          </w:p>
        </w:tc>
        <w:tc>
          <w:tcPr>
            <w:tcW w:w="7380" w:type="dxa"/>
          </w:tcPr>
          <w:p w:rsidR="008F3E6F" w:rsidRPr="00AC26F6" w:rsidRDefault="008F3E6F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замена трубопроводов и запорной арматуры</w:t>
            </w:r>
          </w:p>
        </w:tc>
        <w:tc>
          <w:tcPr>
            <w:tcW w:w="1620" w:type="dxa"/>
            <w:vAlign w:val="center"/>
          </w:tcPr>
          <w:p w:rsidR="008F3E6F" w:rsidRPr="00AC26F6" w:rsidRDefault="008F3E6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</w:t>
            </w:r>
          </w:p>
        </w:tc>
        <w:tc>
          <w:tcPr>
            <w:tcW w:w="900" w:type="dxa"/>
            <w:vAlign w:val="center"/>
          </w:tcPr>
          <w:p w:rsidR="008F3E6F" w:rsidRPr="00AC26F6" w:rsidRDefault="008F3E6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F3E6F" w:rsidRPr="00AC26F6" w:rsidRDefault="008F3E6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8F3E6F" w:rsidRPr="00AC26F6" w:rsidRDefault="008F3E6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2 910</w:t>
            </w:r>
          </w:p>
        </w:tc>
      </w:tr>
      <w:tr w:rsidR="008F3E6F" w:rsidTr="00F9512D">
        <w:tc>
          <w:tcPr>
            <w:tcW w:w="648" w:type="dxa"/>
            <w:vAlign w:val="center"/>
          </w:tcPr>
          <w:p w:rsidR="008F3E6F" w:rsidRPr="00AC26F6" w:rsidRDefault="008F3E6F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8F3E6F" w:rsidRPr="00AC26F6" w:rsidRDefault="008F3E6F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8F3E6F" w:rsidRPr="00AC26F6" w:rsidRDefault="008F3E6F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8F3E6F" w:rsidRPr="00AC26F6" w:rsidRDefault="008F3E6F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8F3E6F" w:rsidRPr="00AC26F6" w:rsidRDefault="008F3E6F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8F3E6F" w:rsidRPr="00AC26F6" w:rsidRDefault="008F3E6F" w:rsidP="00F9512D">
            <w:pPr>
              <w:jc w:val="center"/>
              <w:rPr>
                <w:szCs w:val="28"/>
              </w:rPr>
            </w:pPr>
          </w:p>
        </w:tc>
      </w:tr>
      <w:tr w:rsidR="008F3E6F" w:rsidTr="00F9512D">
        <w:tc>
          <w:tcPr>
            <w:tcW w:w="648" w:type="dxa"/>
            <w:vAlign w:val="center"/>
          </w:tcPr>
          <w:p w:rsidR="008F3E6F" w:rsidRPr="00AC26F6" w:rsidRDefault="008F3E6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8F3E6F" w:rsidRDefault="008F3E6F" w:rsidP="00817133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9C4950">
              <w:rPr>
                <w:szCs w:val="28"/>
              </w:rPr>
              <w:t>«По обеспечению земельных участков инженерной инфраструктурой в целях жилищного строительства, в том числе жилья эконом-класса и жилья из быстровозводимых конструкций на территории Старотитаровского сельского поселения Темрюкского района»</w:t>
            </w:r>
          </w:p>
          <w:p w:rsidR="008F3E6F" w:rsidRPr="00AC26F6" w:rsidRDefault="008F3E6F" w:rsidP="001B3BE2">
            <w:pPr>
              <w:jc w:val="center"/>
              <w:rPr>
                <w:szCs w:val="28"/>
              </w:rPr>
            </w:pPr>
          </w:p>
        </w:tc>
      </w:tr>
      <w:tr w:rsidR="008F3E6F" w:rsidTr="00F9512D">
        <w:tc>
          <w:tcPr>
            <w:tcW w:w="648" w:type="dxa"/>
            <w:vAlign w:val="center"/>
          </w:tcPr>
          <w:p w:rsidR="008F3E6F" w:rsidRPr="00AC26F6" w:rsidRDefault="008F3E6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8F3E6F" w:rsidRPr="00C25175" w:rsidRDefault="008F3E6F" w:rsidP="00817133">
            <w:pPr>
              <w:rPr>
                <w:b/>
                <w:szCs w:val="28"/>
              </w:rPr>
            </w:pPr>
            <w:r>
              <w:rPr>
                <w:szCs w:val="28"/>
              </w:rPr>
              <w:t>количество мероприятий, необходимых для в</w:t>
            </w:r>
            <w:r w:rsidRPr="00AD6871">
              <w:rPr>
                <w:szCs w:val="28"/>
              </w:rPr>
              <w:t>вод</w:t>
            </w:r>
            <w:r>
              <w:rPr>
                <w:szCs w:val="28"/>
              </w:rPr>
              <w:t>а</w:t>
            </w:r>
            <w:r w:rsidRPr="00AD6871">
              <w:rPr>
                <w:szCs w:val="28"/>
              </w:rPr>
              <w:t xml:space="preserve"> в эксплуатацию объектов инженерной инфраструктуры</w:t>
            </w:r>
          </w:p>
        </w:tc>
        <w:tc>
          <w:tcPr>
            <w:tcW w:w="1620" w:type="dxa"/>
            <w:vAlign w:val="center"/>
          </w:tcPr>
          <w:p w:rsidR="008F3E6F" w:rsidRPr="00C25175" w:rsidRDefault="008F3E6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8F3E6F" w:rsidRPr="00C25175" w:rsidRDefault="008F3E6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F3E6F" w:rsidRPr="00C25175" w:rsidRDefault="008F3E6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8F3E6F" w:rsidRPr="00877383" w:rsidRDefault="008F3E6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8F3E6F" w:rsidTr="00F9512D">
        <w:tc>
          <w:tcPr>
            <w:tcW w:w="648" w:type="dxa"/>
            <w:vAlign w:val="center"/>
          </w:tcPr>
          <w:p w:rsidR="008F3E6F" w:rsidRDefault="008F3E6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</w:t>
            </w:r>
          </w:p>
        </w:tc>
        <w:tc>
          <w:tcPr>
            <w:tcW w:w="7380" w:type="dxa"/>
          </w:tcPr>
          <w:p w:rsidR="008F3E6F" w:rsidRPr="009A338E" w:rsidRDefault="008F3E6F" w:rsidP="002822DB">
            <w:pPr>
              <w:rPr>
                <w:szCs w:val="28"/>
              </w:rPr>
            </w:pPr>
            <w:r w:rsidRPr="009A338E">
              <w:rPr>
                <w:szCs w:val="28"/>
              </w:rPr>
              <w:t>техническое обслуживание газопровода</w:t>
            </w:r>
          </w:p>
        </w:tc>
        <w:tc>
          <w:tcPr>
            <w:tcW w:w="1620" w:type="dxa"/>
            <w:vAlign w:val="center"/>
          </w:tcPr>
          <w:p w:rsidR="008F3E6F" w:rsidRPr="00AC26F6" w:rsidRDefault="008F3E6F" w:rsidP="002822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усл. ед.</w:t>
            </w:r>
          </w:p>
        </w:tc>
        <w:tc>
          <w:tcPr>
            <w:tcW w:w="900" w:type="dxa"/>
            <w:vAlign w:val="center"/>
          </w:tcPr>
          <w:p w:rsidR="008F3E6F" w:rsidRPr="00AC26F6" w:rsidRDefault="008F3E6F" w:rsidP="002822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F3E6F" w:rsidRPr="00AC26F6" w:rsidRDefault="008F3E6F" w:rsidP="002822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8F3E6F" w:rsidRPr="00AC26F6" w:rsidRDefault="008F3E6F" w:rsidP="002822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8F3E6F" w:rsidTr="00F9512D">
        <w:tc>
          <w:tcPr>
            <w:tcW w:w="648" w:type="dxa"/>
            <w:vAlign w:val="center"/>
          </w:tcPr>
          <w:p w:rsidR="008F3E6F" w:rsidRDefault="008F3E6F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8F3E6F" w:rsidRPr="00C25175" w:rsidRDefault="008F3E6F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8F3E6F" w:rsidRPr="00C25175" w:rsidRDefault="008F3E6F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8F3E6F" w:rsidRPr="00C25175" w:rsidRDefault="008F3E6F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8F3E6F" w:rsidRPr="00C25175" w:rsidRDefault="008F3E6F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8F3E6F" w:rsidRPr="00C25175" w:rsidRDefault="008F3E6F" w:rsidP="00F9512D">
            <w:pPr>
              <w:jc w:val="center"/>
              <w:rPr>
                <w:szCs w:val="28"/>
              </w:rPr>
            </w:pPr>
          </w:p>
        </w:tc>
      </w:tr>
    </w:tbl>
    <w:p w:rsidR="008F3E6F" w:rsidRDefault="008F3E6F" w:rsidP="00225687">
      <w:pPr>
        <w:jc w:val="center"/>
        <w:rPr>
          <w:b/>
          <w:szCs w:val="28"/>
        </w:rPr>
      </w:pPr>
    </w:p>
    <w:p w:rsidR="008F3E6F" w:rsidRPr="003C75F8" w:rsidRDefault="008F3E6F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8F3E6F" w:rsidRPr="003C75F8" w:rsidRDefault="008F3E6F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8F3E6F" w:rsidRPr="00250B58" w:rsidRDefault="008F3E6F" w:rsidP="00817133">
      <w:pPr>
        <w:jc w:val="center"/>
        <w:rPr>
          <w:b/>
        </w:rPr>
      </w:pPr>
      <w:r w:rsidRPr="00DD19BF">
        <w:rPr>
          <w:b/>
        </w:rPr>
        <w:t xml:space="preserve">показателей 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8F3E6F" w:rsidRPr="00F032F5" w:rsidRDefault="008F3E6F" w:rsidP="005D3E7D">
      <w:pPr>
        <w:jc w:val="center"/>
        <w:rPr>
          <w:b/>
          <w:szCs w:val="28"/>
        </w:rPr>
      </w:pPr>
    </w:p>
    <w:p w:rsidR="008F3E6F" w:rsidRPr="003C75F8" w:rsidRDefault="008F3E6F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8F3E6F" w:rsidRPr="00C404E0" w:rsidTr="00C404E0">
        <w:tc>
          <w:tcPr>
            <w:tcW w:w="730" w:type="dxa"/>
          </w:tcPr>
          <w:p w:rsidR="008F3E6F" w:rsidRPr="00C404E0" w:rsidRDefault="008F3E6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8F3E6F" w:rsidRPr="00C404E0" w:rsidRDefault="008F3E6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8F3E6F" w:rsidRPr="00C404E0" w:rsidRDefault="008F3E6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8F3E6F" w:rsidRPr="00C404E0" w:rsidRDefault="008F3E6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8F3E6F" w:rsidRPr="00C404E0" w:rsidRDefault="008F3E6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8F3E6F" w:rsidRPr="00C404E0" w:rsidRDefault="008F3E6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8F3E6F" w:rsidRPr="00C404E0" w:rsidRDefault="008F3E6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8F3E6F" w:rsidRPr="00C404E0" w:rsidRDefault="008F3E6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8F3E6F" w:rsidRPr="0054045D" w:rsidRDefault="008F3E6F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8F3E6F" w:rsidRPr="000B0521" w:rsidTr="00C404E0">
        <w:tc>
          <w:tcPr>
            <w:tcW w:w="726" w:type="dxa"/>
          </w:tcPr>
          <w:p w:rsidR="008F3E6F" w:rsidRPr="000B0521" w:rsidRDefault="008F3E6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8F3E6F" w:rsidRPr="000B0521" w:rsidRDefault="008F3E6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8F3E6F" w:rsidRPr="000B0521" w:rsidRDefault="008F3E6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8F3E6F" w:rsidRPr="000B0521" w:rsidRDefault="008F3E6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8F3E6F" w:rsidRPr="000B0521" w:rsidRDefault="008F3E6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8F3E6F" w:rsidRPr="000B0521" w:rsidRDefault="008F3E6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8F3E6F" w:rsidRPr="000B0521" w:rsidRDefault="008F3E6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8F3E6F" w:rsidRPr="000B0521" w:rsidRDefault="008F3E6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8F3E6F" w:rsidRPr="00F945BC" w:rsidTr="00C404E0">
        <w:tc>
          <w:tcPr>
            <w:tcW w:w="726" w:type="dxa"/>
          </w:tcPr>
          <w:p w:rsidR="008F3E6F" w:rsidRPr="00C404E0" w:rsidRDefault="008F3E6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8F3E6F" w:rsidRPr="00817133" w:rsidRDefault="008F3E6F" w:rsidP="005D3E7D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817133">
              <w:rPr>
                <w:bCs/>
                <w:sz w:val="24"/>
                <w:szCs w:val="24"/>
              </w:rPr>
              <w:t>«Развитие водопроводно-канализационного комплекса Старотитаровского сельского поселения Темрюкского района»</w:t>
            </w:r>
          </w:p>
          <w:p w:rsidR="008F3E6F" w:rsidRPr="00C404E0" w:rsidRDefault="008F3E6F" w:rsidP="00C404E0">
            <w:pPr>
              <w:jc w:val="center"/>
              <w:rPr>
                <w:sz w:val="24"/>
                <w:szCs w:val="24"/>
              </w:rPr>
            </w:pPr>
          </w:p>
        </w:tc>
      </w:tr>
      <w:tr w:rsidR="008F3E6F" w:rsidRPr="00F945BC" w:rsidTr="00C404E0">
        <w:tc>
          <w:tcPr>
            <w:tcW w:w="726" w:type="dxa"/>
          </w:tcPr>
          <w:p w:rsidR="008F3E6F" w:rsidRPr="00C404E0" w:rsidRDefault="008F3E6F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8F3E6F" w:rsidRPr="00465F55" w:rsidRDefault="008F3E6F" w:rsidP="00F9512D">
            <w:pPr>
              <w:rPr>
                <w:sz w:val="24"/>
                <w:szCs w:val="24"/>
              </w:rPr>
            </w:pPr>
            <w:r w:rsidRPr="00465F55">
              <w:rPr>
                <w:sz w:val="24"/>
                <w:szCs w:val="24"/>
              </w:rPr>
              <w:t>замена трубопроводов и запорной арматуры</w:t>
            </w:r>
          </w:p>
        </w:tc>
        <w:tc>
          <w:tcPr>
            <w:tcW w:w="1519" w:type="dxa"/>
            <w:vAlign w:val="center"/>
          </w:tcPr>
          <w:p w:rsidR="008F3E6F" w:rsidRDefault="008F3E6F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546" w:type="dxa"/>
          </w:tcPr>
          <w:p w:rsidR="008F3E6F" w:rsidRPr="00B51199" w:rsidRDefault="008F3E6F" w:rsidP="00D852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8F3E6F" w:rsidRPr="00F57EFB" w:rsidRDefault="008F3E6F" w:rsidP="00D85246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8F3E6F" w:rsidRPr="00F57EFB" w:rsidRDefault="008F3E6F" w:rsidP="00D85246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8F3E6F" w:rsidRPr="00F57EFB" w:rsidRDefault="008F3E6F" w:rsidP="00D85246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8F3E6F" w:rsidRPr="00F945BC" w:rsidRDefault="008F3E6F" w:rsidP="00D85246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8F3E6F" w:rsidRPr="00F945BC" w:rsidTr="00C404E0">
        <w:tc>
          <w:tcPr>
            <w:tcW w:w="726" w:type="dxa"/>
          </w:tcPr>
          <w:p w:rsidR="008F3E6F" w:rsidRPr="00C404E0" w:rsidRDefault="008F3E6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2293" w:type="dxa"/>
          </w:tcPr>
          <w:p w:rsidR="008F3E6F" w:rsidRPr="00817133" w:rsidRDefault="008F3E6F" w:rsidP="00F9512D">
            <w:pPr>
              <w:rPr>
                <w:b/>
                <w:sz w:val="24"/>
                <w:szCs w:val="24"/>
              </w:rPr>
            </w:pPr>
            <w:r w:rsidRPr="00817133">
              <w:rPr>
                <w:sz w:val="24"/>
                <w:szCs w:val="24"/>
              </w:rPr>
              <w:t>текущий ремонт КНС на пер. Октябрьском</w:t>
            </w:r>
          </w:p>
        </w:tc>
        <w:tc>
          <w:tcPr>
            <w:tcW w:w="1519" w:type="dxa"/>
            <w:vAlign w:val="center"/>
          </w:tcPr>
          <w:p w:rsidR="008F3E6F" w:rsidRPr="00C404E0" w:rsidRDefault="008F3E6F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8F3E6F" w:rsidRPr="00B51199" w:rsidRDefault="008F3E6F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8F3E6F" w:rsidRPr="00F57EFB" w:rsidRDefault="008F3E6F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8F3E6F" w:rsidRPr="00F57EFB" w:rsidRDefault="008F3E6F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8F3E6F" w:rsidRPr="00F57EFB" w:rsidRDefault="008F3E6F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8F3E6F" w:rsidRPr="00F945BC" w:rsidRDefault="008F3E6F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8F3E6F" w:rsidRPr="00F945BC" w:rsidTr="00C667BF">
        <w:tc>
          <w:tcPr>
            <w:tcW w:w="726" w:type="dxa"/>
          </w:tcPr>
          <w:p w:rsidR="008F3E6F" w:rsidRPr="00C404E0" w:rsidRDefault="008F3E6F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8F3E6F" w:rsidRPr="00215EF9" w:rsidRDefault="008F3E6F" w:rsidP="00215EF9">
            <w:pPr>
              <w:jc w:val="center"/>
              <w:rPr>
                <w:b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817133">
              <w:rPr>
                <w:sz w:val="24"/>
                <w:szCs w:val="24"/>
              </w:rPr>
              <w:t>«По обеспечению земельных участков инженерной инфраструктурой в целях жилищного строительства, в том числе жилья эконом-класса и жилья из быстровозводимых конструкций на территории Старотитаровского сельского поселения Темрюкского района»</w:t>
            </w:r>
          </w:p>
          <w:p w:rsidR="008F3E6F" w:rsidRPr="00F945BC" w:rsidRDefault="008F3E6F" w:rsidP="00F945BC">
            <w:pPr>
              <w:jc w:val="center"/>
              <w:rPr>
                <w:szCs w:val="28"/>
              </w:rPr>
            </w:pPr>
          </w:p>
        </w:tc>
      </w:tr>
      <w:tr w:rsidR="008F3E6F" w:rsidRPr="00F945BC" w:rsidTr="00215EF9">
        <w:tc>
          <w:tcPr>
            <w:tcW w:w="726" w:type="dxa"/>
          </w:tcPr>
          <w:p w:rsidR="008F3E6F" w:rsidRDefault="008F3E6F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8F3E6F" w:rsidRPr="00937FF1" w:rsidRDefault="008F3E6F" w:rsidP="002822DB">
            <w:pPr>
              <w:rPr>
                <w:sz w:val="24"/>
                <w:szCs w:val="24"/>
              </w:rPr>
            </w:pPr>
            <w:r w:rsidRPr="00937FF1">
              <w:rPr>
                <w:sz w:val="24"/>
                <w:szCs w:val="24"/>
              </w:rPr>
              <w:t>техническое обслуживание газопровода</w:t>
            </w:r>
          </w:p>
        </w:tc>
        <w:tc>
          <w:tcPr>
            <w:tcW w:w="1519" w:type="dxa"/>
            <w:vAlign w:val="center"/>
          </w:tcPr>
          <w:p w:rsidR="008F3E6F" w:rsidRPr="00C404E0" w:rsidRDefault="008F3E6F" w:rsidP="002822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8F3E6F" w:rsidRPr="00B51199" w:rsidRDefault="008F3E6F" w:rsidP="002822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8F3E6F" w:rsidRPr="00F57EFB" w:rsidRDefault="008F3E6F" w:rsidP="002822DB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8F3E6F" w:rsidRPr="00F57EFB" w:rsidRDefault="008F3E6F" w:rsidP="002822DB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8F3E6F" w:rsidRPr="00F57EFB" w:rsidRDefault="008F3E6F" w:rsidP="002822DB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8F3E6F" w:rsidRPr="00F945BC" w:rsidRDefault="008F3E6F" w:rsidP="002822DB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8F3E6F" w:rsidRPr="00F945BC" w:rsidTr="00215EF9">
        <w:tc>
          <w:tcPr>
            <w:tcW w:w="726" w:type="dxa"/>
          </w:tcPr>
          <w:p w:rsidR="008F3E6F" w:rsidRDefault="008F3E6F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293" w:type="dxa"/>
          </w:tcPr>
          <w:p w:rsidR="008F3E6F" w:rsidRPr="00817133" w:rsidRDefault="008F3E6F" w:rsidP="00817133">
            <w:pPr>
              <w:rPr>
                <w:b/>
                <w:sz w:val="24"/>
                <w:szCs w:val="24"/>
              </w:rPr>
            </w:pPr>
            <w:r w:rsidRPr="00817133">
              <w:rPr>
                <w:sz w:val="24"/>
                <w:szCs w:val="24"/>
              </w:rPr>
              <w:t>количество мероприятий, необходимых для ввода в эксплуатацию объектов инженерной инфраструктуры</w:t>
            </w:r>
          </w:p>
        </w:tc>
        <w:tc>
          <w:tcPr>
            <w:tcW w:w="1519" w:type="dxa"/>
            <w:vAlign w:val="center"/>
          </w:tcPr>
          <w:p w:rsidR="008F3E6F" w:rsidRPr="00C404E0" w:rsidRDefault="008F3E6F" w:rsidP="002233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8F3E6F" w:rsidRPr="00F945BC" w:rsidRDefault="008F3E6F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8F3E6F" w:rsidRDefault="008F3E6F" w:rsidP="0022334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8F3E6F" w:rsidRPr="00F945BC" w:rsidRDefault="008F3E6F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</w:tcPr>
          <w:p w:rsidR="008F3E6F" w:rsidRPr="00F57EFB" w:rsidRDefault="008F3E6F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8F3E6F" w:rsidRPr="00F57EFB" w:rsidRDefault="008F3E6F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8F3E6F" w:rsidRPr="00E57BE0" w:rsidRDefault="008F3E6F" w:rsidP="00F9512D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8F3E6F" w:rsidRDefault="008F3E6F" w:rsidP="00FA1A72">
      <w:pPr>
        <w:jc w:val="both"/>
        <w:rPr>
          <w:szCs w:val="28"/>
        </w:rPr>
      </w:pPr>
    </w:p>
    <w:p w:rsidR="008F3E6F" w:rsidRDefault="008F3E6F" w:rsidP="00FA1A72">
      <w:pPr>
        <w:jc w:val="both"/>
        <w:rPr>
          <w:szCs w:val="28"/>
        </w:rPr>
      </w:pPr>
    </w:p>
    <w:p w:rsidR="008F3E6F" w:rsidRDefault="008F3E6F" w:rsidP="00FA1A72">
      <w:pPr>
        <w:jc w:val="both"/>
        <w:rPr>
          <w:szCs w:val="28"/>
        </w:rPr>
      </w:pPr>
    </w:p>
    <w:p w:rsidR="008F3E6F" w:rsidRDefault="008F3E6F" w:rsidP="00FA1A72">
      <w:pPr>
        <w:jc w:val="both"/>
        <w:rPr>
          <w:szCs w:val="28"/>
        </w:rPr>
      </w:pPr>
    </w:p>
    <w:p w:rsidR="008F3E6F" w:rsidRDefault="008F3E6F" w:rsidP="00FA1A72">
      <w:pPr>
        <w:jc w:val="both"/>
        <w:rPr>
          <w:szCs w:val="28"/>
        </w:rPr>
      </w:pPr>
    </w:p>
    <w:p w:rsidR="008F3E6F" w:rsidRDefault="008F3E6F" w:rsidP="00FA1A72">
      <w:pPr>
        <w:jc w:val="both"/>
        <w:rPr>
          <w:szCs w:val="28"/>
        </w:rPr>
      </w:pPr>
    </w:p>
    <w:p w:rsidR="008F3E6F" w:rsidRDefault="008F3E6F" w:rsidP="00FA1A72">
      <w:pPr>
        <w:jc w:val="both"/>
        <w:rPr>
          <w:szCs w:val="28"/>
        </w:rPr>
      </w:pPr>
    </w:p>
    <w:p w:rsidR="008F3E6F" w:rsidRDefault="008F3E6F" w:rsidP="00FA1A72">
      <w:pPr>
        <w:jc w:val="both"/>
        <w:rPr>
          <w:szCs w:val="28"/>
        </w:rPr>
      </w:pPr>
    </w:p>
    <w:p w:rsidR="008F3E6F" w:rsidRDefault="008F3E6F" w:rsidP="00FA1A72">
      <w:pPr>
        <w:jc w:val="both"/>
        <w:rPr>
          <w:szCs w:val="28"/>
        </w:rPr>
      </w:pPr>
    </w:p>
    <w:p w:rsidR="008F3E6F" w:rsidRDefault="008F3E6F" w:rsidP="00FA1A72">
      <w:pPr>
        <w:jc w:val="both"/>
        <w:rPr>
          <w:szCs w:val="28"/>
        </w:rPr>
      </w:pPr>
    </w:p>
    <w:p w:rsidR="008F3E6F" w:rsidRDefault="008F3E6F" w:rsidP="00FA1A72">
      <w:pPr>
        <w:jc w:val="both"/>
        <w:rPr>
          <w:szCs w:val="28"/>
        </w:rPr>
      </w:pPr>
    </w:p>
    <w:p w:rsidR="008F3E6F" w:rsidRDefault="008F3E6F" w:rsidP="00FA1A72">
      <w:pPr>
        <w:jc w:val="both"/>
        <w:rPr>
          <w:szCs w:val="28"/>
        </w:rPr>
      </w:pPr>
    </w:p>
    <w:p w:rsidR="008F3E6F" w:rsidRDefault="008F3E6F" w:rsidP="00FA1A72">
      <w:pPr>
        <w:jc w:val="both"/>
        <w:rPr>
          <w:szCs w:val="28"/>
        </w:rPr>
      </w:pPr>
    </w:p>
    <w:p w:rsidR="008F3E6F" w:rsidRDefault="008F3E6F" w:rsidP="00FA1A72">
      <w:pPr>
        <w:jc w:val="both"/>
        <w:rPr>
          <w:szCs w:val="28"/>
        </w:rPr>
      </w:pPr>
    </w:p>
    <w:p w:rsidR="008F3E6F" w:rsidRPr="00FD34F6" w:rsidRDefault="008F3E6F">
      <w:pPr>
        <w:rPr>
          <w:sz w:val="6"/>
          <w:szCs w:val="6"/>
        </w:rPr>
      </w:pPr>
    </w:p>
    <w:p w:rsidR="008F3E6F" w:rsidRDefault="008F3E6F" w:rsidP="00EF6F81">
      <w:pPr>
        <w:jc w:val="center"/>
        <w:rPr>
          <w:szCs w:val="28"/>
        </w:rPr>
        <w:sectPr w:rsidR="008F3E6F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8F3E6F" w:rsidRDefault="008F3E6F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F3E6F" w:rsidRPr="00484E94" w:rsidRDefault="008F3E6F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8F3E6F" w:rsidRPr="00484E94" w:rsidRDefault="008F3E6F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8F3E6F" w:rsidRPr="00484E94" w:rsidRDefault="008F3E6F" w:rsidP="00484E94">
      <w:pPr>
        <w:pStyle w:val="ConsPlusNormal0"/>
        <w:jc w:val="center"/>
        <w:rPr>
          <w:szCs w:val="28"/>
        </w:rPr>
      </w:pPr>
    </w:p>
    <w:p w:rsidR="008F3E6F" w:rsidRPr="0016103B" w:rsidRDefault="008F3E6F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8F3E6F" w:rsidRPr="00484E94" w:rsidRDefault="008F3E6F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8F3E6F" w:rsidRDefault="008F3E6F" w:rsidP="00484E94">
      <w:pPr>
        <w:jc w:val="both"/>
      </w:pPr>
    </w:p>
    <w:p w:rsidR="008F3E6F" w:rsidRPr="00484E94" w:rsidRDefault="008F3E6F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8F3E6F" w:rsidRPr="00484E94" w:rsidRDefault="008F3E6F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8F3E6F" w:rsidRPr="00484E94" w:rsidRDefault="008F3E6F" w:rsidP="00484E94">
      <w:pPr>
        <w:pStyle w:val="ConsPlusNormal0"/>
        <w:jc w:val="both"/>
        <w:rPr>
          <w:szCs w:val="28"/>
        </w:rPr>
      </w:pPr>
    </w:p>
    <w:p w:rsidR="008F3E6F" w:rsidRPr="007F34E4" w:rsidRDefault="008F3E6F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8F3E6F" w:rsidRPr="007F34E4" w:rsidRDefault="008F3E6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8F3E6F" w:rsidRPr="007F34E4" w:rsidRDefault="008F3E6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8F3E6F" w:rsidRPr="007F34E4" w:rsidRDefault="008F3E6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8F3E6F" w:rsidRPr="007F34E4" w:rsidRDefault="008F3E6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8F3E6F" w:rsidRPr="007F34E4" w:rsidRDefault="008F3E6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8F3E6F" w:rsidRPr="007F34E4" w:rsidRDefault="008F3E6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8F3E6F" w:rsidRPr="007F34E4" w:rsidRDefault="008F3E6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8F3E6F" w:rsidRPr="007F34E4" w:rsidRDefault="008F3E6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8F3E6F" w:rsidRPr="007F34E4" w:rsidRDefault="008F3E6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8F3E6F" w:rsidRPr="007F34E4" w:rsidRDefault="008F3E6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8F3E6F" w:rsidRPr="007F34E4" w:rsidRDefault="008F3E6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8F3E6F" w:rsidRPr="007F34E4" w:rsidRDefault="008F3E6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8F3E6F" w:rsidRPr="007F34E4" w:rsidRDefault="008F3E6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8F3E6F" w:rsidRDefault="008F3E6F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в </w:t>
      </w:r>
      <w:r>
        <w:t>финансовый отдел администрации Старотитаровского сельского поселения Темрюкского района</w:t>
      </w:r>
      <w:r w:rsidRPr="005450A9">
        <w:t xml:space="preserve"> заполненные отчетные формы мониторинга реализации муниципальной программы</w:t>
      </w:r>
      <w:r>
        <w:t>.</w:t>
      </w:r>
    </w:p>
    <w:p w:rsidR="008F3E6F" w:rsidRPr="007F34E4" w:rsidRDefault="008F3E6F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8F3E6F" w:rsidRPr="007F34E4" w:rsidRDefault="008F3E6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ежеквартально, до </w:t>
      </w:r>
      <w:r>
        <w:t>5</w:t>
      </w:r>
      <w:r w:rsidRPr="007F34E4">
        <w:t xml:space="preserve">-го числа месяца, следующего за отчетным кварталом, представляют координатору </w:t>
      </w:r>
      <w:r>
        <w:t>муниципальной</w:t>
      </w:r>
      <w:r w:rsidRPr="007F34E4">
        <w:t xml:space="preserve"> программы заполненные отчетные формы мониторинга реализации </w:t>
      </w:r>
      <w:r>
        <w:t>муниципальной</w:t>
      </w:r>
      <w:r w:rsidRPr="007F34E4">
        <w:t xml:space="preserve"> программы;</w:t>
      </w:r>
    </w:p>
    <w:p w:rsidR="008F3E6F" w:rsidRPr="007F34E4" w:rsidRDefault="008F3E6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8F3E6F" w:rsidRPr="007F34E4" w:rsidRDefault="008F3E6F" w:rsidP="00DA07D9">
      <w:pPr>
        <w:pStyle w:val="ConsPlusNormal0"/>
        <w:ind w:firstLine="709"/>
        <w:jc w:val="both"/>
      </w:pPr>
      <w:r w:rsidRPr="007F34E4">
        <w:t xml:space="preserve">Кроме того, участники </w:t>
      </w:r>
      <w:r>
        <w:t>муниципальной</w:t>
      </w:r>
      <w:r w:rsidRPr="007F34E4">
        <w:t xml:space="preserve"> программы представляют координатору </w:t>
      </w:r>
      <w:r>
        <w:t>муниципальной</w:t>
      </w:r>
      <w:r w:rsidRPr="007F34E4">
        <w:t xml:space="preserve"> программы значения целевых показателей в порядке и сроки, установленные координатором </w:t>
      </w:r>
      <w:r>
        <w:t>муниципальной</w:t>
      </w:r>
      <w:r w:rsidRPr="007F34E4">
        <w:t xml:space="preserve"> программы.</w:t>
      </w:r>
    </w:p>
    <w:p w:rsidR="008F3E6F" w:rsidRPr="007F34E4" w:rsidRDefault="008F3E6F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8F3E6F" w:rsidRPr="007F34E4" w:rsidRDefault="008F3E6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8F3E6F" w:rsidRPr="007F34E4" w:rsidRDefault="008F3E6F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8F3E6F" w:rsidRPr="007F34E4" w:rsidRDefault="008F3E6F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8F3E6F" w:rsidRPr="007F34E4" w:rsidRDefault="008F3E6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8F3E6F" w:rsidRPr="007F34E4" w:rsidRDefault="008F3E6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8F3E6F" w:rsidRPr="007F34E4" w:rsidRDefault="008F3E6F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8F3E6F" w:rsidRPr="007F34E4" w:rsidRDefault="008F3E6F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8F3E6F" w:rsidRDefault="008F3E6F" w:rsidP="00484E94">
      <w:pPr>
        <w:ind w:firstLine="709"/>
        <w:jc w:val="both"/>
        <w:rPr>
          <w:szCs w:val="28"/>
        </w:rPr>
      </w:pPr>
    </w:p>
    <w:p w:rsidR="008F3E6F" w:rsidRDefault="008F3E6F" w:rsidP="00484E94">
      <w:pPr>
        <w:ind w:firstLine="709"/>
        <w:jc w:val="both"/>
        <w:rPr>
          <w:szCs w:val="28"/>
        </w:rPr>
      </w:pPr>
    </w:p>
    <w:p w:rsidR="008F3E6F" w:rsidRDefault="008F3E6F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8F3E6F" w:rsidRDefault="008F3E6F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8F3E6F" w:rsidRDefault="008F3E6F" w:rsidP="00B47CC7">
      <w:pPr>
        <w:rPr>
          <w:szCs w:val="28"/>
        </w:rPr>
        <w:sectPr w:rsidR="008F3E6F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     Е.М. Зимина</w:t>
      </w:r>
    </w:p>
    <w:p w:rsidR="008F3E6F" w:rsidRDefault="008F3E6F" w:rsidP="001F5CA2">
      <w:pPr>
        <w:jc w:val="center"/>
        <w:rPr>
          <w:b/>
        </w:rPr>
      </w:pPr>
    </w:p>
    <w:sectPr w:rsidR="008F3E6F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3E6F" w:rsidRDefault="008F3E6F" w:rsidP="00EF6F81">
      <w:r>
        <w:separator/>
      </w:r>
    </w:p>
  </w:endnote>
  <w:endnote w:type="continuationSeparator" w:id="0">
    <w:p w:rsidR="008F3E6F" w:rsidRDefault="008F3E6F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3E6F" w:rsidRDefault="008F3E6F" w:rsidP="00EF6F81">
      <w:r>
        <w:separator/>
      </w:r>
    </w:p>
  </w:footnote>
  <w:footnote w:type="continuationSeparator" w:id="0">
    <w:p w:rsidR="008F3E6F" w:rsidRDefault="008F3E6F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E6F" w:rsidRDefault="008F3E6F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E6F" w:rsidRDefault="008F3E6F">
    <w:pPr>
      <w:pStyle w:val="Header"/>
      <w:jc w:val="center"/>
    </w:pPr>
  </w:p>
  <w:p w:rsidR="008F3E6F" w:rsidRDefault="008F3E6F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8F3E6F" w:rsidRPr="00F945BC" w:rsidRDefault="008F3E6F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1F8B"/>
    <w:rsid w:val="000020DB"/>
    <w:rsid w:val="00002E86"/>
    <w:rsid w:val="00004796"/>
    <w:rsid w:val="00010261"/>
    <w:rsid w:val="00017FA2"/>
    <w:rsid w:val="00023F4D"/>
    <w:rsid w:val="00030F55"/>
    <w:rsid w:val="00031DF9"/>
    <w:rsid w:val="000348BC"/>
    <w:rsid w:val="0003562F"/>
    <w:rsid w:val="00036BA0"/>
    <w:rsid w:val="00046F33"/>
    <w:rsid w:val="000519D6"/>
    <w:rsid w:val="000520B4"/>
    <w:rsid w:val="0005300F"/>
    <w:rsid w:val="0005555B"/>
    <w:rsid w:val="000669A4"/>
    <w:rsid w:val="00067C9E"/>
    <w:rsid w:val="00073545"/>
    <w:rsid w:val="00084E42"/>
    <w:rsid w:val="000A3A2B"/>
    <w:rsid w:val="000A5167"/>
    <w:rsid w:val="000B0521"/>
    <w:rsid w:val="000B1D2D"/>
    <w:rsid w:val="000B4AE6"/>
    <w:rsid w:val="000C1918"/>
    <w:rsid w:val="000C3C23"/>
    <w:rsid w:val="000C3FBF"/>
    <w:rsid w:val="000D1B88"/>
    <w:rsid w:val="000D42BE"/>
    <w:rsid w:val="000D5144"/>
    <w:rsid w:val="000E5F26"/>
    <w:rsid w:val="000F0BCA"/>
    <w:rsid w:val="000F3C67"/>
    <w:rsid w:val="000F5130"/>
    <w:rsid w:val="000F5E70"/>
    <w:rsid w:val="000F72CE"/>
    <w:rsid w:val="000F7C02"/>
    <w:rsid w:val="0010064A"/>
    <w:rsid w:val="00103E05"/>
    <w:rsid w:val="00107AF9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0D29"/>
    <w:rsid w:val="00143C57"/>
    <w:rsid w:val="00145E87"/>
    <w:rsid w:val="0015265A"/>
    <w:rsid w:val="00153625"/>
    <w:rsid w:val="0015372F"/>
    <w:rsid w:val="00154016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3BE2"/>
    <w:rsid w:val="001B7870"/>
    <w:rsid w:val="001B7AD5"/>
    <w:rsid w:val="001C6397"/>
    <w:rsid w:val="001D080B"/>
    <w:rsid w:val="001D1214"/>
    <w:rsid w:val="001D4E9D"/>
    <w:rsid w:val="001D7910"/>
    <w:rsid w:val="001E468C"/>
    <w:rsid w:val="001E7209"/>
    <w:rsid w:val="001F5CA2"/>
    <w:rsid w:val="001F7787"/>
    <w:rsid w:val="002050C7"/>
    <w:rsid w:val="0020737A"/>
    <w:rsid w:val="00214AAC"/>
    <w:rsid w:val="00215EF9"/>
    <w:rsid w:val="00216964"/>
    <w:rsid w:val="00217311"/>
    <w:rsid w:val="002175EF"/>
    <w:rsid w:val="00221E58"/>
    <w:rsid w:val="00223300"/>
    <w:rsid w:val="00223344"/>
    <w:rsid w:val="00224960"/>
    <w:rsid w:val="00224C98"/>
    <w:rsid w:val="00225134"/>
    <w:rsid w:val="00225687"/>
    <w:rsid w:val="00226953"/>
    <w:rsid w:val="00226E2F"/>
    <w:rsid w:val="0023010F"/>
    <w:rsid w:val="00230B23"/>
    <w:rsid w:val="00234771"/>
    <w:rsid w:val="002371A2"/>
    <w:rsid w:val="00244C9F"/>
    <w:rsid w:val="00250B58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22DB"/>
    <w:rsid w:val="00284AEB"/>
    <w:rsid w:val="002937AE"/>
    <w:rsid w:val="00295EB1"/>
    <w:rsid w:val="00297869"/>
    <w:rsid w:val="002A1837"/>
    <w:rsid w:val="002A39F5"/>
    <w:rsid w:val="002A7838"/>
    <w:rsid w:val="002B24B8"/>
    <w:rsid w:val="002B34B6"/>
    <w:rsid w:val="002B4227"/>
    <w:rsid w:val="002C0137"/>
    <w:rsid w:val="002C031E"/>
    <w:rsid w:val="002C7291"/>
    <w:rsid w:val="002D2249"/>
    <w:rsid w:val="002D487F"/>
    <w:rsid w:val="002D6BB0"/>
    <w:rsid w:val="002E11AD"/>
    <w:rsid w:val="002E291E"/>
    <w:rsid w:val="002E5323"/>
    <w:rsid w:val="002E62B4"/>
    <w:rsid w:val="00306055"/>
    <w:rsid w:val="00324FC7"/>
    <w:rsid w:val="00325B03"/>
    <w:rsid w:val="00326F04"/>
    <w:rsid w:val="003335DB"/>
    <w:rsid w:val="00337501"/>
    <w:rsid w:val="00345A6E"/>
    <w:rsid w:val="00347A6F"/>
    <w:rsid w:val="003547EA"/>
    <w:rsid w:val="003559DB"/>
    <w:rsid w:val="00357F42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15B5"/>
    <w:rsid w:val="003A3ADE"/>
    <w:rsid w:val="003A5E11"/>
    <w:rsid w:val="003B019F"/>
    <w:rsid w:val="003B4B63"/>
    <w:rsid w:val="003C0C91"/>
    <w:rsid w:val="003C0D75"/>
    <w:rsid w:val="003C1DA5"/>
    <w:rsid w:val="003C75F8"/>
    <w:rsid w:val="003C7953"/>
    <w:rsid w:val="003D110A"/>
    <w:rsid w:val="003D283C"/>
    <w:rsid w:val="003D359A"/>
    <w:rsid w:val="003D61CD"/>
    <w:rsid w:val="003D7675"/>
    <w:rsid w:val="003E03DA"/>
    <w:rsid w:val="003E0EC0"/>
    <w:rsid w:val="003E2B65"/>
    <w:rsid w:val="003E500C"/>
    <w:rsid w:val="003E51DA"/>
    <w:rsid w:val="004019AF"/>
    <w:rsid w:val="00401C77"/>
    <w:rsid w:val="004058C3"/>
    <w:rsid w:val="00405F4C"/>
    <w:rsid w:val="00410400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5F55"/>
    <w:rsid w:val="00467446"/>
    <w:rsid w:val="00470DA3"/>
    <w:rsid w:val="00472B1D"/>
    <w:rsid w:val="004816D5"/>
    <w:rsid w:val="00484E94"/>
    <w:rsid w:val="004852C0"/>
    <w:rsid w:val="00487F47"/>
    <w:rsid w:val="00491923"/>
    <w:rsid w:val="00494A1C"/>
    <w:rsid w:val="004A2815"/>
    <w:rsid w:val="004A51A1"/>
    <w:rsid w:val="004B3AAC"/>
    <w:rsid w:val="004B6573"/>
    <w:rsid w:val="004C321E"/>
    <w:rsid w:val="004C630B"/>
    <w:rsid w:val="004D3592"/>
    <w:rsid w:val="004D4038"/>
    <w:rsid w:val="004E184B"/>
    <w:rsid w:val="004E3B65"/>
    <w:rsid w:val="004E660F"/>
    <w:rsid w:val="004E6CCF"/>
    <w:rsid w:val="004F106C"/>
    <w:rsid w:val="004F504A"/>
    <w:rsid w:val="0050378D"/>
    <w:rsid w:val="0050519C"/>
    <w:rsid w:val="00506C43"/>
    <w:rsid w:val="00510D19"/>
    <w:rsid w:val="005110C7"/>
    <w:rsid w:val="00520BAF"/>
    <w:rsid w:val="005346A1"/>
    <w:rsid w:val="0053507E"/>
    <w:rsid w:val="0054045D"/>
    <w:rsid w:val="0054063E"/>
    <w:rsid w:val="00541A25"/>
    <w:rsid w:val="005450A9"/>
    <w:rsid w:val="00547264"/>
    <w:rsid w:val="00551202"/>
    <w:rsid w:val="0055229B"/>
    <w:rsid w:val="00553CFA"/>
    <w:rsid w:val="00561B23"/>
    <w:rsid w:val="00565F55"/>
    <w:rsid w:val="005716FF"/>
    <w:rsid w:val="00571FAC"/>
    <w:rsid w:val="005734E0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0AC6"/>
    <w:rsid w:val="005C4D2D"/>
    <w:rsid w:val="005C6C01"/>
    <w:rsid w:val="005D3E7D"/>
    <w:rsid w:val="005E3ACA"/>
    <w:rsid w:val="005E7A49"/>
    <w:rsid w:val="005F0511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45C5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B4F4C"/>
    <w:rsid w:val="006C1CE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34314"/>
    <w:rsid w:val="00741C5B"/>
    <w:rsid w:val="00741FA6"/>
    <w:rsid w:val="00743334"/>
    <w:rsid w:val="00745D1A"/>
    <w:rsid w:val="007556E6"/>
    <w:rsid w:val="00756022"/>
    <w:rsid w:val="007631C4"/>
    <w:rsid w:val="00770883"/>
    <w:rsid w:val="00770CDB"/>
    <w:rsid w:val="00775426"/>
    <w:rsid w:val="00782AE6"/>
    <w:rsid w:val="00783D2D"/>
    <w:rsid w:val="0078526C"/>
    <w:rsid w:val="00787BEA"/>
    <w:rsid w:val="007927F1"/>
    <w:rsid w:val="007A41C0"/>
    <w:rsid w:val="007A48F1"/>
    <w:rsid w:val="007A4F64"/>
    <w:rsid w:val="007A6F08"/>
    <w:rsid w:val="007A6FC2"/>
    <w:rsid w:val="007B0CAA"/>
    <w:rsid w:val="007B1928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147DE"/>
    <w:rsid w:val="00815BF7"/>
    <w:rsid w:val="00817133"/>
    <w:rsid w:val="00823D33"/>
    <w:rsid w:val="00824605"/>
    <w:rsid w:val="00827AAA"/>
    <w:rsid w:val="00827FDC"/>
    <w:rsid w:val="00831B7E"/>
    <w:rsid w:val="00842311"/>
    <w:rsid w:val="0084599C"/>
    <w:rsid w:val="00845C4E"/>
    <w:rsid w:val="00846A87"/>
    <w:rsid w:val="00855115"/>
    <w:rsid w:val="00855965"/>
    <w:rsid w:val="00876805"/>
    <w:rsid w:val="00877383"/>
    <w:rsid w:val="00883BAB"/>
    <w:rsid w:val="00885C29"/>
    <w:rsid w:val="00890443"/>
    <w:rsid w:val="008924E5"/>
    <w:rsid w:val="008964F0"/>
    <w:rsid w:val="00896A24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8F3E6F"/>
    <w:rsid w:val="009013AF"/>
    <w:rsid w:val="00904240"/>
    <w:rsid w:val="00910293"/>
    <w:rsid w:val="00911DA9"/>
    <w:rsid w:val="009147D6"/>
    <w:rsid w:val="0092378A"/>
    <w:rsid w:val="0092688F"/>
    <w:rsid w:val="00937318"/>
    <w:rsid w:val="00937FF1"/>
    <w:rsid w:val="00944B19"/>
    <w:rsid w:val="00944C39"/>
    <w:rsid w:val="00950972"/>
    <w:rsid w:val="00950F83"/>
    <w:rsid w:val="00953D8F"/>
    <w:rsid w:val="009569AD"/>
    <w:rsid w:val="00956FDA"/>
    <w:rsid w:val="00963C18"/>
    <w:rsid w:val="00965BF5"/>
    <w:rsid w:val="0096600F"/>
    <w:rsid w:val="00970926"/>
    <w:rsid w:val="00972A9E"/>
    <w:rsid w:val="0097458B"/>
    <w:rsid w:val="009745F9"/>
    <w:rsid w:val="009811A2"/>
    <w:rsid w:val="009838F0"/>
    <w:rsid w:val="009927A9"/>
    <w:rsid w:val="00994207"/>
    <w:rsid w:val="00994548"/>
    <w:rsid w:val="0099567A"/>
    <w:rsid w:val="009A1BB1"/>
    <w:rsid w:val="009A338E"/>
    <w:rsid w:val="009B4C82"/>
    <w:rsid w:val="009B6578"/>
    <w:rsid w:val="009C0A30"/>
    <w:rsid w:val="009C3754"/>
    <w:rsid w:val="009C4950"/>
    <w:rsid w:val="009C65D1"/>
    <w:rsid w:val="009D244C"/>
    <w:rsid w:val="009D4103"/>
    <w:rsid w:val="009D5DA6"/>
    <w:rsid w:val="009D6765"/>
    <w:rsid w:val="009E1504"/>
    <w:rsid w:val="009E288A"/>
    <w:rsid w:val="009E6C09"/>
    <w:rsid w:val="009F2245"/>
    <w:rsid w:val="009F22D5"/>
    <w:rsid w:val="00A03E7E"/>
    <w:rsid w:val="00A1507B"/>
    <w:rsid w:val="00A23788"/>
    <w:rsid w:val="00A30B42"/>
    <w:rsid w:val="00A30FFE"/>
    <w:rsid w:val="00A35B08"/>
    <w:rsid w:val="00A3694D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7AF"/>
    <w:rsid w:val="00A7591C"/>
    <w:rsid w:val="00A77D4F"/>
    <w:rsid w:val="00A811B2"/>
    <w:rsid w:val="00A84785"/>
    <w:rsid w:val="00A96A8D"/>
    <w:rsid w:val="00AA0D84"/>
    <w:rsid w:val="00AA5C4B"/>
    <w:rsid w:val="00AA7594"/>
    <w:rsid w:val="00AB5854"/>
    <w:rsid w:val="00AC26F6"/>
    <w:rsid w:val="00AC6410"/>
    <w:rsid w:val="00AC6F55"/>
    <w:rsid w:val="00AD4892"/>
    <w:rsid w:val="00AD6871"/>
    <w:rsid w:val="00AD68E7"/>
    <w:rsid w:val="00AD7804"/>
    <w:rsid w:val="00AE09CA"/>
    <w:rsid w:val="00AE7059"/>
    <w:rsid w:val="00AF1DE5"/>
    <w:rsid w:val="00AF3593"/>
    <w:rsid w:val="00AF35BD"/>
    <w:rsid w:val="00AF362F"/>
    <w:rsid w:val="00AF7ACB"/>
    <w:rsid w:val="00B07228"/>
    <w:rsid w:val="00B12FB3"/>
    <w:rsid w:val="00B149A9"/>
    <w:rsid w:val="00B1619A"/>
    <w:rsid w:val="00B169D6"/>
    <w:rsid w:val="00B17803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48BF"/>
    <w:rsid w:val="00B64B51"/>
    <w:rsid w:val="00B67874"/>
    <w:rsid w:val="00B71075"/>
    <w:rsid w:val="00B72FEF"/>
    <w:rsid w:val="00B76896"/>
    <w:rsid w:val="00B85358"/>
    <w:rsid w:val="00B86C1B"/>
    <w:rsid w:val="00B86DD3"/>
    <w:rsid w:val="00B87333"/>
    <w:rsid w:val="00B87A68"/>
    <w:rsid w:val="00B946DD"/>
    <w:rsid w:val="00B94A0C"/>
    <w:rsid w:val="00BA5003"/>
    <w:rsid w:val="00BA5B89"/>
    <w:rsid w:val="00BA76D6"/>
    <w:rsid w:val="00BA7AFB"/>
    <w:rsid w:val="00BB0A7D"/>
    <w:rsid w:val="00BB0CFF"/>
    <w:rsid w:val="00BB43B3"/>
    <w:rsid w:val="00BB769B"/>
    <w:rsid w:val="00BB7F9E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25175"/>
    <w:rsid w:val="00C3292C"/>
    <w:rsid w:val="00C404E0"/>
    <w:rsid w:val="00C4141F"/>
    <w:rsid w:val="00C429D2"/>
    <w:rsid w:val="00C476A4"/>
    <w:rsid w:val="00C53808"/>
    <w:rsid w:val="00C55522"/>
    <w:rsid w:val="00C576C0"/>
    <w:rsid w:val="00C667BF"/>
    <w:rsid w:val="00C71CC2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21D2"/>
    <w:rsid w:val="00CD36AE"/>
    <w:rsid w:val="00CD3DA8"/>
    <w:rsid w:val="00CD757B"/>
    <w:rsid w:val="00CD7797"/>
    <w:rsid w:val="00CE0668"/>
    <w:rsid w:val="00CE12C3"/>
    <w:rsid w:val="00CE6B3F"/>
    <w:rsid w:val="00CF3536"/>
    <w:rsid w:val="00CF500C"/>
    <w:rsid w:val="00CF53E2"/>
    <w:rsid w:val="00D047A4"/>
    <w:rsid w:val="00D07253"/>
    <w:rsid w:val="00D151C2"/>
    <w:rsid w:val="00D2044F"/>
    <w:rsid w:val="00D21B4F"/>
    <w:rsid w:val="00D2251E"/>
    <w:rsid w:val="00D341F7"/>
    <w:rsid w:val="00D3506A"/>
    <w:rsid w:val="00D407FD"/>
    <w:rsid w:val="00D50A29"/>
    <w:rsid w:val="00D50D85"/>
    <w:rsid w:val="00D510F8"/>
    <w:rsid w:val="00D57F3E"/>
    <w:rsid w:val="00D65A5D"/>
    <w:rsid w:val="00D66DD0"/>
    <w:rsid w:val="00D67385"/>
    <w:rsid w:val="00D74072"/>
    <w:rsid w:val="00D7588E"/>
    <w:rsid w:val="00D814EC"/>
    <w:rsid w:val="00D85246"/>
    <w:rsid w:val="00D91580"/>
    <w:rsid w:val="00D9235A"/>
    <w:rsid w:val="00DA00D1"/>
    <w:rsid w:val="00DA07D9"/>
    <w:rsid w:val="00DA0DE0"/>
    <w:rsid w:val="00DA2C96"/>
    <w:rsid w:val="00DA4ED8"/>
    <w:rsid w:val="00DA5916"/>
    <w:rsid w:val="00DC605B"/>
    <w:rsid w:val="00DD19BF"/>
    <w:rsid w:val="00DD1C2E"/>
    <w:rsid w:val="00DD49F6"/>
    <w:rsid w:val="00DD5F0A"/>
    <w:rsid w:val="00DE1C92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0A92"/>
    <w:rsid w:val="00E33916"/>
    <w:rsid w:val="00E43186"/>
    <w:rsid w:val="00E5079C"/>
    <w:rsid w:val="00E57BE0"/>
    <w:rsid w:val="00E60BDE"/>
    <w:rsid w:val="00E64895"/>
    <w:rsid w:val="00E64AB4"/>
    <w:rsid w:val="00E6543F"/>
    <w:rsid w:val="00E70BC2"/>
    <w:rsid w:val="00E72665"/>
    <w:rsid w:val="00E73688"/>
    <w:rsid w:val="00E73774"/>
    <w:rsid w:val="00E746A1"/>
    <w:rsid w:val="00E803BD"/>
    <w:rsid w:val="00E823BE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1B8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32F5"/>
    <w:rsid w:val="00F05B97"/>
    <w:rsid w:val="00F162F0"/>
    <w:rsid w:val="00F2196F"/>
    <w:rsid w:val="00F230FF"/>
    <w:rsid w:val="00F23492"/>
    <w:rsid w:val="00F24CB1"/>
    <w:rsid w:val="00F31FEC"/>
    <w:rsid w:val="00F32117"/>
    <w:rsid w:val="00F36F38"/>
    <w:rsid w:val="00F43866"/>
    <w:rsid w:val="00F43926"/>
    <w:rsid w:val="00F441D3"/>
    <w:rsid w:val="00F57EFB"/>
    <w:rsid w:val="00F65DF0"/>
    <w:rsid w:val="00F677FC"/>
    <w:rsid w:val="00F67E40"/>
    <w:rsid w:val="00F704A8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A3F7C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B86C1B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1310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10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10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10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10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10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10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2397</TotalTime>
  <Pages>11</Pages>
  <Words>1780</Words>
  <Characters>10148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237</cp:revision>
  <cp:lastPrinted>2021-06-11T06:36:00Z</cp:lastPrinted>
  <dcterms:created xsi:type="dcterms:W3CDTF">2018-08-07T11:48:00Z</dcterms:created>
  <dcterms:modified xsi:type="dcterms:W3CDTF">2022-10-12T05:13:00Z</dcterms:modified>
</cp:coreProperties>
</file>