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A94E42" w:rsidRPr="00F945BC">
        <w:tc>
          <w:tcPr>
            <w:tcW w:w="8934" w:type="dxa"/>
          </w:tcPr>
          <w:p w:rsidR="00A94E42" w:rsidRPr="00F945BC" w:rsidRDefault="00A94E42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A94E42" w:rsidRDefault="00A94E42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A94E42" w:rsidRDefault="00A94E42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94E42" w:rsidRPr="00EE5BAC" w:rsidRDefault="00A94E42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02.02.2022 г. № 16</w:t>
            </w:r>
          </w:p>
          <w:p w:rsidR="00A94E42" w:rsidRPr="00EE5BAC" w:rsidRDefault="00A94E42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A94E42" w:rsidRPr="00EE5BAC" w:rsidRDefault="00A94E42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A94E42" w:rsidRPr="00EE5BAC" w:rsidRDefault="00A94E42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A94E42" w:rsidRPr="00EE5BAC" w:rsidRDefault="00A94E42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A94E42" w:rsidRDefault="00A94E42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от 28.10.2021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212</w:t>
            </w:r>
          </w:p>
          <w:p w:rsidR="00A94E42" w:rsidRPr="00F945BC" w:rsidRDefault="00A94E42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A94E42" w:rsidRPr="00885C29" w:rsidRDefault="00A94E42" w:rsidP="001157F7"/>
    <w:p w:rsidR="00A94E42" w:rsidRDefault="00A94E42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A94E42" w:rsidRDefault="00A94E42" w:rsidP="00800A7A">
      <w:pPr>
        <w:ind w:left="360"/>
        <w:jc w:val="center"/>
        <w:rPr>
          <w:b/>
          <w:bCs/>
        </w:rPr>
      </w:pP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A94E42" w:rsidRDefault="00A94E42" w:rsidP="00221E58">
      <w:pPr>
        <w:jc w:val="center"/>
        <w:rPr>
          <w:b/>
          <w:bCs/>
        </w:rPr>
      </w:pPr>
    </w:p>
    <w:p w:rsidR="00A94E42" w:rsidRPr="00950972" w:rsidRDefault="00A94E42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A94E42" w:rsidRDefault="00A94E42" w:rsidP="00800A7A">
      <w:pPr>
        <w:ind w:left="360"/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A94E42" w:rsidRPr="00250B58" w:rsidRDefault="00A94E42" w:rsidP="009C4950">
      <w:pPr>
        <w:jc w:val="center"/>
        <w:rPr>
          <w:b/>
          <w:bCs/>
        </w:rPr>
      </w:pPr>
    </w:p>
    <w:p w:rsidR="00A94E42" w:rsidRPr="00950972" w:rsidRDefault="00A94E42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Default="00A94E42" w:rsidP="00F9512D">
            <w:r>
              <w:t>Заместитель главы Старотитаровского сельского поселения Темрюкского района</w:t>
            </w:r>
          </w:p>
          <w:p w:rsidR="00A94E42" w:rsidRPr="00855115" w:rsidRDefault="00A94E42" w:rsidP="00F9512D"/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94E42" w:rsidRDefault="00A94E42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A94E42" w:rsidRPr="0096600F" w:rsidRDefault="00A94E42" w:rsidP="00800A7A"/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Default="00A94E42" w:rsidP="00F9512D">
            <w:r w:rsidRPr="00B64B51">
              <w:t>Администрация Старотитаровского сельског</w:t>
            </w:r>
            <w:r>
              <w:t>о поселения Темрюкского района;</w:t>
            </w:r>
          </w:p>
          <w:p w:rsidR="00A94E42" w:rsidRDefault="00A94E42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A94E42" w:rsidRPr="00190885" w:rsidRDefault="00A94E42" w:rsidP="00F9512D">
            <w:pPr>
              <w:rPr>
                <w:b/>
                <w:bCs/>
              </w:rPr>
            </w:pP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Pr="00800A7A" w:rsidRDefault="00A94E42" w:rsidP="00F9512D">
            <w:r w:rsidRPr="00E823BE">
              <w:t>1. Подпрограмма</w:t>
            </w:r>
            <w:r>
              <w:t xml:space="preserve"> </w:t>
            </w:r>
            <w:r w:rsidRPr="00800A7A">
              <w:t>«Совершенствование деятельности МБУ «ФОСК «Виктория» по предоставлению муниципальных услуг»;</w:t>
            </w:r>
          </w:p>
          <w:p w:rsidR="00A94E42" w:rsidRDefault="00A94E42" w:rsidP="00F9512D">
            <w:r w:rsidRPr="00E823BE">
              <w:t>2. Подпрограмма</w:t>
            </w:r>
            <w:r>
              <w:t xml:space="preserve"> </w:t>
            </w:r>
            <w:r w:rsidRPr="00800A7A">
              <w:t>«Развитие массового спорта в Старотитаровском сельском поселении Темрюкского района»</w:t>
            </w:r>
            <w:r>
              <w:t>;</w:t>
            </w:r>
          </w:p>
          <w:p w:rsidR="00A94E42" w:rsidRPr="00800A7A" w:rsidRDefault="00A94E42" w:rsidP="00F9512D">
            <w:r>
              <w:t>3.</w:t>
            </w:r>
            <w:r>
              <w:rPr>
                <w:b/>
                <w:bCs/>
              </w:rPr>
              <w:t xml:space="preserve"> </w:t>
            </w:r>
            <w:r w:rsidRPr="00800A7A"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A94E42" w:rsidRPr="00190885" w:rsidRDefault="00A94E42" w:rsidP="00221E58">
            <w:pPr>
              <w:rPr>
                <w:b/>
                <w:bCs/>
              </w:rPr>
            </w:pP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Default="00A94E42" w:rsidP="00221E58"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A94E42" w:rsidRPr="00221E58" w:rsidRDefault="00A94E42" w:rsidP="00221E58"/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Default="00A94E42" w:rsidP="00E55C53">
            <w:r>
              <w:t xml:space="preserve">- </w:t>
            </w:r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  <w:r>
              <w:t>;</w:t>
            </w:r>
          </w:p>
          <w:p w:rsidR="00A94E42" w:rsidRDefault="00A94E42" w:rsidP="00E55C53">
            <w:r>
              <w:t>- развитие массового спорта в Старотитаровском сельском поселении Темрюкского района;</w:t>
            </w:r>
          </w:p>
          <w:p w:rsidR="00A94E42" w:rsidRDefault="00A94E42" w:rsidP="00E55C53">
            <w:r>
              <w:t xml:space="preserve">- </w:t>
            </w:r>
            <w:r w:rsidRPr="00FE5FC9">
              <w:t>обеспечение условий для развития физической культуры и массового спорта</w:t>
            </w:r>
            <w:r>
              <w:t xml:space="preserve"> </w:t>
            </w:r>
          </w:p>
          <w:p w:rsidR="00A94E42" w:rsidRPr="009F22D5" w:rsidRDefault="00A94E42" w:rsidP="00A3694D"/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94E42" w:rsidRPr="000C3C23" w:rsidRDefault="00A94E42" w:rsidP="00F9512D">
            <w:r>
              <w:t>не предусмотрено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Default="00A94E42" w:rsidP="00927F36">
            <w:r>
              <w:t>- выплаты заработной платы;</w:t>
            </w:r>
          </w:p>
          <w:p w:rsidR="00A94E42" w:rsidRDefault="00A94E42" w:rsidP="00927F36">
            <w:r>
              <w:t>- оплата коммунальных услуг;</w:t>
            </w:r>
          </w:p>
          <w:p w:rsidR="00A94E42" w:rsidRDefault="00A94E42" w:rsidP="00927F36">
            <w:r>
              <w:t>- уплата налогов;</w:t>
            </w:r>
          </w:p>
          <w:p w:rsidR="00A94E42" w:rsidRDefault="00A94E42" w:rsidP="00927F36">
            <w:r>
              <w:t>- содержание и техническое обслуживание учреждения физической культуры;</w:t>
            </w:r>
          </w:p>
          <w:p w:rsidR="00A94E42" w:rsidRDefault="00A94E42" w:rsidP="00927F36">
            <w:r>
              <w:t>- приобретение основных средств;</w:t>
            </w:r>
          </w:p>
          <w:p w:rsidR="00A94E42" w:rsidRDefault="00A94E42" w:rsidP="00927F3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A94E42" w:rsidRDefault="00A94E42" w:rsidP="00927F36">
            <w:r>
              <w:t>- приобретение материальных запасов;</w:t>
            </w:r>
          </w:p>
          <w:p w:rsidR="00A94E42" w:rsidRDefault="00A94E42" w:rsidP="00927F36">
            <w:r>
              <w:t>- проведение спортивно-массовых мероприятий для различных категорий населения;</w:t>
            </w:r>
          </w:p>
          <w:p w:rsidR="00A94E42" w:rsidRDefault="00A94E42" w:rsidP="00927F36">
            <w:r>
              <w:t>- р</w:t>
            </w:r>
            <w:r w:rsidRPr="00C902CD">
              <w:t>азработка проектно-сметной документации для реконструк</w:t>
            </w:r>
            <w:r>
              <w:t>ц</w:t>
            </w:r>
            <w:r w:rsidRPr="00C902CD">
              <w:t>ии Стадиона( зем</w:t>
            </w:r>
            <w:r>
              <w:t xml:space="preserve">ельный </w:t>
            </w:r>
            <w:r w:rsidRPr="00C902CD">
              <w:t>участок)</w:t>
            </w:r>
          </w:p>
          <w:p w:rsidR="00A94E42" w:rsidRPr="000C3C23" w:rsidRDefault="00A94E42" w:rsidP="00E55C53"/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94E42" w:rsidRPr="00A46A72" w:rsidRDefault="00A94E42" w:rsidP="00F9512D">
            <w:r>
              <w:t>не предусмотрено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94E42" w:rsidRPr="00A46A72" w:rsidRDefault="00A94E42" w:rsidP="00F9512D">
            <w:r>
              <w:t>2022 год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94E42" w:rsidRPr="00190885" w:rsidRDefault="00A94E42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A94E42" w:rsidRPr="00190885" w:rsidRDefault="00A94E42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A94E42" w:rsidRPr="00190885" w:rsidRDefault="00A94E42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A94E42" w:rsidRPr="00190885" w:rsidRDefault="00A94E42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A94E42" w:rsidRPr="00190885" w:rsidRDefault="00A94E42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A94E42" w:rsidRPr="00190885" w:rsidRDefault="00A94E42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A94E42" w:rsidRPr="00190885" w:rsidRDefault="00A94E42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5 647,3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A97F88">
            <w:pPr>
              <w:pStyle w:val="ConsPlusNormal0"/>
              <w:jc w:val="center"/>
            </w:pPr>
            <w:r>
              <w:t>5 647,3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A94E42" w:rsidRPr="00190885" w:rsidRDefault="00A94E42" w:rsidP="00A97F88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5 647,3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A97F88">
            <w:pPr>
              <w:pStyle w:val="ConsPlusNormal0"/>
              <w:jc w:val="center"/>
            </w:pPr>
            <w:r>
              <w:t>5 647,3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A94E42" w:rsidRPr="008A6FA1">
        <w:tc>
          <w:tcPr>
            <w:tcW w:w="14560" w:type="dxa"/>
            <w:gridSpan w:val="6"/>
          </w:tcPr>
          <w:p w:rsidR="00A94E42" w:rsidRPr="00190885" w:rsidRDefault="00A94E42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A94E42" w:rsidRPr="008A6FA1">
        <w:tc>
          <w:tcPr>
            <w:tcW w:w="14560" w:type="dxa"/>
            <w:gridSpan w:val="6"/>
          </w:tcPr>
          <w:p w:rsidR="00A94E42" w:rsidRPr="00190885" w:rsidRDefault="00A94E42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A94E42" w:rsidRPr="00190885" w:rsidRDefault="00A94E42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418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842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418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1489" w:type="dxa"/>
          </w:tcPr>
          <w:p w:rsidR="00A94E42" w:rsidRPr="00190885" w:rsidRDefault="00A94E42" w:rsidP="00F9512D">
            <w:pPr>
              <w:pStyle w:val="ConsPlusNormal0"/>
            </w:pPr>
          </w:p>
        </w:tc>
        <w:tc>
          <w:tcPr>
            <w:tcW w:w="2019" w:type="dxa"/>
          </w:tcPr>
          <w:p w:rsidR="00A94E42" w:rsidRPr="00190885" w:rsidRDefault="00A94E42" w:rsidP="00F9512D">
            <w:pPr>
              <w:pStyle w:val="ConsPlusNormal0"/>
            </w:pPr>
          </w:p>
        </w:tc>
      </w:tr>
      <w:tr w:rsidR="00A94E42" w:rsidRPr="008A6FA1">
        <w:tc>
          <w:tcPr>
            <w:tcW w:w="6374" w:type="dxa"/>
          </w:tcPr>
          <w:p w:rsidR="00A94E42" w:rsidRPr="00190885" w:rsidRDefault="00A94E42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A94E42" w:rsidRPr="00190885" w:rsidRDefault="00A94E42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A94E42" w:rsidRDefault="00A94E42" w:rsidP="00694215"/>
    <w:p w:rsidR="00A94E42" w:rsidRDefault="00A94E42" w:rsidP="00694215">
      <w:r>
        <w:t>Заместитель главы</w:t>
      </w:r>
    </w:p>
    <w:p w:rsidR="00A94E42" w:rsidRDefault="00A94E42" w:rsidP="00694215">
      <w:r>
        <w:t>Старотитаровского сельского</w:t>
      </w:r>
    </w:p>
    <w:p w:rsidR="00A94E42" w:rsidRDefault="00A94E42" w:rsidP="00694215">
      <w:r>
        <w:t>поселения Темрюкского района                                                                                                                              Т.И. Опарина</w:t>
      </w:r>
    </w:p>
    <w:sectPr w:rsidR="00A94E42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42" w:rsidRDefault="00A94E42" w:rsidP="00EF6F81">
      <w:r>
        <w:separator/>
      </w:r>
    </w:p>
  </w:endnote>
  <w:endnote w:type="continuationSeparator" w:id="0">
    <w:p w:rsidR="00A94E42" w:rsidRDefault="00A94E4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42" w:rsidRDefault="00A94E42" w:rsidP="00EF6F81">
      <w:r>
        <w:separator/>
      </w:r>
    </w:p>
  </w:footnote>
  <w:footnote w:type="continuationSeparator" w:id="0">
    <w:p w:rsidR="00A94E42" w:rsidRDefault="00A94E4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E42" w:rsidRDefault="00A94E4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40D2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8B0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27577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121B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471C3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4215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277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8759B"/>
    <w:rsid w:val="00A94E42"/>
    <w:rsid w:val="00A96A8D"/>
    <w:rsid w:val="00A97F88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3685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036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84AD5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167F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456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2453</TotalTime>
  <Pages>4</Pages>
  <Words>547</Words>
  <Characters>3124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250</cp:revision>
  <cp:lastPrinted>2021-06-11T06:36:00Z</cp:lastPrinted>
  <dcterms:created xsi:type="dcterms:W3CDTF">2018-08-07T11:48:00Z</dcterms:created>
  <dcterms:modified xsi:type="dcterms:W3CDTF">2022-02-07T08:54:00Z</dcterms:modified>
</cp:coreProperties>
</file>