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B6CFF" w:rsidRPr="00064846" w:rsidTr="00064846">
        <w:tc>
          <w:tcPr>
            <w:tcW w:w="8934" w:type="dxa"/>
          </w:tcPr>
          <w:p w:rsidR="001B6CFF" w:rsidRPr="00064846" w:rsidRDefault="001B6CF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B6CFF" w:rsidRDefault="001B6CF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B6CFF" w:rsidRDefault="001B6CF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B6CFF" w:rsidRPr="00EE5BAC" w:rsidRDefault="001B6CF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10.08.2022 г. № 140</w:t>
            </w:r>
          </w:p>
          <w:p w:rsidR="001B6CFF" w:rsidRPr="00EE5BAC" w:rsidRDefault="001B6CF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B6CFF" w:rsidRPr="00EE5BAC" w:rsidRDefault="001B6CF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B6CFF" w:rsidRPr="00EE5BAC" w:rsidRDefault="001B6CF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B6CFF" w:rsidRPr="00EE5BAC" w:rsidRDefault="001B6CF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B6CFF" w:rsidRPr="00064846" w:rsidRDefault="001B6CFF" w:rsidP="00DE12E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211</w:t>
            </w:r>
          </w:p>
        </w:tc>
      </w:tr>
    </w:tbl>
    <w:p w:rsidR="001B6CFF" w:rsidRPr="00885C29" w:rsidRDefault="001B6CFF" w:rsidP="001157F7"/>
    <w:p w:rsidR="001B6CFF" w:rsidRDefault="001B6CF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B6CFF" w:rsidRPr="00F36F5A" w:rsidRDefault="001B6CFF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B6CFF" w:rsidRDefault="001B6CFF" w:rsidP="00BB769B">
      <w:pPr>
        <w:jc w:val="center"/>
        <w:rPr>
          <w:b/>
          <w:szCs w:val="28"/>
        </w:rPr>
      </w:pPr>
    </w:p>
    <w:p w:rsidR="001B6CFF" w:rsidRPr="00950972" w:rsidRDefault="001B6CF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B6CFF" w:rsidRPr="00F36F5A" w:rsidRDefault="001B6CFF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B6CFF" w:rsidRPr="00631DB2" w:rsidRDefault="001B6CFF" w:rsidP="00515088">
      <w:pPr>
        <w:tabs>
          <w:tab w:val="left" w:pos="4264"/>
        </w:tabs>
        <w:jc w:val="center"/>
        <w:rPr>
          <w:b/>
          <w:szCs w:val="28"/>
        </w:rPr>
      </w:pPr>
    </w:p>
    <w:p w:rsidR="001B6CFF" w:rsidRPr="00950972" w:rsidRDefault="001B6CF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B6CFF" w:rsidRPr="00855115" w:rsidRDefault="001B6CF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B6CFF" w:rsidRDefault="001B6CF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B6CFF" w:rsidRPr="00157189" w:rsidRDefault="001B6CFF" w:rsidP="006F209F">
            <w:pPr>
              <w:rPr>
                <w:szCs w:val="28"/>
              </w:rPr>
            </w:pP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B6CFF" w:rsidRDefault="001B6CF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B6CFF" w:rsidRPr="00190885" w:rsidRDefault="001B6CFF" w:rsidP="006F209F">
            <w:pPr>
              <w:rPr>
                <w:b/>
                <w:szCs w:val="28"/>
              </w:rPr>
            </w:pP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B6CFF" w:rsidRDefault="001B6CF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B6CFF" w:rsidRPr="00190885" w:rsidRDefault="001B6CFF" w:rsidP="006F209F">
            <w:pPr>
              <w:rPr>
                <w:b/>
                <w:szCs w:val="28"/>
              </w:rPr>
            </w:pP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B6CFF" w:rsidRDefault="001B6CFF" w:rsidP="006F209F">
            <w:pPr>
              <w:rPr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1B6CFF" w:rsidRPr="00A56F12" w:rsidRDefault="001B6CFF" w:rsidP="006F209F">
            <w:pPr>
              <w:rPr>
                <w:b/>
                <w:szCs w:val="28"/>
              </w:rPr>
            </w:pP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B6CFF" w:rsidRPr="009C269D" w:rsidRDefault="001B6CFF" w:rsidP="00C76CC6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1B6CFF" w:rsidRPr="004D1434" w:rsidRDefault="001B6CFF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1B6CFF" w:rsidRPr="000C3C23" w:rsidRDefault="001B6CF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B6CFF" w:rsidRPr="00C76CC6" w:rsidRDefault="001B6CFF" w:rsidP="00C76CC6">
            <w:pPr>
              <w:pStyle w:val="a0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B6CFF" w:rsidRDefault="001B6CF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B6CFF" w:rsidRPr="00A46A72" w:rsidRDefault="001B6CFF" w:rsidP="006F209F">
            <w:pPr>
              <w:rPr>
                <w:szCs w:val="28"/>
              </w:rPr>
            </w:pP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B6CFF" w:rsidRPr="00A46A72" w:rsidRDefault="001B6CFF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B6CFF" w:rsidRPr="00190885" w:rsidRDefault="001B6CF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B6CFF" w:rsidRPr="00190885" w:rsidRDefault="001B6CF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B6CFF" w:rsidRPr="00190885" w:rsidRDefault="001B6CF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B6CFF" w:rsidRPr="00190885" w:rsidRDefault="001B6CF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B6CFF" w:rsidRPr="00190885" w:rsidRDefault="001B6CF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B6CFF" w:rsidRPr="00190885" w:rsidRDefault="001B6CF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362,7</w:t>
            </w:r>
          </w:p>
        </w:tc>
        <w:tc>
          <w:tcPr>
            <w:tcW w:w="1842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B6CFF" w:rsidRPr="00190885" w:rsidRDefault="001B6CFF" w:rsidP="00FB08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362,7</w:t>
            </w:r>
          </w:p>
        </w:tc>
        <w:tc>
          <w:tcPr>
            <w:tcW w:w="201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B6CFF" w:rsidRPr="00190885" w:rsidRDefault="001B6CFF" w:rsidP="00FB084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362,7</w:t>
            </w:r>
          </w:p>
        </w:tc>
        <w:tc>
          <w:tcPr>
            <w:tcW w:w="1842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B6CFF" w:rsidRPr="00190885" w:rsidRDefault="001B6CFF" w:rsidP="00FB08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362,7</w:t>
            </w:r>
          </w:p>
        </w:tc>
        <w:tc>
          <w:tcPr>
            <w:tcW w:w="201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B6CFF" w:rsidRPr="008A6FA1" w:rsidTr="006F209F">
        <w:tc>
          <w:tcPr>
            <w:tcW w:w="14560" w:type="dxa"/>
            <w:gridSpan w:val="6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B6CFF" w:rsidRPr="008A6FA1" w:rsidTr="006F209F">
        <w:tc>
          <w:tcPr>
            <w:tcW w:w="14560" w:type="dxa"/>
            <w:gridSpan w:val="6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</w:p>
        </w:tc>
      </w:tr>
      <w:tr w:rsidR="001B6CFF" w:rsidRPr="008A6FA1" w:rsidTr="006F209F">
        <w:tc>
          <w:tcPr>
            <w:tcW w:w="6374" w:type="dxa"/>
          </w:tcPr>
          <w:p w:rsidR="001B6CFF" w:rsidRPr="00190885" w:rsidRDefault="001B6CF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B6CFF" w:rsidRPr="00190885" w:rsidRDefault="001B6CF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B6CFF" w:rsidRPr="00950972" w:rsidRDefault="001B6CFF" w:rsidP="00BB769B">
      <w:pPr>
        <w:jc w:val="center"/>
        <w:rPr>
          <w:b/>
          <w:szCs w:val="28"/>
        </w:rPr>
      </w:pPr>
    </w:p>
    <w:p w:rsidR="001B6CFF" w:rsidRDefault="001B6CFF" w:rsidP="00EF6F81">
      <w:pPr>
        <w:jc w:val="center"/>
        <w:rPr>
          <w:szCs w:val="28"/>
        </w:rPr>
        <w:sectPr w:rsidR="001B6CF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B6CFF" w:rsidRDefault="001B6CF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1B6CFF" w:rsidRPr="00F36F5A" w:rsidRDefault="001B6CFF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B6CFF" w:rsidRDefault="001B6CFF" w:rsidP="00225687">
      <w:pPr>
        <w:ind w:firstLine="709"/>
        <w:jc w:val="both"/>
      </w:pPr>
    </w:p>
    <w:p w:rsidR="001B6CFF" w:rsidRDefault="001B6CF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B6CFF" w:rsidRDefault="001B6CFF" w:rsidP="00EF6F81">
      <w:pPr>
        <w:jc w:val="center"/>
        <w:rPr>
          <w:szCs w:val="28"/>
        </w:rPr>
      </w:pPr>
    </w:p>
    <w:p w:rsidR="001B6CFF" w:rsidRPr="00F36F5A" w:rsidRDefault="001B6CFF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B6CFF" w:rsidRPr="00631DB2" w:rsidRDefault="001B6CF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B6CFF" w:rsidTr="006F209F">
        <w:tc>
          <w:tcPr>
            <w:tcW w:w="648" w:type="dxa"/>
            <w:vMerge w:val="restart"/>
            <w:vAlign w:val="center"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B6CFF" w:rsidRPr="00AC26F6" w:rsidRDefault="001B6CF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B6CFF" w:rsidRPr="00AC26F6" w:rsidRDefault="001B6CF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B6CFF" w:rsidTr="006F209F">
        <w:tc>
          <w:tcPr>
            <w:tcW w:w="648" w:type="dxa"/>
            <w:vMerge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B6CFF" w:rsidRPr="00AC26F6" w:rsidRDefault="001B6CF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B6CFF" w:rsidRPr="00AC26F6" w:rsidRDefault="001B6CF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1B6CFF" w:rsidTr="006F209F">
        <w:tc>
          <w:tcPr>
            <w:tcW w:w="648" w:type="dxa"/>
          </w:tcPr>
          <w:p w:rsidR="001B6CFF" w:rsidRPr="00AC26F6" w:rsidRDefault="001B6CF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B6CFF" w:rsidRPr="00AC26F6" w:rsidRDefault="001B6CF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B6CFF" w:rsidRPr="00AC26F6" w:rsidRDefault="001B6CF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B6CFF" w:rsidRPr="00AC26F6" w:rsidRDefault="001B6CF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B6CFF" w:rsidRPr="00AC26F6" w:rsidRDefault="001B6CF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B6CFF" w:rsidRPr="00AC26F6" w:rsidRDefault="001B6CF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B6CFF" w:rsidTr="006F209F">
        <w:tc>
          <w:tcPr>
            <w:tcW w:w="648" w:type="dxa"/>
            <w:vAlign w:val="center"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B6CFF" w:rsidRPr="008903E0" w:rsidRDefault="001B6CFF" w:rsidP="008903E0">
            <w:pPr>
              <w:pStyle w:val="a0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1B6CFF" w:rsidRPr="00AC26F6" w:rsidRDefault="001B6CF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1B6CFF" w:rsidRPr="00A74297" w:rsidRDefault="001B6CFF" w:rsidP="00225687">
      <w:pPr>
        <w:jc w:val="center"/>
        <w:rPr>
          <w:b/>
          <w:szCs w:val="28"/>
        </w:rPr>
      </w:pPr>
    </w:p>
    <w:p w:rsidR="001B6CFF" w:rsidRPr="00225687" w:rsidRDefault="001B6CFF">
      <w:pPr>
        <w:rPr>
          <w:sz w:val="6"/>
          <w:szCs w:val="6"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Default="001B6CFF" w:rsidP="0054045D">
      <w:pPr>
        <w:pStyle w:val="ConsPlusNormal0"/>
        <w:jc w:val="center"/>
        <w:rPr>
          <w:b/>
        </w:rPr>
      </w:pPr>
    </w:p>
    <w:p w:rsidR="001B6CFF" w:rsidRPr="003C75F8" w:rsidRDefault="001B6CF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B6CFF" w:rsidRPr="003C75F8" w:rsidRDefault="001B6CF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B6CFF" w:rsidRPr="00F36F5A" w:rsidRDefault="001B6CF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B6CFF" w:rsidRPr="003C75F8" w:rsidRDefault="001B6CFF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B6CFF" w:rsidRPr="00515088" w:rsidTr="006F209F">
        <w:tc>
          <w:tcPr>
            <w:tcW w:w="593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B6CF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1B6CF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B6CFF" w:rsidRPr="000319AE" w:rsidRDefault="001B6CFF" w:rsidP="000319AE">
            <w:pPr>
              <w:pStyle w:val="a0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B6CFF" w:rsidRPr="00515088" w:rsidRDefault="001B6CF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B6CFF" w:rsidRDefault="001B6CFF" w:rsidP="0054045D">
      <w:pPr>
        <w:jc w:val="center"/>
        <w:rPr>
          <w:b/>
          <w:szCs w:val="28"/>
        </w:rPr>
      </w:pPr>
    </w:p>
    <w:p w:rsidR="001B6CFF" w:rsidRPr="003C75F8" w:rsidRDefault="001B6CFF" w:rsidP="0054045D">
      <w:pPr>
        <w:jc w:val="center"/>
        <w:rPr>
          <w:b/>
          <w:szCs w:val="28"/>
        </w:rPr>
      </w:pPr>
    </w:p>
    <w:p w:rsidR="001B6CFF" w:rsidRPr="0054045D" w:rsidRDefault="001B6CFF">
      <w:pPr>
        <w:rPr>
          <w:sz w:val="6"/>
          <w:szCs w:val="6"/>
        </w:rPr>
      </w:pPr>
    </w:p>
    <w:p w:rsidR="001B6CFF" w:rsidRDefault="001B6CFF" w:rsidP="00FA1A72">
      <w:pPr>
        <w:jc w:val="both"/>
        <w:rPr>
          <w:szCs w:val="28"/>
        </w:rPr>
      </w:pPr>
    </w:p>
    <w:p w:rsidR="001B6CFF" w:rsidRDefault="001B6CFF" w:rsidP="00FA1A72">
      <w:pPr>
        <w:jc w:val="both"/>
        <w:rPr>
          <w:szCs w:val="28"/>
        </w:rPr>
      </w:pPr>
    </w:p>
    <w:p w:rsidR="001B6CFF" w:rsidRDefault="001B6CFF" w:rsidP="00FA1A72">
      <w:pPr>
        <w:jc w:val="both"/>
        <w:rPr>
          <w:szCs w:val="28"/>
        </w:rPr>
      </w:pPr>
    </w:p>
    <w:p w:rsidR="001B6CFF" w:rsidRDefault="001B6CFF" w:rsidP="00FA1A72">
      <w:pPr>
        <w:jc w:val="both"/>
        <w:rPr>
          <w:szCs w:val="28"/>
        </w:rPr>
      </w:pPr>
    </w:p>
    <w:p w:rsidR="001B6CFF" w:rsidRDefault="001B6CF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1B6CFF" w:rsidRPr="00F36F5A" w:rsidRDefault="001B6CF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B6CFF" w:rsidRDefault="001B6CFF" w:rsidP="00CC0414">
      <w:pPr>
        <w:jc w:val="center"/>
        <w:rPr>
          <w:b/>
          <w:szCs w:val="28"/>
        </w:rPr>
      </w:pPr>
    </w:p>
    <w:p w:rsidR="001B6CFF" w:rsidRDefault="001B6CF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B6CFF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B6CFF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CFF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CFF" w:rsidRPr="00500747" w:rsidRDefault="001B6CF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6CFF" w:rsidRDefault="001B6CF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B6CFF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CFF" w:rsidRPr="00500747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B6CF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CFF" w:rsidRPr="000319AE" w:rsidRDefault="001B6CFF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1B6CFF" w:rsidRPr="0072468C" w:rsidRDefault="001B6CFF" w:rsidP="006F209F"/>
        </w:tc>
      </w:tr>
      <w:tr w:rsidR="001B6CF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CFF" w:rsidRPr="000319AE" w:rsidRDefault="001B6CFF" w:rsidP="000319AE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1B6CFF" w:rsidRPr="0072468C" w:rsidRDefault="001B6CFF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CFF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72468C" w:rsidRDefault="001B6CFF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FB084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CFF" w:rsidRPr="0072468C" w:rsidRDefault="001B6CFF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>лучшение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B6CFF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FB084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B6CF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FB084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B6CFF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A518AD" w:rsidRDefault="001B6CFF" w:rsidP="00D46DCD">
            <w:pPr>
              <w:jc w:val="center"/>
              <w:rPr>
                <w:sz w:val="24"/>
                <w:szCs w:val="24"/>
              </w:rPr>
            </w:pPr>
            <w:r w:rsidRPr="00A518A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A518AD" w:rsidRDefault="001B6CFF" w:rsidP="00FB0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CFF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A518AD" w:rsidRDefault="001B6CF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A518AD" w:rsidRDefault="001B6CFF" w:rsidP="00FB0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FF" w:rsidRPr="00B6573C" w:rsidRDefault="001B6CF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B6CFF" w:rsidRPr="00B6573C" w:rsidRDefault="001B6CF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B6CFF" w:rsidRDefault="001B6CFF" w:rsidP="00EF6F81">
      <w:pPr>
        <w:jc w:val="center"/>
        <w:rPr>
          <w:szCs w:val="28"/>
        </w:rPr>
      </w:pPr>
    </w:p>
    <w:p w:rsidR="001B6CFF" w:rsidRDefault="001B6CFF" w:rsidP="00EF6F81">
      <w:pPr>
        <w:jc w:val="center"/>
        <w:rPr>
          <w:szCs w:val="28"/>
        </w:rPr>
        <w:sectPr w:rsidR="001B6CF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B6CFF" w:rsidRPr="00484E94" w:rsidRDefault="001B6CF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B6CFF" w:rsidRPr="00484E94" w:rsidRDefault="001B6CF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B6CFF" w:rsidRPr="00484E94" w:rsidRDefault="001B6CFF" w:rsidP="00484E94">
      <w:pPr>
        <w:pStyle w:val="ConsPlusNormal0"/>
        <w:jc w:val="center"/>
        <w:rPr>
          <w:szCs w:val="28"/>
        </w:rPr>
      </w:pPr>
    </w:p>
    <w:p w:rsidR="001B6CFF" w:rsidRPr="0016103B" w:rsidRDefault="001B6CF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B6CFF" w:rsidRPr="00484E94" w:rsidRDefault="001B6CF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B6CFF" w:rsidRPr="00484E94" w:rsidRDefault="001B6CFF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B6CFF" w:rsidRDefault="001B6CFF" w:rsidP="00484E94">
      <w:pPr>
        <w:jc w:val="both"/>
      </w:pPr>
    </w:p>
    <w:p w:rsidR="001B6CFF" w:rsidRPr="00484E94" w:rsidRDefault="001B6CF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B6CFF" w:rsidRPr="00484E94" w:rsidRDefault="001B6CF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B6CFF" w:rsidRPr="00484E94" w:rsidRDefault="001B6CFF" w:rsidP="00484E94">
      <w:pPr>
        <w:pStyle w:val="ConsPlusNormal0"/>
        <w:jc w:val="both"/>
        <w:rPr>
          <w:szCs w:val="28"/>
        </w:rPr>
      </w:pP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1B6CFF" w:rsidRDefault="001B6CF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1B6CFF" w:rsidRPr="007F34E4" w:rsidRDefault="001B6CF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1B6CFF" w:rsidRPr="007F34E4" w:rsidRDefault="001B6CFF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1B6CFF" w:rsidRPr="007F34E4" w:rsidRDefault="001B6CF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1B6CFF" w:rsidRPr="007F34E4" w:rsidRDefault="001B6CF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B6CFF" w:rsidRPr="007F34E4" w:rsidRDefault="001B6CF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1B6CFF" w:rsidRDefault="001B6CFF" w:rsidP="00484E94">
      <w:pPr>
        <w:ind w:firstLine="709"/>
        <w:jc w:val="both"/>
        <w:rPr>
          <w:szCs w:val="28"/>
        </w:rPr>
      </w:pPr>
    </w:p>
    <w:p w:rsidR="001B6CFF" w:rsidRDefault="001B6CFF" w:rsidP="00484E94">
      <w:pPr>
        <w:ind w:firstLine="709"/>
        <w:jc w:val="both"/>
        <w:rPr>
          <w:szCs w:val="28"/>
        </w:rPr>
      </w:pPr>
    </w:p>
    <w:p w:rsidR="001B6CFF" w:rsidRDefault="001B6CF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B6CFF" w:rsidRDefault="001B6CF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B6CFF" w:rsidRDefault="001B6CFF" w:rsidP="00956CCE">
      <w:pPr>
        <w:rPr>
          <w:szCs w:val="28"/>
        </w:rPr>
        <w:sectPr w:rsidR="001B6CF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1B6CFF" w:rsidRDefault="001B6CFF" w:rsidP="00B123A0"/>
    <w:sectPr w:rsidR="001B6CF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CFF" w:rsidRDefault="001B6CFF" w:rsidP="00EF6F81">
      <w:r>
        <w:separator/>
      </w:r>
    </w:p>
  </w:endnote>
  <w:endnote w:type="continuationSeparator" w:id="0">
    <w:p w:rsidR="001B6CFF" w:rsidRDefault="001B6CF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CFF" w:rsidRDefault="001B6CFF" w:rsidP="00EF6F81">
      <w:r>
        <w:separator/>
      </w:r>
    </w:p>
  </w:footnote>
  <w:footnote w:type="continuationSeparator" w:id="0">
    <w:p w:rsidR="001B6CFF" w:rsidRDefault="001B6CF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CFF" w:rsidRDefault="001B6CF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CFF" w:rsidRDefault="001B6CFF">
    <w:pPr>
      <w:pStyle w:val="Header"/>
      <w:jc w:val="center"/>
    </w:pPr>
  </w:p>
  <w:p w:rsidR="001B6CFF" w:rsidRDefault="001B6CF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B6CFF" w:rsidRPr="00064846" w:rsidRDefault="001B6CF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6CFF"/>
    <w:rsid w:val="001B7870"/>
    <w:rsid w:val="001B7AD5"/>
    <w:rsid w:val="001C70CF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3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D03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5999"/>
    <w:rsid w:val="00506C43"/>
    <w:rsid w:val="00510D19"/>
    <w:rsid w:val="00515088"/>
    <w:rsid w:val="00534F4F"/>
    <w:rsid w:val="0053507E"/>
    <w:rsid w:val="0054045D"/>
    <w:rsid w:val="0054063E"/>
    <w:rsid w:val="005450A9"/>
    <w:rsid w:val="0055229B"/>
    <w:rsid w:val="00553CFA"/>
    <w:rsid w:val="005716FF"/>
    <w:rsid w:val="00571FAC"/>
    <w:rsid w:val="00572B25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356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0772D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24C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5DD"/>
    <w:rsid w:val="00A44BB5"/>
    <w:rsid w:val="00A46A72"/>
    <w:rsid w:val="00A47DA3"/>
    <w:rsid w:val="00A518AD"/>
    <w:rsid w:val="00A52731"/>
    <w:rsid w:val="00A56C25"/>
    <w:rsid w:val="00A56F12"/>
    <w:rsid w:val="00A57DAE"/>
    <w:rsid w:val="00A643EC"/>
    <w:rsid w:val="00A67E38"/>
    <w:rsid w:val="00A70430"/>
    <w:rsid w:val="00A71BA7"/>
    <w:rsid w:val="00A72438"/>
    <w:rsid w:val="00A7379B"/>
    <w:rsid w:val="00A737FD"/>
    <w:rsid w:val="00A74297"/>
    <w:rsid w:val="00A7591C"/>
    <w:rsid w:val="00A77D4F"/>
    <w:rsid w:val="00A811B2"/>
    <w:rsid w:val="00A84785"/>
    <w:rsid w:val="00A96A8D"/>
    <w:rsid w:val="00A96DF7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3A0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C26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6DCD"/>
    <w:rsid w:val="00D50A29"/>
    <w:rsid w:val="00D510F8"/>
    <w:rsid w:val="00D5268F"/>
    <w:rsid w:val="00D54C27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D6A49"/>
    <w:rsid w:val="00DE12E4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51AD1"/>
    <w:rsid w:val="00F65DF0"/>
    <w:rsid w:val="00F677FC"/>
    <w:rsid w:val="00F67E40"/>
    <w:rsid w:val="00F707E1"/>
    <w:rsid w:val="00F80B7C"/>
    <w:rsid w:val="00F84016"/>
    <w:rsid w:val="00F852D7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084E"/>
    <w:rsid w:val="00FB1780"/>
    <w:rsid w:val="00FC2799"/>
    <w:rsid w:val="00FD34F6"/>
    <w:rsid w:val="00FD486E"/>
    <w:rsid w:val="00FD579D"/>
    <w:rsid w:val="00FF1C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2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2134</TotalTime>
  <Pages>11</Pages>
  <Words>1688</Words>
  <Characters>9627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204</cp:revision>
  <cp:lastPrinted>2022-08-12T10:16:00Z</cp:lastPrinted>
  <dcterms:created xsi:type="dcterms:W3CDTF">2018-08-07T11:48:00Z</dcterms:created>
  <dcterms:modified xsi:type="dcterms:W3CDTF">2022-08-12T10:56:00Z</dcterms:modified>
</cp:coreProperties>
</file>