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6B4F4C" w:rsidRPr="00F945BC" w:rsidTr="00F945BC">
        <w:tc>
          <w:tcPr>
            <w:tcW w:w="8934" w:type="dxa"/>
          </w:tcPr>
          <w:p w:rsidR="006B4F4C" w:rsidRPr="00F945BC" w:rsidRDefault="006B4F4C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6B4F4C" w:rsidRDefault="006B4F4C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1</w:t>
            </w:r>
          </w:p>
          <w:p w:rsidR="006B4F4C" w:rsidRDefault="006B4F4C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</w:t>
            </w:r>
          </w:p>
          <w:p w:rsidR="006B4F4C" w:rsidRDefault="006B4F4C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Старотитаровского сельского поселения Темрюкского района</w:t>
            </w:r>
          </w:p>
          <w:p w:rsidR="006B4F4C" w:rsidRPr="00EE5BAC" w:rsidRDefault="006B4F4C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02.02.2022 г. № 13 </w:t>
            </w:r>
          </w:p>
          <w:p w:rsidR="006B4F4C" w:rsidRPr="00EE5BAC" w:rsidRDefault="006B4F4C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6B4F4C" w:rsidRPr="00EE5BAC" w:rsidRDefault="006B4F4C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6B4F4C" w:rsidRPr="00EE5BAC" w:rsidRDefault="006B4F4C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6B4F4C" w:rsidRPr="00EE5BAC" w:rsidRDefault="006B4F4C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6B4F4C" w:rsidRDefault="006B4F4C" w:rsidP="00CF3536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28.10.2021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>
              <w:rPr>
                <w:kern w:val="1"/>
                <w:szCs w:val="28"/>
                <w:lang w:eastAsia="zh-CN"/>
              </w:rPr>
              <w:t xml:space="preserve"> 217</w:t>
            </w:r>
          </w:p>
          <w:p w:rsidR="006B4F4C" w:rsidRPr="00F945BC" w:rsidRDefault="006B4F4C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6B4F4C" w:rsidRPr="00885C29" w:rsidRDefault="006B4F4C" w:rsidP="001157F7"/>
    <w:p w:rsidR="006B4F4C" w:rsidRDefault="006B4F4C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6B4F4C" w:rsidRPr="00250B58" w:rsidRDefault="006B4F4C" w:rsidP="009C4950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6B4F4C" w:rsidRDefault="006B4F4C" w:rsidP="00221E58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6B4F4C" w:rsidRPr="00950972" w:rsidRDefault="006B4F4C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6B4F4C" w:rsidRPr="00250B58" w:rsidRDefault="006B4F4C" w:rsidP="009C4950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6B4F4C" w:rsidRPr="00950972" w:rsidRDefault="006B4F4C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6B4F4C" w:rsidRPr="008A6FA1" w:rsidTr="00F9512D">
        <w:tc>
          <w:tcPr>
            <w:tcW w:w="6374" w:type="dxa"/>
          </w:tcPr>
          <w:p w:rsidR="006B4F4C" w:rsidRPr="00190885" w:rsidRDefault="006B4F4C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6B4F4C" w:rsidRDefault="006B4F4C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6B4F4C" w:rsidRPr="00855115" w:rsidRDefault="006B4F4C" w:rsidP="00F9512D">
            <w:pPr>
              <w:rPr>
                <w:szCs w:val="28"/>
              </w:rPr>
            </w:pPr>
          </w:p>
        </w:tc>
      </w:tr>
      <w:tr w:rsidR="006B4F4C" w:rsidRPr="008A6FA1" w:rsidTr="00F9512D">
        <w:tc>
          <w:tcPr>
            <w:tcW w:w="6374" w:type="dxa"/>
          </w:tcPr>
          <w:p w:rsidR="006B4F4C" w:rsidRPr="00190885" w:rsidRDefault="006B4F4C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6B4F4C" w:rsidRDefault="006B4F4C" w:rsidP="00221E5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6B4F4C" w:rsidRPr="0096600F" w:rsidRDefault="006B4F4C" w:rsidP="00221E58">
            <w:pPr>
              <w:rPr>
                <w:szCs w:val="28"/>
              </w:rPr>
            </w:pPr>
          </w:p>
        </w:tc>
      </w:tr>
      <w:tr w:rsidR="006B4F4C" w:rsidRPr="008A6FA1" w:rsidTr="00F9512D">
        <w:tc>
          <w:tcPr>
            <w:tcW w:w="6374" w:type="dxa"/>
          </w:tcPr>
          <w:p w:rsidR="006B4F4C" w:rsidRPr="00190885" w:rsidRDefault="006B4F4C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6B4F4C" w:rsidRDefault="006B4F4C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6B4F4C" w:rsidRPr="00190885" w:rsidRDefault="006B4F4C" w:rsidP="00F9512D">
            <w:pPr>
              <w:rPr>
                <w:b/>
                <w:szCs w:val="28"/>
              </w:rPr>
            </w:pPr>
          </w:p>
        </w:tc>
      </w:tr>
      <w:tr w:rsidR="006B4F4C" w:rsidRPr="008A6FA1" w:rsidTr="00F9512D">
        <w:tc>
          <w:tcPr>
            <w:tcW w:w="6374" w:type="dxa"/>
          </w:tcPr>
          <w:p w:rsidR="006B4F4C" w:rsidRPr="00190885" w:rsidRDefault="006B4F4C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6B4F4C" w:rsidRPr="00E823BE" w:rsidRDefault="006B4F4C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9C4950">
              <w:rPr>
                <w:bCs/>
                <w:szCs w:val="28"/>
              </w:rPr>
              <w:t>«Развитие водопроводно-канализационного комплекса Старотитаровского сельского поселения Темрюкского района»</w:t>
            </w:r>
            <w:r w:rsidRPr="00E823BE">
              <w:rPr>
                <w:szCs w:val="28"/>
              </w:rPr>
              <w:t>;</w:t>
            </w:r>
          </w:p>
          <w:p w:rsidR="006B4F4C" w:rsidRPr="009C4950" w:rsidRDefault="006B4F4C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9C4950">
              <w:rPr>
                <w:szCs w:val="28"/>
              </w:rPr>
              <w:t>«По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поселения Темрюкского района»</w:t>
            </w:r>
          </w:p>
          <w:p w:rsidR="006B4F4C" w:rsidRPr="00190885" w:rsidRDefault="006B4F4C" w:rsidP="00221E58">
            <w:pPr>
              <w:rPr>
                <w:b/>
                <w:szCs w:val="28"/>
              </w:rPr>
            </w:pPr>
          </w:p>
        </w:tc>
      </w:tr>
      <w:tr w:rsidR="006B4F4C" w:rsidRPr="008A6FA1" w:rsidTr="00F9512D">
        <w:tc>
          <w:tcPr>
            <w:tcW w:w="6374" w:type="dxa"/>
          </w:tcPr>
          <w:p w:rsidR="006B4F4C" w:rsidRPr="00190885" w:rsidRDefault="006B4F4C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6B4F4C" w:rsidRDefault="006B4F4C" w:rsidP="00221E5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создание условий для повышения уровня комфортности проживания для человека, которые позволять не только удовлетворять жилищные потребности, но и обеспечат высокое качество жизни в целом</w:t>
            </w:r>
          </w:p>
          <w:p w:rsidR="006B4F4C" w:rsidRPr="00221E58" w:rsidRDefault="006B4F4C" w:rsidP="00221E58">
            <w:pPr>
              <w:contextualSpacing/>
              <w:rPr>
                <w:szCs w:val="28"/>
              </w:rPr>
            </w:pPr>
          </w:p>
        </w:tc>
      </w:tr>
      <w:tr w:rsidR="006B4F4C" w:rsidRPr="008A6FA1" w:rsidTr="00F9512D">
        <w:tc>
          <w:tcPr>
            <w:tcW w:w="6374" w:type="dxa"/>
          </w:tcPr>
          <w:p w:rsidR="006B4F4C" w:rsidRPr="00190885" w:rsidRDefault="006B4F4C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6B4F4C" w:rsidRDefault="006B4F4C" w:rsidP="007631C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населения Старотитаровского сельского поселения питьевой водой и системой канализации, соответствующей требованиям безопасности  и безвредности,</w:t>
            </w:r>
            <w:r w:rsidRPr="002D487F">
              <w:rPr>
                <w:szCs w:val="28"/>
              </w:rPr>
              <w:t xml:space="preserve"> установленным</w:t>
            </w:r>
            <w:r>
              <w:rPr>
                <w:szCs w:val="28"/>
              </w:rPr>
              <w:t>и</w:t>
            </w:r>
            <w:r w:rsidRPr="002D487F">
              <w:rPr>
                <w:szCs w:val="28"/>
              </w:rPr>
              <w:t xml:space="preserve"> в санитарно-эпидемиологических правилах</w:t>
            </w:r>
            <w:r>
              <w:rPr>
                <w:szCs w:val="28"/>
              </w:rPr>
              <w:t>;</w:t>
            </w:r>
          </w:p>
          <w:p w:rsidR="006B4F4C" w:rsidRDefault="006B4F4C" w:rsidP="007631C4">
            <w:pPr>
              <w:rPr>
                <w:szCs w:val="28"/>
              </w:rPr>
            </w:pPr>
            <w:r>
              <w:rPr>
                <w:szCs w:val="28"/>
              </w:rPr>
              <w:t>- у</w:t>
            </w:r>
            <w:r w:rsidRPr="00CD757B">
              <w:rPr>
                <w:szCs w:val="28"/>
              </w:rPr>
              <w:t>лучшение условий и качества жизни насе</w:t>
            </w:r>
            <w:r>
              <w:rPr>
                <w:szCs w:val="28"/>
              </w:rPr>
              <w:t xml:space="preserve">ления </w:t>
            </w:r>
            <w:r w:rsidRPr="00827FDC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6B4F4C" w:rsidRPr="009F22D5" w:rsidRDefault="006B4F4C" w:rsidP="00A3694D">
            <w:pPr>
              <w:contextualSpacing/>
              <w:rPr>
                <w:szCs w:val="28"/>
              </w:rPr>
            </w:pPr>
          </w:p>
        </w:tc>
      </w:tr>
      <w:tr w:rsidR="006B4F4C" w:rsidRPr="008A6FA1" w:rsidTr="00F9512D">
        <w:tc>
          <w:tcPr>
            <w:tcW w:w="6374" w:type="dxa"/>
          </w:tcPr>
          <w:p w:rsidR="006B4F4C" w:rsidRPr="00190885" w:rsidRDefault="006B4F4C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6B4F4C" w:rsidRPr="000C3C23" w:rsidRDefault="006B4F4C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6B4F4C" w:rsidRPr="008A6FA1" w:rsidTr="00F9512D">
        <w:tc>
          <w:tcPr>
            <w:tcW w:w="6374" w:type="dxa"/>
          </w:tcPr>
          <w:p w:rsidR="006B4F4C" w:rsidRPr="00190885" w:rsidRDefault="006B4F4C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6B4F4C" w:rsidRDefault="006B4F4C" w:rsidP="00B71075">
            <w:pPr>
              <w:rPr>
                <w:szCs w:val="28"/>
              </w:rPr>
            </w:pPr>
            <w:r>
              <w:rPr>
                <w:szCs w:val="28"/>
              </w:rPr>
              <w:t>- т</w:t>
            </w:r>
            <w:r w:rsidRPr="00410400">
              <w:rPr>
                <w:szCs w:val="28"/>
              </w:rPr>
              <w:t>екущий ремонт КНС на пер. Октябрьском</w:t>
            </w:r>
            <w:r>
              <w:rPr>
                <w:szCs w:val="28"/>
              </w:rPr>
              <w:t>;</w:t>
            </w:r>
          </w:p>
          <w:p w:rsidR="006B4F4C" w:rsidRDefault="006B4F4C" w:rsidP="00B71075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мероприятий, необходимых для в</w:t>
            </w:r>
            <w:r w:rsidRPr="00AD6871">
              <w:rPr>
                <w:szCs w:val="28"/>
              </w:rPr>
              <w:t>вод</w:t>
            </w:r>
            <w:r>
              <w:rPr>
                <w:szCs w:val="28"/>
              </w:rPr>
              <w:t>а</w:t>
            </w:r>
            <w:r w:rsidRPr="00AD6871">
              <w:rPr>
                <w:szCs w:val="28"/>
              </w:rPr>
              <w:t xml:space="preserve"> в эксплуатацию объектов инженерной инфраструктуры</w:t>
            </w:r>
          </w:p>
          <w:p w:rsidR="006B4F4C" w:rsidRPr="000C3C23" w:rsidRDefault="006B4F4C" w:rsidP="009C4950">
            <w:pPr>
              <w:rPr>
                <w:szCs w:val="28"/>
              </w:rPr>
            </w:pPr>
          </w:p>
        </w:tc>
      </w:tr>
      <w:tr w:rsidR="006B4F4C" w:rsidRPr="008A6FA1" w:rsidTr="00F9512D">
        <w:tc>
          <w:tcPr>
            <w:tcW w:w="6374" w:type="dxa"/>
          </w:tcPr>
          <w:p w:rsidR="006B4F4C" w:rsidRPr="00190885" w:rsidRDefault="006B4F4C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6B4F4C" w:rsidRPr="00A46A72" w:rsidRDefault="006B4F4C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6B4F4C" w:rsidRPr="008A6FA1" w:rsidTr="00F9512D">
        <w:tc>
          <w:tcPr>
            <w:tcW w:w="6374" w:type="dxa"/>
          </w:tcPr>
          <w:p w:rsidR="006B4F4C" w:rsidRPr="00190885" w:rsidRDefault="006B4F4C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6B4F4C" w:rsidRPr="00A46A72" w:rsidRDefault="006B4F4C" w:rsidP="00F9512D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6B4F4C" w:rsidRPr="008A6FA1" w:rsidTr="00F9512D">
        <w:tc>
          <w:tcPr>
            <w:tcW w:w="6374" w:type="dxa"/>
          </w:tcPr>
          <w:p w:rsidR="006B4F4C" w:rsidRPr="00190885" w:rsidRDefault="006B4F4C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6B4F4C" w:rsidRPr="00190885" w:rsidRDefault="006B4F4C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6B4F4C" w:rsidRPr="00190885" w:rsidRDefault="006B4F4C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6B4F4C" w:rsidRPr="008A6FA1" w:rsidTr="00F9512D">
        <w:tc>
          <w:tcPr>
            <w:tcW w:w="6374" w:type="dxa"/>
          </w:tcPr>
          <w:p w:rsidR="006B4F4C" w:rsidRPr="00190885" w:rsidRDefault="006B4F4C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6B4F4C" w:rsidRPr="00190885" w:rsidRDefault="006B4F4C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6B4F4C" w:rsidRPr="00190885" w:rsidRDefault="006B4F4C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6B4F4C" w:rsidRPr="00190885" w:rsidRDefault="006B4F4C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6B4F4C" w:rsidRPr="00190885" w:rsidRDefault="006B4F4C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6B4F4C" w:rsidRPr="00190885" w:rsidRDefault="006B4F4C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6B4F4C" w:rsidRPr="008A6FA1" w:rsidTr="00F9512D">
        <w:tc>
          <w:tcPr>
            <w:tcW w:w="6374" w:type="dxa"/>
          </w:tcPr>
          <w:p w:rsidR="006B4F4C" w:rsidRPr="00190885" w:rsidRDefault="006B4F4C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6B4F4C" w:rsidRPr="00190885" w:rsidRDefault="006B4F4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178,7</w:t>
            </w:r>
          </w:p>
        </w:tc>
        <w:tc>
          <w:tcPr>
            <w:tcW w:w="1842" w:type="dxa"/>
            <w:vAlign w:val="center"/>
          </w:tcPr>
          <w:p w:rsidR="006B4F4C" w:rsidRPr="00190885" w:rsidRDefault="006B4F4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6B4F4C" w:rsidRPr="00190885" w:rsidRDefault="006B4F4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6B4F4C" w:rsidRPr="00190885" w:rsidRDefault="006B4F4C" w:rsidP="002822D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178,7</w:t>
            </w:r>
          </w:p>
        </w:tc>
        <w:tc>
          <w:tcPr>
            <w:tcW w:w="2019" w:type="dxa"/>
            <w:vAlign w:val="center"/>
          </w:tcPr>
          <w:p w:rsidR="006B4F4C" w:rsidRPr="00190885" w:rsidRDefault="006B4F4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B4F4C" w:rsidRPr="008A6FA1" w:rsidTr="00F9512D">
        <w:tc>
          <w:tcPr>
            <w:tcW w:w="6374" w:type="dxa"/>
          </w:tcPr>
          <w:p w:rsidR="006B4F4C" w:rsidRPr="00190885" w:rsidRDefault="006B4F4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B4F4C" w:rsidRPr="00190885" w:rsidRDefault="006B4F4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6B4F4C" w:rsidRPr="00190885" w:rsidRDefault="006B4F4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B4F4C" w:rsidRPr="00190885" w:rsidRDefault="006B4F4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6B4F4C" w:rsidRPr="00190885" w:rsidRDefault="006B4F4C" w:rsidP="002822D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B4F4C" w:rsidRPr="00190885" w:rsidRDefault="006B4F4C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B4F4C" w:rsidRPr="008A6FA1" w:rsidTr="00F9512D">
        <w:tc>
          <w:tcPr>
            <w:tcW w:w="6374" w:type="dxa"/>
          </w:tcPr>
          <w:p w:rsidR="006B4F4C" w:rsidRPr="00190885" w:rsidRDefault="006B4F4C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6B4F4C" w:rsidRPr="00190885" w:rsidRDefault="006B4F4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178,7</w:t>
            </w:r>
          </w:p>
        </w:tc>
        <w:tc>
          <w:tcPr>
            <w:tcW w:w="1842" w:type="dxa"/>
            <w:vAlign w:val="center"/>
          </w:tcPr>
          <w:p w:rsidR="006B4F4C" w:rsidRPr="00190885" w:rsidRDefault="006B4F4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6B4F4C" w:rsidRPr="00190885" w:rsidRDefault="006B4F4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6B4F4C" w:rsidRPr="00190885" w:rsidRDefault="006B4F4C" w:rsidP="002822D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178,7</w:t>
            </w:r>
          </w:p>
        </w:tc>
        <w:tc>
          <w:tcPr>
            <w:tcW w:w="2019" w:type="dxa"/>
            <w:vAlign w:val="center"/>
          </w:tcPr>
          <w:p w:rsidR="006B4F4C" w:rsidRPr="00190885" w:rsidRDefault="006B4F4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B4F4C" w:rsidRPr="008A6FA1" w:rsidTr="00F9512D">
        <w:tc>
          <w:tcPr>
            <w:tcW w:w="14560" w:type="dxa"/>
            <w:gridSpan w:val="6"/>
          </w:tcPr>
          <w:p w:rsidR="006B4F4C" w:rsidRPr="00190885" w:rsidRDefault="006B4F4C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6B4F4C" w:rsidRPr="008A6FA1" w:rsidTr="00F9512D">
        <w:tc>
          <w:tcPr>
            <w:tcW w:w="6374" w:type="dxa"/>
          </w:tcPr>
          <w:p w:rsidR="006B4F4C" w:rsidRPr="00190885" w:rsidRDefault="006B4F4C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6B4F4C" w:rsidRPr="00190885" w:rsidRDefault="006B4F4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6B4F4C" w:rsidRPr="00190885" w:rsidRDefault="006B4F4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6B4F4C" w:rsidRPr="00190885" w:rsidRDefault="006B4F4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6B4F4C" w:rsidRPr="00190885" w:rsidRDefault="006B4F4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B4F4C" w:rsidRPr="00190885" w:rsidRDefault="006B4F4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B4F4C" w:rsidRPr="008A6FA1" w:rsidTr="00F9512D">
        <w:tc>
          <w:tcPr>
            <w:tcW w:w="6374" w:type="dxa"/>
          </w:tcPr>
          <w:p w:rsidR="006B4F4C" w:rsidRPr="00190885" w:rsidRDefault="006B4F4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B4F4C" w:rsidRPr="00190885" w:rsidRDefault="006B4F4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6B4F4C" w:rsidRPr="00190885" w:rsidRDefault="006B4F4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B4F4C" w:rsidRPr="00190885" w:rsidRDefault="006B4F4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6B4F4C" w:rsidRPr="00190885" w:rsidRDefault="006B4F4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B4F4C" w:rsidRPr="00190885" w:rsidRDefault="006B4F4C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B4F4C" w:rsidRPr="008A6FA1" w:rsidTr="00F9512D">
        <w:tc>
          <w:tcPr>
            <w:tcW w:w="6374" w:type="dxa"/>
          </w:tcPr>
          <w:p w:rsidR="006B4F4C" w:rsidRPr="00190885" w:rsidRDefault="006B4F4C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6B4F4C" w:rsidRPr="00190885" w:rsidRDefault="006B4F4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6B4F4C" w:rsidRPr="00190885" w:rsidRDefault="006B4F4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6B4F4C" w:rsidRPr="00190885" w:rsidRDefault="006B4F4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6B4F4C" w:rsidRPr="00190885" w:rsidRDefault="006B4F4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B4F4C" w:rsidRPr="00190885" w:rsidRDefault="006B4F4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B4F4C" w:rsidRPr="008A6FA1" w:rsidTr="00F9512D">
        <w:tc>
          <w:tcPr>
            <w:tcW w:w="14560" w:type="dxa"/>
            <w:gridSpan w:val="6"/>
          </w:tcPr>
          <w:p w:rsidR="006B4F4C" w:rsidRPr="00190885" w:rsidRDefault="006B4F4C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6B4F4C" w:rsidRPr="00190885" w:rsidRDefault="006B4F4C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6B4F4C" w:rsidRPr="008A6FA1" w:rsidTr="00F9512D">
        <w:tc>
          <w:tcPr>
            <w:tcW w:w="6374" w:type="dxa"/>
          </w:tcPr>
          <w:p w:rsidR="006B4F4C" w:rsidRPr="00190885" w:rsidRDefault="006B4F4C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6B4F4C" w:rsidRPr="00190885" w:rsidRDefault="006B4F4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6B4F4C" w:rsidRPr="00190885" w:rsidRDefault="006B4F4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6B4F4C" w:rsidRPr="00190885" w:rsidRDefault="006B4F4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6B4F4C" w:rsidRPr="00190885" w:rsidRDefault="006B4F4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B4F4C" w:rsidRPr="00190885" w:rsidRDefault="006B4F4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B4F4C" w:rsidRPr="008A6FA1" w:rsidTr="00F9512D">
        <w:tc>
          <w:tcPr>
            <w:tcW w:w="6374" w:type="dxa"/>
          </w:tcPr>
          <w:p w:rsidR="006B4F4C" w:rsidRPr="00190885" w:rsidRDefault="006B4F4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6B4F4C" w:rsidRPr="00190885" w:rsidRDefault="006B4F4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6B4F4C" w:rsidRPr="00190885" w:rsidRDefault="006B4F4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6B4F4C" w:rsidRPr="00190885" w:rsidRDefault="006B4F4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6B4F4C" w:rsidRPr="00190885" w:rsidRDefault="006B4F4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6B4F4C" w:rsidRPr="00190885" w:rsidRDefault="006B4F4C" w:rsidP="00F9512D">
            <w:pPr>
              <w:pStyle w:val="ConsPlusNormal0"/>
              <w:rPr>
                <w:szCs w:val="28"/>
              </w:rPr>
            </w:pPr>
          </w:p>
        </w:tc>
      </w:tr>
      <w:tr w:rsidR="006B4F4C" w:rsidRPr="008A6FA1" w:rsidTr="00F9512D">
        <w:tc>
          <w:tcPr>
            <w:tcW w:w="6374" w:type="dxa"/>
          </w:tcPr>
          <w:p w:rsidR="006B4F4C" w:rsidRPr="00190885" w:rsidRDefault="006B4F4C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6B4F4C" w:rsidRPr="00190885" w:rsidRDefault="006B4F4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6B4F4C" w:rsidRPr="00190885" w:rsidRDefault="006B4F4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6B4F4C" w:rsidRPr="00190885" w:rsidRDefault="006B4F4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6B4F4C" w:rsidRPr="00190885" w:rsidRDefault="006B4F4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B4F4C" w:rsidRPr="00190885" w:rsidRDefault="006B4F4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6B4F4C" w:rsidRDefault="006B4F4C" w:rsidP="00EF6F81">
      <w:pPr>
        <w:jc w:val="center"/>
        <w:rPr>
          <w:szCs w:val="28"/>
        </w:rPr>
        <w:sectPr w:rsidR="006B4F4C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6B4F4C" w:rsidRDefault="006B4F4C" w:rsidP="00B86C1B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6B4F4C" w:rsidRPr="00250B58" w:rsidRDefault="006B4F4C" w:rsidP="00C55522">
      <w:pPr>
        <w:jc w:val="center"/>
        <w:rPr>
          <w:b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6B4F4C" w:rsidRDefault="006B4F4C" w:rsidP="00225687">
      <w:pPr>
        <w:ind w:firstLine="709"/>
        <w:jc w:val="both"/>
      </w:pPr>
    </w:p>
    <w:p w:rsidR="006B4F4C" w:rsidRDefault="006B4F4C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6B4F4C" w:rsidRDefault="006B4F4C" w:rsidP="00EF6F81">
      <w:pPr>
        <w:jc w:val="center"/>
        <w:rPr>
          <w:szCs w:val="28"/>
        </w:rPr>
      </w:pPr>
    </w:p>
    <w:p w:rsidR="006B4F4C" w:rsidRPr="00250B58" w:rsidRDefault="006B4F4C" w:rsidP="00C55522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6B4F4C" w:rsidRDefault="006B4F4C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6B4F4C" w:rsidTr="00F9512D">
        <w:tc>
          <w:tcPr>
            <w:tcW w:w="648" w:type="dxa"/>
            <w:vMerge w:val="restart"/>
            <w:vAlign w:val="center"/>
          </w:tcPr>
          <w:p w:rsidR="006B4F4C" w:rsidRPr="00AC26F6" w:rsidRDefault="006B4F4C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6B4F4C" w:rsidRPr="00AC26F6" w:rsidRDefault="006B4F4C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6B4F4C" w:rsidRPr="00AC26F6" w:rsidRDefault="006B4F4C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6B4F4C" w:rsidRPr="00AC26F6" w:rsidRDefault="006B4F4C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6B4F4C" w:rsidRPr="00AC26F6" w:rsidRDefault="006B4F4C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6B4F4C" w:rsidTr="00F9512D">
        <w:tc>
          <w:tcPr>
            <w:tcW w:w="648" w:type="dxa"/>
            <w:vMerge/>
          </w:tcPr>
          <w:p w:rsidR="006B4F4C" w:rsidRPr="00AC26F6" w:rsidRDefault="006B4F4C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6B4F4C" w:rsidRPr="00AC26F6" w:rsidRDefault="006B4F4C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6B4F4C" w:rsidRPr="00AC26F6" w:rsidRDefault="006B4F4C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6B4F4C" w:rsidRPr="00AC26F6" w:rsidRDefault="006B4F4C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B4F4C" w:rsidRPr="00AC26F6" w:rsidRDefault="006B4F4C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6B4F4C" w:rsidRPr="00AC26F6" w:rsidRDefault="006B4F4C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6B4F4C" w:rsidTr="00F9512D">
        <w:tc>
          <w:tcPr>
            <w:tcW w:w="648" w:type="dxa"/>
          </w:tcPr>
          <w:p w:rsidR="006B4F4C" w:rsidRPr="00AC26F6" w:rsidRDefault="006B4F4C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6B4F4C" w:rsidRPr="00AC26F6" w:rsidRDefault="006B4F4C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6B4F4C" w:rsidRPr="00AC26F6" w:rsidRDefault="006B4F4C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6B4F4C" w:rsidRPr="00AC26F6" w:rsidRDefault="006B4F4C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6B4F4C" w:rsidRPr="00AC26F6" w:rsidRDefault="006B4F4C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6B4F4C" w:rsidRPr="00AC26F6" w:rsidRDefault="006B4F4C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6B4F4C" w:rsidTr="00F9512D">
        <w:tc>
          <w:tcPr>
            <w:tcW w:w="648" w:type="dxa"/>
          </w:tcPr>
          <w:p w:rsidR="006B4F4C" w:rsidRPr="00AC26F6" w:rsidRDefault="006B4F4C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6B4F4C" w:rsidRDefault="006B4F4C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9C4950">
              <w:rPr>
                <w:bCs/>
                <w:szCs w:val="28"/>
              </w:rPr>
              <w:t>«Развитие водопроводно-канализационного комплекса Старотитаровского сельского поселения Темрюкского района»</w:t>
            </w:r>
          </w:p>
          <w:p w:rsidR="006B4F4C" w:rsidRPr="00AC26F6" w:rsidRDefault="006B4F4C" w:rsidP="00F9512D">
            <w:pPr>
              <w:jc w:val="center"/>
              <w:rPr>
                <w:szCs w:val="28"/>
              </w:rPr>
            </w:pPr>
          </w:p>
        </w:tc>
      </w:tr>
      <w:tr w:rsidR="006B4F4C" w:rsidTr="00AD4892">
        <w:trPr>
          <w:trHeight w:val="605"/>
        </w:trPr>
        <w:tc>
          <w:tcPr>
            <w:tcW w:w="648" w:type="dxa"/>
            <w:vAlign w:val="center"/>
          </w:tcPr>
          <w:p w:rsidR="006B4F4C" w:rsidRPr="00AC26F6" w:rsidRDefault="006B4F4C" w:rsidP="00AD4892">
            <w:pPr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  <w:vAlign w:val="center"/>
          </w:tcPr>
          <w:p w:rsidR="006B4F4C" w:rsidRPr="00C25175" w:rsidRDefault="006B4F4C" w:rsidP="00AD4892">
            <w:pPr>
              <w:rPr>
                <w:b/>
                <w:szCs w:val="28"/>
              </w:rPr>
            </w:pPr>
            <w:r>
              <w:rPr>
                <w:szCs w:val="28"/>
              </w:rPr>
              <w:t>т</w:t>
            </w:r>
            <w:r w:rsidRPr="00410400">
              <w:rPr>
                <w:szCs w:val="28"/>
              </w:rPr>
              <w:t>екущий ремонт КНС на пер. Октябрьском</w:t>
            </w:r>
          </w:p>
        </w:tc>
        <w:tc>
          <w:tcPr>
            <w:tcW w:w="1620" w:type="dxa"/>
            <w:vAlign w:val="center"/>
          </w:tcPr>
          <w:p w:rsidR="006B4F4C" w:rsidRPr="00C25175" w:rsidRDefault="006B4F4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B4F4C" w:rsidRPr="00C25175" w:rsidRDefault="006B4F4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6B4F4C" w:rsidRPr="00C25175" w:rsidRDefault="006B4F4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6B4F4C" w:rsidRPr="00877383" w:rsidRDefault="006B4F4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6B4F4C" w:rsidTr="00F9512D">
        <w:tc>
          <w:tcPr>
            <w:tcW w:w="648" w:type="dxa"/>
            <w:vAlign w:val="center"/>
          </w:tcPr>
          <w:p w:rsidR="006B4F4C" w:rsidRPr="00AC26F6" w:rsidRDefault="006B4F4C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6B4F4C" w:rsidRPr="00AC26F6" w:rsidRDefault="006B4F4C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B4F4C" w:rsidRPr="00AC26F6" w:rsidRDefault="006B4F4C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B4F4C" w:rsidRPr="00AC26F6" w:rsidRDefault="006B4F4C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B4F4C" w:rsidRPr="00AC26F6" w:rsidRDefault="006B4F4C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6B4F4C" w:rsidRPr="00AC26F6" w:rsidRDefault="006B4F4C" w:rsidP="00F9512D">
            <w:pPr>
              <w:jc w:val="center"/>
              <w:rPr>
                <w:szCs w:val="28"/>
              </w:rPr>
            </w:pPr>
          </w:p>
        </w:tc>
      </w:tr>
      <w:tr w:rsidR="006B4F4C" w:rsidTr="00F9512D">
        <w:tc>
          <w:tcPr>
            <w:tcW w:w="648" w:type="dxa"/>
            <w:vAlign w:val="center"/>
          </w:tcPr>
          <w:p w:rsidR="006B4F4C" w:rsidRPr="00AC26F6" w:rsidRDefault="006B4F4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6B4F4C" w:rsidRDefault="006B4F4C" w:rsidP="00817133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9C4950">
              <w:rPr>
                <w:szCs w:val="28"/>
              </w:rPr>
              <w:t>«По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поселения Темрюкского района»</w:t>
            </w:r>
          </w:p>
          <w:p w:rsidR="006B4F4C" w:rsidRPr="00AC26F6" w:rsidRDefault="006B4F4C" w:rsidP="001B3BE2">
            <w:pPr>
              <w:jc w:val="center"/>
              <w:rPr>
                <w:szCs w:val="28"/>
              </w:rPr>
            </w:pPr>
          </w:p>
        </w:tc>
      </w:tr>
      <w:tr w:rsidR="006B4F4C" w:rsidTr="00F9512D">
        <w:tc>
          <w:tcPr>
            <w:tcW w:w="648" w:type="dxa"/>
            <w:vAlign w:val="center"/>
          </w:tcPr>
          <w:p w:rsidR="006B4F4C" w:rsidRPr="00AC26F6" w:rsidRDefault="006B4F4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6B4F4C" w:rsidRPr="00C25175" w:rsidRDefault="006B4F4C" w:rsidP="00817133">
            <w:pPr>
              <w:rPr>
                <w:b/>
                <w:szCs w:val="28"/>
              </w:rPr>
            </w:pPr>
            <w:r>
              <w:rPr>
                <w:szCs w:val="28"/>
              </w:rPr>
              <w:t>количество мероприятий, необходимых для в</w:t>
            </w:r>
            <w:r w:rsidRPr="00AD6871">
              <w:rPr>
                <w:szCs w:val="28"/>
              </w:rPr>
              <w:t>вод</w:t>
            </w:r>
            <w:r>
              <w:rPr>
                <w:szCs w:val="28"/>
              </w:rPr>
              <w:t>а</w:t>
            </w:r>
            <w:r w:rsidRPr="00AD6871">
              <w:rPr>
                <w:szCs w:val="28"/>
              </w:rPr>
              <w:t xml:space="preserve"> в эксплуатацию объектов инженерной инфраструктуры</w:t>
            </w:r>
          </w:p>
        </w:tc>
        <w:tc>
          <w:tcPr>
            <w:tcW w:w="1620" w:type="dxa"/>
            <w:vAlign w:val="center"/>
          </w:tcPr>
          <w:p w:rsidR="006B4F4C" w:rsidRPr="00C25175" w:rsidRDefault="006B4F4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B4F4C" w:rsidRPr="00C25175" w:rsidRDefault="006B4F4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6B4F4C" w:rsidRPr="00C25175" w:rsidRDefault="006B4F4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6B4F4C" w:rsidRPr="00877383" w:rsidRDefault="006B4F4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6B4F4C" w:rsidTr="00F9512D">
        <w:tc>
          <w:tcPr>
            <w:tcW w:w="648" w:type="dxa"/>
            <w:vAlign w:val="center"/>
          </w:tcPr>
          <w:p w:rsidR="006B4F4C" w:rsidRDefault="006B4F4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6B4F4C" w:rsidRPr="009A338E" w:rsidRDefault="006B4F4C" w:rsidP="002822DB">
            <w:pPr>
              <w:rPr>
                <w:szCs w:val="28"/>
              </w:rPr>
            </w:pPr>
            <w:r w:rsidRPr="009A338E">
              <w:rPr>
                <w:szCs w:val="28"/>
              </w:rPr>
              <w:t>техническое обслуживание газопровода</w:t>
            </w:r>
          </w:p>
        </w:tc>
        <w:tc>
          <w:tcPr>
            <w:tcW w:w="1620" w:type="dxa"/>
            <w:vAlign w:val="center"/>
          </w:tcPr>
          <w:p w:rsidR="006B4F4C" w:rsidRPr="00AC26F6" w:rsidRDefault="006B4F4C" w:rsidP="002822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усл. ед.</w:t>
            </w:r>
          </w:p>
        </w:tc>
        <w:tc>
          <w:tcPr>
            <w:tcW w:w="900" w:type="dxa"/>
            <w:vAlign w:val="center"/>
          </w:tcPr>
          <w:p w:rsidR="006B4F4C" w:rsidRPr="00AC26F6" w:rsidRDefault="006B4F4C" w:rsidP="002822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6B4F4C" w:rsidRPr="00AC26F6" w:rsidRDefault="006B4F4C" w:rsidP="002822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6B4F4C" w:rsidRPr="00AC26F6" w:rsidRDefault="006B4F4C" w:rsidP="002822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6B4F4C" w:rsidTr="00F9512D">
        <w:tc>
          <w:tcPr>
            <w:tcW w:w="648" w:type="dxa"/>
            <w:vAlign w:val="center"/>
          </w:tcPr>
          <w:p w:rsidR="006B4F4C" w:rsidRDefault="006B4F4C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6B4F4C" w:rsidRPr="00C25175" w:rsidRDefault="006B4F4C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B4F4C" w:rsidRPr="00C25175" w:rsidRDefault="006B4F4C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B4F4C" w:rsidRPr="00C25175" w:rsidRDefault="006B4F4C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B4F4C" w:rsidRPr="00C25175" w:rsidRDefault="006B4F4C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6B4F4C" w:rsidRPr="00C25175" w:rsidRDefault="006B4F4C" w:rsidP="00F9512D">
            <w:pPr>
              <w:jc w:val="center"/>
              <w:rPr>
                <w:szCs w:val="28"/>
              </w:rPr>
            </w:pPr>
          </w:p>
        </w:tc>
      </w:tr>
    </w:tbl>
    <w:p w:rsidR="006B4F4C" w:rsidRDefault="006B4F4C" w:rsidP="00225687">
      <w:pPr>
        <w:jc w:val="center"/>
        <w:rPr>
          <w:b/>
          <w:szCs w:val="28"/>
        </w:rPr>
      </w:pPr>
    </w:p>
    <w:p w:rsidR="006B4F4C" w:rsidRPr="003C75F8" w:rsidRDefault="006B4F4C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6B4F4C" w:rsidRPr="003C75F8" w:rsidRDefault="006B4F4C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6B4F4C" w:rsidRPr="00250B58" w:rsidRDefault="006B4F4C" w:rsidP="00817133">
      <w:pPr>
        <w:jc w:val="center"/>
        <w:rPr>
          <w:b/>
        </w:rPr>
      </w:pPr>
      <w:r w:rsidRPr="00DD19BF">
        <w:rPr>
          <w:b/>
        </w:rPr>
        <w:t xml:space="preserve">показателей 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6B4F4C" w:rsidRPr="00F032F5" w:rsidRDefault="006B4F4C" w:rsidP="005D3E7D">
      <w:pPr>
        <w:jc w:val="center"/>
        <w:rPr>
          <w:b/>
          <w:szCs w:val="28"/>
        </w:rPr>
      </w:pPr>
    </w:p>
    <w:p w:rsidR="006B4F4C" w:rsidRPr="003C75F8" w:rsidRDefault="006B4F4C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6B4F4C" w:rsidRPr="00C404E0" w:rsidTr="00C404E0">
        <w:tc>
          <w:tcPr>
            <w:tcW w:w="730" w:type="dxa"/>
          </w:tcPr>
          <w:p w:rsidR="006B4F4C" w:rsidRPr="00C404E0" w:rsidRDefault="006B4F4C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6B4F4C" w:rsidRPr="00C404E0" w:rsidRDefault="006B4F4C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6B4F4C" w:rsidRPr="00C404E0" w:rsidRDefault="006B4F4C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6B4F4C" w:rsidRPr="00C404E0" w:rsidRDefault="006B4F4C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6B4F4C" w:rsidRPr="00C404E0" w:rsidRDefault="006B4F4C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6B4F4C" w:rsidRPr="00C404E0" w:rsidRDefault="006B4F4C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6B4F4C" w:rsidRPr="00C404E0" w:rsidRDefault="006B4F4C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6B4F4C" w:rsidRPr="00C404E0" w:rsidRDefault="006B4F4C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6B4F4C" w:rsidRPr="0054045D" w:rsidRDefault="006B4F4C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6B4F4C" w:rsidRPr="000B0521" w:rsidTr="00C404E0">
        <w:tc>
          <w:tcPr>
            <w:tcW w:w="726" w:type="dxa"/>
          </w:tcPr>
          <w:p w:rsidR="006B4F4C" w:rsidRPr="000B0521" w:rsidRDefault="006B4F4C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6B4F4C" w:rsidRPr="000B0521" w:rsidRDefault="006B4F4C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6B4F4C" w:rsidRPr="000B0521" w:rsidRDefault="006B4F4C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6B4F4C" w:rsidRPr="000B0521" w:rsidRDefault="006B4F4C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6B4F4C" w:rsidRPr="000B0521" w:rsidRDefault="006B4F4C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6B4F4C" w:rsidRPr="000B0521" w:rsidRDefault="006B4F4C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6B4F4C" w:rsidRPr="000B0521" w:rsidRDefault="006B4F4C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6B4F4C" w:rsidRPr="000B0521" w:rsidRDefault="006B4F4C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6B4F4C" w:rsidRPr="00F945BC" w:rsidTr="00C404E0">
        <w:tc>
          <w:tcPr>
            <w:tcW w:w="726" w:type="dxa"/>
          </w:tcPr>
          <w:p w:rsidR="006B4F4C" w:rsidRPr="00C404E0" w:rsidRDefault="006B4F4C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6B4F4C" w:rsidRPr="00817133" w:rsidRDefault="006B4F4C" w:rsidP="005D3E7D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817133">
              <w:rPr>
                <w:bCs/>
                <w:sz w:val="24"/>
                <w:szCs w:val="24"/>
              </w:rPr>
              <w:t>«Развитие водопроводно-канализационного комплекса Старотитаровского сельского поселения Темрюкского района»</w:t>
            </w:r>
          </w:p>
          <w:p w:rsidR="006B4F4C" w:rsidRPr="00C404E0" w:rsidRDefault="006B4F4C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6B4F4C" w:rsidRPr="00F945BC" w:rsidTr="00C404E0">
        <w:tc>
          <w:tcPr>
            <w:tcW w:w="726" w:type="dxa"/>
          </w:tcPr>
          <w:p w:rsidR="006B4F4C" w:rsidRPr="00C404E0" w:rsidRDefault="006B4F4C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2293" w:type="dxa"/>
          </w:tcPr>
          <w:p w:rsidR="006B4F4C" w:rsidRPr="00817133" w:rsidRDefault="006B4F4C" w:rsidP="00F9512D">
            <w:pPr>
              <w:rPr>
                <w:b/>
                <w:sz w:val="24"/>
                <w:szCs w:val="24"/>
              </w:rPr>
            </w:pPr>
            <w:r w:rsidRPr="00817133">
              <w:rPr>
                <w:sz w:val="24"/>
                <w:szCs w:val="24"/>
              </w:rPr>
              <w:t>текущий ремонт КНС на пер. Октябрьском</w:t>
            </w:r>
          </w:p>
        </w:tc>
        <w:tc>
          <w:tcPr>
            <w:tcW w:w="1519" w:type="dxa"/>
            <w:vAlign w:val="center"/>
          </w:tcPr>
          <w:p w:rsidR="006B4F4C" w:rsidRPr="00C404E0" w:rsidRDefault="006B4F4C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6B4F4C" w:rsidRPr="00B51199" w:rsidRDefault="006B4F4C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6B4F4C" w:rsidRPr="00F57EFB" w:rsidRDefault="006B4F4C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6B4F4C" w:rsidRPr="00F57EFB" w:rsidRDefault="006B4F4C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6B4F4C" w:rsidRPr="00F57EFB" w:rsidRDefault="006B4F4C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6B4F4C" w:rsidRPr="00F945BC" w:rsidRDefault="006B4F4C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B4F4C" w:rsidRPr="00F945BC" w:rsidTr="00C667BF">
        <w:tc>
          <w:tcPr>
            <w:tcW w:w="726" w:type="dxa"/>
          </w:tcPr>
          <w:p w:rsidR="006B4F4C" w:rsidRPr="00C404E0" w:rsidRDefault="006B4F4C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6B4F4C" w:rsidRPr="00215EF9" w:rsidRDefault="006B4F4C" w:rsidP="00215EF9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817133">
              <w:rPr>
                <w:sz w:val="24"/>
                <w:szCs w:val="24"/>
              </w:rPr>
              <w:t>«По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поселения Темрюкского района»</w:t>
            </w:r>
          </w:p>
          <w:p w:rsidR="006B4F4C" w:rsidRPr="00F945BC" w:rsidRDefault="006B4F4C" w:rsidP="00F945BC">
            <w:pPr>
              <w:jc w:val="center"/>
              <w:rPr>
                <w:szCs w:val="28"/>
              </w:rPr>
            </w:pPr>
          </w:p>
        </w:tc>
      </w:tr>
      <w:tr w:rsidR="006B4F4C" w:rsidRPr="00F945BC" w:rsidTr="00215EF9">
        <w:tc>
          <w:tcPr>
            <w:tcW w:w="726" w:type="dxa"/>
          </w:tcPr>
          <w:p w:rsidR="006B4F4C" w:rsidRDefault="006B4F4C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6B4F4C" w:rsidRPr="00937FF1" w:rsidRDefault="006B4F4C" w:rsidP="002822DB">
            <w:pPr>
              <w:rPr>
                <w:sz w:val="24"/>
                <w:szCs w:val="24"/>
              </w:rPr>
            </w:pPr>
            <w:r w:rsidRPr="00937FF1">
              <w:rPr>
                <w:sz w:val="24"/>
                <w:szCs w:val="24"/>
              </w:rPr>
              <w:t>техническое обслуживание газопровода</w:t>
            </w:r>
          </w:p>
        </w:tc>
        <w:tc>
          <w:tcPr>
            <w:tcW w:w="1519" w:type="dxa"/>
            <w:vAlign w:val="center"/>
          </w:tcPr>
          <w:p w:rsidR="006B4F4C" w:rsidRPr="00C404E0" w:rsidRDefault="006B4F4C" w:rsidP="002822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6B4F4C" w:rsidRPr="00B51199" w:rsidRDefault="006B4F4C" w:rsidP="002822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6B4F4C" w:rsidRPr="00F57EFB" w:rsidRDefault="006B4F4C" w:rsidP="002822D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6B4F4C" w:rsidRPr="00F57EFB" w:rsidRDefault="006B4F4C" w:rsidP="002822D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6B4F4C" w:rsidRPr="00F57EFB" w:rsidRDefault="006B4F4C" w:rsidP="002822D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6B4F4C" w:rsidRPr="00F945BC" w:rsidRDefault="006B4F4C" w:rsidP="002822DB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B4F4C" w:rsidRPr="00F945BC" w:rsidTr="00215EF9">
        <w:tc>
          <w:tcPr>
            <w:tcW w:w="726" w:type="dxa"/>
          </w:tcPr>
          <w:p w:rsidR="006B4F4C" w:rsidRDefault="006B4F4C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6B4F4C" w:rsidRPr="00817133" w:rsidRDefault="006B4F4C" w:rsidP="00817133">
            <w:pPr>
              <w:rPr>
                <w:b/>
                <w:sz w:val="24"/>
                <w:szCs w:val="24"/>
              </w:rPr>
            </w:pPr>
            <w:r w:rsidRPr="00817133">
              <w:rPr>
                <w:sz w:val="24"/>
                <w:szCs w:val="24"/>
              </w:rPr>
              <w:t>количество мероприятий, необходимых для ввода в эксплуатацию объектов инженерной инфраструктуры</w:t>
            </w:r>
          </w:p>
        </w:tc>
        <w:tc>
          <w:tcPr>
            <w:tcW w:w="1519" w:type="dxa"/>
            <w:vAlign w:val="center"/>
          </w:tcPr>
          <w:p w:rsidR="006B4F4C" w:rsidRPr="00C404E0" w:rsidRDefault="006B4F4C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6B4F4C" w:rsidRPr="00F945BC" w:rsidRDefault="006B4F4C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6B4F4C" w:rsidRDefault="006B4F4C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6B4F4C" w:rsidRPr="00F945BC" w:rsidRDefault="006B4F4C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6B4F4C" w:rsidRPr="00F57EFB" w:rsidRDefault="006B4F4C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6B4F4C" w:rsidRPr="00F57EFB" w:rsidRDefault="006B4F4C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6B4F4C" w:rsidRPr="00E57BE0" w:rsidRDefault="006B4F4C" w:rsidP="00F9512D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6B4F4C" w:rsidRDefault="006B4F4C" w:rsidP="00FA1A72">
      <w:pPr>
        <w:jc w:val="both"/>
        <w:rPr>
          <w:szCs w:val="28"/>
        </w:rPr>
      </w:pPr>
    </w:p>
    <w:p w:rsidR="006B4F4C" w:rsidRDefault="006B4F4C" w:rsidP="00FA1A72">
      <w:pPr>
        <w:jc w:val="both"/>
        <w:rPr>
          <w:szCs w:val="28"/>
        </w:rPr>
      </w:pPr>
    </w:p>
    <w:p w:rsidR="006B4F4C" w:rsidRDefault="006B4F4C" w:rsidP="00FA1A72">
      <w:pPr>
        <w:jc w:val="both"/>
        <w:rPr>
          <w:szCs w:val="28"/>
        </w:rPr>
      </w:pPr>
    </w:p>
    <w:p w:rsidR="006B4F4C" w:rsidRDefault="006B4F4C" w:rsidP="00FA1A72">
      <w:pPr>
        <w:jc w:val="both"/>
        <w:rPr>
          <w:szCs w:val="28"/>
        </w:rPr>
      </w:pPr>
    </w:p>
    <w:p w:rsidR="006B4F4C" w:rsidRDefault="006B4F4C" w:rsidP="00FA1A72">
      <w:pPr>
        <w:jc w:val="both"/>
        <w:rPr>
          <w:szCs w:val="28"/>
        </w:rPr>
      </w:pPr>
    </w:p>
    <w:p w:rsidR="006B4F4C" w:rsidRDefault="006B4F4C" w:rsidP="00FA1A72">
      <w:pPr>
        <w:jc w:val="both"/>
        <w:rPr>
          <w:szCs w:val="28"/>
        </w:rPr>
      </w:pPr>
    </w:p>
    <w:p w:rsidR="006B4F4C" w:rsidRDefault="006B4F4C" w:rsidP="00FA1A72">
      <w:pPr>
        <w:jc w:val="both"/>
        <w:rPr>
          <w:szCs w:val="28"/>
        </w:rPr>
      </w:pPr>
    </w:p>
    <w:p w:rsidR="006B4F4C" w:rsidRDefault="006B4F4C" w:rsidP="00FA1A72">
      <w:pPr>
        <w:jc w:val="both"/>
        <w:rPr>
          <w:szCs w:val="28"/>
        </w:rPr>
      </w:pPr>
    </w:p>
    <w:p w:rsidR="006B4F4C" w:rsidRDefault="006B4F4C" w:rsidP="00FA1A72">
      <w:pPr>
        <w:jc w:val="both"/>
        <w:rPr>
          <w:szCs w:val="28"/>
        </w:rPr>
      </w:pPr>
    </w:p>
    <w:p w:rsidR="006B4F4C" w:rsidRDefault="006B4F4C" w:rsidP="00FA1A72">
      <w:pPr>
        <w:jc w:val="both"/>
        <w:rPr>
          <w:szCs w:val="28"/>
        </w:rPr>
      </w:pPr>
    </w:p>
    <w:p w:rsidR="006B4F4C" w:rsidRDefault="006B4F4C" w:rsidP="00FA1A72">
      <w:pPr>
        <w:jc w:val="both"/>
        <w:rPr>
          <w:szCs w:val="28"/>
        </w:rPr>
      </w:pPr>
    </w:p>
    <w:p w:rsidR="006B4F4C" w:rsidRDefault="006B4F4C" w:rsidP="00FA1A72">
      <w:pPr>
        <w:jc w:val="both"/>
        <w:rPr>
          <w:szCs w:val="28"/>
        </w:rPr>
      </w:pPr>
    </w:p>
    <w:p w:rsidR="006B4F4C" w:rsidRDefault="006B4F4C" w:rsidP="00FA1A72">
      <w:pPr>
        <w:jc w:val="both"/>
        <w:rPr>
          <w:szCs w:val="28"/>
        </w:rPr>
      </w:pPr>
    </w:p>
    <w:p w:rsidR="006B4F4C" w:rsidRDefault="006B4F4C" w:rsidP="00FA1A72">
      <w:pPr>
        <w:jc w:val="both"/>
        <w:rPr>
          <w:szCs w:val="28"/>
        </w:rPr>
      </w:pPr>
    </w:p>
    <w:p w:rsidR="006B4F4C" w:rsidRPr="00FD34F6" w:rsidRDefault="006B4F4C">
      <w:pPr>
        <w:rPr>
          <w:sz w:val="6"/>
          <w:szCs w:val="6"/>
        </w:rPr>
      </w:pPr>
    </w:p>
    <w:p w:rsidR="006B4F4C" w:rsidRDefault="006B4F4C" w:rsidP="00EF6F81">
      <w:pPr>
        <w:jc w:val="center"/>
        <w:rPr>
          <w:szCs w:val="28"/>
        </w:rPr>
        <w:sectPr w:rsidR="006B4F4C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6B4F4C" w:rsidRDefault="006B4F4C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B4F4C" w:rsidRPr="00484E94" w:rsidRDefault="006B4F4C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6B4F4C" w:rsidRPr="00484E94" w:rsidRDefault="006B4F4C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6B4F4C" w:rsidRPr="00484E94" w:rsidRDefault="006B4F4C" w:rsidP="00484E94">
      <w:pPr>
        <w:pStyle w:val="ConsPlusNormal0"/>
        <w:jc w:val="center"/>
        <w:rPr>
          <w:szCs w:val="28"/>
        </w:rPr>
      </w:pPr>
    </w:p>
    <w:p w:rsidR="006B4F4C" w:rsidRPr="0016103B" w:rsidRDefault="006B4F4C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6B4F4C" w:rsidRPr="00484E94" w:rsidRDefault="006B4F4C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6B4F4C" w:rsidRDefault="006B4F4C" w:rsidP="00484E94">
      <w:pPr>
        <w:jc w:val="both"/>
      </w:pPr>
    </w:p>
    <w:p w:rsidR="006B4F4C" w:rsidRPr="00484E94" w:rsidRDefault="006B4F4C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6B4F4C" w:rsidRPr="00484E94" w:rsidRDefault="006B4F4C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6B4F4C" w:rsidRPr="00484E94" w:rsidRDefault="006B4F4C" w:rsidP="00484E94">
      <w:pPr>
        <w:pStyle w:val="ConsPlusNormal0"/>
        <w:jc w:val="both"/>
        <w:rPr>
          <w:szCs w:val="28"/>
        </w:rPr>
      </w:pPr>
    </w:p>
    <w:p w:rsidR="006B4F4C" w:rsidRPr="007F34E4" w:rsidRDefault="006B4F4C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6B4F4C" w:rsidRPr="007F34E4" w:rsidRDefault="006B4F4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6B4F4C" w:rsidRPr="007F34E4" w:rsidRDefault="006B4F4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6B4F4C" w:rsidRPr="007F34E4" w:rsidRDefault="006B4F4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6B4F4C" w:rsidRPr="007F34E4" w:rsidRDefault="006B4F4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6B4F4C" w:rsidRPr="007F34E4" w:rsidRDefault="006B4F4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6B4F4C" w:rsidRPr="007F34E4" w:rsidRDefault="006B4F4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6B4F4C" w:rsidRPr="007F34E4" w:rsidRDefault="006B4F4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6B4F4C" w:rsidRPr="007F34E4" w:rsidRDefault="006B4F4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6B4F4C" w:rsidRPr="007F34E4" w:rsidRDefault="006B4F4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6B4F4C" w:rsidRPr="007F34E4" w:rsidRDefault="006B4F4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6B4F4C" w:rsidRPr="007F34E4" w:rsidRDefault="006B4F4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6B4F4C" w:rsidRPr="007F34E4" w:rsidRDefault="006B4F4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6B4F4C" w:rsidRPr="007F34E4" w:rsidRDefault="006B4F4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6B4F4C" w:rsidRDefault="006B4F4C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6B4F4C" w:rsidRPr="007F34E4" w:rsidRDefault="006B4F4C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6B4F4C" w:rsidRPr="007F34E4" w:rsidRDefault="006B4F4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6B4F4C" w:rsidRPr="007F34E4" w:rsidRDefault="006B4F4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6B4F4C" w:rsidRPr="007F34E4" w:rsidRDefault="006B4F4C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6B4F4C" w:rsidRPr="007F34E4" w:rsidRDefault="006B4F4C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6B4F4C" w:rsidRPr="007F34E4" w:rsidRDefault="006B4F4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6B4F4C" w:rsidRPr="007F34E4" w:rsidRDefault="006B4F4C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6B4F4C" w:rsidRPr="007F34E4" w:rsidRDefault="006B4F4C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6B4F4C" w:rsidRPr="007F34E4" w:rsidRDefault="006B4F4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6B4F4C" w:rsidRPr="007F34E4" w:rsidRDefault="006B4F4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6B4F4C" w:rsidRPr="007F34E4" w:rsidRDefault="006B4F4C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6B4F4C" w:rsidRPr="007F34E4" w:rsidRDefault="006B4F4C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6B4F4C" w:rsidRDefault="006B4F4C" w:rsidP="00484E94">
      <w:pPr>
        <w:ind w:firstLine="709"/>
        <w:jc w:val="both"/>
        <w:rPr>
          <w:szCs w:val="28"/>
        </w:rPr>
      </w:pPr>
    </w:p>
    <w:p w:rsidR="006B4F4C" w:rsidRDefault="006B4F4C" w:rsidP="00484E94">
      <w:pPr>
        <w:ind w:firstLine="709"/>
        <w:jc w:val="both"/>
        <w:rPr>
          <w:szCs w:val="28"/>
        </w:rPr>
      </w:pPr>
    </w:p>
    <w:p w:rsidR="006B4F4C" w:rsidRDefault="006B4F4C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B4F4C" w:rsidRDefault="006B4F4C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6B4F4C" w:rsidRDefault="006B4F4C" w:rsidP="00B47CC7">
      <w:pPr>
        <w:rPr>
          <w:szCs w:val="28"/>
        </w:rPr>
        <w:sectPr w:rsidR="006B4F4C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  Е.М. Зимина</w:t>
      </w:r>
    </w:p>
    <w:p w:rsidR="006B4F4C" w:rsidRDefault="006B4F4C" w:rsidP="001F5CA2">
      <w:pPr>
        <w:jc w:val="center"/>
        <w:rPr>
          <w:b/>
        </w:rPr>
      </w:pPr>
    </w:p>
    <w:sectPr w:rsidR="006B4F4C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4F4C" w:rsidRDefault="006B4F4C" w:rsidP="00EF6F81">
      <w:r>
        <w:separator/>
      </w:r>
    </w:p>
  </w:endnote>
  <w:endnote w:type="continuationSeparator" w:id="0">
    <w:p w:rsidR="006B4F4C" w:rsidRDefault="006B4F4C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4F4C" w:rsidRDefault="006B4F4C" w:rsidP="00EF6F81">
      <w:r>
        <w:separator/>
      </w:r>
    </w:p>
  </w:footnote>
  <w:footnote w:type="continuationSeparator" w:id="0">
    <w:p w:rsidR="006B4F4C" w:rsidRDefault="006B4F4C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F4C" w:rsidRDefault="006B4F4C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F4C" w:rsidRDefault="006B4F4C">
    <w:pPr>
      <w:pStyle w:val="Header"/>
      <w:jc w:val="center"/>
    </w:pPr>
  </w:p>
  <w:p w:rsidR="006B4F4C" w:rsidRDefault="006B4F4C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B4F4C" w:rsidRPr="00F945BC" w:rsidRDefault="006B4F4C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F8B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19D6"/>
    <w:rsid w:val="000520B4"/>
    <w:rsid w:val="0005300F"/>
    <w:rsid w:val="0005555B"/>
    <w:rsid w:val="000669A4"/>
    <w:rsid w:val="00067C9E"/>
    <w:rsid w:val="00073545"/>
    <w:rsid w:val="00084E42"/>
    <w:rsid w:val="000A3A2B"/>
    <w:rsid w:val="000A5167"/>
    <w:rsid w:val="000B0521"/>
    <w:rsid w:val="000B1D2D"/>
    <w:rsid w:val="000B4AE6"/>
    <w:rsid w:val="000C1918"/>
    <w:rsid w:val="000C3C23"/>
    <w:rsid w:val="000C3FBF"/>
    <w:rsid w:val="000D1B88"/>
    <w:rsid w:val="000D42BE"/>
    <w:rsid w:val="000D5144"/>
    <w:rsid w:val="000E5F26"/>
    <w:rsid w:val="000F0BCA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3BE2"/>
    <w:rsid w:val="001B7870"/>
    <w:rsid w:val="001B7AD5"/>
    <w:rsid w:val="001C6397"/>
    <w:rsid w:val="001D080B"/>
    <w:rsid w:val="001D1214"/>
    <w:rsid w:val="001D4E9D"/>
    <w:rsid w:val="001D7910"/>
    <w:rsid w:val="001E468C"/>
    <w:rsid w:val="001E7209"/>
    <w:rsid w:val="001F5CA2"/>
    <w:rsid w:val="001F7787"/>
    <w:rsid w:val="002050C7"/>
    <w:rsid w:val="0020737A"/>
    <w:rsid w:val="00214AAC"/>
    <w:rsid w:val="00215EF9"/>
    <w:rsid w:val="00216964"/>
    <w:rsid w:val="00217311"/>
    <w:rsid w:val="002175EF"/>
    <w:rsid w:val="00221E58"/>
    <w:rsid w:val="00223300"/>
    <w:rsid w:val="00223344"/>
    <w:rsid w:val="00224960"/>
    <w:rsid w:val="00224C98"/>
    <w:rsid w:val="00225134"/>
    <w:rsid w:val="00225687"/>
    <w:rsid w:val="00226953"/>
    <w:rsid w:val="00226E2F"/>
    <w:rsid w:val="0023010F"/>
    <w:rsid w:val="00230B23"/>
    <w:rsid w:val="00234771"/>
    <w:rsid w:val="002371A2"/>
    <w:rsid w:val="00244C9F"/>
    <w:rsid w:val="00250B58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22DB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487F"/>
    <w:rsid w:val="002D6BB0"/>
    <w:rsid w:val="002E11AD"/>
    <w:rsid w:val="002E291E"/>
    <w:rsid w:val="002E5323"/>
    <w:rsid w:val="002E62B4"/>
    <w:rsid w:val="00306055"/>
    <w:rsid w:val="00324FC7"/>
    <w:rsid w:val="00325B03"/>
    <w:rsid w:val="00326F04"/>
    <w:rsid w:val="003335DB"/>
    <w:rsid w:val="00337501"/>
    <w:rsid w:val="00345A6E"/>
    <w:rsid w:val="00347A6F"/>
    <w:rsid w:val="003547EA"/>
    <w:rsid w:val="003559DB"/>
    <w:rsid w:val="00357F42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D75"/>
    <w:rsid w:val="003C1DA5"/>
    <w:rsid w:val="003C75F8"/>
    <w:rsid w:val="003C7953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0400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F4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4E6CCF"/>
    <w:rsid w:val="004F504A"/>
    <w:rsid w:val="0050378D"/>
    <w:rsid w:val="0050519C"/>
    <w:rsid w:val="00506C43"/>
    <w:rsid w:val="00510D19"/>
    <w:rsid w:val="005110C7"/>
    <w:rsid w:val="00520BAF"/>
    <w:rsid w:val="0053507E"/>
    <w:rsid w:val="0054045D"/>
    <w:rsid w:val="0054063E"/>
    <w:rsid w:val="00541A25"/>
    <w:rsid w:val="005450A9"/>
    <w:rsid w:val="00547264"/>
    <w:rsid w:val="00551202"/>
    <w:rsid w:val="0055229B"/>
    <w:rsid w:val="00553CFA"/>
    <w:rsid w:val="00561B23"/>
    <w:rsid w:val="00565F55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0AC6"/>
    <w:rsid w:val="005C4D2D"/>
    <w:rsid w:val="005C6C01"/>
    <w:rsid w:val="005D3E7D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5C5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4F4C"/>
    <w:rsid w:val="006C1CE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C5B"/>
    <w:rsid w:val="00741FA6"/>
    <w:rsid w:val="00743334"/>
    <w:rsid w:val="00745D1A"/>
    <w:rsid w:val="007556E6"/>
    <w:rsid w:val="00756022"/>
    <w:rsid w:val="007631C4"/>
    <w:rsid w:val="00770883"/>
    <w:rsid w:val="00770CDB"/>
    <w:rsid w:val="00775426"/>
    <w:rsid w:val="00782AE6"/>
    <w:rsid w:val="00783D2D"/>
    <w:rsid w:val="0078526C"/>
    <w:rsid w:val="00787BEA"/>
    <w:rsid w:val="007927F1"/>
    <w:rsid w:val="007A41C0"/>
    <w:rsid w:val="007A48F1"/>
    <w:rsid w:val="007A4F64"/>
    <w:rsid w:val="007A6F08"/>
    <w:rsid w:val="007A6FC2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17133"/>
    <w:rsid w:val="00823D33"/>
    <w:rsid w:val="00824605"/>
    <w:rsid w:val="00827AAA"/>
    <w:rsid w:val="00827FDC"/>
    <w:rsid w:val="00831B7E"/>
    <w:rsid w:val="00842311"/>
    <w:rsid w:val="0084599C"/>
    <w:rsid w:val="00845C4E"/>
    <w:rsid w:val="00846A87"/>
    <w:rsid w:val="00855115"/>
    <w:rsid w:val="00855965"/>
    <w:rsid w:val="00876805"/>
    <w:rsid w:val="00877383"/>
    <w:rsid w:val="00883BAB"/>
    <w:rsid w:val="00885C29"/>
    <w:rsid w:val="00890443"/>
    <w:rsid w:val="008924E5"/>
    <w:rsid w:val="008964F0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147D6"/>
    <w:rsid w:val="0092378A"/>
    <w:rsid w:val="0092688F"/>
    <w:rsid w:val="00937318"/>
    <w:rsid w:val="00937FF1"/>
    <w:rsid w:val="00944B19"/>
    <w:rsid w:val="00944C39"/>
    <w:rsid w:val="00950972"/>
    <w:rsid w:val="00950F83"/>
    <w:rsid w:val="00953D8F"/>
    <w:rsid w:val="009569AD"/>
    <w:rsid w:val="00956FDA"/>
    <w:rsid w:val="00963C18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A338E"/>
    <w:rsid w:val="009B4C82"/>
    <w:rsid w:val="009B6578"/>
    <w:rsid w:val="009C0A30"/>
    <w:rsid w:val="009C3754"/>
    <w:rsid w:val="009C4950"/>
    <w:rsid w:val="009C65D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507B"/>
    <w:rsid w:val="00A23788"/>
    <w:rsid w:val="00A30B42"/>
    <w:rsid w:val="00A30FFE"/>
    <w:rsid w:val="00A35B08"/>
    <w:rsid w:val="00A3694D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7AF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4892"/>
    <w:rsid w:val="00AD6871"/>
    <w:rsid w:val="00AD68E7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1075"/>
    <w:rsid w:val="00B72FEF"/>
    <w:rsid w:val="00B76896"/>
    <w:rsid w:val="00B85358"/>
    <w:rsid w:val="00B86C1B"/>
    <w:rsid w:val="00B86DD3"/>
    <w:rsid w:val="00B87333"/>
    <w:rsid w:val="00B87A68"/>
    <w:rsid w:val="00B946DD"/>
    <w:rsid w:val="00B94A0C"/>
    <w:rsid w:val="00BA5003"/>
    <w:rsid w:val="00BA5B89"/>
    <w:rsid w:val="00BA76D6"/>
    <w:rsid w:val="00BA7AFB"/>
    <w:rsid w:val="00BB0A7D"/>
    <w:rsid w:val="00BB0CFF"/>
    <w:rsid w:val="00BB43B3"/>
    <w:rsid w:val="00BB769B"/>
    <w:rsid w:val="00BB7F9E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29D2"/>
    <w:rsid w:val="00C476A4"/>
    <w:rsid w:val="00C53808"/>
    <w:rsid w:val="00C55522"/>
    <w:rsid w:val="00C576C0"/>
    <w:rsid w:val="00C667BF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757B"/>
    <w:rsid w:val="00CD7797"/>
    <w:rsid w:val="00CE0668"/>
    <w:rsid w:val="00CE12C3"/>
    <w:rsid w:val="00CE6B3F"/>
    <w:rsid w:val="00CF3536"/>
    <w:rsid w:val="00CF500C"/>
    <w:rsid w:val="00CF53E2"/>
    <w:rsid w:val="00D047A4"/>
    <w:rsid w:val="00D07253"/>
    <w:rsid w:val="00D151C2"/>
    <w:rsid w:val="00D2044F"/>
    <w:rsid w:val="00D21B4F"/>
    <w:rsid w:val="00D2251E"/>
    <w:rsid w:val="00D341F7"/>
    <w:rsid w:val="00D3506A"/>
    <w:rsid w:val="00D407FD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C605B"/>
    <w:rsid w:val="00DD19BF"/>
    <w:rsid w:val="00DD1C2E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0A92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3774"/>
    <w:rsid w:val="00E746A1"/>
    <w:rsid w:val="00E803BD"/>
    <w:rsid w:val="00E823BE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1B8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62F0"/>
    <w:rsid w:val="00F2196F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A3F7C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2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2389</TotalTime>
  <Pages>10</Pages>
  <Words>1717</Words>
  <Characters>9789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229</cp:revision>
  <cp:lastPrinted>2021-06-11T06:36:00Z</cp:lastPrinted>
  <dcterms:created xsi:type="dcterms:W3CDTF">2018-08-07T11:48:00Z</dcterms:created>
  <dcterms:modified xsi:type="dcterms:W3CDTF">2022-02-07T08:57:00Z</dcterms:modified>
</cp:coreProperties>
</file>