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316A7E" w:rsidRPr="00F945BC" w:rsidTr="00857EB4">
        <w:tc>
          <w:tcPr>
            <w:tcW w:w="8934" w:type="dxa"/>
          </w:tcPr>
          <w:p w:rsidR="00316A7E" w:rsidRPr="00F945BC" w:rsidRDefault="00316A7E" w:rsidP="00F945B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316A7E" w:rsidRDefault="00316A7E" w:rsidP="00857EB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316A7E" w:rsidRDefault="00316A7E" w:rsidP="00857EB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316A7E" w:rsidRPr="00EE5BAC" w:rsidRDefault="00316A7E" w:rsidP="00857EB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20.07.2022 № 128</w:t>
            </w:r>
          </w:p>
          <w:p w:rsidR="00316A7E" w:rsidRPr="00EE5BAC" w:rsidRDefault="00316A7E" w:rsidP="00857EB4">
            <w:pPr>
              <w:suppressAutoHyphens/>
              <w:ind w:left="5670" w:right="-246"/>
              <w:jc w:val="right"/>
              <w:rPr>
                <w:kern w:val="1"/>
                <w:lang w:eastAsia="zh-CN"/>
              </w:rPr>
            </w:pPr>
          </w:p>
          <w:p w:rsidR="00316A7E" w:rsidRPr="00EE5BAC" w:rsidRDefault="00316A7E" w:rsidP="00857EB4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УТВЕРЖДЕНА</w:t>
            </w:r>
          </w:p>
          <w:p w:rsidR="00316A7E" w:rsidRPr="00EE5BAC" w:rsidRDefault="00316A7E" w:rsidP="00857EB4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316A7E" w:rsidRPr="00EE5BAC" w:rsidRDefault="00316A7E" w:rsidP="00857EB4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316A7E" w:rsidRDefault="00316A7E" w:rsidP="00857EB4">
            <w:pPr>
              <w:suppressAutoHyphens/>
              <w:ind w:right="-246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28.10.2021   № 219</w:t>
            </w:r>
          </w:p>
          <w:p w:rsidR="00316A7E" w:rsidRPr="00F945BC" w:rsidRDefault="00316A7E" w:rsidP="00857EB4">
            <w:pPr>
              <w:suppressAutoHyphens/>
              <w:ind w:right="-246"/>
              <w:jc w:val="right"/>
              <w:rPr>
                <w:kern w:val="1"/>
                <w:lang w:eastAsia="zh-CN"/>
              </w:rPr>
            </w:pPr>
          </w:p>
        </w:tc>
      </w:tr>
    </w:tbl>
    <w:p w:rsidR="00316A7E" w:rsidRPr="00885C29" w:rsidRDefault="00316A7E" w:rsidP="001157F7"/>
    <w:p w:rsidR="00316A7E" w:rsidRDefault="00316A7E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316A7E" w:rsidRPr="009674C5" w:rsidRDefault="00316A7E" w:rsidP="007561AB">
      <w:pPr>
        <w:jc w:val="center"/>
        <w:rPr>
          <w:b/>
          <w:bCs/>
        </w:rPr>
      </w:pP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316A7E" w:rsidRDefault="00316A7E" w:rsidP="00BB769B">
      <w:pPr>
        <w:jc w:val="center"/>
        <w:rPr>
          <w:b/>
          <w:bCs/>
        </w:rPr>
      </w:pPr>
    </w:p>
    <w:p w:rsidR="00316A7E" w:rsidRPr="00950972" w:rsidRDefault="00316A7E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316A7E" w:rsidRPr="009674C5" w:rsidRDefault="00316A7E" w:rsidP="007561AB">
      <w:pPr>
        <w:jc w:val="center"/>
        <w:rPr>
          <w:b/>
          <w:bCs/>
        </w:rPr>
      </w:pPr>
      <w:r w:rsidRPr="00950972">
        <w:rPr>
          <w:b/>
          <w:bCs/>
        </w:rPr>
        <w:t xml:space="preserve">муниципальной программы </w:t>
      </w: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316A7E" w:rsidRPr="00950972" w:rsidRDefault="00316A7E" w:rsidP="00BB769B">
      <w:pPr>
        <w:jc w:val="center"/>
        <w:rPr>
          <w:b/>
          <w:bCs/>
        </w:rPr>
      </w:pPr>
    </w:p>
    <w:p w:rsidR="00316A7E" w:rsidRPr="00950972" w:rsidRDefault="00316A7E" w:rsidP="00BB769B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316A7E" w:rsidRPr="008A6FA1">
        <w:tc>
          <w:tcPr>
            <w:tcW w:w="6374" w:type="dxa"/>
          </w:tcPr>
          <w:p w:rsidR="00316A7E" w:rsidRPr="00190885" w:rsidRDefault="00316A7E" w:rsidP="00F9512D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316A7E" w:rsidRDefault="00316A7E" w:rsidP="00F9512D">
            <w:r>
              <w:t>Заместитель главы Старотитаровского сельского поселения Темрюкского района</w:t>
            </w:r>
          </w:p>
          <w:p w:rsidR="00316A7E" w:rsidRPr="00855115" w:rsidRDefault="00316A7E" w:rsidP="00F9512D"/>
        </w:tc>
      </w:tr>
      <w:tr w:rsidR="00316A7E" w:rsidRPr="008A6FA1">
        <w:tc>
          <w:tcPr>
            <w:tcW w:w="6374" w:type="dxa"/>
          </w:tcPr>
          <w:p w:rsidR="00316A7E" w:rsidRPr="00190885" w:rsidRDefault="00316A7E" w:rsidP="00F9512D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316A7E" w:rsidRDefault="00316A7E" w:rsidP="005C3FB8">
            <w:r>
              <w:t>не предусмотрено</w:t>
            </w:r>
          </w:p>
          <w:p w:rsidR="00316A7E" w:rsidRPr="0096600F" w:rsidRDefault="00316A7E" w:rsidP="005C3FB8"/>
        </w:tc>
      </w:tr>
      <w:tr w:rsidR="00316A7E" w:rsidRPr="008A6FA1">
        <w:tc>
          <w:tcPr>
            <w:tcW w:w="6374" w:type="dxa"/>
          </w:tcPr>
          <w:p w:rsidR="00316A7E" w:rsidRPr="00190885" w:rsidRDefault="00316A7E" w:rsidP="00F9512D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316A7E" w:rsidRDefault="00316A7E" w:rsidP="00F9512D">
            <w:r w:rsidRPr="00B64B51">
              <w:t>Администрация Старотитаровского сельског</w:t>
            </w:r>
            <w:r>
              <w:t>о поселения Темрюкского района</w:t>
            </w:r>
          </w:p>
          <w:p w:rsidR="00316A7E" w:rsidRPr="00190885" w:rsidRDefault="00316A7E" w:rsidP="00F9512D">
            <w:pPr>
              <w:rPr>
                <w:b/>
                <w:bCs/>
              </w:rPr>
            </w:pPr>
          </w:p>
        </w:tc>
      </w:tr>
      <w:tr w:rsidR="00316A7E" w:rsidRPr="008A6FA1">
        <w:tc>
          <w:tcPr>
            <w:tcW w:w="6374" w:type="dxa"/>
          </w:tcPr>
          <w:p w:rsidR="00316A7E" w:rsidRPr="00190885" w:rsidRDefault="00316A7E" w:rsidP="00F9512D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316A7E" w:rsidRPr="005C3FB8" w:rsidRDefault="00316A7E" w:rsidP="00F9512D">
            <w:r w:rsidRPr="00E823BE">
              <w:t>1. Подпрограмма</w:t>
            </w:r>
            <w:r>
              <w:t xml:space="preserve"> </w:t>
            </w:r>
            <w:r w:rsidRPr="005C3FB8">
              <w:t>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t>;</w:t>
            </w:r>
            <w:r w:rsidRPr="005C3FB8">
              <w:t xml:space="preserve">  </w:t>
            </w:r>
          </w:p>
          <w:p w:rsidR="00316A7E" w:rsidRPr="005C3FB8" w:rsidRDefault="00316A7E" w:rsidP="00F9512D">
            <w:r w:rsidRPr="00E823BE">
              <w:t>2. Подпрограмма</w:t>
            </w:r>
            <w:r>
              <w:t xml:space="preserve"> </w:t>
            </w:r>
            <w:r w:rsidRPr="005C3FB8">
              <w:t xml:space="preserve">«Повышение безопасности дорожного движения на территории Старотитаровского сельского поселения Темрюкского района»  </w:t>
            </w:r>
          </w:p>
          <w:p w:rsidR="00316A7E" w:rsidRPr="00190885" w:rsidRDefault="00316A7E" w:rsidP="00F9512D">
            <w:pPr>
              <w:rPr>
                <w:b/>
                <w:bCs/>
              </w:rPr>
            </w:pPr>
          </w:p>
        </w:tc>
      </w:tr>
      <w:tr w:rsidR="00316A7E" w:rsidRPr="008A6FA1">
        <w:tc>
          <w:tcPr>
            <w:tcW w:w="6374" w:type="dxa"/>
          </w:tcPr>
          <w:p w:rsidR="00316A7E" w:rsidRPr="00190885" w:rsidRDefault="00316A7E" w:rsidP="00F9512D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316A7E" w:rsidRPr="005C3FB8" w:rsidRDefault="00316A7E" w:rsidP="005C3FB8">
            <w:pPr>
              <w:pStyle w:val="ConsPlusNormal0"/>
              <w:widowControl/>
            </w:pPr>
            <w:r w:rsidRPr="005C3FB8"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316A7E" w:rsidRPr="00190885" w:rsidRDefault="00316A7E" w:rsidP="005C3FB8">
            <w:pPr>
              <w:rPr>
                <w:b/>
                <w:bCs/>
              </w:rPr>
            </w:pPr>
          </w:p>
        </w:tc>
      </w:tr>
      <w:tr w:rsidR="00316A7E" w:rsidRPr="008A6FA1">
        <w:tc>
          <w:tcPr>
            <w:tcW w:w="6374" w:type="dxa"/>
          </w:tcPr>
          <w:p w:rsidR="00316A7E" w:rsidRPr="00190885" w:rsidRDefault="00316A7E" w:rsidP="00F9512D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316A7E" w:rsidRDefault="00316A7E" w:rsidP="003820BB"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316A7E" w:rsidRDefault="00316A7E" w:rsidP="003820BB">
            <w:r>
              <w:t>- с</w:t>
            </w:r>
            <w:r w:rsidRPr="00464055"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316A7E" w:rsidRPr="009F22D5" w:rsidRDefault="00316A7E" w:rsidP="003820BB"/>
        </w:tc>
      </w:tr>
      <w:tr w:rsidR="00316A7E" w:rsidRPr="008A6FA1">
        <w:tc>
          <w:tcPr>
            <w:tcW w:w="6374" w:type="dxa"/>
          </w:tcPr>
          <w:p w:rsidR="00316A7E" w:rsidRPr="00190885" w:rsidRDefault="00316A7E" w:rsidP="00F9512D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316A7E" w:rsidRPr="000C3C23" w:rsidRDefault="00316A7E" w:rsidP="00F9512D">
            <w:r>
              <w:t>не предусмотрено</w:t>
            </w:r>
          </w:p>
        </w:tc>
      </w:tr>
      <w:tr w:rsidR="00316A7E" w:rsidRPr="008A6FA1">
        <w:tc>
          <w:tcPr>
            <w:tcW w:w="6374" w:type="dxa"/>
          </w:tcPr>
          <w:p w:rsidR="00316A7E" w:rsidRPr="00190885" w:rsidRDefault="00316A7E" w:rsidP="00F9512D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316A7E" w:rsidRDefault="00316A7E" w:rsidP="00AC6480">
            <w:r>
              <w:t>- т</w:t>
            </w:r>
            <w:r w:rsidRPr="00BF6493">
              <w:t>екущий ремонт автомобильной дороги по пер. Ильича от ул. Коммунистической до ул. Ленина в ст. Старотитаровской</w:t>
            </w:r>
            <w:r>
              <w:t xml:space="preserve"> (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t>0,3 км</w:t>
              </w:r>
            </w:smartTag>
            <w:r>
              <w:t>);</w:t>
            </w:r>
          </w:p>
          <w:p w:rsidR="00316A7E" w:rsidRDefault="00316A7E" w:rsidP="00AC6480">
            <w:r>
              <w:t>- протяженность отремонтированных тротуаров;</w:t>
            </w:r>
          </w:p>
          <w:p w:rsidR="00316A7E" w:rsidRDefault="00316A7E" w:rsidP="00AC6480">
            <w:r>
              <w:t>- протяженность отремонтированных участков дорог с гравийным покрытием;</w:t>
            </w:r>
          </w:p>
          <w:p w:rsidR="00316A7E" w:rsidRDefault="00316A7E" w:rsidP="00AC6480">
            <w:r>
              <w:t>- объем отремонтированных участков дорог с асфальтобетонным покрытием (ямочный ремонт);</w:t>
            </w:r>
          </w:p>
          <w:p w:rsidR="00316A7E" w:rsidRDefault="00316A7E" w:rsidP="00AC6480">
            <w:r>
              <w:t>- количество установленных дорожных знаков;</w:t>
            </w:r>
          </w:p>
          <w:p w:rsidR="00316A7E" w:rsidRDefault="00316A7E" w:rsidP="00AC6480">
            <w:r>
              <w:t>- нанесение дорожной разметки;</w:t>
            </w:r>
          </w:p>
          <w:p w:rsidR="00316A7E" w:rsidRDefault="00316A7E" w:rsidP="00AC6480">
            <w:r>
              <w:t>- разработка проектно-сметной документации;</w:t>
            </w:r>
          </w:p>
          <w:p w:rsidR="00316A7E" w:rsidRDefault="00316A7E" w:rsidP="00AC6480">
            <w:r>
              <w:t>- коммунальное обслуживание уличного освещения;</w:t>
            </w:r>
          </w:p>
          <w:p w:rsidR="00316A7E" w:rsidRDefault="00316A7E" w:rsidP="00AC6480">
            <w:r>
              <w:t>- содержание внутрипоселковых дорог;</w:t>
            </w:r>
          </w:p>
          <w:p w:rsidR="00316A7E" w:rsidRPr="000C3C23" w:rsidRDefault="00316A7E" w:rsidP="005C3FB8">
            <w:r>
              <w:t>- ремонт тротуара и парковки на территории детского сада «Родничок»</w:t>
            </w:r>
          </w:p>
        </w:tc>
      </w:tr>
      <w:tr w:rsidR="00316A7E" w:rsidRPr="008A6FA1">
        <w:tc>
          <w:tcPr>
            <w:tcW w:w="6374" w:type="dxa"/>
          </w:tcPr>
          <w:p w:rsidR="00316A7E" w:rsidRPr="00190885" w:rsidRDefault="00316A7E" w:rsidP="00F9512D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316A7E" w:rsidRPr="00A46A72" w:rsidRDefault="00316A7E" w:rsidP="00822ECD">
            <w:pPr>
              <w:tabs>
                <w:tab w:val="left" w:pos="2970"/>
              </w:tabs>
            </w:pPr>
            <w:r>
              <w:t>не предусмотрено</w:t>
            </w:r>
          </w:p>
        </w:tc>
      </w:tr>
      <w:tr w:rsidR="00316A7E" w:rsidRPr="008A6FA1">
        <w:tc>
          <w:tcPr>
            <w:tcW w:w="6374" w:type="dxa"/>
          </w:tcPr>
          <w:p w:rsidR="00316A7E" w:rsidRPr="00190885" w:rsidRDefault="00316A7E" w:rsidP="00F9512D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316A7E" w:rsidRPr="00A46A72" w:rsidRDefault="00316A7E" w:rsidP="00F9512D">
            <w:r>
              <w:t>2022 год</w:t>
            </w:r>
          </w:p>
        </w:tc>
      </w:tr>
      <w:tr w:rsidR="00316A7E" w:rsidRPr="008A6FA1">
        <w:tc>
          <w:tcPr>
            <w:tcW w:w="6374" w:type="dxa"/>
          </w:tcPr>
          <w:p w:rsidR="00316A7E" w:rsidRPr="00190885" w:rsidRDefault="00316A7E" w:rsidP="00F9512D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316A7E" w:rsidRPr="00190885" w:rsidRDefault="00316A7E" w:rsidP="00F9512D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316A7E" w:rsidRPr="00190885" w:rsidRDefault="00316A7E" w:rsidP="00F9512D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316A7E" w:rsidRPr="008A6FA1">
        <w:tc>
          <w:tcPr>
            <w:tcW w:w="6374" w:type="dxa"/>
          </w:tcPr>
          <w:p w:rsidR="00316A7E" w:rsidRPr="00190885" w:rsidRDefault="00316A7E" w:rsidP="00F9512D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316A7E" w:rsidRPr="00190885" w:rsidRDefault="00316A7E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316A7E" w:rsidRPr="00190885" w:rsidRDefault="00316A7E" w:rsidP="00F9512D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316A7E" w:rsidRPr="00190885" w:rsidRDefault="00316A7E" w:rsidP="00F9512D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316A7E" w:rsidRPr="00190885" w:rsidRDefault="00316A7E" w:rsidP="00F9512D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316A7E" w:rsidRPr="00190885" w:rsidRDefault="00316A7E" w:rsidP="00F9512D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316A7E" w:rsidRPr="008A6FA1">
        <w:tc>
          <w:tcPr>
            <w:tcW w:w="6374" w:type="dxa"/>
          </w:tcPr>
          <w:p w:rsidR="00316A7E" w:rsidRPr="00190885" w:rsidRDefault="00316A7E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12010,7</w:t>
            </w:r>
          </w:p>
        </w:tc>
        <w:tc>
          <w:tcPr>
            <w:tcW w:w="1842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16A7E" w:rsidRPr="00190885" w:rsidRDefault="00316A7E" w:rsidP="00F342EE">
            <w:pPr>
              <w:pStyle w:val="ConsPlusNormal0"/>
              <w:jc w:val="center"/>
            </w:pPr>
            <w:r>
              <w:t>12010,7</w:t>
            </w:r>
          </w:p>
        </w:tc>
        <w:tc>
          <w:tcPr>
            <w:tcW w:w="2019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316A7E" w:rsidRPr="008A6FA1">
        <w:tc>
          <w:tcPr>
            <w:tcW w:w="6374" w:type="dxa"/>
          </w:tcPr>
          <w:p w:rsidR="00316A7E" w:rsidRPr="00190885" w:rsidRDefault="00316A7E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316A7E" w:rsidRPr="00190885" w:rsidRDefault="00316A7E" w:rsidP="00F342EE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</w:p>
        </w:tc>
      </w:tr>
      <w:tr w:rsidR="00316A7E" w:rsidRPr="008A6FA1">
        <w:tc>
          <w:tcPr>
            <w:tcW w:w="6374" w:type="dxa"/>
          </w:tcPr>
          <w:p w:rsidR="00316A7E" w:rsidRPr="00190885" w:rsidRDefault="00316A7E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12010,7</w:t>
            </w:r>
          </w:p>
        </w:tc>
        <w:tc>
          <w:tcPr>
            <w:tcW w:w="1842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16A7E" w:rsidRPr="00190885" w:rsidRDefault="00316A7E" w:rsidP="00F342EE">
            <w:pPr>
              <w:pStyle w:val="ConsPlusNormal0"/>
              <w:jc w:val="center"/>
            </w:pPr>
            <w:r>
              <w:t>12010,7</w:t>
            </w:r>
          </w:p>
        </w:tc>
        <w:tc>
          <w:tcPr>
            <w:tcW w:w="2019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316A7E" w:rsidRPr="008A6FA1">
        <w:tc>
          <w:tcPr>
            <w:tcW w:w="14560" w:type="dxa"/>
            <w:gridSpan w:val="6"/>
          </w:tcPr>
          <w:p w:rsidR="00316A7E" w:rsidRPr="00190885" w:rsidRDefault="00316A7E" w:rsidP="00F9512D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316A7E" w:rsidRPr="008A6FA1">
        <w:tc>
          <w:tcPr>
            <w:tcW w:w="6374" w:type="dxa"/>
          </w:tcPr>
          <w:p w:rsidR="00316A7E" w:rsidRPr="00190885" w:rsidRDefault="00316A7E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316A7E" w:rsidRPr="008A6FA1">
        <w:tc>
          <w:tcPr>
            <w:tcW w:w="6374" w:type="dxa"/>
          </w:tcPr>
          <w:p w:rsidR="00316A7E" w:rsidRPr="00190885" w:rsidRDefault="00316A7E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</w:p>
        </w:tc>
      </w:tr>
      <w:tr w:rsidR="00316A7E" w:rsidRPr="008A6FA1">
        <w:tc>
          <w:tcPr>
            <w:tcW w:w="6374" w:type="dxa"/>
          </w:tcPr>
          <w:p w:rsidR="00316A7E" w:rsidRPr="00190885" w:rsidRDefault="00316A7E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316A7E" w:rsidRPr="008A6FA1">
        <w:tc>
          <w:tcPr>
            <w:tcW w:w="14560" w:type="dxa"/>
            <w:gridSpan w:val="6"/>
          </w:tcPr>
          <w:p w:rsidR="00316A7E" w:rsidRPr="00190885" w:rsidRDefault="00316A7E" w:rsidP="00F9512D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316A7E" w:rsidRPr="00190885" w:rsidRDefault="00316A7E" w:rsidP="00F9512D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316A7E" w:rsidRPr="008A6FA1">
        <w:tc>
          <w:tcPr>
            <w:tcW w:w="6374" w:type="dxa"/>
          </w:tcPr>
          <w:p w:rsidR="00316A7E" w:rsidRPr="00190885" w:rsidRDefault="00316A7E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316A7E" w:rsidRPr="008A6FA1">
        <w:tc>
          <w:tcPr>
            <w:tcW w:w="6374" w:type="dxa"/>
          </w:tcPr>
          <w:p w:rsidR="00316A7E" w:rsidRPr="00190885" w:rsidRDefault="00316A7E" w:rsidP="00F9512D">
            <w:pPr>
              <w:pStyle w:val="ConsPlusNormal0"/>
            </w:pPr>
          </w:p>
        </w:tc>
        <w:tc>
          <w:tcPr>
            <w:tcW w:w="1418" w:type="dxa"/>
          </w:tcPr>
          <w:p w:rsidR="00316A7E" w:rsidRPr="00190885" w:rsidRDefault="00316A7E" w:rsidP="00F9512D">
            <w:pPr>
              <w:pStyle w:val="ConsPlusNormal0"/>
            </w:pPr>
          </w:p>
        </w:tc>
        <w:tc>
          <w:tcPr>
            <w:tcW w:w="1842" w:type="dxa"/>
          </w:tcPr>
          <w:p w:rsidR="00316A7E" w:rsidRPr="00190885" w:rsidRDefault="00316A7E" w:rsidP="00F9512D">
            <w:pPr>
              <w:pStyle w:val="ConsPlusNormal0"/>
            </w:pPr>
          </w:p>
        </w:tc>
        <w:tc>
          <w:tcPr>
            <w:tcW w:w="1418" w:type="dxa"/>
          </w:tcPr>
          <w:p w:rsidR="00316A7E" w:rsidRPr="00190885" w:rsidRDefault="00316A7E" w:rsidP="00F9512D">
            <w:pPr>
              <w:pStyle w:val="ConsPlusNormal0"/>
            </w:pPr>
          </w:p>
        </w:tc>
        <w:tc>
          <w:tcPr>
            <w:tcW w:w="1489" w:type="dxa"/>
          </w:tcPr>
          <w:p w:rsidR="00316A7E" w:rsidRPr="00190885" w:rsidRDefault="00316A7E" w:rsidP="00F9512D">
            <w:pPr>
              <w:pStyle w:val="ConsPlusNormal0"/>
            </w:pPr>
          </w:p>
        </w:tc>
        <w:tc>
          <w:tcPr>
            <w:tcW w:w="2019" w:type="dxa"/>
          </w:tcPr>
          <w:p w:rsidR="00316A7E" w:rsidRPr="00190885" w:rsidRDefault="00316A7E" w:rsidP="00F9512D">
            <w:pPr>
              <w:pStyle w:val="ConsPlusNormal0"/>
            </w:pPr>
          </w:p>
        </w:tc>
      </w:tr>
      <w:tr w:rsidR="00316A7E" w:rsidRPr="008A6FA1">
        <w:tc>
          <w:tcPr>
            <w:tcW w:w="6374" w:type="dxa"/>
          </w:tcPr>
          <w:p w:rsidR="00316A7E" w:rsidRPr="00190885" w:rsidRDefault="00316A7E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316A7E" w:rsidRPr="00190885" w:rsidRDefault="00316A7E" w:rsidP="00F9512D">
            <w:pPr>
              <w:pStyle w:val="ConsPlusNormal0"/>
              <w:jc w:val="center"/>
            </w:pPr>
            <w:r>
              <w:t>0,0</w:t>
            </w:r>
          </w:p>
        </w:tc>
      </w:tr>
    </w:tbl>
    <w:p w:rsidR="00316A7E" w:rsidRDefault="00316A7E" w:rsidP="00EF6F81">
      <w:pPr>
        <w:jc w:val="center"/>
        <w:sectPr w:rsidR="00316A7E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316A7E" w:rsidRDefault="00316A7E" w:rsidP="00B86C1B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2. </w:t>
      </w:r>
      <w:r w:rsidRPr="00A74297">
        <w:rPr>
          <w:b/>
          <w:bCs/>
        </w:rPr>
        <w:t xml:space="preserve">ЦЕЛЕВЫЕ ПОКАЗАТЕЛИ </w:t>
      </w:r>
    </w:p>
    <w:p w:rsidR="00316A7E" w:rsidRPr="009674C5" w:rsidRDefault="00316A7E" w:rsidP="00A20C08">
      <w:pPr>
        <w:jc w:val="center"/>
        <w:rPr>
          <w:b/>
          <w:bCs/>
        </w:rPr>
      </w:pPr>
      <w:r w:rsidRPr="00A20C08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316A7E" w:rsidRDefault="00316A7E" w:rsidP="00A20C08">
      <w:pPr>
        <w:pStyle w:val="ListParagraph"/>
        <w:ind w:left="360"/>
        <w:jc w:val="center"/>
      </w:pPr>
    </w:p>
    <w:p w:rsidR="00316A7E" w:rsidRDefault="00316A7E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316A7E" w:rsidRDefault="00316A7E" w:rsidP="00EF6F81">
      <w:pPr>
        <w:jc w:val="center"/>
      </w:pPr>
    </w:p>
    <w:p w:rsidR="00316A7E" w:rsidRPr="009674C5" w:rsidRDefault="00316A7E" w:rsidP="00A20C08">
      <w:pPr>
        <w:jc w:val="center"/>
        <w:rPr>
          <w:b/>
          <w:bCs/>
        </w:rPr>
      </w:pPr>
      <w:r>
        <w:rPr>
          <w:b/>
          <w:bCs/>
        </w:rPr>
        <w:t>Целевые показатели</w:t>
      </w:r>
      <w:r w:rsidRPr="004408E3">
        <w:rPr>
          <w:b/>
          <w:bCs/>
        </w:rPr>
        <w:t xml:space="preserve"> </w:t>
      </w:r>
      <w:r>
        <w:rPr>
          <w:b/>
          <w:bCs/>
        </w:rPr>
        <w:t>муниципальной</w:t>
      </w:r>
      <w:r w:rsidRPr="004408E3">
        <w:rPr>
          <w:b/>
          <w:bCs/>
        </w:rPr>
        <w:t xml:space="preserve"> программы</w:t>
      </w:r>
      <w:r>
        <w:rPr>
          <w:b/>
          <w:bCs/>
        </w:rPr>
        <w:t xml:space="preserve"> </w:t>
      </w: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316A7E" w:rsidRDefault="00316A7E" w:rsidP="00B86C1B">
      <w:pPr>
        <w:ind w:firstLine="709"/>
        <w:jc w:val="both"/>
      </w:pPr>
    </w:p>
    <w:tbl>
      <w:tblPr>
        <w:tblW w:w="145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316A7E">
        <w:tc>
          <w:tcPr>
            <w:tcW w:w="648" w:type="dxa"/>
            <w:vMerge w:val="restart"/>
            <w:vAlign w:val="center"/>
          </w:tcPr>
          <w:p w:rsidR="00316A7E" w:rsidRPr="00AC26F6" w:rsidRDefault="00316A7E" w:rsidP="00F9512D">
            <w:pPr>
              <w:jc w:val="center"/>
            </w:pPr>
            <w:r>
              <w:rPr>
                <w:b/>
                <w:bCs/>
              </w:rPr>
              <w:t xml:space="preserve"> </w:t>
            </w:r>
            <w:r w:rsidRPr="00AC26F6"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316A7E" w:rsidRPr="00AC26F6" w:rsidRDefault="00316A7E" w:rsidP="00F9512D">
            <w:pPr>
              <w:jc w:val="center"/>
            </w:pPr>
            <w:r w:rsidRPr="00AC26F6"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316A7E" w:rsidRPr="00AC26F6" w:rsidRDefault="00316A7E" w:rsidP="00F9512D">
            <w:pPr>
              <w:jc w:val="center"/>
              <w:rPr>
                <w:b/>
                <w:bCs/>
              </w:rPr>
            </w:pPr>
            <w:r w:rsidRPr="00AC26F6"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316A7E" w:rsidRPr="00AC26F6" w:rsidRDefault="00316A7E" w:rsidP="00F9512D">
            <w:pPr>
              <w:jc w:val="center"/>
              <w:rPr>
                <w:b/>
                <w:bCs/>
              </w:rPr>
            </w:pPr>
            <w:r w:rsidRPr="00AC26F6">
              <w:t>Статус</w:t>
            </w:r>
          </w:p>
        </w:tc>
        <w:tc>
          <w:tcPr>
            <w:tcW w:w="3960" w:type="dxa"/>
            <w:gridSpan w:val="2"/>
          </w:tcPr>
          <w:p w:rsidR="00316A7E" w:rsidRPr="00AC26F6" w:rsidRDefault="00316A7E" w:rsidP="00F9512D">
            <w:pPr>
              <w:jc w:val="center"/>
            </w:pPr>
            <w:r w:rsidRPr="00AC26F6">
              <w:t>Значение целевого показателя</w:t>
            </w:r>
          </w:p>
        </w:tc>
      </w:tr>
      <w:tr w:rsidR="00316A7E">
        <w:tc>
          <w:tcPr>
            <w:tcW w:w="648" w:type="dxa"/>
            <w:vMerge/>
          </w:tcPr>
          <w:p w:rsidR="00316A7E" w:rsidRPr="00AC26F6" w:rsidRDefault="00316A7E" w:rsidP="00F9512D">
            <w:pPr>
              <w:jc w:val="center"/>
            </w:pPr>
          </w:p>
        </w:tc>
        <w:tc>
          <w:tcPr>
            <w:tcW w:w="7380" w:type="dxa"/>
            <w:vMerge/>
          </w:tcPr>
          <w:p w:rsidR="00316A7E" w:rsidRPr="00AC26F6" w:rsidRDefault="00316A7E" w:rsidP="00F9512D">
            <w:pPr>
              <w:jc w:val="center"/>
            </w:pPr>
          </w:p>
        </w:tc>
        <w:tc>
          <w:tcPr>
            <w:tcW w:w="1620" w:type="dxa"/>
            <w:vMerge/>
          </w:tcPr>
          <w:p w:rsidR="00316A7E" w:rsidRPr="00AC26F6" w:rsidRDefault="00316A7E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Merge/>
          </w:tcPr>
          <w:p w:rsidR="00316A7E" w:rsidRPr="00AC26F6" w:rsidRDefault="00316A7E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316A7E" w:rsidRPr="00AC26F6" w:rsidRDefault="00316A7E" w:rsidP="00F9512D">
            <w:pPr>
              <w:jc w:val="center"/>
            </w:pPr>
            <w:r w:rsidRPr="00AC26F6">
              <w:t>отчетный 2020 год</w:t>
            </w:r>
          </w:p>
        </w:tc>
        <w:tc>
          <w:tcPr>
            <w:tcW w:w="2160" w:type="dxa"/>
            <w:vAlign w:val="center"/>
          </w:tcPr>
          <w:p w:rsidR="00316A7E" w:rsidRPr="00AC26F6" w:rsidRDefault="00316A7E" w:rsidP="00F9512D">
            <w:pPr>
              <w:jc w:val="center"/>
            </w:pPr>
            <w:r w:rsidRPr="00AC26F6">
              <w:t>2022 год</w:t>
            </w:r>
          </w:p>
        </w:tc>
      </w:tr>
      <w:tr w:rsidR="00316A7E">
        <w:tc>
          <w:tcPr>
            <w:tcW w:w="648" w:type="dxa"/>
          </w:tcPr>
          <w:p w:rsidR="00316A7E" w:rsidRPr="00AC26F6" w:rsidRDefault="00316A7E" w:rsidP="00F9512D">
            <w:pPr>
              <w:jc w:val="center"/>
            </w:pPr>
            <w:r w:rsidRPr="00AC26F6">
              <w:rPr>
                <w:sz w:val="22"/>
                <w:szCs w:val="22"/>
              </w:rPr>
              <w:t>1</w:t>
            </w:r>
          </w:p>
        </w:tc>
        <w:tc>
          <w:tcPr>
            <w:tcW w:w="7380" w:type="dxa"/>
          </w:tcPr>
          <w:p w:rsidR="00316A7E" w:rsidRPr="00AC26F6" w:rsidRDefault="00316A7E" w:rsidP="00F9512D">
            <w:pPr>
              <w:jc w:val="center"/>
            </w:pPr>
            <w:r w:rsidRPr="00AC26F6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316A7E" w:rsidRPr="00AC26F6" w:rsidRDefault="00316A7E" w:rsidP="00F9512D">
            <w:pPr>
              <w:jc w:val="center"/>
            </w:pPr>
            <w:r w:rsidRPr="00AC26F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316A7E" w:rsidRPr="00AC26F6" w:rsidRDefault="00316A7E" w:rsidP="00F9512D">
            <w:pPr>
              <w:jc w:val="center"/>
            </w:pPr>
            <w:r w:rsidRPr="00AC26F6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316A7E" w:rsidRPr="00AC26F6" w:rsidRDefault="00316A7E" w:rsidP="00F9512D">
            <w:pPr>
              <w:jc w:val="center"/>
            </w:pPr>
            <w:r w:rsidRPr="00AC26F6"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</w:tcPr>
          <w:p w:rsidR="00316A7E" w:rsidRPr="00AC26F6" w:rsidRDefault="00316A7E" w:rsidP="00F9512D">
            <w:pPr>
              <w:jc w:val="center"/>
            </w:pPr>
            <w:r w:rsidRPr="00AC26F6">
              <w:rPr>
                <w:sz w:val="22"/>
                <w:szCs w:val="22"/>
              </w:rPr>
              <w:t>6</w:t>
            </w:r>
          </w:p>
        </w:tc>
      </w:tr>
      <w:tr w:rsidR="00316A7E">
        <w:tc>
          <w:tcPr>
            <w:tcW w:w="648" w:type="dxa"/>
          </w:tcPr>
          <w:p w:rsidR="00316A7E" w:rsidRPr="00AC26F6" w:rsidRDefault="00316A7E" w:rsidP="00F9512D">
            <w:pPr>
              <w:jc w:val="center"/>
            </w:pPr>
            <w:r w:rsidRPr="00AC26F6">
              <w:t>1</w:t>
            </w:r>
          </w:p>
        </w:tc>
        <w:tc>
          <w:tcPr>
            <w:tcW w:w="13860" w:type="dxa"/>
            <w:gridSpan w:val="5"/>
          </w:tcPr>
          <w:p w:rsidR="00316A7E" w:rsidRDefault="00316A7E" w:rsidP="00F9512D">
            <w:pPr>
              <w:jc w:val="center"/>
            </w:pPr>
            <w:r w:rsidRPr="00C25175">
              <w:t xml:space="preserve">Подпрограммы </w:t>
            </w:r>
            <w:r w:rsidRPr="005C3FB8">
              <w:t>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316A7E" w:rsidRPr="00AC26F6" w:rsidRDefault="00316A7E" w:rsidP="00F9512D">
            <w:pPr>
              <w:jc w:val="center"/>
            </w:pPr>
          </w:p>
        </w:tc>
      </w:tr>
      <w:tr w:rsidR="00316A7E">
        <w:tc>
          <w:tcPr>
            <w:tcW w:w="648" w:type="dxa"/>
            <w:vAlign w:val="center"/>
          </w:tcPr>
          <w:p w:rsidR="00316A7E" w:rsidRPr="00AC26F6" w:rsidRDefault="00316A7E" w:rsidP="00F9512D">
            <w:pPr>
              <w:jc w:val="center"/>
            </w:pPr>
            <w:r w:rsidRPr="00AC26F6">
              <w:t>1.1</w:t>
            </w:r>
          </w:p>
        </w:tc>
        <w:tc>
          <w:tcPr>
            <w:tcW w:w="7380" w:type="dxa"/>
          </w:tcPr>
          <w:p w:rsidR="00316A7E" w:rsidRPr="00C25175" w:rsidRDefault="00316A7E" w:rsidP="00F9512D">
            <w:pPr>
              <w:rPr>
                <w:b/>
                <w:bCs/>
              </w:rPr>
            </w:pPr>
            <w:r>
              <w:t>т</w:t>
            </w:r>
            <w:r w:rsidRPr="00BF6493">
              <w:t>екущий ремонт автомобильной дороги по пер. Ильича от ул. Коммунистической до ул. Ленина в ст. Старотитаровской</w:t>
            </w:r>
          </w:p>
        </w:tc>
        <w:tc>
          <w:tcPr>
            <w:tcW w:w="1620" w:type="dxa"/>
            <w:vAlign w:val="center"/>
          </w:tcPr>
          <w:p w:rsidR="00316A7E" w:rsidRPr="00C25175" w:rsidRDefault="00316A7E" w:rsidP="00F9512D">
            <w:pPr>
              <w:jc w:val="center"/>
            </w:pPr>
            <w:r>
              <w:t>км</w:t>
            </w:r>
          </w:p>
        </w:tc>
        <w:tc>
          <w:tcPr>
            <w:tcW w:w="900" w:type="dxa"/>
            <w:vAlign w:val="center"/>
          </w:tcPr>
          <w:p w:rsidR="00316A7E" w:rsidRPr="00C25175" w:rsidRDefault="00316A7E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16A7E" w:rsidRDefault="00316A7E" w:rsidP="00F9512D">
            <w:pPr>
              <w:jc w:val="center"/>
            </w:pPr>
          </w:p>
          <w:p w:rsidR="00316A7E" w:rsidRDefault="00316A7E" w:rsidP="00F9512D">
            <w:pPr>
              <w:jc w:val="center"/>
            </w:pPr>
            <w:r>
              <w:t>0</w:t>
            </w:r>
          </w:p>
          <w:p w:rsidR="00316A7E" w:rsidRPr="00C25175" w:rsidRDefault="00316A7E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316A7E" w:rsidRPr="00877383" w:rsidRDefault="00316A7E" w:rsidP="00F9512D">
            <w:pPr>
              <w:jc w:val="center"/>
            </w:pPr>
            <w:r>
              <w:t>0,3</w:t>
            </w:r>
          </w:p>
        </w:tc>
      </w:tr>
      <w:tr w:rsidR="00316A7E">
        <w:tc>
          <w:tcPr>
            <w:tcW w:w="648" w:type="dxa"/>
            <w:vAlign w:val="center"/>
          </w:tcPr>
          <w:p w:rsidR="00316A7E" w:rsidRPr="00AC26F6" w:rsidRDefault="00316A7E" w:rsidP="00F9512D">
            <w:pPr>
              <w:jc w:val="center"/>
            </w:pPr>
          </w:p>
        </w:tc>
        <w:tc>
          <w:tcPr>
            <w:tcW w:w="7380" w:type="dxa"/>
          </w:tcPr>
          <w:p w:rsidR="00316A7E" w:rsidRPr="00AC26F6" w:rsidRDefault="00316A7E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316A7E" w:rsidRPr="00AC26F6" w:rsidRDefault="00316A7E" w:rsidP="00F9512D">
            <w:pPr>
              <w:jc w:val="center"/>
            </w:pPr>
          </w:p>
        </w:tc>
        <w:tc>
          <w:tcPr>
            <w:tcW w:w="900" w:type="dxa"/>
            <w:vAlign w:val="center"/>
          </w:tcPr>
          <w:p w:rsidR="00316A7E" w:rsidRPr="00AC26F6" w:rsidRDefault="00316A7E" w:rsidP="00F9512D">
            <w:pPr>
              <w:jc w:val="center"/>
            </w:pPr>
          </w:p>
        </w:tc>
        <w:tc>
          <w:tcPr>
            <w:tcW w:w="1800" w:type="dxa"/>
            <w:vAlign w:val="center"/>
          </w:tcPr>
          <w:p w:rsidR="00316A7E" w:rsidRPr="00AC26F6" w:rsidRDefault="00316A7E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316A7E" w:rsidRPr="00AC26F6" w:rsidRDefault="00316A7E" w:rsidP="00F9512D">
            <w:pPr>
              <w:jc w:val="center"/>
            </w:pPr>
          </w:p>
        </w:tc>
      </w:tr>
      <w:tr w:rsidR="00316A7E">
        <w:tc>
          <w:tcPr>
            <w:tcW w:w="648" w:type="dxa"/>
            <w:vAlign w:val="center"/>
          </w:tcPr>
          <w:p w:rsidR="00316A7E" w:rsidRPr="00AC26F6" w:rsidRDefault="00316A7E" w:rsidP="00F9512D">
            <w:pPr>
              <w:jc w:val="center"/>
            </w:pPr>
            <w:r>
              <w:t>2</w:t>
            </w:r>
          </w:p>
        </w:tc>
        <w:tc>
          <w:tcPr>
            <w:tcW w:w="13860" w:type="dxa"/>
            <w:gridSpan w:val="5"/>
          </w:tcPr>
          <w:p w:rsidR="00316A7E" w:rsidRDefault="00316A7E" w:rsidP="00F9512D">
            <w:pPr>
              <w:jc w:val="center"/>
              <w:rPr>
                <w:b/>
                <w:bCs/>
              </w:rPr>
            </w:pPr>
            <w:r w:rsidRPr="00C25175">
              <w:t xml:space="preserve">Подпрограммы </w:t>
            </w:r>
            <w:r w:rsidRPr="005C3FB8">
              <w:t>«Повышение безопасности дорожного движения на территории Старотитаровского сельского поселения Темрюкского района»</w:t>
            </w:r>
          </w:p>
          <w:p w:rsidR="00316A7E" w:rsidRPr="00AC26F6" w:rsidRDefault="00316A7E" w:rsidP="00F9512D">
            <w:pPr>
              <w:jc w:val="center"/>
            </w:pPr>
          </w:p>
        </w:tc>
      </w:tr>
      <w:tr w:rsidR="00316A7E">
        <w:tc>
          <w:tcPr>
            <w:tcW w:w="648" w:type="dxa"/>
            <w:vAlign w:val="center"/>
          </w:tcPr>
          <w:p w:rsidR="00316A7E" w:rsidRPr="00AC26F6" w:rsidRDefault="00316A7E" w:rsidP="00F9512D">
            <w:pPr>
              <w:jc w:val="center"/>
            </w:pPr>
            <w:r>
              <w:t>2.1</w:t>
            </w:r>
          </w:p>
        </w:tc>
        <w:tc>
          <w:tcPr>
            <w:tcW w:w="7380" w:type="dxa"/>
          </w:tcPr>
          <w:p w:rsidR="00316A7E" w:rsidRDefault="00316A7E" w:rsidP="00F9512D">
            <w:r>
              <w:t>протяженность отремонтированных тротуаров</w:t>
            </w:r>
          </w:p>
          <w:p w:rsidR="00316A7E" w:rsidRPr="00C25175" w:rsidRDefault="00316A7E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316A7E" w:rsidRPr="00C25175" w:rsidRDefault="00316A7E" w:rsidP="00015613">
            <w:pPr>
              <w:jc w:val="center"/>
            </w:pPr>
            <w:r>
              <w:t>км</w:t>
            </w:r>
          </w:p>
        </w:tc>
        <w:tc>
          <w:tcPr>
            <w:tcW w:w="900" w:type="dxa"/>
            <w:vAlign w:val="center"/>
          </w:tcPr>
          <w:p w:rsidR="00316A7E" w:rsidRPr="00C25175" w:rsidRDefault="00316A7E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16A7E" w:rsidRPr="00C25175" w:rsidRDefault="00316A7E" w:rsidP="00F9512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316A7E" w:rsidRPr="00877383" w:rsidRDefault="00316A7E" w:rsidP="00F9512D">
            <w:pPr>
              <w:jc w:val="center"/>
            </w:pPr>
            <w:r>
              <w:t>0,27</w:t>
            </w:r>
          </w:p>
        </w:tc>
      </w:tr>
      <w:tr w:rsidR="00316A7E">
        <w:tc>
          <w:tcPr>
            <w:tcW w:w="648" w:type="dxa"/>
            <w:vAlign w:val="center"/>
          </w:tcPr>
          <w:p w:rsidR="00316A7E" w:rsidRPr="00AC26F6" w:rsidRDefault="00316A7E" w:rsidP="00F9512D">
            <w:pPr>
              <w:jc w:val="center"/>
            </w:pPr>
            <w:r>
              <w:t>2.2</w:t>
            </w:r>
          </w:p>
        </w:tc>
        <w:tc>
          <w:tcPr>
            <w:tcW w:w="7380" w:type="dxa"/>
          </w:tcPr>
          <w:p w:rsidR="00316A7E" w:rsidRPr="00AC26F6" w:rsidRDefault="00316A7E" w:rsidP="00F9512D">
            <w:pPr>
              <w:rPr>
                <w:b/>
                <w:bCs/>
              </w:rPr>
            </w:pPr>
            <w: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316A7E" w:rsidRPr="00C25175" w:rsidRDefault="00316A7E" w:rsidP="00015613">
            <w:pPr>
              <w:jc w:val="center"/>
            </w:pPr>
            <w:r>
              <w:t>км</w:t>
            </w:r>
          </w:p>
        </w:tc>
        <w:tc>
          <w:tcPr>
            <w:tcW w:w="900" w:type="dxa"/>
            <w:vAlign w:val="center"/>
          </w:tcPr>
          <w:p w:rsidR="00316A7E" w:rsidRPr="00C25175" w:rsidRDefault="00316A7E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16A7E" w:rsidRPr="00AC26F6" w:rsidRDefault="00316A7E" w:rsidP="00F9512D">
            <w:pPr>
              <w:jc w:val="center"/>
            </w:pPr>
            <w:r>
              <w:t>6,9</w:t>
            </w:r>
          </w:p>
        </w:tc>
        <w:tc>
          <w:tcPr>
            <w:tcW w:w="2160" w:type="dxa"/>
            <w:vAlign w:val="center"/>
          </w:tcPr>
          <w:p w:rsidR="00316A7E" w:rsidRPr="00AC26F6" w:rsidRDefault="00316A7E" w:rsidP="00F9512D">
            <w:pPr>
              <w:jc w:val="center"/>
            </w:pPr>
            <w:r>
              <w:t>7,2</w:t>
            </w:r>
          </w:p>
        </w:tc>
      </w:tr>
      <w:tr w:rsidR="00316A7E">
        <w:tc>
          <w:tcPr>
            <w:tcW w:w="648" w:type="dxa"/>
            <w:vAlign w:val="center"/>
          </w:tcPr>
          <w:p w:rsidR="00316A7E" w:rsidRPr="00AC26F6" w:rsidRDefault="00316A7E" w:rsidP="00F9512D">
            <w:pPr>
              <w:jc w:val="center"/>
            </w:pPr>
            <w:r>
              <w:t>2.3</w:t>
            </w:r>
          </w:p>
        </w:tc>
        <w:tc>
          <w:tcPr>
            <w:tcW w:w="7380" w:type="dxa"/>
          </w:tcPr>
          <w:p w:rsidR="00316A7E" w:rsidRDefault="00316A7E" w:rsidP="00F9512D">
            <w:r>
              <w:t>объем отремонтированных участков дорог с асфальтобетонным покрытием (ямочный ремонт)</w:t>
            </w:r>
          </w:p>
          <w:p w:rsidR="00316A7E" w:rsidRPr="00C25175" w:rsidRDefault="00316A7E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316A7E" w:rsidRPr="00C25175" w:rsidRDefault="00316A7E" w:rsidP="00F9512D">
            <w:pPr>
              <w:jc w:val="center"/>
            </w:pPr>
            <w:r>
              <w:t>м</w:t>
            </w:r>
            <w:r>
              <w:rPr>
                <w:rFonts w:ascii="Arial" w:hAnsi="Arial" w:cs="Arial"/>
              </w:rPr>
              <w:t>²</w:t>
            </w:r>
          </w:p>
        </w:tc>
        <w:tc>
          <w:tcPr>
            <w:tcW w:w="900" w:type="dxa"/>
            <w:vAlign w:val="center"/>
          </w:tcPr>
          <w:p w:rsidR="00316A7E" w:rsidRPr="00C25175" w:rsidRDefault="00316A7E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16A7E" w:rsidRPr="00C25175" w:rsidRDefault="00316A7E" w:rsidP="00F9512D">
            <w:pPr>
              <w:jc w:val="center"/>
            </w:pPr>
            <w:r>
              <w:t>515,1</w:t>
            </w:r>
          </w:p>
        </w:tc>
        <w:tc>
          <w:tcPr>
            <w:tcW w:w="2160" w:type="dxa"/>
            <w:vAlign w:val="center"/>
          </w:tcPr>
          <w:p w:rsidR="00316A7E" w:rsidRPr="00877383" w:rsidRDefault="00316A7E" w:rsidP="00F9512D">
            <w:pPr>
              <w:jc w:val="center"/>
            </w:pPr>
            <w:r>
              <w:t>636,6</w:t>
            </w:r>
          </w:p>
        </w:tc>
      </w:tr>
      <w:tr w:rsidR="00316A7E">
        <w:tc>
          <w:tcPr>
            <w:tcW w:w="648" w:type="dxa"/>
            <w:vAlign w:val="center"/>
          </w:tcPr>
          <w:p w:rsidR="00316A7E" w:rsidRDefault="00316A7E" w:rsidP="00F9512D">
            <w:pPr>
              <w:jc w:val="center"/>
            </w:pPr>
            <w:r>
              <w:t>2.4</w:t>
            </w:r>
          </w:p>
        </w:tc>
        <w:tc>
          <w:tcPr>
            <w:tcW w:w="7380" w:type="dxa"/>
          </w:tcPr>
          <w:p w:rsidR="00316A7E" w:rsidRDefault="00316A7E" w:rsidP="00F9512D">
            <w:r>
              <w:t>количество установленных дорожных знаков</w:t>
            </w:r>
          </w:p>
          <w:p w:rsidR="00316A7E" w:rsidRPr="00C25175" w:rsidRDefault="00316A7E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316A7E" w:rsidRPr="00C25175" w:rsidRDefault="00316A7E" w:rsidP="00015613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316A7E" w:rsidRPr="00C25175" w:rsidRDefault="00316A7E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16A7E" w:rsidRPr="00C25175" w:rsidRDefault="00316A7E" w:rsidP="00F9512D">
            <w:pPr>
              <w:jc w:val="center"/>
            </w:pPr>
            <w:r>
              <w:t>51</w:t>
            </w:r>
          </w:p>
        </w:tc>
        <w:tc>
          <w:tcPr>
            <w:tcW w:w="2160" w:type="dxa"/>
            <w:vAlign w:val="center"/>
          </w:tcPr>
          <w:p w:rsidR="00316A7E" w:rsidRPr="00C25175" w:rsidRDefault="00316A7E" w:rsidP="00F9512D">
            <w:pPr>
              <w:jc w:val="center"/>
            </w:pPr>
            <w:r>
              <w:t>55</w:t>
            </w:r>
          </w:p>
        </w:tc>
      </w:tr>
      <w:tr w:rsidR="00316A7E">
        <w:tc>
          <w:tcPr>
            <w:tcW w:w="648" w:type="dxa"/>
            <w:vAlign w:val="center"/>
          </w:tcPr>
          <w:p w:rsidR="00316A7E" w:rsidRPr="00AC26F6" w:rsidRDefault="00316A7E" w:rsidP="00F9512D">
            <w:pPr>
              <w:jc w:val="center"/>
            </w:pPr>
            <w:r>
              <w:t>2.5</w:t>
            </w:r>
          </w:p>
        </w:tc>
        <w:tc>
          <w:tcPr>
            <w:tcW w:w="7380" w:type="dxa"/>
          </w:tcPr>
          <w:p w:rsidR="00316A7E" w:rsidRDefault="00316A7E" w:rsidP="00F9512D">
            <w:r>
              <w:t>нанесение дорожной разметки</w:t>
            </w:r>
          </w:p>
          <w:p w:rsidR="00316A7E" w:rsidRPr="00C25175" w:rsidRDefault="00316A7E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316A7E" w:rsidRPr="00C25175" w:rsidRDefault="00316A7E" w:rsidP="00015613">
            <w:pPr>
              <w:jc w:val="center"/>
            </w:pPr>
            <w:r>
              <w:t>объектов</w:t>
            </w:r>
          </w:p>
        </w:tc>
        <w:tc>
          <w:tcPr>
            <w:tcW w:w="900" w:type="dxa"/>
            <w:vAlign w:val="center"/>
          </w:tcPr>
          <w:p w:rsidR="00316A7E" w:rsidRPr="00C25175" w:rsidRDefault="00316A7E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16A7E" w:rsidRPr="00C25175" w:rsidRDefault="00316A7E" w:rsidP="00F9512D">
            <w:pPr>
              <w:jc w:val="center"/>
            </w:pPr>
            <w:r>
              <w:t>8</w:t>
            </w:r>
          </w:p>
        </w:tc>
        <w:tc>
          <w:tcPr>
            <w:tcW w:w="2160" w:type="dxa"/>
            <w:vAlign w:val="center"/>
          </w:tcPr>
          <w:p w:rsidR="00316A7E" w:rsidRPr="00877383" w:rsidRDefault="00316A7E" w:rsidP="00F9512D">
            <w:pPr>
              <w:jc w:val="center"/>
            </w:pPr>
            <w:r>
              <w:t>8</w:t>
            </w:r>
          </w:p>
        </w:tc>
      </w:tr>
      <w:tr w:rsidR="00316A7E">
        <w:tc>
          <w:tcPr>
            <w:tcW w:w="648" w:type="dxa"/>
            <w:vAlign w:val="center"/>
          </w:tcPr>
          <w:p w:rsidR="00316A7E" w:rsidRPr="00AC26F6" w:rsidRDefault="00316A7E" w:rsidP="00F9512D">
            <w:pPr>
              <w:jc w:val="center"/>
            </w:pPr>
            <w:r>
              <w:t>2.6</w:t>
            </w:r>
          </w:p>
        </w:tc>
        <w:tc>
          <w:tcPr>
            <w:tcW w:w="7380" w:type="dxa"/>
          </w:tcPr>
          <w:p w:rsidR="00316A7E" w:rsidRDefault="00316A7E" w:rsidP="00F9512D">
            <w:r>
              <w:t>разработка проектно-сметной документации</w:t>
            </w:r>
          </w:p>
          <w:p w:rsidR="00316A7E" w:rsidRPr="00C25175" w:rsidRDefault="00316A7E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316A7E" w:rsidRPr="00C25175" w:rsidRDefault="00316A7E" w:rsidP="00015613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316A7E" w:rsidRPr="00C25175" w:rsidRDefault="00316A7E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16A7E" w:rsidRPr="00C25175" w:rsidRDefault="00316A7E" w:rsidP="00F9512D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316A7E" w:rsidRPr="00877383" w:rsidRDefault="00316A7E" w:rsidP="00F9512D">
            <w:pPr>
              <w:jc w:val="center"/>
            </w:pPr>
            <w:r>
              <w:t>1</w:t>
            </w:r>
          </w:p>
        </w:tc>
      </w:tr>
      <w:tr w:rsidR="00316A7E">
        <w:tc>
          <w:tcPr>
            <w:tcW w:w="648" w:type="dxa"/>
            <w:vAlign w:val="center"/>
          </w:tcPr>
          <w:p w:rsidR="00316A7E" w:rsidRDefault="00316A7E" w:rsidP="00F9512D">
            <w:pPr>
              <w:jc w:val="center"/>
            </w:pPr>
            <w:r>
              <w:t>2.7</w:t>
            </w:r>
          </w:p>
        </w:tc>
        <w:tc>
          <w:tcPr>
            <w:tcW w:w="7380" w:type="dxa"/>
          </w:tcPr>
          <w:p w:rsidR="00316A7E" w:rsidRDefault="00316A7E" w:rsidP="00F9512D">
            <w:r>
              <w:t>содержание внутрипоселковых дорог</w:t>
            </w:r>
          </w:p>
          <w:p w:rsidR="00316A7E" w:rsidRDefault="00316A7E" w:rsidP="00F9512D"/>
        </w:tc>
        <w:tc>
          <w:tcPr>
            <w:tcW w:w="1620" w:type="dxa"/>
            <w:vAlign w:val="center"/>
          </w:tcPr>
          <w:p w:rsidR="00316A7E" w:rsidRDefault="00316A7E" w:rsidP="00F9512D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316A7E" w:rsidRDefault="00316A7E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16A7E" w:rsidRDefault="00316A7E" w:rsidP="00F9512D">
            <w:pPr>
              <w:jc w:val="center"/>
            </w:pPr>
            <w:r>
              <w:t>100</w:t>
            </w:r>
          </w:p>
        </w:tc>
        <w:tc>
          <w:tcPr>
            <w:tcW w:w="2160" w:type="dxa"/>
            <w:vAlign w:val="center"/>
          </w:tcPr>
          <w:p w:rsidR="00316A7E" w:rsidRDefault="00316A7E" w:rsidP="00F9512D">
            <w:pPr>
              <w:jc w:val="center"/>
            </w:pPr>
            <w:r>
              <w:t>100</w:t>
            </w:r>
          </w:p>
        </w:tc>
      </w:tr>
      <w:tr w:rsidR="00316A7E">
        <w:tc>
          <w:tcPr>
            <w:tcW w:w="648" w:type="dxa"/>
            <w:vAlign w:val="center"/>
          </w:tcPr>
          <w:p w:rsidR="00316A7E" w:rsidRPr="00AC26F6" w:rsidRDefault="00316A7E" w:rsidP="00B30E8A">
            <w:pPr>
              <w:jc w:val="center"/>
            </w:pPr>
            <w:r>
              <w:t>2.8</w:t>
            </w:r>
          </w:p>
        </w:tc>
        <w:tc>
          <w:tcPr>
            <w:tcW w:w="7380" w:type="dxa"/>
          </w:tcPr>
          <w:p w:rsidR="00316A7E" w:rsidRDefault="00316A7E" w:rsidP="00B30E8A">
            <w:r>
              <w:t>коммунальное обслуживание уличного освещения</w:t>
            </w:r>
          </w:p>
          <w:p w:rsidR="00316A7E" w:rsidRPr="00C25175" w:rsidRDefault="00316A7E" w:rsidP="00B30E8A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316A7E" w:rsidRPr="00C25175" w:rsidRDefault="00316A7E" w:rsidP="00B30E8A">
            <w:pPr>
              <w:jc w:val="center"/>
            </w:pPr>
            <w:r>
              <w:t>КВт.</w:t>
            </w:r>
          </w:p>
        </w:tc>
        <w:tc>
          <w:tcPr>
            <w:tcW w:w="900" w:type="dxa"/>
            <w:vAlign w:val="center"/>
          </w:tcPr>
          <w:p w:rsidR="00316A7E" w:rsidRPr="00C25175" w:rsidRDefault="00316A7E" w:rsidP="00B30E8A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16A7E" w:rsidRPr="00C25175" w:rsidRDefault="00316A7E" w:rsidP="00B30E8A">
            <w:pPr>
              <w:jc w:val="center"/>
            </w:pPr>
            <w:r>
              <w:t>180</w:t>
            </w:r>
          </w:p>
        </w:tc>
        <w:tc>
          <w:tcPr>
            <w:tcW w:w="2160" w:type="dxa"/>
            <w:vAlign w:val="center"/>
          </w:tcPr>
          <w:p w:rsidR="00316A7E" w:rsidRPr="00877383" w:rsidRDefault="00316A7E" w:rsidP="00B30E8A">
            <w:pPr>
              <w:jc w:val="center"/>
            </w:pPr>
            <w:r>
              <w:t>180</w:t>
            </w:r>
          </w:p>
        </w:tc>
      </w:tr>
      <w:tr w:rsidR="00316A7E">
        <w:tc>
          <w:tcPr>
            <w:tcW w:w="648" w:type="dxa"/>
            <w:vAlign w:val="center"/>
          </w:tcPr>
          <w:p w:rsidR="00316A7E" w:rsidRPr="00AC26F6" w:rsidRDefault="00316A7E" w:rsidP="00F9512D">
            <w:pPr>
              <w:jc w:val="center"/>
            </w:pPr>
            <w:r>
              <w:t>2.9</w:t>
            </w:r>
          </w:p>
        </w:tc>
        <w:tc>
          <w:tcPr>
            <w:tcW w:w="7380" w:type="dxa"/>
          </w:tcPr>
          <w:p w:rsidR="00316A7E" w:rsidRPr="00C25175" w:rsidRDefault="00316A7E" w:rsidP="00F9512D">
            <w:pPr>
              <w:rPr>
                <w:b/>
                <w:bCs/>
              </w:rPr>
            </w:pPr>
            <w:r>
              <w:t>ремонт тротуара и парковки на территории детского сада «Родничок»</w:t>
            </w:r>
          </w:p>
        </w:tc>
        <w:tc>
          <w:tcPr>
            <w:tcW w:w="1620" w:type="dxa"/>
            <w:vAlign w:val="center"/>
          </w:tcPr>
          <w:p w:rsidR="00316A7E" w:rsidRPr="00C25175" w:rsidRDefault="00316A7E" w:rsidP="00F9512D">
            <w:pPr>
              <w:jc w:val="center"/>
            </w:pPr>
            <w:r>
              <w:t>км</w:t>
            </w:r>
          </w:p>
        </w:tc>
        <w:tc>
          <w:tcPr>
            <w:tcW w:w="900" w:type="dxa"/>
            <w:vAlign w:val="center"/>
          </w:tcPr>
          <w:p w:rsidR="00316A7E" w:rsidRPr="00C25175" w:rsidRDefault="00316A7E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316A7E" w:rsidRPr="00C25175" w:rsidRDefault="00316A7E" w:rsidP="00F9512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316A7E" w:rsidRPr="00877383" w:rsidRDefault="00316A7E" w:rsidP="00F9512D">
            <w:pPr>
              <w:jc w:val="center"/>
            </w:pPr>
            <w:r>
              <w:t>0,07</w:t>
            </w:r>
          </w:p>
        </w:tc>
      </w:tr>
    </w:tbl>
    <w:p w:rsidR="00316A7E" w:rsidRPr="00A74297" w:rsidRDefault="00316A7E" w:rsidP="00225687">
      <w:pPr>
        <w:jc w:val="center"/>
        <w:rPr>
          <w:b/>
          <w:bCs/>
        </w:rPr>
      </w:pPr>
    </w:p>
    <w:p w:rsidR="00316A7E" w:rsidRPr="00225687" w:rsidRDefault="00316A7E">
      <w:pPr>
        <w:rPr>
          <w:sz w:val="6"/>
          <w:szCs w:val="6"/>
        </w:rPr>
      </w:pPr>
    </w:p>
    <w:p w:rsidR="00316A7E" w:rsidRDefault="00316A7E" w:rsidP="0054045D">
      <w:pPr>
        <w:pStyle w:val="ConsPlusNormal0"/>
        <w:jc w:val="center"/>
        <w:rPr>
          <w:b/>
          <w:bCs/>
        </w:rPr>
      </w:pPr>
    </w:p>
    <w:p w:rsidR="00316A7E" w:rsidRDefault="00316A7E" w:rsidP="0054045D">
      <w:pPr>
        <w:pStyle w:val="ConsPlusNormal0"/>
        <w:jc w:val="center"/>
        <w:rPr>
          <w:b/>
          <w:bCs/>
        </w:rPr>
      </w:pPr>
    </w:p>
    <w:p w:rsidR="00316A7E" w:rsidRDefault="00316A7E" w:rsidP="0054045D">
      <w:pPr>
        <w:pStyle w:val="ConsPlusNormal0"/>
        <w:jc w:val="center"/>
        <w:rPr>
          <w:b/>
          <w:bCs/>
        </w:rPr>
      </w:pPr>
    </w:p>
    <w:p w:rsidR="00316A7E" w:rsidRDefault="00316A7E" w:rsidP="0054045D">
      <w:pPr>
        <w:pStyle w:val="ConsPlusNormal0"/>
        <w:jc w:val="center"/>
        <w:rPr>
          <w:b/>
          <w:bCs/>
        </w:rPr>
      </w:pPr>
    </w:p>
    <w:p w:rsidR="00316A7E" w:rsidRDefault="00316A7E" w:rsidP="0054045D">
      <w:pPr>
        <w:pStyle w:val="ConsPlusNormal0"/>
        <w:jc w:val="center"/>
        <w:rPr>
          <w:b/>
          <w:bCs/>
        </w:rPr>
      </w:pPr>
    </w:p>
    <w:p w:rsidR="00316A7E" w:rsidRDefault="00316A7E" w:rsidP="0054045D">
      <w:pPr>
        <w:pStyle w:val="ConsPlusNormal0"/>
        <w:jc w:val="center"/>
        <w:rPr>
          <w:b/>
          <w:bCs/>
        </w:rPr>
      </w:pPr>
    </w:p>
    <w:p w:rsidR="00316A7E" w:rsidRDefault="00316A7E" w:rsidP="0054045D">
      <w:pPr>
        <w:pStyle w:val="ConsPlusNormal0"/>
        <w:jc w:val="center"/>
        <w:rPr>
          <w:b/>
          <w:bCs/>
        </w:rPr>
      </w:pPr>
    </w:p>
    <w:p w:rsidR="00316A7E" w:rsidRDefault="00316A7E" w:rsidP="0054045D">
      <w:pPr>
        <w:pStyle w:val="ConsPlusNormal0"/>
        <w:jc w:val="center"/>
        <w:rPr>
          <w:b/>
          <w:bCs/>
        </w:rPr>
      </w:pPr>
    </w:p>
    <w:p w:rsidR="00316A7E" w:rsidRDefault="00316A7E" w:rsidP="0054045D">
      <w:pPr>
        <w:pStyle w:val="ConsPlusNormal0"/>
        <w:jc w:val="center"/>
        <w:rPr>
          <w:b/>
          <w:bCs/>
        </w:rPr>
      </w:pPr>
    </w:p>
    <w:p w:rsidR="00316A7E" w:rsidRDefault="00316A7E" w:rsidP="0054045D">
      <w:pPr>
        <w:pStyle w:val="ConsPlusNormal0"/>
        <w:jc w:val="center"/>
        <w:rPr>
          <w:b/>
          <w:bCs/>
        </w:rPr>
      </w:pPr>
    </w:p>
    <w:p w:rsidR="00316A7E" w:rsidRDefault="00316A7E" w:rsidP="0054045D">
      <w:pPr>
        <w:pStyle w:val="ConsPlusNormal0"/>
        <w:jc w:val="center"/>
        <w:rPr>
          <w:b/>
          <w:bCs/>
        </w:rPr>
      </w:pPr>
    </w:p>
    <w:p w:rsidR="00316A7E" w:rsidRDefault="00316A7E" w:rsidP="0054045D">
      <w:pPr>
        <w:pStyle w:val="ConsPlusNormal0"/>
        <w:jc w:val="center"/>
        <w:rPr>
          <w:b/>
          <w:bCs/>
        </w:rPr>
      </w:pPr>
    </w:p>
    <w:p w:rsidR="00316A7E" w:rsidRDefault="00316A7E" w:rsidP="0054045D">
      <w:pPr>
        <w:pStyle w:val="ConsPlusNormal0"/>
        <w:jc w:val="center"/>
        <w:rPr>
          <w:b/>
          <w:bCs/>
        </w:rPr>
      </w:pPr>
    </w:p>
    <w:p w:rsidR="00316A7E" w:rsidRPr="003C75F8" w:rsidRDefault="00316A7E" w:rsidP="0054045D">
      <w:pPr>
        <w:pStyle w:val="ConsPlusNormal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C75F8">
        <w:rPr>
          <w:b/>
          <w:bCs/>
        </w:rPr>
        <w:t>СВЕДЕНИЯ</w:t>
      </w:r>
    </w:p>
    <w:p w:rsidR="00316A7E" w:rsidRPr="003C75F8" w:rsidRDefault="00316A7E" w:rsidP="0054045D">
      <w:pPr>
        <w:pStyle w:val="ConsPlusNormal0"/>
        <w:jc w:val="center"/>
        <w:rPr>
          <w:b/>
          <w:bCs/>
        </w:rPr>
      </w:pPr>
      <w:r w:rsidRPr="003C75F8">
        <w:rPr>
          <w:b/>
          <w:bCs/>
        </w:rPr>
        <w:t>о порядке сбора информации и методике расчета целевых</w:t>
      </w:r>
    </w:p>
    <w:p w:rsidR="00316A7E" w:rsidRPr="009674C5" w:rsidRDefault="00316A7E" w:rsidP="002900E1">
      <w:pPr>
        <w:jc w:val="center"/>
        <w:rPr>
          <w:b/>
          <w:bCs/>
        </w:rPr>
      </w:pPr>
      <w:r w:rsidRPr="003C75F8">
        <w:rPr>
          <w:b/>
          <w:bCs/>
        </w:rPr>
        <w:t>показателей муниципальной программы</w:t>
      </w:r>
      <w:r>
        <w:rPr>
          <w:b/>
          <w:bCs/>
        </w:rPr>
        <w:t xml:space="preserve"> </w:t>
      </w: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316A7E" w:rsidRPr="003C75F8" w:rsidRDefault="00316A7E" w:rsidP="0054045D">
      <w:pPr>
        <w:jc w:val="center"/>
        <w:rPr>
          <w:b/>
          <w:bCs/>
        </w:rPr>
      </w:pPr>
    </w:p>
    <w:tbl>
      <w:tblPr>
        <w:tblW w:w="145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316A7E" w:rsidRPr="00C404E0">
        <w:tc>
          <w:tcPr>
            <w:tcW w:w="730" w:type="dxa"/>
          </w:tcPr>
          <w:p w:rsidR="00316A7E" w:rsidRPr="00C404E0" w:rsidRDefault="00316A7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316A7E" w:rsidRPr="00C404E0" w:rsidRDefault="00316A7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316A7E" w:rsidRPr="00C404E0" w:rsidRDefault="00316A7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316A7E" w:rsidRPr="00C404E0" w:rsidRDefault="00316A7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316A7E" w:rsidRPr="00C404E0" w:rsidRDefault="00316A7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316A7E" w:rsidRPr="00C404E0" w:rsidRDefault="00316A7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316A7E" w:rsidRPr="00C404E0" w:rsidRDefault="00316A7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316A7E" w:rsidRPr="00C404E0" w:rsidRDefault="00316A7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316A7E" w:rsidRPr="0054045D" w:rsidRDefault="00316A7E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316A7E" w:rsidRPr="000B0521">
        <w:tc>
          <w:tcPr>
            <w:tcW w:w="726" w:type="dxa"/>
          </w:tcPr>
          <w:p w:rsidR="00316A7E" w:rsidRPr="000B0521" w:rsidRDefault="00316A7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316A7E" w:rsidRPr="000B0521" w:rsidRDefault="00316A7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316A7E" w:rsidRPr="000B0521" w:rsidRDefault="00316A7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316A7E" w:rsidRPr="000B0521" w:rsidRDefault="00316A7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316A7E" w:rsidRPr="000B0521" w:rsidRDefault="00316A7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316A7E" w:rsidRPr="000B0521" w:rsidRDefault="00316A7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316A7E" w:rsidRPr="000B0521" w:rsidRDefault="00316A7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316A7E" w:rsidRPr="000B0521" w:rsidRDefault="00316A7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316A7E" w:rsidRPr="00F945BC">
        <w:tc>
          <w:tcPr>
            <w:tcW w:w="726" w:type="dxa"/>
          </w:tcPr>
          <w:p w:rsidR="00316A7E" w:rsidRPr="00C404E0" w:rsidRDefault="00316A7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316A7E" w:rsidRPr="00D060C7" w:rsidRDefault="00316A7E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316A7E" w:rsidRPr="00C404E0" w:rsidRDefault="00316A7E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316A7E" w:rsidRPr="00F945BC">
        <w:tc>
          <w:tcPr>
            <w:tcW w:w="726" w:type="dxa"/>
          </w:tcPr>
          <w:p w:rsidR="00316A7E" w:rsidRPr="00C404E0" w:rsidRDefault="00316A7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316A7E" w:rsidRPr="00632E95" w:rsidRDefault="00316A7E" w:rsidP="00F9512D">
            <w:pPr>
              <w:rPr>
                <w:b/>
                <w:bCs/>
                <w:sz w:val="24"/>
                <w:szCs w:val="24"/>
              </w:rPr>
            </w:pPr>
            <w:r w:rsidRPr="00632E95">
              <w:rPr>
                <w:sz w:val="24"/>
                <w:szCs w:val="24"/>
              </w:rPr>
              <w:t>текущий ремонт автомобильной дороги по пер. Ильича от ул. Коммунистической до ул. Ленина в ст. Старотитаровской</w:t>
            </w:r>
          </w:p>
        </w:tc>
        <w:tc>
          <w:tcPr>
            <w:tcW w:w="1519" w:type="dxa"/>
            <w:vAlign w:val="center"/>
          </w:tcPr>
          <w:p w:rsidR="00316A7E" w:rsidRPr="00C404E0" w:rsidRDefault="00316A7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316A7E" w:rsidRPr="00B51199" w:rsidRDefault="00316A7E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16A7E" w:rsidRPr="00F57EFB" w:rsidRDefault="00316A7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316A7E" w:rsidRPr="00F57EFB" w:rsidRDefault="00316A7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316A7E" w:rsidRPr="00F57EFB" w:rsidRDefault="00316A7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316A7E" w:rsidRPr="00F945BC" w:rsidRDefault="00316A7E" w:rsidP="00F945BC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16A7E" w:rsidRPr="00F945BC">
        <w:tc>
          <w:tcPr>
            <w:tcW w:w="726" w:type="dxa"/>
          </w:tcPr>
          <w:p w:rsidR="00316A7E" w:rsidRPr="00C404E0" w:rsidRDefault="00316A7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316A7E" w:rsidRDefault="00316A7E" w:rsidP="00F945BC">
            <w:pPr>
              <w:jc w:val="center"/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района»</w:t>
            </w:r>
          </w:p>
          <w:p w:rsidR="00316A7E" w:rsidRPr="00F945BC" w:rsidRDefault="00316A7E" w:rsidP="00F945BC">
            <w:pPr>
              <w:jc w:val="center"/>
            </w:pPr>
          </w:p>
        </w:tc>
      </w:tr>
      <w:tr w:rsidR="00316A7E" w:rsidRPr="00F945BC">
        <w:tc>
          <w:tcPr>
            <w:tcW w:w="726" w:type="dxa"/>
          </w:tcPr>
          <w:p w:rsidR="00316A7E" w:rsidRPr="00C404E0" w:rsidRDefault="00316A7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316A7E" w:rsidRPr="000612BA" w:rsidRDefault="00316A7E" w:rsidP="000612BA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тротуаров</w:t>
            </w:r>
          </w:p>
          <w:p w:rsidR="00316A7E" w:rsidRPr="00215EF9" w:rsidRDefault="00316A7E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16A7E" w:rsidRPr="00C404E0" w:rsidRDefault="00316A7E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316A7E" w:rsidRPr="00F945BC" w:rsidRDefault="00316A7E" w:rsidP="007A6F08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16A7E" w:rsidRPr="00F945BC" w:rsidRDefault="00316A7E" w:rsidP="00F945BC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316A7E" w:rsidRPr="00F57EFB" w:rsidRDefault="00316A7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316A7E" w:rsidRPr="00F57EFB" w:rsidRDefault="00316A7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16A7E" w:rsidRPr="00F945BC" w:rsidRDefault="00316A7E" w:rsidP="00F9512D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16A7E" w:rsidRPr="00F945BC">
        <w:tc>
          <w:tcPr>
            <w:tcW w:w="726" w:type="dxa"/>
          </w:tcPr>
          <w:p w:rsidR="00316A7E" w:rsidRPr="00C404E0" w:rsidRDefault="00316A7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316A7E" w:rsidRPr="000612BA" w:rsidRDefault="00316A7E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316A7E" w:rsidRPr="00C404E0" w:rsidRDefault="00316A7E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316A7E" w:rsidRPr="00F945BC" w:rsidRDefault="00316A7E" w:rsidP="00F9512D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16A7E" w:rsidRPr="00F945BC" w:rsidRDefault="00316A7E" w:rsidP="00F9512D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16A7E" w:rsidRPr="00F57EFB" w:rsidRDefault="00316A7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16A7E" w:rsidRPr="00F57EFB" w:rsidRDefault="00316A7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16A7E" w:rsidRPr="00F945BC" w:rsidRDefault="00316A7E" w:rsidP="00F9512D">
            <w:pPr>
              <w:jc w:val="center"/>
            </w:pPr>
          </w:p>
        </w:tc>
      </w:tr>
      <w:tr w:rsidR="00316A7E" w:rsidRPr="00F945BC">
        <w:trPr>
          <w:trHeight w:val="1711"/>
        </w:trPr>
        <w:tc>
          <w:tcPr>
            <w:tcW w:w="726" w:type="dxa"/>
          </w:tcPr>
          <w:p w:rsidR="00316A7E" w:rsidRDefault="00316A7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316A7E" w:rsidRPr="001439EC" w:rsidRDefault="00316A7E" w:rsidP="00015613">
            <w:pPr>
              <w:rPr>
                <w:b/>
                <w:bCs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316A7E" w:rsidRPr="001439EC" w:rsidRDefault="00316A7E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316A7E" w:rsidRPr="00F945BC" w:rsidRDefault="00316A7E" w:rsidP="00015613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16A7E" w:rsidRPr="00F945BC" w:rsidRDefault="00316A7E" w:rsidP="00015613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16A7E" w:rsidRPr="00F57EFB" w:rsidRDefault="00316A7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16A7E" w:rsidRPr="00F57EFB" w:rsidRDefault="00316A7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16A7E" w:rsidRPr="00F945BC" w:rsidRDefault="00316A7E" w:rsidP="00F9512D">
            <w:pPr>
              <w:jc w:val="center"/>
            </w:pPr>
          </w:p>
        </w:tc>
      </w:tr>
      <w:tr w:rsidR="00316A7E" w:rsidRPr="00F945BC">
        <w:tc>
          <w:tcPr>
            <w:tcW w:w="726" w:type="dxa"/>
          </w:tcPr>
          <w:p w:rsidR="00316A7E" w:rsidRDefault="00316A7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316A7E" w:rsidRPr="000933C9" w:rsidRDefault="00316A7E" w:rsidP="00015613">
            <w:pPr>
              <w:rPr>
                <w:b/>
                <w:bCs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316A7E" w:rsidRPr="000933C9" w:rsidRDefault="00316A7E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16A7E" w:rsidRPr="00F945BC" w:rsidRDefault="00316A7E" w:rsidP="00015613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16A7E" w:rsidRPr="00F945BC" w:rsidRDefault="00316A7E" w:rsidP="00015613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16A7E" w:rsidRPr="00F57EFB" w:rsidRDefault="00316A7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16A7E" w:rsidRPr="00F57EFB" w:rsidRDefault="00316A7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16A7E" w:rsidRPr="00F945BC" w:rsidRDefault="00316A7E" w:rsidP="00F9512D">
            <w:pPr>
              <w:jc w:val="center"/>
            </w:pPr>
          </w:p>
        </w:tc>
      </w:tr>
      <w:tr w:rsidR="00316A7E" w:rsidRPr="00F945BC">
        <w:tc>
          <w:tcPr>
            <w:tcW w:w="726" w:type="dxa"/>
          </w:tcPr>
          <w:p w:rsidR="00316A7E" w:rsidRDefault="00316A7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316A7E" w:rsidRPr="000933C9" w:rsidRDefault="00316A7E" w:rsidP="00015613">
            <w:pPr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316A7E" w:rsidRPr="000933C9" w:rsidRDefault="00316A7E" w:rsidP="000156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16A7E" w:rsidRPr="000933C9" w:rsidRDefault="00316A7E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316A7E" w:rsidRPr="00F945BC" w:rsidRDefault="00316A7E" w:rsidP="00015613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16A7E" w:rsidRPr="00F945BC" w:rsidRDefault="00316A7E" w:rsidP="00015613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16A7E" w:rsidRPr="00F57EFB" w:rsidRDefault="00316A7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16A7E" w:rsidRPr="00F57EFB" w:rsidRDefault="00316A7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16A7E" w:rsidRPr="00F945BC" w:rsidRDefault="00316A7E" w:rsidP="00F9512D">
            <w:pPr>
              <w:jc w:val="center"/>
            </w:pPr>
          </w:p>
        </w:tc>
      </w:tr>
      <w:tr w:rsidR="00316A7E" w:rsidRPr="00F945BC">
        <w:tc>
          <w:tcPr>
            <w:tcW w:w="726" w:type="dxa"/>
          </w:tcPr>
          <w:p w:rsidR="00316A7E" w:rsidRDefault="00316A7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316A7E" w:rsidRPr="000933C9" w:rsidRDefault="00316A7E" w:rsidP="00015613">
            <w:pPr>
              <w:rPr>
                <w:b/>
                <w:bCs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519" w:type="dxa"/>
            <w:vAlign w:val="center"/>
          </w:tcPr>
          <w:p w:rsidR="00316A7E" w:rsidRPr="000933C9" w:rsidRDefault="00316A7E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16A7E" w:rsidRPr="00F945BC" w:rsidRDefault="00316A7E" w:rsidP="00015613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16A7E" w:rsidRPr="00F945BC" w:rsidRDefault="00316A7E" w:rsidP="00015613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16A7E" w:rsidRPr="00F57EFB" w:rsidRDefault="00316A7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16A7E" w:rsidRPr="00F57EFB" w:rsidRDefault="00316A7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16A7E" w:rsidRPr="00F945BC" w:rsidRDefault="00316A7E" w:rsidP="00F9512D">
            <w:pPr>
              <w:jc w:val="center"/>
            </w:pPr>
          </w:p>
        </w:tc>
      </w:tr>
      <w:tr w:rsidR="00316A7E" w:rsidRPr="00F945BC" w:rsidTr="004D4ACC">
        <w:tc>
          <w:tcPr>
            <w:tcW w:w="726" w:type="dxa"/>
          </w:tcPr>
          <w:p w:rsidR="00316A7E" w:rsidRDefault="00316A7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316A7E" w:rsidRPr="00C85EA9" w:rsidRDefault="00316A7E" w:rsidP="00C85EA9">
            <w:pPr>
              <w:rPr>
                <w:sz w:val="24"/>
                <w:szCs w:val="24"/>
              </w:rPr>
            </w:pPr>
            <w:r w:rsidRPr="00C85EA9">
              <w:rPr>
                <w:sz w:val="24"/>
                <w:szCs w:val="24"/>
              </w:rPr>
              <w:t>содержание внутрипоселковых дорог</w:t>
            </w:r>
          </w:p>
          <w:p w:rsidR="00316A7E" w:rsidRPr="00B62591" w:rsidRDefault="00316A7E" w:rsidP="00015613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316A7E" w:rsidRPr="00B62591" w:rsidRDefault="00316A7E" w:rsidP="004D4A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316A7E" w:rsidRDefault="00316A7E" w:rsidP="00015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16A7E" w:rsidRPr="00B87EEC" w:rsidRDefault="00316A7E" w:rsidP="004D4AC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316A7E" w:rsidRPr="00B87EEC" w:rsidRDefault="00316A7E" w:rsidP="004D4AC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 w:rsidRPr="00B87EEC">
              <w:t xml:space="preserve"> = V / О x 100%, где:</w:t>
            </w:r>
          </w:p>
          <w:p w:rsidR="00316A7E" w:rsidRPr="00B87EEC" w:rsidRDefault="00316A7E" w:rsidP="004D4AC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 w:rsidRPr="00B87EEC">
              <w:t xml:space="preserve"> - доля качест</w:t>
            </w:r>
            <w:r>
              <w:t>венно и своевременно выполненной работы по содержанию внутрипоселковых дорог</w:t>
            </w:r>
            <w:r w:rsidRPr="00B87EEC">
              <w:t>;</w:t>
            </w:r>
          </w:p>
          <w:p w:rsidR="00316A7E" w:rsidRPr="00B87EEC" w:rsidRDefault="00316A7E" w:rsidP="004D4AC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V - количество качественно и своевременно</w:t>
            </w:r>
            <w:r>
              <w:t xml:space="preserve"> выполненной работы по содержанию внутрипоселковых дорог</w:t>
            </w:r>
            <w:r w:rsidRPr="00B87EEC">
              <w:t>;</w:t>
            </w:r>
          </w:p>
          <w:p w:rsidR="00316A7E" w:rsidRPr="00F57EFB" w:rsidRDefault="00316A7E" w:rsidP="004D4ACC">
            <w:pPr>
              <w:jc w:val="center"/>
              <w:rPr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>
              <w:rPr>
                <w:sz w:val="24"/>
                <w:szCs w:val="24"/>
              </w:rPr>
              <w:t>объем общей работы по</w:t>
            </w:r>
            <w:r>
              <w:t xml:space="preserve"> </w:t>
            </w:r>
            <w:r w:rsidRPr="001231AA">
              <w:rPr>
                <w:sz w:val="24"/>
                <w:szCs w:val="24"/>
              </w:rPr>
              <w:t>содержанию внутрипоселковых дорог</w:t>
            </w:r>
          </w:p>
        </w:tc>
        <w:tc>
          <w:tcPr>
            <w:tcW w:w="2020" w:type="dxa"/>
            <w:vMerge/>
          </w:tcPr>
          <w:p w:rsidR="00316A7E" w:rsidRPr="00F57EFB" w:rsidRDefault="00316A7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16A7E" w:rsidRPr="00F57EFB" w:rsidRDefault="00316A7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16A7E" w:rsidRPr="00F945BC" w:rsidRDefault="00316A7E" w:rsidP="00F9512D">
            <w:pPr>
              <w:jc w:val="center"/>
            </w:pPr>
          </w:p>
        </w:tc>
      </w:tr>
      <w:tr w:rsidR="00316A7E" w:rsidRPr="00F945BC">
        <w:tc>
          <w:tcPr>
            <w:tcW w:w="726" w:type="dxa"/>
          </w:tcPr>
          <w:p w:rsidR="00316A7E" w:rsidRDefault="00316A7E" w:rsidP="00B30E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2293" w:type="dxa"/>
          </w:tcPr>
          <w:p w:rsidR="00316A7E" w:rsidRPr="00B62591" w:rsidRDefault="00316A7E" w:rsidP="00B30E8A">
            <w:pPr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316A7E" w:rsidRPr="00B62591" w:rsidRDefault="00316A7E" w:rsidP="00B30E8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16A7E" w:rsidRPr="00B62591" w:rsidRDefault="00316A7E" w:rsidP="00B30E8A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316A7E" w:rsidRPr="00F945BC" w:rsidRDefault="00316A7E" w:rsidP="00B30E8A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16A7E" w:rsidRPr="00F945BC" w:rsidRDefault="00316A7E" w:rsidP="00B30E8A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16A7E" w:rsidRPr="00F57EFB" w:rsidRDefault="00316A7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16A7E" w:rsidRPr="00F57EFB" w:rsidRDefault="00316A7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16A7E" w:rsidRPr="00F945BC" w:rsidRDefault="00316A7E" w:rsidP="00F9512D">
            <w:pPr>
              <w:jc w:val="center"/>
            </w:pPr>
          </w:p>
        </w:tc>
      </w:tr>
      <w:tr w:rsidR="00316A7E" w:rsidRPr="00F945BC">
        <w:tc>
          <w:tcPr>
            <w:tcW w:w="726" w:type="dxa"/>
          </w:tcPr>
          <w:p w:rsidR="00316A7E" w:rsidRDefault="00316A7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2293" w:type="dxa"/>
          </w:tcPr>
          <w:p w:rsidR="00316A7E" w:rsidRPr="00936155" w:rsidRDefault="00316A7E" w:rsidP="00015613">
            <w:pPr>
              <w:rPr>
                <w:b/>
                <w:bCs/>
                <w:sz w:val="24"/>
                <w:szCs w:val="24"/>
              </w:rPr>
            </w:pPr>
            <w:r w:rsidRPr="00936155">
              <w:rPr>
                <w:sz w:val="24"/>
                <w:szCs w:val="24"/>
              </w:rPr>
              <w:t>ремонт тротуара и парковки на территории детского сада «Родничок»</w:t>
            </w:r>
          </w:p>
        </w:tc>
        <w:tc>
          <w:tcPr>
            <w:tcW w:w="1519" w:type="dxa"/>
            <w:vAlign w:val="center"/>
          </w:tcPr>
          <w:p w:rsidR="00316A7E" w:rsidRPr="00B62591" w:rsidRDefault="00316A7E" w:rsidP="00015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316A7E" w:rsidRPr="00F945BC" w:rsidRDefault="00316A7E" w:rsidP="00B30E8A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16A7E" w:rsidRPr="00F945BC" w:rsidRDefault="00316A7E" w:rsidP="00B30E8A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16A7E" w:rsidRPr="00F57EFB" w:rsidRDefault="00316A7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316A7E" w:rsidRPr="00F57EFB" w:rsidRDefault="00316A7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316A7E" w:rsidRPr="00F945BC" w:rsidRDefault="00316A7E" w:rsidP="00F9512D">
            <w:pPr>
              <w:jc w:val="center"/>
            </w:pPr>
          </w:p>
        </w:tc>
      </w:tr>
    </w:tbl>
    <w:p w:rsidR="00316A7E" w:rsidRDefault="00316A7E" w:rsidP="00FA1A72">
      <w:pPr>
        <w:jc w:val="both"/>
      </w:pPr>
    </w:p>
    <w:p w:rsidR="00316A7E" w:rsidRDefault="00316A7E" w:rsidP="00FA1A72">
      <w:pPr>
        <w:jc w:val="both"/>
      </w:pPr>
    </w:p>
    <w:p w:rsidR="00316A7E" w:rsidRDefault="00316A7E" w:rsidP="00FA1A72">
      <w:pPr>
        <w:jc w:val="both"/>
      </w:pPr>
    </w:p>
    <w:p w:rsidR="00316A7E" w:rsidRDefault="00316A7E" w:rsidP="00FA1A72">
      <w:pPr>
        <w:jc w:val="both"/>
      </w:pPr>
    </w:p>
    <w:p w:rsidR="00316A7E" w:rsidRDefault="00316A7E" w:rsidP="00EF6F81">
      <w:pPr>
        <w:jc w:val="center"/>
        <w:sectPr w:rsidR="00316A7E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316A7E" w:rsidRDefault="00316A7E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16A7E" w:rsidRPr="00484E94" w:rsidRDefault="00316A7E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316A7E" w:rsidRPr="00484E94" w:rsidRDefault="00316A7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316A7E" w:rsidRPr="00484E94" w:rsidRDefault="00316A7E" w:rsidP="00484E94">
      <w:pPr>
        <w:pStyle w:val="ConsPlusNormal0"/>
        <w:jc w:val="center"/>
      </w:pPr>
    </w:p>
    <w:p w:rsidR="00316A7E" w:rsidRPr="0016103B" w:rsidRDefault="00316A7E" w:rsidP="00565F55">
      <w:pPr>
        <w:tabs>
          <w:tab w:val="left" w:pos="700"/>
        </w:tabs>
        <w:suppressAutoHyphens/>
        <w:ind w:right="-22"/>
        <w:jc w:val="both"/>
        <w:rPr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316A7E" w:rsidRPr="00484E94" w:rsidRDefault="00316A7E" w:rsidP="00565F55">
      <w:pPr>
        <w:suppressAutoHyphens/>
        <w:jc w:val="both"/>
        <w:rPr>
          <w:lang w:eastAsia="ar-SA"/>
        </w:rPr>
      </w:pPr>
      <w:r w:rsidRPr="0016103B">
        <w:rPr>
          <w:lang w:eastAsia="ar-SA"/>
        </w:rPr>
        <w:t>Темрюкского района</w:t>
      </w:r>
      <w:r>
        <w:rPr>
          <w:lang w:eastAsia="ar-SA"/>
        </w:rPr>
        <w:t>» (далее – Порядок).</w:t>
      </w:r>
    </w:p>
    <w:p w:rsidR="00316A7E" w:rsidRDefault="00316A7E" w:rsidP="00484E94">
      <w:pPr>
        <w:jc w:val="both"/>
      </w:pPr>
    </w:p>
    <w:p w:rsidR="00316A7E" w:rsidRPr="00484E94" w:rsidRDefault="00316A7E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316A7E" w:rsidRPr="00484E94" w:rsidRDefault="00316A7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316A7E" w:rsidRPr="00484E94" w:rsidRDefault="00316A7E" w:rsidP="00484E94">
      <w:pPr>
        <w:pStyle w:val="ConsPlusNormal0"/>
        <w:jc w:val="both"/>
      </w:pPr>
    </w:p>
    <w:p w:rsidR="00316A7E" w:rsidRPr="007F34E4" w:rsidRDefault="00316A7E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316A7E" w:rsidRPr="007F34E4" w:rsidRDefault="00316A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316A7E" w:rsidRPr="007F34E4" w:rsidRDefault="00316A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316A7E" w:rsidRPr="007F34E4" w:rsidRDefault="00316A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316A7E" w:rsidRPr="007F34E4" w:rsidRDefault="00316A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316A7E" w:rsidRPr="007F34E4" w:rsidRDefault="00316A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316A7E" w:rsidRPr="007F34E4" w:rsidRDefault="00316A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316A7E" w:rsidRPr="007F34E4" w:rsidRDefault="00316A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316A7E" w:rsidRPr="007F34E4" w:rsidRDefault="00316A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316A7E" w:rsidRPr="007F34E4" w:rsidRDefault="00316A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316A7E" w:rsidRPr="007F34E4" w:rsidRDefault="00316A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316A7E" w:rsidRPr="007F34E4" w:rsidRDefault="00316A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316A7E" w:rsidRPr="007F34E4" w:rsidRDefault="00316A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316A7E" w:rsidRPr="007F34E4" w:rsidRDefault="00316A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316A7E" w:rsidRDefault="00316A7E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316A7E" w:rsidRPr="007F34E4" w:rsidRDefault="00316A7E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316A7E" w:rsidRPr="007F34E4" w:rsidRDefault="00316A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316A7E" w:rsidRPr="007F34E4" w:rsidRDefault="00316A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316A7E" w:rsidRPr="007F34E4" w:rsidRDefault="00316A7E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316A7E" w:rsidRPr="007F34E4" w:rsidRDefault="00316A7E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316A7E" w:rsidRPr="007F34E4" w:rsidRDefault="00316A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316A7E" w:rsidRPr="007F34E4" w:rsidRDefault="00316A7E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316A7E" w:rsidRPr="007F34E4" w:rsidRDefault="00316A7E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316A7E" w:rsidRPr="007F34E4" w:rsidRDefault="00316A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316A7E" w:rsidRPr="007F34E4" w:rsidRDefault="00316A7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316A7E" w:rsidRPr="007F34E4" w:rsidRDefault="00316A7E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316A7E" w:rsidRPr="007F34E4" w:rsidRDefault="00316A7E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316A7E" w:rsidRDefault="00316A7E" w:rsidP="00484E94">
      <w:pPr>
        <w:ind w:firstLine="709"/>
        <w:jc w:val="both"/>
      </w:pPr>
    </w:p>
    <w:p w:rsidR="00316A7E" w:rsidRDefault="00316A7E" w:rsidP="00484E94">
      <w:pPr>
        <w:ind w:firstLine="709"/>
        <w:jc w:val="both"/>
      </w:pPr>
    </w:p>
    <w:p w:rsidR="00316A7E" w:rsidRDefault="00316A7E" w:rsidP="00D66DD0">
      <w:pPr>
        <w:jc w:val="both"/>
      </w:pPr>
      <w:r>
        <w:t>Заместитель главы</w:t>
      </w:r>
    </w:p>
    <w:p w:rsidR="00316A7E" w:rsidRDefault="00316A7E" w:rsidP="00D66DD0">
      <w:pPr>
        <w:jc w:val="both"/>
      </w:pPr>
      <w:r>
        <w:t>Старотитаровского сельского</w:t>
      </w:r>
    </w:p>
    <w:p w:rsidR="00316A7E" w:rsidRDefault="00316A7E" w:rsidP="00B47CC7">
      <w:pPr>
        <w:sectPr w:rsidR="00316A7E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t xml:space="preserve">поселения Темрюкского района </w:t>
      </w:r>
      <w:bookmarkStart w:id="0" w:name="_GoBack"/>
      <w:bookmarkEnd w:id="0"/>
      <w:r>
        <w:t xml:space="preserve">                                                     Е.М. Зимина</w:t>
      </w:r>
    </w:p>
    <w:p w:rsidR="00316A7E" w:rsidRDefault="00316A7E" w:rsidP="001F5CA2">
      <w:pPr>
        <w:jc w:val="center"/>
        <w:rPr>
          <w:b/>
          <w:bCs/>
        </w:rPr>
      </w:pPr>
    </w:p>
    <w:sectPr w:rsidR="00316A7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A7E" w:rsidRDefault="00316A7E" w:rsidP="00EF6F81">
      <w:r>
        <w:separator/>
      </w:r>
    </w:p>
  </w:endnote>
  <w:endnote w:type="continuationSeparator" w:id="0">
    <w:p w:rsidR="00316A7E" w:rsidRDefault="00316A7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A7E" w:rsidRDefault="00316A7E" w:rsidP="00EF6F81">
      <w:r>
        <w:separator/>
      </w:r>
    </w:p>
  </w:footnote>
  <w:footnote w:type="continuationSeparator" w:id="0">
    <w:p w:rsidR="00316A7E" w:rsidRDefault="00316A7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A7E" w:rsidRDefault="00316A7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A7E" w:rsidRDefault="00316A7E">
    <w:pPr>
      <w:pStyle w:val="Header"/>
      <w:jc w:val="center"/>
    </w:pPr>
  </w:p>
  <w:p w:rsidR="00316A7E" w:rsidRDefault="00316A7E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allowincell="f" stroked="f">
          <v:textbox style="mso-next-textbox:#Прямоугольник 9">
            <w:txbxContent>
              <w:p w:rsidR="00316A7E" w:rsidRPr="00F945BC" w:rsidRDefault="00316A7E">
                <w:pPr>
                  <w:jc w:val="center"/>
                </w:pPr>
                <w:fldSimple w:instr="PAGE  \* MERGEFORMAT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17FA"/>
    <w:rsid w:val="00015613"/>
    <w:rsid w:val="00017FA2"/>
    <w:rsid w:val="00023F4D"/>
    <w:rsid w:val="00031DF9"/>
    <w:rsid w:val="000348BC"/>
    <w:rsid w:val="0003562F"/>
    <w:rsid w:val="00036BA0"/>
    <w:rsid w:val="00046F33"/>
    <w:rsid w:val="00047F2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6F49"/>
    <w:rsid w:val="000F72CE"/>
    <w:rsid w:val="000F7C02"/>
    <w:rsid w:val="001003A5"/>
    <w:rsid w:val="0010064A"/>
    <w:rsid w:val="00101928"/>
    <w:rsid w:val="00103E05"/>
    <w:rsid w:val="0010776D"/>
    <w:rsid w:val="00107AF9"/>
    <w:rsid w:val="001111E6"/>
    <w:rsid w:val="001143BB"/>
    <w:rsid w:val="001157F7"/>
    <w:rsid w:val="00115920"/>
    <w:rsid w:val="00120280"/>
    <w:rsid w:val="001231AA"/>
    <w:rsid w:val="00123EA1"/>
    <w:rsid w:val="00130C48"/>
    <w:rsid w:val="001332FA"/>
    <w:rsid w:val="00133DC0"/>
    <w:rsid w:val="00133ECA"/>
    <w:rsid w:val="001342C7"/>
    <w:rsid w:val="0013590E"/>
    <w:rsid w:val="00137047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5EF"/>
    <w:rsid w:val="00167C70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6B9F"/>
    <w:rsid w:val="0020737A"/>
    <w:rsid w:val="00214AAC"/>
    <w:rsid w:val="00215EF9"/>
    <w:rsid w:val="00216964"/>
    <w:rsid w:val="00216B1F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957"/>
    <w:rsid w:val="00244C9F"/>
    <w:rsid w:val="00246DB6"/>
    <w:rsid w:val="00251B76"/>
    <w:rsid w:val="00257806"/>
    <w:rsid w:val="0026082F"/>
    <w:rsid w:val="0026226A"/>
    <w:rsid w:val="00264B7B"/>
    <w:rsid w:val="0027081A"/>
    <w:rsid w:val="002716B2"/>
    <w:rsid w:val="00273C36"/>
    <w:rsid w:val="00273F81"/>
    <w:rsid w:val="0027403C"/>
    <w:rsid w:val="002742FE"/>
    <w:rsid w:val="002743DB"/>
    <w:rsid w:val="00277CB3"/>
    <w:rsid w:val="00284AEB"/>
    <w:rsid w:val="002900E1"/>
    <w:rsid w:val="00292F13"/>
    <w:rsid w:val="002937AE"/>
    <w:rsid w:val="002937BE"/>
    <w:rsid w:val="00295EB1"/>
    <w:rsid w:val="00296B8C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2494"/>
    <w:rsid w:val="002D6BB0"/>
    <w:rsid w:val="002E1FE0"/>
    <w:rsid w:val="002E291E"/>
    <w:rsid w:val="002E2F73"/>
    <w:rsid w:val="002E5323"/>
    <w:rsid w:val="002E62B4"/>
    <w:rsid w:val="00306055"/>
    <w:rsid w:val="00316A7E"/>
    <w:rsid w:val="00324FC7"/>
    <w:rsid w:val="00325B03"/>
    <w:rsid w:val="00326F04"/>
    <w:rsid w:val="00337501"/>
    <w:rsid w:val="0034544E"/>
    <w:rsid w:val="00345A6E"/>
    <w:rsid w:val="00347A6F"/>
    <w:rsid w:val="003547EA"/>
    <w:rsid w:val="003559DB"/>
    <w:rsid w:val="00357E7F"/>
    <w:rsid w:val="00357F42"/>
    <w:rsid w:val="00370F0E"/>
    <w:rsid w:val="003724CA"/>
    <w:rsid w:val="00374409"/>
    <w:rsid w:val="0037448A"/>
    <w:rsid w:val="00374C60"/>
    <w:rsid w:val="00376342"/>
    <w:rsid w:val="003820BB"/>
    <w:rsid w:val="0038326C"/>
    <w:rsid w:val="00385F3F"/>
    <w:rsid w:val="003911DB"/>
    <w:rsid w:val="0039386C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3C32"/>
    <w:rsid w:val="003D61CD"/>
    <w:rsid w:val="003D7675"/>
    <w:rsid w:val="003E0EC0"/>
    <w:rsid w:val="003E2B65"/>
    <w:rsid w:val="003E365A"/>
    <w:rsid w:val="003E500C"/>
    <w:rsid w:val="003E51DA"/>
    <w:rsid w:val="003E61F4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D4ACC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874C2"/>
    <w:rsid w:val="00595B9D"/>
    <w:rsid w:val="005A449E"/>
    <w:rsid w:val="005A684E"/>
    <w:rsid w:val="005B3967"/>
    <w:rsid w:val="005B5962"/>
    <w:rsid w:val="005B7233"/>
    <w:rsid w:val="005B786B"/>
    <w:rsid w:val="005C2104"/>
    <w:rsid w:val="005C3FB8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02ED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CD"/>
    <w:rsid w:val="007066D2"/>
    <w:rsid w:val="00707421"/>
    <w:rsid w:val="0070794F"/>
    <w:rsid w:val="00710491"/>
    <w:rsid w:val="00734314"/>
    <w:rsid w:val="00741C5B"/>
    <w:rsid w:val="00741FA6"/>
    <w:rsid w:val="00745D1A"/>
    <w:rsid w:val="0075024B"/>
    <w:rsid w:val="007556E6"/>
    <w:rsid w:val="00756022"/>
    <w:rsid w:val="007561AB"/>
    <w:rsid w:val="007648CA"/>
    <w:rsid w:val="007665AC"/>
    <w:rsid w:val="00770883"/>
    <w:rsid w:val="00771359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37F7"/>
    <w:rsid w:val="00822ECD"/>
    <w:rsid w:val="00823D33"/>
    <w:rsid w:val="00824605"/>
    <w:rsid w:val="00827AAA"/>
    <w:rsid w:val="00831B7E"/>
    <w:rsid w:val="0084599C"/>
    <w:rsid w:val="00845C4E"/>
    <w:rsid w:val="00846A87"/>
    <w:rsid w:val="00855115"/>
    <w:rsid w:val="00857EB4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8F71F0"/>
    <w:rsid w:val="009013AF"/>
    <w:rsid w:val="00904240"/>
    <w:rsid w:val="00910293"/>
    <w:rsid w:val="009116EB"/>
    <w:rsid w:val="00911DA9"/>
    <w:rsid w:val="009223E8"/>
    <w:rsid w:val="00923113"/>
    <w:rsid w:val="0092378A"/>
    <w:rsid w:val="0092688F"/>
    <w:rsid w:val="00926ABD"/>
    <w:rsid w:val="00936155"/>
    <w:rsid w:val="00937318"/>
    <w:rsid w:val="00944599"/>
    <w:rsid w:val="00944B19"/>
    <w:rsid w:val="00944C39"/>
    <w:rsid w:val="00950972"/>
    <w:rsid w:val="00950F83"/>
    <w:rsid w:val="00953D8F"/>
    <w:rsid w:val="00955EBC"/>
    <w:rsid w:val="00956FDA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279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9F6233"/>
    <w:rsid w:val="00A03E7E"/>
    <w:rsid w:val="00A1449D"/>
    <w:rsid w:val="00A1507B"/>
    <w:rsid w:val="00A20AA7"/>
    <w:rsid w:val="00A20C08"/>
    <w:rsid w:val="00A23788"/>
    <w:rsid w:val="00A30B42"/>
    <w:rsid w:val="00A30FFE"/>
    <w:rsid w:val="00A31C85"/>
    <w:rsid w:val="00A35B08"/>
    <w:rsid w:val="00A44BB5"/>
    <w:rsid w:val="00A46A72"/>
    <w:rsid w:val="00A47DA3"/>
    <w:rsid w:val="00A51548"/>
    <w:rsid w:val="00A56C25"/>
    <w:rsid w:val="00A643EC"/>
    <w:rsid w:val="00A67E38"/>
    <w:rsid w:val="00A70430"/>
    <w:rsid w:val="00A71BA7"/>
    <w:rsid w:val="00A737FD"/>
    <w:rsid w:val="00A73B78"/>
    <w:rsid w:val="00A74297"/>
    <w:rsid w:val="00A7591C"/>
    <w:rsid w:val="00A76E6F"/>
    <w:rsid w:val="00A77D4F"/>
    <w:rsid w:val="00A811B2"/>
    <w:rsid w:val="00A84785"/>
    <w:rsid w:val="00A96A8D"/>
    <w:rsid w:val="00AA0D84"/>
    <w:rsid w:val="00AA5C4B"/>
    <w:rsid w:val="00AA7594"/>
    <w:rsid w:val="00AB0A70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09D8"/>
    <w:rsid w:val="00B07228"/>
    <w:rsid w:val="00B12FB3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30DEE"/>
    <w:rsid w:val="00B30E8A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48BF"/>
    <w:rsid w:val="00B64B51"/>
    <w:rsid w:val="00B67874"/>
    <w:rsid w:val="00B76896"/>
    <w:rsid w:val="00B844DD"/>
    <w:rsid w:val="00B85358"/>
    <w:rsid w:val="00B86C1B"/>
    <w:rsid w:val="00B86DD3"/>
    <w:rsid w:val="00B87A68"/>
    <w:rsid w:val="00B87EEC"/>
    <w:rsid w:val="00B90896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C0190C"/>
    <w:rsid w:val="00C02CE4"/>
    <w:rsid w:val="00C11F9E"/>
    <w:rsid w:val="00C1286D"/>
    <w:rsid w:val="00C138C6"/>
    <w:rsid w:val="00C15615"/>
    <w:rsid w:val="00C1603C"/>
    <w:rsid w:val="00C17D7D"/>
    <w:rsid w:val="00C23387"/>
    <w:rsid w:val="00C25175"/>
    <w:rsid w:val="00C3292C"/>
    <w:rsid w:val="00C3682F"/>
    <w:rsid w:val="00C36DC8"/>
    <w:rsid w:val="00C404E0"/>
    <w:rsid w:val="00C4141F"/>
    <w:rsid w:val="00C429D2"/>
    <w:rsid w:val="00C53808"/>
    <w:rsid w:val="00C576C0"/>
    <w:rsid w:val="00C667BF"/>
    <w:rsid w:val="00C676AF"/>
    <w:rsid w:val="00C71CC2"/>
    <w:rsid w:val="00C72F57"/>
    <w:rsid w:val="00C75EAF"/>
    <w:rsid w:val="00C76645"/>
    <w:rsid w:val="00C769C5"/>
    <w:rsid w:val="00C8136C"/>
    <w:rsid w:val="00C85EA9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0527"/>
    <w:rsid w:val="00CF500C"/>
    <w:rsid w:val="00CF7354"/>
    <w:rsid w:val="00D047A4"/>
    <w:rsid w:val="00D060C7"/>
    <w:rsid w:val="00D07253"/>
    <w:rsid w:val="00D21B4F"/>
    <w:rsid w:val="00D2251E"/>
    <w:rsid w:val="00D32CA4"/>
    <w:rsid w:val="00D341F7"/>
    <w:rsid w:val="00D3506A"/>
    <w:rsid w:val="00D4232E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87588"/>
    <w:rsid w:val="00D91580"/>
    <w:rsid w:val="00D9235A"/>
    <w:rsid w:val="00DA00D1"/>
    <w:rsid w:val="00DA07D9"/>
    <w:rsid w:val="00DA0DE0"/>
    <w:rsid w:val="00DA2C96"/>
    <w:rsid w:val="00DA4ED8"/>
    <w:rsid w:val="00DA5916"/>
    <w:rsid w:val="00DA7BA2"/>
    <w:rsid w:val="00DC128A"/>
    <w:rsid w:val="00DC605B"/>
    <w:rsid w:val="00DD1C2E"/>
    <w:rsid w:val="00DD2ED1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235E"/>
    <w:rsid w:val="00E33916"/>
    <w:rsid w:val="00E33C03"/>
    <w:rsid w:val="00E43186"/>
    <w:rsid w:val="00E5079C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19AB"/>
    <w:rsid w:val="00EA305A"/>
    <w:rsid w:val="00EA52A2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284"/>
    <w:rsid w:val="00EE5BAC"/>
    <w:rsid w:val="00EE6972"/>
    <w:rsid w:val="00EE7E4C"/>
    <w:rsid w:val="00EF687A"/>
    <w:rsid w:val="00EF6A40"/>
    <w:rsid w:val="00EF6F81"/>
    <w:rsid w:val="00F00398"/>
    <w:rsid w:val="00F00A4A"/>
    <w:rsid w:val="00F03448"/>
    <w:rsid w:val="00F05B97"/>
    <w:rsid w:val="00F162F0"/>
    <w:rsid w:val="00F20D99"/>
    <w:rsid w:val="00F23492"/>
    <w:rsid w:val="00F24CB1"/>
    <w:rsid w:val="00F25BB4"/>
    <w:rsid w:val="00F31FEC"/>
    <w:rsid w:val="00F32117"/>
    <w:rsid w:val="00F32936"/>
    <w:rsid w:val="00F342EE"/>
    <w:rsid w:val="00F36F38"/>
    <w:rsid w:val="00F43866"/>
    <w:rsid w:val="00F43926"/>
    <w:rsid w:val="00F441D3"/>
    <w:rsid w:val="00F57EFB"/>
    <w:rsid w:val="00F63D34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030B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auto"/>
    </w:rPr>
  </w:style>
  <w:style w:type="paragraph" w:customStyle="1" w:styleId="formattext">
    <w:name w:val="formattext"/>
    <w:basedOn w:val="Normal"/>
    <w:uiPriority w:val="99"/>
    <w:rsid w:val="004D4AC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51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2481</TotalTime>
  <Pages>12</Pages>
  <Words>2001</Words>
  <Characters>11409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265</cp:revision>
  <cp:lastPrinted>2021-06-11T06:36:00Z</cp:lastPrinted>
  <dcterms:created xsi:type="dcterms:W3CDTF">2018-08-07T11:48:00Z</dcterms:created>
  <dcterms:modified xsi:type="dcterms:W3CDTF">2022-07-20T10:45:00Z</dcterms:modified>
</cp:coreProperties>
</file>