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73D9B" w:rsidRPr="00F945BC" w:rsidTr="00F945BC">
        <w:tc>
          <w:tcPr>
            <w:tcW w:w="8934" w:type="dxa"/>
          </w:tcPr>
          <w:p w:rsidR="00B73D9B" w:rsidRPr="00F945BC" w:rsidRDefault="00B73D9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73D9B" w:rsidRPr="00EE5BAC" w:rsidRDefault="00B73D9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B73D9B" w:rsidRPr="00EE5BAC" w:rsidRDefault="00B73D9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73D9B" w:rsidRPr="00EE5BAC" w:rsidRDefault="00B73D9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73D9B" w:rsidRDefault="00B73D9B" w:rsidP="00A31AE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22.06.2022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1156</w:t>
            </w:r>
          </w:p>
          <w:p w:rsidR="00B73D9B" w:rsidRPr="00F945BC" w:rsidRDefault="00B73D9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B73D9B" w:rsidRDefault="00B73D9B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УТВЕРЖДЕНА</w:t>
      </w:r>
    </w:p>
    <w:p w:rsidR="00B73D9B" w:rsidRDefault="00B73D9B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постановлением администрации</w:t>
      </w:r>
    </w:p>
    <w:p w:rsidR="00B73D9B" w:rsidRDefault="00B73D9B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Старотитаровского сельского поселения </w:t>
      </w:r>
    </w:p>
    <w:p w:rsidR="00B73D9B" w:rsidRDefault="00B73D9B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Темрюкского района</w:t>
      </w:r>
    </w:p>
    <w:p w:rsidR="00B73D9B" w:rsidRDefault="00B73D9B" w:rsidP="007F6C98">
      <w:pPr>
        <w:suppressAutoHyphens/>
        <w:ind w:right="-246"/>
        <w:jc w:val="center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от 28.10.2021 № 226</w:t>
      </w:r>
    </w:p>
    <w:p w:rsidR="00B73D9B" w:rsidRDefault="00B73D9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73D9B" w:rsidRDefault="00B73D9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B73D9B" w:rsidRDefault="00B73D9B" w:rsidP="00BB769B">
      <w:pPr>
        <w:jc w:val="center"/>
        <w:rPr>
          <w:b/>
          <w:szCs w:val="28"/>
        </w:rPr>
      </w:pPr>
    </w:p>
    <w:p w:rsidR="00B73D9B" w:rsidRPr="00950972" w:rsidRDefault="00B73D9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73D9B" w:rsidRDefault="00B73D9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190885">
              <w:rPr>
                <w:szCs w:val="28"/>
              </w:rPr>
              <w:t>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73D9B" w:rsidRPr="00855115" w:rsidRDefault="00B73D9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73D9B" w:rsidRPr="0096600F" w:rsidRDefault="00B73D9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73D9B" w:rsidRDefault="00B73D9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B73D9B" w:rsidRPr="00190885" w:rsidRDefault="00B73D9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73D9B" w:rsidRPr="00E823BE" w:rsidRDefault="00B73D9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B73D9B" w:rsidRDefault="00B73D9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B73D9B" w:rsidRPr="00190885" w:rsidRDefault="00B73D9B" w:rsidP="00A31AE3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73D9B" w:rsidRPr="00190885" w:rsidRDefault="00B73D9B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73D9B" w:rsidRDefault="00B73D9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B73D9B" w:rsidRDefault="00B73D9B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B73D9B" w:rsidRPr="009F22D5" w:rsidRDefault="00B73D9B" w:rsidP="00F9512D">
            <w:pPr>
              <w:rPr>
                <w:szCs w:val="28"/>
              </w:rPr>
            </w:pPr>
            <w:r w:rsidRPr="001D4F5E">
              <w:rPr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73D9B" w:rsidRPr="000C3C23" w:rsidRDefault="00B73D9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73D9B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B73D9B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B73D9B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B73D9B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B73D9B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B73D9B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B73D9B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B73D9B" w:rsidRDefault="00B73D9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B73D9B" w:rsidRPr="00E64AB4" w:rsidRDefault="00B73D9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73D9B" w:rsidRPr="00A46A72" w:rsidRDefault="00B73D9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73D9B" w:rsidRPr="00A46A72" w:rsidRDefault="00B73D9B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73D9B" w:rsidRPr="00190885" w:rsidRDefault="00B73D9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73D9B" w:rsidRPr="00190885" w:rsidRDefault="00B73D9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73D9B" w:rsidRPr="00190885" w:rsidRDefault="00B73D9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73D9B" w:rsidRPr="00190885" w:rsidRDefault="00B73D9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73D9B" w:rsidRPr="00190885" w:rsidRDefault="00B73D9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73D9B" w:rsidRPr="00190885" w:rsidRDefault="00B73D9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13 242,9</w:t>
            </w: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73D9B" w:rsidRPr="00190885" w:rsidRDefault="00B73D9B" w:rsidP="001D223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13 242,9</w:t>
            </w: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73D9B" w:rsidRPr="00190885" w:rsidRDefault="00B73D9B" w:rsidP="001D223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13 242,9</w:t>
            </w: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73D9B" w:rsidRPr="00190885" w:rsidRDefault="00B73D9B" w:rsidP="001D223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13 242,9</w:t>
            </w: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73D9B" w:rsidRPr="008A6FA1" w:rsidTr="00F9512D">
        <w:tc>
          <w:tcPr>
            <w:tcW w:w="14560" w:type="dxa"/>
            <w:gridSpan w:val="6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73D9B" w:rsidRPr="008A6FA1" w:rsidTr="00F9512D">
        <w:tc>
          <w:tcPr>
            <w:tcW w:w="14560" w:type="dxa"/>
            <w:gridSpan w:val="6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</w:p>
        </w:tc>
      </w:tr>
      <w:tr w:rsidR="00B73D9B" w:rsidRPr="008A6FA1" w:rsidTr="00F9512D">
        <w:tc>
          <w:tcPr>
            <w:tcW w:w="6374" w:type="dxa"/>
          </w:tcPr>
          <w:p w:rsidR="00B73D9B" w:rsidRPr="00190885" w:rsidRDefault="00B73D9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73D9B" w:rsidRPr="00190885" w:rsidRDefault="00B73D9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73D9B" w:rsidRDefault="00B73D9B" w:rsidP="006033AB">
      <w:pPr>
        <w:rPr>
          <w:szCs w:val="28"/>
        </w:rPr>
      </w:pPr>
    </w:p>
    <w:p w:rsidR="00B73D9B" w:rsidRDefault="00B73D9B" w:rsidP="006033AB">
      <w:pPr>
        <w:rPr>
          <w:szCs w:val="28"/>
        </w:rPr>
      </w:pPr>
    </w:p>
    <w:p w:rsidR="00B73D9B" w:rsidRDefault="00B73D9B" w:rsidP="006033AB">
      <w:pPr>
        <w:rPr>
          <w:szCs w:val="28"/>
        </w:rPr>
      </w:pPr>
      <w:r>
        <w:rPr>
          <w:szCs w:val="28"/>
        </w:rPr>
        <w:t>Заместитель главы Старотитаровского сельского поселения Темрюкского района                               Т.И. Опарина</w:t>
      </w:r>
    </w:p>
    <w:p w:rsidR="00B73D9B" w:rsidRDefault="00B73D9B" w:rsidP="006033AB">
      <w:pPr>
        <w:rPr>
          <w:szCs w:val="28"/>
        </w:rPr>
      </w:pPr>
    </w:p>
    <w:p w:rsidR="00B73D9B" w:rsidRDefault="00B73D9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3D9B" w:rsidRDefault="00B73D9B" w:rsidP="00484E94">
      <w:pPr>
        <w:ind w:firstLine="709"/>
        <w:jc w:val="both"/>
        <w:rPr>
          <w:szCs w:val="28"/>
        </w:rPr>
      </w:pPr>
    </w:p>
    <w:p w:rsidR="00B73D9B" w:rsidRDefault="00B73D9B" w:rsidP="001F5CA2">
      <w:pPr>
        <w:jc w:val="center"/>
        <w:rPr>
          <w:b/>
        </w:rPr>
      </w:pPr>
    </w:p>
    <w:sectPr w:rsidR="00B73D9B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D9B" w:rsidRDefault="00B73D9B" w:rsidP="00EF6F81">
      <w:r>
        <w:separator/>
      </w:r>
    </w:p>
  </w:endnote>
  <w:endnote w:type="continuationSeparator" w:id="0">
    <w:p w:rsidR="00B73D9B" w:rsidRDefault="00B73D9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D9B" w:rsidRDefault="00B73D9B" w:rsidP="00EF6F81">
      <w:r>
        <w:separator/>
      </w:r>
    </w:p>
  </w:footnote>
  <w:footnote w:type="continuationSeparator" w:id="0">
    <w:p w:rsidR="00B73D9B" w:rsidRDefault="00B73D9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D9B" w:rsidRDefault="00B73D9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D9B" w:rsidRDefault="00B73D9B">
    <w:pPr>
      <w:pStyle w:val="Header"/>
      <w:jc w:val="center"/>
    </w:pPr>
  </w:p>
  <w:p w:rsidR="00B73D9B" w:rsidRDefault="00B73D9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73D9B" w:rsidRPr="00F945BC" w:rsidRDefault="00B73D9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DC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141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766D6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2232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FB4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284B"/>
    <w:rsid w:val="003B3107"/>
    <w:rsid w:val="003B4B63"/>
    <w:rsid w:val="003C0D75"/>
    <w:rsid w:val="003C75F8"/>
    <w:rsid w:val="003C7953"/>
    <w:rsid w:val="003D110A"/>
    <w:rsid w:val="003D1776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3F5603"/>
    <w:rsid w:val="004019AF"/>
    <w:rsid w:val="00401C77"/>
    <w:rsid w:val="004058C3"/>
    <w:rsid w:val="00405F4C"/>
    <w:rsid w:val="00411A46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3758B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C6CAD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33AB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293D"/>
    <w:rsid w:val="006E70C7"/>
    <w:rsid w:val="006E7EDC"/>
    <w:rsid w:val="006F0022"/>
    <w:rsid w:val="006F3B7F"/>
    <w:rsid w:val="006F3DF6"/>
    <w:rsid w:val="006F4971"/>
    <w:rsid w:val="006F63DF"/>
    <w:rsid w:val="006F74BD"/>
    <w:rsid w:val="007003BE"/>
    <w:rsid w:val="007009E5"/>
    <w:rsid w:val="007066D2"/>
    <w:rsid w:val="00707421"/>
    <w:rsid w:val="0070794F"/>
    <w:rsid w:val="00710491"/>
    <w:rsid w:val="00720B58"/>
    <w:rsid w:val="0072626C"/>
    <w:rsid w:val="0073402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7F3942"/>
    <w:rsid w:val="007F6C98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289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2611"/>
    <w:rsid w:val="009B2829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086"/>
    <w:rsid w:val="00A02498"/>
    <w:rsid w:val="00A03E7E"/>
    <w:rsid w:val="00A05078"/>
    <w:rsid w:val="00A06F80"/>
    <w:rsid w:val="00A1507B"/>
    <w:rsid w:val="00A23788"/>
    <w:rsid w:val="00A30B42"/>
    <w:rsid w:val="00A30FFE"/>
    <w:rsid w:val="00A31AE3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1760"/>
    <w:rsid w:val="00B12FB3"/>
    <w:rsid w:val="00B149A9"/>
    <w:rsid w:val="00B14FE2"/>
    <w:rsid w:val="00B1619A"/>
    <w:rsid w:val="00B169D6"/>
    <w:rsid w:val="00B2042B"/>
    <w:rsid w:val="00B2063D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3D9B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9341F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083A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2F95"/>
    <w:rsid w:val="00D74072"/>
    <w:rsid w:val="00D7588E"/>
    <w:rsid w:val="00D814EC"/>
    <w:rsid w:val="00D87475"/>
    <w:rsid w:val="00D91580"/>
    <w:rsid w:val="00D9235A"/>
    <w:rsid w:val="00D94348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4F01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097A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55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7C52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6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2480</TotalTime>
  <Pages>4</Pages>
  <Words>566</Words>
  <Characters>3227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247</cp:revision>
  <cp:lastPrinted>2021-06-11T06:36:00Z</cp:lastPrinted>
  <dcterms:created xsi:type="dcterms:W3CDTF">2018-08-07T11:48:00Z</dcterms:created>
  <dcterms:modified xsi:type="dcterms:W3CDTF">2022-06-23T13:37:00Z</dcterms:modified>
</cp:coreProperties>
</file>