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D340C8" w:rsidRPr="00F945BC">
        <w:tc>
          <w:tcPr>
            <w:tcW w:w="8934" w:type="dxa"/>
          </w:tcPr>
          <w:p w:rsidR="00D340C8" w:rsidRPr="00F945BC" w:rsidRDefault="00D340C8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D340C8" w:rsidRPr="00EE5BAC" w:rsidRDefault="00D340C8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D340C8" w:rsidRPr="00EE5BAC" w:rsidRDefault="00D340C8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D340C8" w:rsidRPr="00EE5BAC" w:rsidRDefault="00D340C8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D340C8" w:rsidRPr="00EE5BAC" w:rsidRDefault="00D340C8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22.06.2022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113</w:t>
            </w:r>
          </w:p>
          <w:p w:rsidR="00D340C8" w:rsidRPr="00EE5BAC" w:rsidRDefault="00D340C8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D340C8" w:rsidRDefault="00D340C8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D340C8" w:rsidRDefault="00D340C8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D340C8" w:rsidRDefault="00D340C8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D340C8" w:rsidRDefault="00D340C8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D340C8" w:rsidRPr="00F945BC" w:rsidRDefault="00D340C8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D340C8" w:rsidRDefault="00D340C8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D340C8" w:rsidRPr="009931E8" w:rsidRDefault="00D340C8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340C8" w:rsidRDefault="00D340C8" w:rsidP="00BB769B">
      <w:pPr>
        <w:jc w:val="center"/>
        <w:rPr>
          <w:b/>
          <w:bCs/>
        </w:rPr>
      </w:pPr>
    </w:p>
    <w:p w:rsidR="00D340C8" w:rsidRPr="00950972" w:rsidRDefault="00D340C8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D340C8" w:rsidRPr="009931E8" w:rsidRDefault="00D340C8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340C8" w:rsidRPr="00855115" w:rsidRDefault="00D340C8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340C8" w:rsidRPr="0096600F" w:rsidRDefault="00D340C8" w:rsidP="00702AAE">
            <w:r>
              <w:t>не предусмотрено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340C8" w:rsidRPr="00E823BE" w:rsidRDefault="00D340C8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D340C8" w:rsidRPr="00E823BE" w:rsidRDefault="00D340C8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D340C8" w:rsidRPr="00525789" w:rsidRDefault="00D340C8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D340C8" w:rsidRPr="00190885" w:rsidRDefault="00D340C8" w:rsidP="00702AAE">
            <w:pPr>
              <w:rPr>
                <w:b/>
                <w:bCs/>
              </w:rPr>
            </w:pP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340C8" w:rsidRDefault="00D340C8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D340C8" w:rsidRPr="00190885" w:rsidRDefault="00D340C8" w:rsidP="002F7200">
            <w:pPr>
              <w:rPr>
                <w:b/>
                <w:bCs/>
              </w:rPr>
            </w:pP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340C8" w:rsidRDefault="00D340C8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D340C8" w:rsidRDefault="00D340C8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D340C8" w:rsidRDefault="00D340C8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D340C8" w:rsidRPr="009F22D5" w:rsidRDefault="00D340C8" w:rsidP="00F9512D"/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340C8" w:rsidRPr="000C3C23" w:rsidRDefault="00D340C8" w:rsidP="00F9512D">
            <w:r>
              <w:t>не предусмотрено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340C8" w:rsidRDefault="00D340C8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D340C8" w:rsidRDefault="00D340C8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D340C8" w:rsidRDefault="00D340C8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D340C8" w:rsidRDefault="00D340C8" w:rsidP="00DA510A">
            <w:r>
              <w:t>- посадка зеленых насаждений;</w:t>
            </w:r>
          </w:p>
          <w:p w:rsidR="00D340C8" w:rsidRDefault="00D340C8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D340C8" w:rsidRDefault="00D340C8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D340C8" w:rsidRDefault="00D340C8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D340C8" w:rsidRDefault="00D340C8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D340C8" w:rsidRDefault="00D340C8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D340C8" w:rsidRDefault="00D340C8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D340C8" w:rsidRDefault="00D340C8" w:rsidP="00DA510A">
            <w:r>
              <w:t>- содержание мест захоронения;</w:t>
            </w:r>
          </w:p>
          <w:p w:rsidR="00D340C8" w:rsidRDefault="00D340C8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D340C8" w:rsidRDefault="00D340C8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</w:p>
          <w:p w:rsidR="00D340C8" w:rsidRPr="000C3C23" w:rsidRDefault="00D340C8" w:rsidP="00496751"/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340C8" w:rsidRPr="00A46A72" w:rsidRDefault="00D340C8" w:rsidP="00F9512D">
            <w:r>
              <w:t>не предусмотрено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340C8" w:rsidRPr="00A46A72" w:rsidRDefault="00D340C8" w:rsidP="00F9512D">
            <w:r>
              <w:t>2022 год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340C8" w:rsidRPr="00190885" w:rsidRDefault="00D340C8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D340C8" w:rsidRPr="00190885" w:rsidRDefault="00D340C8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D340C8" w:rsidRPr="00190885" w:rsidRDefault="00D340C8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D340C8" w:rsidRPr="00190885" w:rsidRDefault="00D340C8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D340C8" w:rsidRPr="00190885" w:rsidRDefault="00D340C8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D340C8" w:rsidRPr="00190885" w:rsidRDefault="00D340C8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D340C8" w:rsidRPr="00190885" w:rsidRDefault="00D340C8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12 531,5</w:t>
            </w:r>
          </w:p>
        </w:tc>
        <w:tc>
          <w:tcPr>
            <w:tcW w:w="1842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340C8" w:rsidRPr="00190885" w:rsidRDefault="00D340C8" w:rsidP="00B87165">
            <w:pPr>
              <w:pStyle w:val="ConsPlusNormal0"/>
              <w:jc w:val="center"/>
            </w:pPr>
            <w:r>
              <w:t>12 531,5</w:t>
            </w:r>
          </w:p>
        </w:tc>
        <w:tc>
          <w:tcPr>
            <w:tcW w:w="201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D340C8" w:rsidRPr="00190885" w:rsidRDefault="00D340C8" w:rsidP="00B8716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12 531,5</w:t>
            </w:r>
          </w:p>
        </w:tc>
        <w:tc>
          <w:tcPr>
            <w:tcW w:w="1842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340C8" w:rsidRPr="00190885" w:rsidRDefault="00D340C8" w:rsidP="00B87165">
            <w:pPr>
              <w:pStyle w:val="ConsPlusNormal0"/>
              <w:jc w:val="center"/>
            </w:pPr>
            <w:r>
              <w:t>12 531,5</w:t>
            </w:r>
          </w:p>
        </w:tc>
        <w:tc>
          <w:tcPr>
            <w:tcW w:w="201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340C8" w:rsidRPr="008A6FA1">
        <w:tc>
          <w:tcPr>
            <w:tcW w:w="14560" w:type="dxa"/>
            <w:gridSpan w:val="6"/>
          </w:tcPr>
          <w:p w:rsidR="00D340C8" w:rsidRPr="00190885" w:rsidRDefault="00D340C8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340C8" w:rsidRPr="008A6FA1">
        <w:tc>
          <w:tcPr>
            <w:tcW w:w="14560" w:type="dxa"/>
            <w:gridSpan w:val="6"/>
          </w:tcPr>
          <w:p w:rsidR="00D340C8" w:rsidRPr="00190885" w:rsidRDefault="00D340C8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D340C8" w:rsidRPr="00190885" w:rsidRDefault="00D340C8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</w:p>
        </w:tc>
        <w:tc>
          <w:tcPr>
            <w:tcW w:w="1418" w:type="dxa"/>
          </w:tcPr>
          <w:p w:rsidR="00D340C8" w:rsidRPr="00190885" w:rsidRDefault="00D340C8" w:rsidP="00F9512D">
            <w:pPr>
              <w:pStyle w:val="ConsPlusNormal0"/>
            </w:pPr>
          </w:p>
        </w:tc>
        <w:tc>
          <w:tcPr>
            <w:tcW w:w="1842" w:type="dxa"/>
          </w:tcPr>
          <w:p w:rsidR="00D340C8" w:rsidRPr="00190885" w:rsidRDefault="00D340C8" w:rsidP="00F9512D">
            <w:pPr>
              <w:pStyle w:val="ConsPlusNormal0"/>
            </w:pPr>
          </w:p>
        </w:tc>
        <w:tc>
          <w:tcPr>
            <w:tcW w:w="1418" w:type="dxa"/>
          </w:tcPr>
          <w:p w:rsidR="00D340C8" w:rsidRPr="00190885" w:rsidRDefault="00D340C8" w:rsidP="00F9512D">
            <w:pPr>
              <w:pStyle w:val="ConsPlusNormal0"/>
            </w:pPr>
          </w:p>
        </w:tc>
        <w:tc>
          <w:tcPr>
            <w:tcW w:w="1489" w:type="dxa"/>
          </w:tcPr>
          <w:p w:rsidR="00D340C8" w:rsidRPr="00190885" w:rsidRDefault="00D340C8" w:rsidP="00F9512D">
            <w:pPr>
              <w:pStyle w:val="ConsPlusNormal0"/>
            </w:pPr>
          </w:p>
        </w:tc>
        <w:tc>
          <w:tcPr>
            <w:tcW w:w="2019" w:type="dxa"/>
          </w:tcPr>
          <w:p w:rsidR="00D340C8" w:rsidRPr="00190885" w:rsidRDefault="00D340C8" w:rsidP="00F9512D">
            <w:pPr>
              <w:pStyle w:val="ConsPlusNormal0"/>
            </w:pPr>
          </w:p>
        </w:tc>
      </w:tr>
      <w:tr w:rsidR="00D340C8" w:rsidRPr="008A6FA1">
        <w:tc>
          <w:tcPr>
            <w:tcW w:w="6374" w:type="dxa"/>
          </w:tcPr>
          <w:p w:rsidR="00D340C8" w:rsidRPr="00190885" w:rsidRDefault="00D340C8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340C8" w:rsidRPr="00190885" w:rsidRDefault="00D340C8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D340C8" w:rsidRDefault="00D340C8" w:rsidP="00EF6F81">
      <w:pPr>
        <w:jc w:val="center"/>
        <w:sectPr w:rsidR="00D340C8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340C8" w:rsidRDefault="00D340C8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D340C8" w:rsidRPr="009931E8" w:rsidRDefault="00D340C8" w:rsidP="00835F4C">
      <w:pPr>
        <w:jc w:val="center"/>
        <w:rPr>
          <w:b/>
          <w:bCs/>
        </w:rPr>
      </w:pPr>
      <w:r w:rsidRPr="00835F4C">
        <w:rPr>
          <w:b/>
          <w:bCs/>
        </w:rPr>
        <w:t>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340C8" w:rsidRDefault="00D340C8" w:rsidP="00835F4C">
      <w:pPr>
        <w:pStyle w:val="ListParagraph"/>
        <w:ind w:left="360"/>
        <w:jc w:val="center"/>
      </w:pPr>
    </w:p>
    <w:p w:rsidR="00D340C8" w:rsidRDefault="00D340C8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340C8" w:rsidRDefault="00D340C8" w:rsidP="00EF6F81">
      <w:pPr>
        <w:jc w:val="center"/>
      </w:pPr>
    </w:p>
    <w:p w:rsidR="00D340C8" w:rsidRPr="009931E8" w:rsidRDefault="00D340C8" w:rsidP="00835F4C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340C8" w:rsidRPr="004408E3" w:rsidRDefault="00D340C8" w:rsidP="00B86C1B">
      <w:pPr>
        <w:pStyle w:val="ListParagraph"/>
        <w:ind w:left="360"/>
        <w:jc w:val="center"/>
        <w:rPr>
          <w:b/>
          <w:bCs/>
          <w:sz w:val="24"/>
          <w:szCs w:val="24"/>
        </w:rPr>
      </w:pPr>
    </w:p>
    <w:p w:rsidR="00D340C8" w:rsidRDefault="00D340C8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340C8">
        <w:tc>
          <w:tcPr>
            <w:tcW w:w="648" w:type="dxa"/>
            <w:vMerge w:val="restart"/>
            <w:vAlign w:val="center"/>
          </w:tcPr>
          <w:p w:rsidR="00D340C8" w:rsidRPr="00AC26F6" w:rsidRDefault="00D340C8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340C8" w:rsidRPr="00AC26F6" w:rsidRDefault="00D340C8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340C8" w:rsidRPr="00AC26F6" w:rsidRDefault="00D340C8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340C8" w:rsidRPr="00AC26F6" w:rsidRDefault="00D340C8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D340C8" w:rsidRPr="00AC26F6" w:rsidRDefault="00D340C8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D340C8">
        <w:tc>
          <w:tcPr>
            <w:tcW w:w="648" w:type="dxa"/>
            <w:vMerge/>
          </w:tcPr>
          <w:p w:rsidR="00D340C8" w:rsidRPr="00AC26F6" w:rsidRDefault="00D340C8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D340C8" w:rsidRPr="00AC26F6" w:rsidRDefault="00D340C8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D340C8" w:rsidRPr="00AC26F6" w:rsidRDefault="00D340C8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D340C8" w:rsidRPr="00AC26F6" w:rsidRDefault="00D340C8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D340C8" w:rsidRPr="00AC26F6" w:rsidRDefault="00D340C8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D340C8" w:rsidRPr="00AC26F6" w:rsidRDefault="00D340C8" w:rsidP="00F9512D">
            <w:pPr>
              <w:jc w:val="center"/>
            </w:pPr>
            <w:r w:rsidRPr="00AC26F6">
              <w:t>2022 год</w:t>
            </w:r>
          </w:p>
        </w:tc>
      </w:tr>
      <w:tr w:rsidR="00D340C8">
        <w:tc>
          <w:tcPr>
            <w:tcW w:w="648" w:type="dxa"/>
          </w:tcPr>
          <w:p w:rsidR="00D340C8" w:rsidRPr="00AC26F6" w:rsidRDefault="00D340C8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D340C8" w:rsidRPr="00AC26F6" w:rsidRDefault="00D340C8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D340C8" w:rsidRPr="00AC26F6" w:rsidRDefault="00D340C8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D340C8" w:rsidRPr="00AC26F6" w:rsidRDefault="00D340C8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D340C8" w:rsidRPr="00AC26F6" w:rsidRDefault="00D340C8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D340C8" w:rsidRPr="00AC26F6" w:rsidRDefault="00D340C8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D340C8">
        <w:tc>
          <w:tcPr>
            <w:tcW w:w="648" w:type="dxa"/>
          </w:tcPr>
          <w:p w:rsidR="00D340C8" w:rsidRPr="00AC26F6" w:rsidRDefault="00D340C8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D340C8" w:rsidRPr="00AC26F6" w:rsidRDefault="00D340C8" w:rsidP="00EE3DAE">
            <w:pPr>
              <w:jc w:val="center"/>
            </w:pPr>
            <w:r>
              <w:t xml:space="preserve">Подпрограммы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  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D340C8" w:rsidRPr="00C25175" w:rsidRDefault="00D340C8" w:rsidP="00DA0E6B">
            <w:pPr>
              <w:rPr>
                <w:b/>
                <w:bCs/>
              </w:rPr>
            </w:pPr>
            <w:r w:rsidRPr="00AA5F98"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D340C8" w:rsidRDefault="00D340C8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340C8" w:rsidRPr="00877383" w:rsidRDefault="00D340C8" w:rsidP="00DA0E6B">
            <w:pPr>
              <w:jc w:val="center"/>
            </w:pPr>
            <w:r>
              <w:t>100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</w:p>
        </w:tc>
        <w:tc>
          <w:tcPr>
            <w:tcW w:w="7380" w:type="dxa"/>
          </w:tcPr>
          <w:p w:rsidR="00D340C8" w:rsidRPr="00AC26F6" w:rsidRDefault="00D340C8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D340C8" w:rsidRPr="00AC26F6" w:rsidRDefault="00D340C8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D340C8" w:rsidRPr="00AC26F6" w:rsidRDefault="00D340C8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D340C8" w:rsidRPr="00AC26F6" w:rsidRDefault="00D340C8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D340C8" w:rsidRPr="00AC26F6" w:rsidRDefault="00D340C8" w:rsidP="00F9512D">
            <w:pPr>
              <w:jc w:val="center"/>
            </w:pP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D340C8" w:rsidRDefault="00D340C8" w:rsidP="00EE3DAE">
            <w:pPr>
              <w:jc w:val="center"/>
            </w:pPr>
            <w:r w:rsidRPr="00C25175">
              <w:t xml:space="preserve">Подпрограммы </w:t>
            </w:r>
            <w:r>
              <w:t>«Прочее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D340C8" w:rsidRPr="00AC26F6" w:rsidRDefault="00D340C8" w:rsidP="00EE3DAE">
            <w:pPr>
              <w:jc w:val="center"/>
            </w:pPr>
          </w:p>
        </w:tc>
      </w:tr>
      <w:tr w:rsidR="00D340C8">
        <w:trPr>
          <w:trHeight w:val="393"/>
        </w:trPr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D340C8" w:rsidRPr="00C25175" w:rsidRDefault="00D340C8" w:rsidP="00DA0E6B">
            <w:pPr>
              <w:rPr>
                <w:b/>
                <w:bCs/>
              </w:rPr>
            </w:pPr>
            <w:r>
              <w:t>о</w:t>
            </w:r>
            <w:r w:rsidRPr="00BB0C38"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340C8" w:rsidRPr="00877383" w:rsidRDefault="00D340C8" w:rsidP="00DA0E6B">
            <w:pPr>
              <w:jc w:val="center"/>
            </w:pPr>
            <w:r>
              <w:t>50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D340C8" w:rsidRPr="00C25175" w:rsidRDefault="00D340C8" w:rsidP="00DA0E6B">
            <w:pPr>
              <w:rPr>
                <w:b/>
                <w:bCs/>
              </w:rPr>
            </w:pPr>
            <w:r>
              <w:t>количество мероприятий по д</w:t>
            </w:r>
            <w:r w:rsidRPr="00BB0C38">
              <w:t>ератизация</w:t>
            </w:r>
          </w:p>
        </w:tc>
        <w:tc>
          <w:tcPr>
            <w:tcW w:w="162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D340C8" w:rsidRPr="00877383" w:rsidRDefault="00D340C8" w:rsidP="00DA0E6B">
            <w:pPr>
              <w:jc w:val="center"/>
            </w:pPr>
            <w:r>
              <w:t>2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D340C8" w:rsidRPr="00C25175" w:rsidRDefault="00D340C8" w:rsidP="00DA0E6B">
            <w:pPr>
              <w:rPr>
                <w:b/>
                <w:bCs/>
              </w:rPr>
            </w:pPr>
            <w:r>
              <w:t>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340C8" w:rsidRPr="00877383" w:rsidRDefault="00D340C8" w:rsidP="00DA0E6B">
            <w:pPr>
              <w:jc w:val="center"/>
            </w:pPr>
            <w:r>
              <w:t>540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D340C8" w:rsidRPr="00C25175" w:rsidRDefault="00D340C8" w:rsidP="00DA0E6B">
            <w:pPr>
              <w:rPr>
                <w:b/>
                <w:bCs/>
              </w:rPr>
            </w:pPr>
            <w: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150</w:t>
            </w:r>
          </w:p>
        </w:tc>
        <w:tc>
          <w:tcPr>
            <w:tcW w:w="216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30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D340C8" w:rsidRPr="00AC26F6" w:rsidRDefault="00D340C8" w:rsidP="00DA0E6B">
            <w:pPr>
              <w:rPr>
                <w:b/>
                <w:bCs/>
              </w:rPr>
            </w:pPr>
            <w:r>
              <w:t>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300</w:t>
            </w:r>
          </w:p>
        </w:tc>
        <w:tc>
          <w:tcPr>
            <w:tcW w:w="216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60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D340C8" w:rsidRPr="00AC26F6" w:rsidRDefault="00D340C8" w:rsidP="00DA0E6B">
            <w:pPr>
              <w:rPr>
                <w:b/>
                <w:bCs/>
              </w:rPr>
            </w:pPr>
            <w:r>
              <w:t>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тыс. 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10,4</w:t>
            </w:r>
          </w:p>
        </w:tc>
        <w:tc>
          <w:tcPr>
            <w:tcW w:w="216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10,4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D340C8" w:rsidRPr="00AC26F6" w:rsidRDefault="00D340C8" w:rsidP="00DA0E6B">
            <w:pPr>
              <w:rPr>
                <w:b/>
                <w:bCs/>
              </w:rPr>
            </w:pPr>
            <w:r>
              <w:t xml:space="preserve">техническое обслуживание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1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D340C8" w:rsidRPr="00C25175" w:rsidRDefault="00D340C8" w:rsidP="00F9512D">
            <w:pPr>
              <w:rPr>
                <w:b/>
                <w:bCs/>
              </w:rPr>
            </w:pPr>
            <w:r>
              <w:t>содержание мест захоронения</w:t>
            </w:r>
          </w:p>
        </w:tc>
        <w:tc>
          <w:tcPr>
            <w:tcW w:w="1620" w:type="dxa"/>
            <w:vAlign w:val="center"/>
          </w:tcPr>
          <w:p w:rsidR="00D340C8" w:rsidRDefault="00D340C8" w:rsidP="0051689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D340C8" w:rsidRPr="00877383" w:rsidRDefault="00D340C8" w:rsidP="00F9512D">
            <w:pPr>
              <w:jc w:val="center"/>
            </w:pPr>
            <w:r>
              <w:t>1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D340C8" w:rsidRPr="00C25175" w:rsidRDefault="00D340C8" w:rsidP="00F9512D">
            <w:pPr>
              <w:rPr>
                <w:b/>
                <w:bCs/>
              </w:rPr>
            </w:pPr>
            <w: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620" w:type="dxa"/>
            <w:vAlign w:val="center"/>
          </w:tcPr>
          <w:p w:rsidR="00D340C8" w:rsidRDefault="00D340C8" w:rsidP="001912A5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1912A5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1912A5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D340C8" w:rsidRPr="00877383" w:rsidRDefault="00D340C8" w:rsidP="001912A5">
            <w:pPr>
              <w:jc w:val="center"/>
            </w:pPr>
            <w:r>
              <w:t>1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</w:p>
        </w:tc>
        <w:tc>
          <w:tcPr>
            <w:tcW w:w="7380" w:type="dxa"/>
          </w:tcPr>
          <w:p w:rsidR="00D340C8" w:rsidRPr="00C25175" w:rsidRDefault="00D340C8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D340C8" w:rsidRDefault="00D340C8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D340C8" w:rsidRPr="00C25175" w:rsidRDefault="00D340C8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D340C8" w:rsidRPr="00C25175" w:rsidRDefault="00D340C8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D340C8" w:rsidRPr="00877383" w:rsidRDefault="00D340C8" w:rsidP="00F9512D">
            <w:pPr>
              <w:jc w:val="center"/>
            </w:pPr>
          </w:p>
        </w:tc>
      </w:tr>
      <w:tr w:rsidR="00D340C8">
        <w:tc>
          <w:tcPr>
            <w:tcW w:w="648" w:type="dxa"/>
            <w:vAlign w:val="center"/>
          </w:tcPr>
          <w:p w:rsidR="00D340C8" w:rsidRPr="00AC26F6" w:rsidRDefault="00D340C8" w:rsidP="00F9512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D340C8" w:rsidRPr="00877383" w:rsidRDefault="00D340C8" w:rsidP="00F9512D">
            <w:pPr>
              <w:jc w:val="center"/>
            </w:pPr>
            <w:r w:rsidRPr="00C25175">
              <w:t xml:space="preserve">Подпрограммы </w:t>
            </w:r>
            <w:r>
              <w:t>«</w:t>
            </w:r>
            <w:r w:rsidRPr="0044645B">
              <w:t>Организация уличного освещения Старотитаровского сельского поселения Темрюкского района»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Default="00D340C8" w:rsidP="00F9512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D340C8" w:rsidRPr="00C25175" w:rsidRDefault="00D340C8" w:rsidP="00DA0E6B">
            <w:pPr>
              <w:rPr>
                <w:b/>
                <w:bCs/>
              </w:rPr>
            </w:pPr>
            <w:r>
              <w:t>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</w:p>
        </w:tc>
        <w:tc>
          <w:tcPr>
            <w:tcW w:w="1620" w:type="dxa"/>
            <w:vAlign w:val="center"/>
          </w:tcPr>
          <w:p w:rsidR="00D340C8" w:rsidRDefault="00D340C8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268</w:t>
            </w:r>
          </w:p>
        </w:tc>
        <w:tc>
          <w:tcPr>
            <w:tcW w:w="2160" w:type="dxa"/>
            <w:vAlign w:val="center"/>
          </w:tcPr>
          <w:p w:rsidR="00D340C8" w:rsidRPr="00877383" w:rsidRDefault="00D340C8" w:rsidP="00DA0E6B">
            <w:pPr>
              <w:jc w:val="center"/>
            </w:pPr>
            <w:r>
              <w:t>400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Default="00D340C8" w:rsidP="00F9512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D340C8" w:rsidRPr="00AC26F6" w:rsidRDefault="00D340C8" w:rsidP="00DA0E6B">
            <w:pPr>
              <w:rPr>
                <w:b/>
                <w:bCs/>
              </w:rPr>
            </w:pPr>
            <w:r>
              <w:t>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D340C8" w:rsidRDefault="00D340C8" w:rsidP="00DA0E6B">
            <w:pPr>
              <w:jc w:val="center"/>
            </w:pPr>
            <w:r>
              <w:t>ед</w:t>
            </w:r>
            <w:r w:rsidRPr="004D57D3">
              <w:t>.</w:t>
            </w:r>
          </w:p>
        </w:tc>
        <w:tc>
          <w:tcPr>
            <w:tcW w:w="90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D340C8" w:rsidRPr="00AC26F6" w:rsidRDefault="00D340C8" w:rsidP="00DA0E6B">
            <w:pPr>
              <w:jc w:val="center"/>
            </w:pPr>
            <w:r>
              <w:t>2</w:t>
            </w:r>
          </w:p>
        </w:tc>
      </w:tr>
      <w:tr w:rsidR="00D340C8">
        <w:tc>
          <w:tcPr>
            <w:tcW w:w="648" w:type="dxa"/>
            <w:vAlign w:val="center"/>
          </w:tcPr>
          <w:p w:rsidR="00D340C8" w:rsidRDefault="00D340C8" w:rsidP="00F9512D">
            <w:pPr>
              <w:jc w:val="center"/>
            </w:pPr>
            <w:r>
              <w:t>3.3</w:t>
            </w:r>
          </w:p>
        </w:tc>
        <w:tc>
          <w:tcPr>
            <w:tcW w:w="7380" w:type="dxa"/>
          </w:tcPr>
          <w:p w:rsidR="00D340C8" w:rsidRPr="00C25175" w:rsidRDefault="00D340C8" w:rsidP="00DA0E6B">
            <w:pPr>
              <w:rPr>
                <w:b/>
                <w:bCs/>
              </w:rPr>
            </w:pPr>
            <w:r>
              <w:t>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D340C8" w:rsidRDefault="00D340C8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D340C8" w:rsidRPr="00C25175" w:rsidRDefault="00D340C8" w:rsidP="00DA0E6B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D340C8" w:rsidRPr="00877383" w:rsidRDefault="00D340C8" w:rsidP="00DA0E6B">
            <w:pPr>
              <w:jc w:val="center"/>
            </w:pPr>
            <w:r>
              <w:t>5</w:t>
            </w:r>
          </w:p>
        </w:tc>
      </w:tr>
    </w:tbl>
    <w:p w:rsidR="00D340C8" w:rsidRDefault="00D340C8" w:rsidP="00225687">
      <w:pPr>
        <w:jc w:val="center"/>
        <w:rPr>
          <w:b/>
          <w:bCs/>
        </w:rPr>
      </w:pPr>
    </w:p>
    <w:p w:rsidR="00D340C8" w:rsidRDefault="00D340C8" w:rsidP="00225687">
      <w:pPr>
        <w:jc w:val="center"/>
        <w:rPr>
          <w:b/>
          <w:bCs/>
        </w:rPr>
      </w:pPr>
    </w:p>
    <w:p w:rsidR="00D340C8" w:rsidRDefault="00D340C8" w:rsidP="00225687">
      <w:pPr>
        <w:jc w:val="center"/>
        <w:rPr>
          <w:b/>
          <w:bCs/>
        </w:rPr>
      </w:pPr>
    </w:p>
    <w:p w:rsidR="00D340C8" w:rsidRDefault="00D340C8" w:rsidP="00225687">
      <w:pPr>
        <w:jc w:val="center"/>
        <w:rPr>
          <w:b/>
          <w:bCs/>
        </w:rPr>
      </w:pPr>
    </w:p>
    <w:p w:rsidR="00D340C8" w:rsidRDefault="00D340C8" w:rsidP="00225687">
      <w:pPr>
        <w:jc w:val="center"/>
        <w:rPr>
          <w:b/>
          <w:bCs/>
        </w:rPr>
      </w:pPr>
    </w:p>
    <w:p w:rsidR="00D340C8" w:rsidRDefault="00D340C8" w:rsidP="00225687">
      <w:pPr>
        <w:jc w:val="center"/>
        <w:rPr>
          <w:b/>
          <w:bCs/>
        </w:rPr>
      </w:pPr>
    </w:p>
    <w:p w:rsidR="00D340C8" w:rsidRDefault="00D340C8" w:rsidP="00225687">
      <w:pPr>
        <w:jc w:val="center"/>
        <w:rPr>
          <w:b/>
          <w:bCs/>
        </w:rPr>
      </w:pPr>
    </w:p>
    <w:p w:rsidR="00D340C8" w:rsidRDefault="00D340C8" w:rsidP="00225687">
      <w:pPr>
        <w:jc w:val="center"/>
        <w:rPr>
          <w:b/>
          <w:bCs/>
        </w:rPr>
      </w:pPr>
    </w:p>
    <w:p w:rsidR="00D340C8" w:rsidRDefault="00D340C8" w:rsidP="00225687">
      <w:pPr>
        <w:jc w:val="center"/>
        <w:rPr>
          <w:b/>
          <w:bCs/>
        </w:rPr>
      </w:pPr>
    </w:p>
    <w:p w:rsidR="00D340C8" w:rsidRPr="00A74297" w:rsidRDefault="00D340C8" w:rsidP="00225687">
      <w:pPr>
        <w:jc w:val="center"/>
        <w:rPr>
          <w:b/>
          <w:bCs/>
        </w:rPr>
      </w:pPr>
    </w:p>
    <w:p w:rsidR="00D340C8" w:rsidRPr="00225687" w:rsidRDefault="00D340C8">
      <w:pPr>
        <w:rPr>
          <w:sz w:val="6"/>
          <w:szCs w:val="6"/>
        </w:rPr>
      </w:pPr>
    </w:p>
    <w:p w:rsidR="00D340C8" w:rsidRDefault="00D340C8" w:rsidP="0054045D">
      <w:pPr>
        <w:pStyle w:val="ConsPlusNormal0"/>
        <w:jc w:val="center"/>
        <w:rPr>
          <w:b/>
          <w:bCs/>
        </w:rPr>
      </w:pPr>
    </w:p>
    <w:p w:rsidR="00D340C8" w:rsidRDefault="00D340C8" w:rsidP="0054045D">
      <w:pPr>
        <w:pStyle w:val="ConsPlusNormal0"/>
        <w:jc w:val="center"/>
        <w:rPr>
          <w:b/>
          <w:bCs/>
        </w:rPr>
      </w:pPr>
    </w:p>
    <w:p w:rsidR="00D340C8" w:rsidRDefault="00D340C8" w:rsidP="0054045D">
      <w:pPr>
        <w:pStyle w:val="ConsPlusNormal0"/>
        <w:jc w:val="center"/>
        <w:rPr>
          <w:b/>
          <w:bCs/>
        </w:rPr>
      </w:pPr>
    </w:p>
    <w:p w:rsidR="00D340C8" w:rsidRDefault="00D340C8" w:rsidP="0054045D">
      <w:pPr>
        <w:pStyle w:val="ConsPlusNormal0"/>
        <w:jc w:val="center"/>
        <w:rPr>
          <w:b/>
          <w:bCs/>
        </w:rPr>
      </w:pPr>
    </w:p>
    <w:p w:rsidR="00D340C8" w:rsidRDefault="00D340C8" w:rsidP="0054045D">
      <w:pPr>
        <w:pStyle w:val="ConsPlusNormal0"/>
        <w:jc w:val="center"/>
        <w:rPr>
          <w:b/>
          <w:bCs/>
        </w:rPr>
      </w:pPr>
    </w:p>
    <w:p w:rsidR="00D340C8" w:rsidRPr="003C75F8" w:rsidRDefault="00D340C8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D340C8" w:rsidRPr="003C75F8" w:rsidRDefault="00D340C8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D340C8" w:rsidRPr="009931E8" w:rsidRDefault="00D340C8" w:rsidP="005B7666">
      <w:pPr>
        <w:jc w:val="center"/>
        <w:rPr>
          <w:b/>
          <w:bCs/>
        </w:rPr>
      </w:pPr>
      <w:r w:rsidRPr="005B7666">
        <w:rPr>
          <w:b/>
          <w:bCs/>
        </w:rPr>
        <w:t>показателей 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340C8" w:rsidRPr="003C75F8" w:rsidRDefault="00D340C8" w:rsidP="005B7666">
      <w:pPr>
        <w:pStyle w:val="ListParagraph"/>
        <w:ind w:left="360"/>
        <w:jc w:val="center"/>
      </w:pPr>
    </w:p>
    <w:p w:rsidR="00D340C8" w:rsidRPr="003C75F8" w:rsidRDefault="00D340C8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D340C8" w:rsidRPr="00C404E0">
        <w:tc>
          <w:tcPr>
            <w:tcW w:w="730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D340C8" w:rsidRPr="0054045D" w:rsidRDefault="00D340C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D340C8" w:rsidRPr="000B0521">
        <w:tc>
          <w:tcPr>
            <w:tcW w:w="726" w:type="dxa"/>
          </w:tcPr>
          <w:p w:rsidR="00D340C8" w:rsidRPr="000B0521" w:rsidRDefault="00D340C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D340C8" w:rsidRPr="000B0521" w:rsidRDefault="00D340C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D340C8" w:rsidRPr="000B0521" w:rsidRDefault="00D340C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D340C8" w:rsidRPr="000B0521" w:rsidRDefault="00D340C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D340C8" w:rsidRPr="000B0521" w:rsidRDefault="00D340C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D340C8" w:rsidRPr="000B0521" w:rsidRDefault="00D340C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D340C8" w:rsidRPr="000B0521" w:rsidRDefault="00D340C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D340C8" w:rsidRPr="000B0521" w:rsidRDefault="00D340C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D340C8" w:rsidRPr="00F945BC">
        <w:tc>
          <w:tcPr>
            <w:tcW w:w="726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340C8" w:rsidRDefault="00D340C8" w:rsidP="008E76F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 xml:space="preserve">Подпрограммы 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благоустройства»»  </w:t>
            </w:r>
          </w:p>
          <w:p w:rsidR="00D340C8" w:rsidRPr="00C404E0" w:rsidRDefault="00D340C8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D340C8" w:rsidRPr="00F945BC">
        <w:tc>
          <w:tcPr>
            <w:tcW w:w="726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D340C8" w:rsidRPr="003265A6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</w:tcPr>
          <w:p w:rsidR="00D340C8" w:rsidRPr="003265A6" w:rsidRDefault="00D340C8" w:rsidP="006A5D3E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B853B0" w:rsidRDefault="00D340C8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D340C8" w:rsidRPr="0016103B" w:rsidRDefault="00D340C8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D340C8" w:rsidRPr="00FD664C" w:rsidRDefault="00D340C8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t xml:space="preserve"> объем исполнения годового плана бюджетных ассигнований</w:t>
            </w:r>
            <w:r>
              <w:t>;</w:t>
            </w:r>
          </w:p>
          <w:p w:rsidR="00D340C8" w:rsidRPr="00B853B0" w:rsidRDefault="00D340C8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t>годового плана бюджетных ассигнований</w:t>
            </w:r>
            <w:r w:rsidRPr="00B853B0">
              <w:t>;</w:t>
            </w:r>
          </w:p>
          <w:p w:rsidR="00D340C8" w:rsidRPr="00F945BC" w:rsidRDefault="00D340C8" w:rsidP="00DA0E6B">
            <w:pPr>
              <w:jc w:val="center"/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объем </w:t>
            </w:r>
            <w:r w:rsidRPr="004B4ECB">
              <w:rPr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D340C8" w:rsidRPr="00F945BC" w:rsidRDefault="00D340C8" w:rsidP="00DA0E6B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D340C8" w:rsidRPr="00F57EFB" w:rsidRDefault="00D340C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D340C8" w:rsidRPr="00F945BC" w:rsidRDefault="00D340C8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D340C8" w:rsidRPr="00F945BC">
        <w:tc>
          <w:tcPr>
            <w:tcW w:w="726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A1444D" w:rsidRDefault="00D340C8" w:rsidP="00C01C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D340C8" w:rsidRPr="00C404E0" w:rsidRDefault="00D340C8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D340C8" w:rsidRPr="00F945BC" w:rsidRDefault="00D340C8" w:rsidP="00C01CD8"/>
        </w:tc>
        <w:tc>
          <w:tcPr>
            <w:tcW w:w="2355" w:type="dxa"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20" w:type="dxa"/>
          </w:tcPr>
          <w:p w:rsidR="00D340C8" w:rsidRPr="00F945BC" w:rsidRDefault="00D340C8" w:rsidP="00F945BC">
            <w:pPr>
              <w:jc w:val="center"/>
            </w:pPr>
          </w:p>
        </w:tc>
        <w:tc>
          <w:tcPr>
            <w:tcW w:w="2018" w:type="dxa"/>
          </w:tcPr>
          <w:p w:rsidR="00D340C8" w:rsidRPr="00F945BC" w:rsidRDefault="00D340C8" w:rsidP="00F945BC">
            <w:pPr>
              <w:jc w:val="center"/>
            </w:pPr>
          </w:p>
        </w:tc>
        <w:tc>
          <w:tcPr>
            <w:tcW w:w="2083" w:type="dxa"/>
          </w:tcPr>
          <w:p w:rsidR="00D340C8" w:rsidRPr="00F945BC" w:rsidRDefault="00D340C8" w:rsidP="00F945BC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Pr="00C404E0" w:rsidRDefault="00D340C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D340C8" w:rsidRPr="00F945BC" w:rsidRDefault="00D340C8" w:rsidP="008E76FB">
            <w:pPr>
              <w:jc w:val="center"/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A1444D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D340C8" w:rsidRPr="00C404E0" w:rsidRDefault="00D340C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340C8" w:rsidRPr="00B51199" w:rsidRDefault="00D340C8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F57EFB" w:rsidRDefault="00D340C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340C8" w:rsidRPr="00F57EFB" w:rsidRDefault="00D340C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D340C8" w:rsidRPr="00F57EFB" w:rsidRDefault="00D340C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340C8" w:rsidRPr="00F945BC" w:rsidRDefault="00D340C8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A1444D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340C8" w:rsidRPr="00C404E0" w:rsidRDefault="00D340C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F945BC" w:rsidRDefault="00D340C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A1444D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D340C8" w:rsidRPr="00C404E0" w:rsidRDefault="00D340C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F945BC" w:rsidRDefault="00D340C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A1444D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340C8" w:rsidRPr="00C404E0" w:rsidRDefault="00D340C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F945BC" w:rsidRDefault="00D340C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A1444D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D340C8" w:rsidRPr="00C404E0" w:rsidRDefault="00D340C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Default="00D340C8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A1444D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D340C8" w:rsidRPr="006338E5" w:rsidRDefault="00D340C8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Default="00D340C8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A1444D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340C8" w:rsidRPr="00C404E0" w:rsidRDefault="00D340C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F945BC" w:rsidRDefault="00D340C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6A5D3E" w:rsidRDefault="00D340C8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19" w:type="dxa"/>
            <w:vAlign w:val="center"/>
          </w:tcPr>
          <w:p w:rsidR="00D340C8" w:rsidRPr="00164A97" w:rsidRDefault="00D340C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D340C8" w:rsidRPr="00F945BC" w:rsidRDefault="00D340C8" w:rsidP="00DE6DC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F945BC" w:rsidRDefault="00D340C8" w:rsidP="00DE6DC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6A5D3E" w:rsidRDefault="00D340C8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519" w:type="dxa"/>
          </w:tcPr>
          <w:p w:rsidR="00D340C8" w:rsidRPr="00164A97" w:rsidRDefault="00D340C8" w:rsidP="006A5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D340C8" w:rsidRPr="00F945BC" w:rsidRDefault="00D340C8" w:rsidP="001912A5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F945BC" w:rsidRDefault="00D340C8" w:rsidP="001912A5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164A97" w:rsidRDefault="00D340C8" w:rsidP="00DE6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D340C8" w:rsidRPr="00164A97" w:rsidRDefault="00D340C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D340C8" w:rsidRPr="00F945BC" w:rsidRDefault="00D340C8" w:rsidP="00DE6DCB"/>
        </w:tc>
        <w:tc>
          <w:tcPr>
            <w:tcW w:w="2355" w:type="dxa"/>
          </w:tcPr>
          <w:p w:rsidR="00D340C8" w:rsidRPr="00F945BC" w:rsidRDefault="00D340C8" w:rsidP="00DE6DCB">
            <w:pPr>
              <w:jc w:val="center"/>
            </w:pPr>
          </w:p>
        </w:tc>
        <w:tc>
          <w:tcPr>
            <w:tcW w:w="2020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C01CD8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D340C8" w:rsidRPr="0044645B" w:rsidRDefault="00D340C8" w:rsidP="008E76FB">
            <w:pPr>
              <w:jc w:val="center"/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>«Организация уличного освещения Старотитаровского сельского поселения Темрюкского района»</w:t>
            </w:r>
          </w:p>
          <w:p w:rsidR="00D340C8" w:rsidRPr="003265A6" w:rsidRDefault="00D340C8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164A97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D340C8" w:rsidRPr="00164A97" w:rsidRDefault="00D340C8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Default="00D340C8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D340C8" w:rsidRPr="00F57EFB" w:rsidRDefault="00D340C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D340C8" w:rsidRPr="00F57EFB" w:rsidRDefault="00D340C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340C8" w:rsidRPr="00F945BC" w:rsidRDefault="00D340C8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340C8" w:rsidRPr="00F945BC">
        <w:tc>
          <w:tcPr>
            <w:tcW w:w="726" w:type="dxa"/>
          </w:tcPr>
          <w:p w:rsidR="00D340C8" w:rsidRDefault="00D340C8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164A97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D340C8" w:rsidRPr="00164A97" w:rsidRDefault="00D340C8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Default="00D340C8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DA0E6B">
            <w:pPr>
              <w:jc w:val="center"/>
            </w:pPr>
          </w:p>
        </w:tc>
      </w:tr>
      <w:tr w:rsidR="00D340C8" w:rsidRPr="00F945BC">
        <w:tc>
          <w:tcPr>
            <w:tcW w:w="726" w:type="dxa"/>
          </w:tcPr>
          <w:p w:rsidR="00D340C8" w:rsidRDefault="00D340C8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D340C8" w:rsidRPr="00164A97" w:rsidRDefault="00D340C8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D340C8" w:rsidRPr="00164A97" w:rsidRDefault="00D340C8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340C8" w:rsidRPr="00F945BC" w:rsidRDefault="00D340C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340C8" w:rsidRPr="00F945BC" w:rsidRDefault="00D340C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340C8" w:rsidRPr="00F945BC" w:rsidRDefault="00D340C8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D340C8" w:rsidRPr="00F945BC" w:rsidRDefault="00D340C8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D340C8" w:rsidRPr="00F945BC" w:rsidRDefault="00D340C8" w:rsidP="00DA0E6B">
            <w:pPr>
              <w:jc w:val="center"/>
            </w:pPr>
          </w:p>
        </w:tc>
      </w:tr>
    </w:tbl>
    <w:p w:rsidR="00D340C8" w:rsidRDefault="00D340C8" w:rsidP="00FA1A72">
      <w:pPr>
        <w:jc w:val="both"/>
      </w:pPr>
    </w:p>
    <w:p w:rsidR="00D340C8" w:rsidRDefault="00D340C8" w:rsidP="00FA1A72">
      <w:pPr>
        <w:jc w:val="both"/>
      </w:pPr>
    </w:p>
    <w:p w:rsidR="00D340C8" w:rsidRDefault="00D340C8" w:rsidP="00FA1A72">
      <w:pPr>
        <w:jc w:val="both"/>
      </w:pPr>
    </w:p>
    <w:p w:rsidR="00D340C8" w:rsidRDefault="00D340C8" w:rsidP="00FA1A72">
      <w:pPr>
        <w:jc w:val="both"/>
      </w:pPr>
    </w:p>
    <w:p w:rsidR="00D340C8" w:rsidRDefault="00D340C8" w:rsidP="00FA1A72">
      <w:pPr>
        <w:jc w:val="both"/>
      </w:pPr>
    </w:p>
    <w:p w:rsidR="00D340C8" w:rsidRDefault="00D340C8" w:rsidP="00FA1A72">
      <w:pPr>
        <w:jc w:val="both"/>
      </w:pPr>
    </w:p>
    <w:p w:rsidR="00D340C8" w:rsidRDefault="00D340C8" w:rsidP="00FA1A72">
      <w:pPr>
        <w:jc w:val="both"/>
      </w:pPr>
    </w:p>
    <w:p w:rsidR="00D340C8" w:rsidRDefault="00D340C8" w:rsidP="00EF6F81">
      <w:pPr>
        <w:jc w:val="center"/>
        <w:sectPr w:rsidR="00D340C8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340C8" w:rsidRDefault="00D340C8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40C8" w:rsidRPr="00484E94" w:rsidRDefault="00D340C8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340C8" w:rsidRPr="00484E94" w:rsidRDefault="00D340C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D340C8" w:rsidRPr="00484E94" w:rsidRDefault="00D340C8" w:rsidP="00484E94">
      <w:pPr>
        <w:pStyle w:val="ConsPlusNormal0"/>
        <w:jc w:val="center"/>
      </w:pPr>
    </w:p>
    <w:p w:rsidR="00D340C8" w:rsidRPr="0016103B" w:rsidRDefault="00D340C8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340C8" w:rsidRPr="00484E94" w:rsidRDefault="00D340C8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D340C8" w:rsidRDefault="00D340C8" w:rsidP="00484E94">
      <w:pPr>
        <w:jc w:val="both"/>
      </w:pPr>
    </w:p>
    <w:p w:rsidR="00D340C8" w:rsidRPr="00484E94" w:rsidRDefault="00D340C8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340C8" w:rsidRPr="00484E94" w:rsidRDefault="00D340C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340C8" w:rsidRPr="00484E94" w:rsidRDefault="00D340C8" w:rsidP="00484E94">
      <w:pPr>
        <w:pStyle w:val="ConsPlusNormal0"/>
        <w:jc w:val="both"/>
      </w:pP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340C8" w:rsidRDefault="00D340C8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340C8" w:rsidRPr="007F34E4" w:rsidRDefault="00D340C8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340C8" w:rsidRPr="007F34E4" w:rsidRDefault="00D340C8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9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340C8" w:rsidRPr="007F34E4" w:rsidRDefault="00D340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340C8" w:rsidRPr="007F34E4" w:rsidRDefault="00D340C8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340C8" w:rsidRPr="007F34E4" w:rsidRDefault="00D340C8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0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340C8" w:rsidRDefault="00D340C8" w:rsidP="00484E94">
      <w:pPr>
        <w:ind w:firstLine="709"/>
        <w:jc w:val="both"/>
      </w:pPr>
    </w:p>
    <w:p w:rsidR="00D340C8" w:rsidRDefault="00D340C8" w:rsidP="00484E94">
      <w:pPr>
        <w:ind w:firstLine="709"/>
        <w:jc w:val="both"/>
      </w:pPr>
    </w:p>
    <w:p w:rsidR="00D340C8" w:rsidRDefault="00D340C8" w:rsidP="00D66DD0">
      <w:pPr>
        <w:jc w:val="both"/>
      </w:pPr>
      <w:r>
        <w:t>Заместитель главы</w:t>
      </w:r>
    </w:p>
    <w:p w:rsidR="00D340C8" w:rsidRDefault="00D340C8" w:rsidP="00D66DD0">
      <w:pPr>
        <w:jc w:val="both"/>
      </w:pPr>
      <w:r>
        <w:t>Старотитаровского сельского</w:t>
      </w:r>
    </w:p>
    <w:p w:rsidR="00D340C8" w:rsidRDefault="00D340C8" w:rsidP="00B47CC7">
      <w:pPr>
        <w:sectPr w:rsidR="00D340C8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   Е.М. Зимина</w:t>
      </w:r>
    </w:p>
    <w:p w:rsidR="00D340C8" w:rsidRDefault="00D340C8" w:rsidP="001F5CA2">
      <w:pPr>
        <w:jc w:val="center"/>
        <w:rPr>
          <w:b/>
          <w:bCs/>
        </w:rPr>
      </w:pPr>
    </w:p>
    <w:sectPr w:rsidR="00D340C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0C8" w:rsidRDefault="00D340C8" w:rsidP="00EF6F81">
      <w:r>
        <w:separator/>
      </w:r>
    </w:p>
  </w:endnote>
  <w:endnote w:type="continuationSeparator" w:id="0">
    <w:p w:rsidR="00D340C8" w:rsidRDefault="00D340C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0C8" w:rsidRDefault="00D340C8" w:rsidP="00EF6F81">
      <w:r>
        <w:separator/>
      </w:r>
    </w:p>
  </w:footnote>
  <w:footnote w:type="continuationSeparator" w:id="0">
    <w:p w:rsidR="00D340C8" w:rsidRDefault="00D340C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0C8" w:rsidRDefault="00D340C8">
    <w:pPr>
      <w:pStyle w:val="Header"/>
      <w:jc w:val="center"/>
    </w:pPr>
  </w:p>
  <w:p w:rsidR="00D340C8" w:rsidRDefault="00D340C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D340C8" w:rsidRPr="00F945BC" w:rsidRDefault="00D340C8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6F4B"/>
    <w:rsid w:val="00057F64"/>
    <w:rsid w:val="000669A4"/>
    <w:rsid w:val="00067C9E"/>
    <w:rsid w:val="00067ED0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B18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2E2E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0EE2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DBF"/>
    <w:rsid w:val="003802FA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2541"/>
    <w:rsid w:val="00424008"/>
    <w:rsid w:val="004258A2"/>
    <w:rsid w:val="004327D7"/>
    <w:rsid w:val="00434175"/>
    <w:rsid w:val="00434887"/>
    <w:rsid w:val="0044006A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76EFB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4CE7"/>
    <w:rsid w:val="0050366A"/>
    <w:rsid w:val="0050378D"/>
    <w:rsid w:val="00503DDC"/>
    <w:rsid w:val="005042A0"/>
    <w:rsid w:val="0050519C"/>
    <w:rsid w:val="00506C43"/>
    <w:rsid w:val="00510A00"/>
    <w:rsid w:val="00510D19"/>
    <w:rsid w:val="0051689D"/>
    <w:rsid w:val="00522FEF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9A9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B4A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4CD1"/>
    <w:rsid w:val="00645DBF"/>
    <w:rsid w:val="00647F19"/>
    <w:rsid w:val="006526B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5D3E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3779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55742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9F3F35"/>
    <w:rsid w:val="00A00A16"/>
    <w:rsid w:val="00A03E7E"/>
    <w:rsid w:val="00A05B00"/>
    <w:rsid w:val="00A077A2"/>
    <w:rsid w:val="00A12813"/>
    <w:rsid w:val="00A1444D"/>
    <w:rsid w:val="00A1507B"/>
    <w:rsid w:val="00A23788"/>
    <w:rsid w:val="00A303C3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09B"/>
    <w:rsid w:val="00B562F6"/>
    <w:rsid w:val="00B56C96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165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59D1"/>
    <w:rsid w:val="00CE6B3F"/>
    <w:rsid w:val="00CE7C83"/>
    <w:rsid w:val="00CF500C"/>
    <w:rsid w:val="00CF682D"/>
    <w:rsid w:val="00D01078"/>
    <w:rsid w:val="00D047A4"/>
    <w:rsid w:val="00D07253"/>
    <w:rsid w:val="00D20D1E"/>
    <w:rsid w:val="00D21B4F"/>
    <w:rsid w:val="00D2251E"/>
    <w:rsid w:val="00D22582"/>
    <w:rsid w:val="00D22B97"/>
    <w:rsid w:val="00D340C8"/>
    <w:rsid w:val="00D341F7"/>
    <w:rsid w:val="00D3506A"/>
    <w:rsid w:val="00D41A16"/>
    <w:rsid w:val="00D47C76"/>
    <w:rsid w:val="00D50A29"/>
    <w:rsid w:val="00D510F8"/>
    <w:rsid w:val="00D57F3E"/>
    <w:rsid w:val="00D60C7B"/>
    <w:rsid w:val="00D65A5D"/>
    <w:rsid w:val="00D66DD0"/>
    <w:rsid w:val="00D67385"/>
    <w:rsid w:val="00D733E2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1328"/>
    <w:rsid w:val="00ED2AA6"/>
    <w:rsid w:val="00ED65F3"/>
    <w:rsid w:val="00ED6AB3"/>
    <w:rsid w:val="00ED794E"/>
    <w:rsid w:val="00EE3DAE"/>
    <w:rsid w:val="00EE5BAC"/>
    <w:rsid w:val="00EE6972"/>
    <w:rsid w:val="00EE7E4C"/>
    <w:rsid w:val="00EF4A0A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8A5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28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2533</TotalTime>
  <Pages>12</Pages>
  <Words>2134</Words>
  <Characters>12165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283</cp:revision>
  <cp:lastPrinted>2021-06-11T06:36:00Z</cp:lastPrinted>
  <dcterms:created xsi:type="dcterms:W3CDTF">2018-08-07T11:48:00Z</dcterms:created>
  <dcterms:modified xsi:type="dcterms:W3CDTF">2022-06-23T13:41:00Z</dcterms:modified>
</cp:coreProperties>
</file>