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-106" w:type="dxa"/>
        <w:tblLayout w:type="fixed"/>
        <w:tblLook w:val="00A0"/>
      </w:tblPr>
      <w:tblGrid>
        <w:gridCol w:w="8934"/>
        <w:gridCol w:w="5626"/>
      </w:tblGrid>
      <w:tr w:rsidR="00BD43C5" w:rsidRPr="00EE5BAC">
        <w:tc>
          <w:tcPr>
            <w:tcW w:w="8934" w:type="dxa"/>
          </w:tcPr>
          <w:p w:rsidR="00BD43C5" w:rsidRPr="00EE5BAC" w:rsidRDefault="00BD43C5" w:rsidP="00EE5BA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626" w:type="dxa"/>
          </w:tcPr>
          <w:p w:rsidR="00BD43C5" w:rsidRPr="00EE5BAC" w:rsidRDefault="00BD43C5" w:rsidP="006E2C6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BD43C5" w:rsidRPr="00EE5BAC" w:rsidRDefault="00BD43C5" w:rsidP="006E2C64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BD43C5" w:rsidRPr="00EE5BAC" w:rsidRDefault="00BD43C5" w:rsidP="006E2C64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BD43C5" w:rsidRPr="00EE5BAC" w:rsidRDefault="00BD43C5" w:rsidP="00CC361C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           </w:t>
            </w: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22.06.2022 г. </w:t>
            </w:r>
            <w:r w:rsidRPr="00EE5BAC">
              <w:rPr>
                <w:kern w:val="1"/>
                <w:lang w:eastAsia="zh-CN"/>
              </w:rPr>
              <w:t xml:space="preserve">№ </w:t>
            </w:r>
            <w:r>
              <w:rPr>
                <w:kern w:val="1"/>
                <w:lang w:eastAsia="zh-CN"/>
              </w:rPr>
              <w:t>112</w:t>
            </w:r>
          </w:p>
          <w:p w:rsidR="00BD43C5" w:rsidRPr="00EE5BAC" w:rsidRDefault="00BD43C5" w:rsidP="00EE5BAC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</w:tc>
      </w:tr>
    </w:tbl>
    <w:p w:rsidR="00BD43C5" w:rsidRPr="00EE5BAC" w:rsidRDefault="00BD43C5" w:rsidP="00F26D62">
      <w:pPr>
        <w:suppressAutoHyphens/>
        <w:jc w:val="right"/>
        <w:rPr>
          <w:kern w:val="1"/>
          <w:lang w:eastAsia="zh-CN"/>
        </w:rPr>
      </w:pPr>
      <w:r w:rsidRPr="00EE5BAC">
        <w:rPr>
          <w:kern w:val="1"/>
          <w:lang w:eastAsia="zh-CN"/>
        </w:rPr>
        <w:t>УТВЕРЖДЕНА</w:t>
      </w:r>
    </w:p>
    <w:p w:rsidR="00BD43C5" w:rsidRDefault="00BD43C5" w:rsidP="00F26D62">
      <w:pPr>
        <w:suppressAutoHyphens/>
        <w:jc w:val="right"/>
        <w:rPr>
          <w:kern w:val="1"/>
          <w:lang w:eastAsia="zh-CN"/>
        </w:rPr>
      </w:pPr>
      <w:r>
        <w:rPr>
          <w:kern w:val="1"/>
          <w:lang w:eastAsia="zh-CN"/>
        </w:rPr>
        <w:t xml:space="preserve">постановлением администрации </w:t>
      </w:r>
    </w:p>
    <w:p w:rsidR="00BD43C5" w:rsidRPr="00EE5BAC" w:rsidRDefault="00BD43C5" w:rsidP="00F26D62">
      <w:pPr>
        <w:suppressAutoHyphens/>
        <w:jc w:val="right"/>
        <w:rPr>
          <w:kern w:val="1"/>
          <w:lang w:eastAsia="zh-CN"/>
        </w:rPr>
      </w:pPr>
      <w:r>
        <w:rPr>
          <w:kern w:val="1"/>
          <w:lang w:eastAsia="zh-CN"/>
        </w:rPr>
        <w:t>Старотитаровского сельского поселения</w:t>
      </w:r>
      <w:r w:rsidRPr="00EE5BAC">
        <w:rPr>
          <w:kern w:val="1"/>
          <w:lang w:eastAsia="zh-CN"/>
        </w:rPr>
        <w:t xml:space="preserve"> </w:t>
      </w:r>
    </w:p>
    <w:p w:rsidR="00BD43C5" w:rsidRPr="00EE5BAC" w:rsidRDefault="00BD43C5" w:rsidP="00F26D62">
      <w:pPr>
        <w:suppressAutoHyphens/>
        <w:jc w:val="right"/>
        <w:rPr>
          <w:kern w:val="1"/>
          <w:lang w:eastAsia="zh-CN"/>
        </w:rPr>
      </w:pPr>
      <w:r w:rsidRPr="00EE5BAC">
        <w:rPr>
          <w:kern w:val="1"/>
          <w:lang w:eastAsia="zh-CN"/>
        </w:rPr>
        <w:t>Темрюкск</w:t>
      </w:r>
      <w:r>
        <w:rPr>
          <w:kern w:val="1"/>
          <w:lang w:eastAsia="zh-CN"/>
        </w:rPr>
        <w:t>ого</w:t>
      </w:r>
      <w:r w:rsidRPr="00EE5BAC">
        <w:rPr>
          <w:kern w:val="1"/>
          <w:lang w:eastAsia="zh-CN"/>
        </w:rPr>
        <w:t xml:space="preserve"> район</w:t>
      </w:r>
      <w:r>
        <w:rPr>
          <w:kern w:val="1"/>
          <w:lang w:eastAsia="zh-CN"/>
        </w:rPr>
        <w:t>а</w:t>
      </w:r>
    </w:p>
    <w:p w:rsidR="00BD43C5" w:rsidRPr="00EE5BAC" w:rsidRDefault="00BD43C5" w:rsidP="00F26D62">
      <w:pPr>
        <w:suppressAutoHyphens/>
        <w:ind w:right="-246"/>
        <w:jc w:val="center"/>
        <w:rPr>
          <w:kern w:val="1"/>
          <w:lang w:eastAsia="zh-CN"/>
        </w:rPr>
      </w:pPr>
      <w:r>
        <w:rPr>
          <w:kern w:val="1"/>
          <w:lang w:eastAsia="zh-CN"/>
        </w:rPr>
        <w:t xml:space="preserve">                                                                                                                                                                           </w:t>
      </w:r>
      <w:r w:rsidRPr="00EE5BAC">
        <w:rPr>
          <w:kern w:val="1"/>
          <w:lang w:eastAsia="zh-CN"/>
        </w:rPr>
        <w:t xml:space="preserve">от </w:t>
      </w:r>
      <w:r>
        <w:rPr>
          <w:kern w:val="1"/>
          <w:lang w:eastAsia="zh-CN"/>
        </w:rPr>
        <w:t>28.10.2021</w:t>
      </w:r>
      <w:r w:rsidRPr="00EE5BAC">
        <w:rPr>
          <w:kern w:val="1"/>
          <w:lang w:eastAsia="zh-CN"/>
        </w:rPr>
        <w:t xml:space="preserve">№ </w:t>
      </w:r>
      <w:r>
        <w:rPr>
          <w:kern w:val="1"/>
          <w:lang w:eastAsia="zh-CN"/>
        </w:rPr>
        <w:t>224</w:t>
      </w:r>
    </w:p>
    <w:p w:rsidR="00BD43C5" w:rsidRDefault="00BD43C5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BD43C5" w:rsidRPr="00E72665" w:rsidRDefault="00BD43C5" w:rsidP="006E2C64">
      <w:pPr>
        <w:jc w:val="center"/>
        <w:rPr>
          <w:b/>
          <w:bCs/>
        </w:rPr>
      </w:pPr>
      <w:r w:rsidRPr="00E72665">
        <w:rPr>
          <w:b/>
          <w:bCs/>
        </w:rPr>
        <w:t>«Обеспечение функций муниципальных казенных учреждений</w:t>
      </w:r>
      <w:r>
        <w:rPr>
          <w:b/>
          <w:bCs/>
        </w:rPr>
        <w:t xml:space="preserve"> </w:t>
      </w:r>
      <w:r w:rsidRPr="00E72665">
        <w:rPr>
          <w:b/>
          <w:bCs/>
        </w:rPr>
        <w:t>в Старотитаровском сельском поселении Темрюкского района»</w:t>
      </w:r>
    </w:p>
    <w:p w:rsidR="00BD43C5" w:rsidRDefault="00BD43C5" w:rsidP="00BB769B">
      <w:pPr>
        <w:jc w:val="center"/>
        <w:rPr>
          <w:b/>
          <w:bCs/>
        </w:rPr>
      </w:pPr>
      <w:r w:rsidRPr="00BB769B">
        <w:rPr>
          <w:b/>
          <w:bCs/>
        </w:rPr>
        <w:t xml:space="preserve"> </w:t>
      </w:r>
    </w:p>
    <w:p w:rsidR="00BD43C5" w:rsidRPr="00950972" w:rsidRDefault="00BD43C5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BD43C5" w:rsidRPr="00E72665" w:rsidRDefault="00BD43C5" w:rsidP="006E2C64">
      <w:pPr>
        <w:jc w:val="center"/>
        <w:rPr>
          <w:b/>
          <w:bCs/>
        </w:rPr>
      </w:pPr>
      <w:r w:rsidRPr="00E72665">
        <w:rPr>
          <w:b/>
          <w:bCs/>
        </w:rPr>
        <w:t>«Обеспечение функций муниципальных казенных учреждений</w:t>
      </w:r>
      <w:r>
        <w:rPr>
          <w:b/>
          <w:bCs/>
        </w:rPr>
        <w:t xml:space="preserve"> </w:t>
      </w:r>
      <w:r w:rsidRPr="00E72665">
        <w:rPr>
          <w:b/>
          <w:bCs/>
        </w:rPr>
        <w:t>в Старотитаровском сельском поселении Темрюкского района»</w:t>
      </w:r>
    </w:p>
    <w:p w:rsidR="00BD43C5" w:rsidRDefault="00BD43C5" w:rsidP="00EF6F81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BD43C5" w:rsidRPr="008A6FA1">
        <w:tc>
          <w:tcPr>
            <w:tcW w:w="6374" w:type="dxa"/>
          </w:tcPr>
          <w:p w:rsidR="00BD43C5" w:rsidRPr="00190885" w:rsidRDefault="00BD43C5" w:rsidP="003C6838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BD43C5" w:rsidRPr="00855115" w:rsidRDefault="00BD43C5" w:rsidP="003C6838">
            <w:r w:rsidRPr="00855115"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BD43C5" w:rsidRDefault="00BD43C5" w:rsidP="003C6838">
            <w:r w:rsidRPr="00B64B51">
              <w:t>М</w:t>
            </w:r>
            <w:r>
              <w:t>униципальное казенное учреждение «</w:t>
            </w:r>
            <w:r w:rsidRPr="00B64B51">
              <w:t xml:space="preserve">Старотитаровская </w:t>
            </w:r>
            <w:r>
              <w:t>централизованная бухгалтерия</w:t>
            </w:r>
            <w:r w:rsidRPr="00B64B51">
              <w:t xml:space="preserve">»; </w:t>
            </w:r>
          </w:p>
          <w:p w:rsidR="00BD43C5" w:rsidRDefault="00BD43C5" w:rsidP="003C6838"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«Центр муниципального заказа»</w:t>
            </w:r>
            <w:r>
              <w:t xml:space="preserve"> Старотитаровского сельского поселения Темрюкского района</w:t>
            </w:r>
            <w:r w:rsidRPr="00B64B51">
              <w:t xml:space="preserve">; </w:t>
            </w:r>
          </w:p>
          <w:p w:rsidR="00BD43C5" w:rsidRPr="00190885" w:rsidRDefault="00BD43C5" w:rsidP="003C6838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BD43C5" w:rsidRDefault="00BD43C5" w:rsidP="003C6838">
            <w:r w:rsidRPr="00B64B51">
              <w:t xml:space="preserve">Администрация Старотитаровского сельского поселения Темрюкского района; </w:t>
            </w:r>
          </w:p>
          <w:p w:rsidR="00BD43C5" w:rsidRDefault="00BD43C5" w:rsidP="006E2C64">
            <w:r w:rsidRPr="00B64B51">
              <w:t>М</w:t>
            </w:r>
            <w:r>
              <w:t>униципальное казенное учреждение «</w:t>
            </w:r>
            <w:r w:rsidRPr="00B64B51">
              <w:t xml:space="preserve">Старотитаровская </w:t>
            </w:r>
            <w:r>
              <w:t>централизованная бухгалтерия</w:t>
            </w:r>
            <w:r w:rsidRPr="00B64B51">
              <w:t xml:space="preserve">»; </w:t>
            </w:r>
          </w:p>
          <w:p w:rsidR="00BD43C5" w:rsidRDefault="00BD43C5" w:rsidP="006E2C64"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«Центр муниципального заказа»</w:t>
            </w:r>
            <w:r>
              <w:t xml:space="preserve"> Старотитаровского сельского поселения Темрюкского района</w:t>
            </w:r>
            <w:r w:rsidRPr="00B64B51">
              <w:t xml:space="preserve">; </w:t>
            </w:r>
          </w:p>
          <w:p w:rsidR="00BD43C5" w:rsidRPr="00190885" w:rsidRDefault="00BD43C5" w:rsidP="006E2C64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BD43C5" w:rsidRPr="00632FA9" w:rsidRDefault="00BD43C5" w:rsidP="003C6838">
            <w:r w:rsidRPr="00632FA9">
              <w:t>1.</w:t>
            </w:r>
            <w:hyperlink w:anchor="sub_1000" w:history="1">
              <w:r w:rsidRPr="006E2C64">
                <w:rPr>
                  <w:rStyle w:val="a1"/>
                </w:rPr>
                <w:t>Подпрограмма</w:t>
              </w:r>
            </w:hyperlink>
            <w:r w:rsidRPr="006E2C64">
              <w:t xml:space="preserve"> </w:t>
            </w:r>
            <w:r w:rsidRPr="00632FA9">
              <w:t>«Обеспечение ведения бухгалтерского учета»;</w:t>
            </w:r>
          </w:p>
          <w:p w:rsidR="00BD43C5" w:rsidRPr="00632FA9" w:rsidRDefault="00BD43C5" w:rsidP="003C6838">
            <w:r w:rsidRPr="00632FA9">
              <w:t xml:space="preserve">2. </w:t>
            </w:r>
            <w:hyperlink w:anchor="sub_2000" w:history="1">
              <w:r w:rsidRPr="006E2C64">
                <w:rPr>
                  <w:rStyle w:val="a1"/>
                </w:rPr>
                <w:t>Подпрограмма</w:t>
              </w:r>
            </w:hyperlink>
            <w:r w:rsidRPr="00632FA9">
              <w:t xml:space="preserve"> «Обеспечение хозяйственного обслуживания администрации Старотитаровского сельского поселения Темрюкского района »;</w:t>
            </w:r>
          </w:p>
          <w:p w:rsidR="00BD43C5" w:rsidRPr="00632FA9" w:rsidRDefault="00BD43C5" w:rsidP="003C6838">
            <w:pPr>
              <w:rPr>
                <w:rStyle w:val="a4"/>
                <w:b w:val="0"/>
              </w:rPr>
            </w:pPr>
            <w:r w:rsidRPr="00632FA9">
              <w:t>3.Подпрограмма «Обеспечение осуществления закупок товаров, работ и услуг для   муниципальных нужд»</w:t>
            </w:r>
          </w:p>
          <w:p w:rsidR="00BD43C5" w:rsidRPr="00190885" w:rsidRDefault="00BD43C5" w:rsidP="003C6838">
            <w:pPr>
              <w:jc w:val="center"/>
              <w:rPr>
                <w:b/>
                <w:bCs/>
              </w:rPr>
            </w:pP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BD43C5" w:rsidRDefault="00BD43C5" w:rsidP="003C6838">
            <w:r w:rsidRPr="00855115"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BD43C5" w:rsidRPr="00190885" w:rsidRDefault="00BD43C5" w:rsidP="003C6838">
            <w:pPr>
              <w:rPr>
                <w:b/>
                <w:bCs/>
              </w:rPr>
            </w:pP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BD43C5" w:rsidRDefault="00BD43C5" w:rsidP="00EE52B4">
            <w:r>
              <w:t>- о</w:t>
            </w:r>
            <w:r w:rsidRPr="001B47D8">
              <w:t xml:space="preserve">рганизация </w:t>
            </w:r>
            <w:r w:rsidRPr="009F7BB1">
              <w:t xml:space="preserve">транспортного  </w:t>
            </w:r>
            <w:r>
              <w:t xml:space="preserve">и  </w:t>
            </w:r>
            <w:r w:rsidRPr="001B47D8">
              <w:t xml:space="preserve">хозяйственного обслуживания органов местного самоуправления </w:t>
            </w:r>
            <w:r>
              <w:t>Старотитаровского сельского поселения Темрюкского района;</w:t>
            </w:r>
          </w:p>
          <w:p w:rsidR="00BD43C5" w:rsidRDefault="00BD43C5" w:rsidP="00EE52B4">
            <w:r>
              <w:t>- с</w:t>
            </w:r>
            <w:r w:rsidRPr="00DE4FAE">
              <w:t>оздание комплексной системы по организации ведения бюджетного учета</w:t>
            </w:r>
            <w:r>
              <w:t>;</w:t>
            </w:r>
          </w:p>
          <w:p w:rsidR="00BD43C5" w:rsidRPr="001B47D8" w:rsidRDefault="00BD43C5" w:rsidP="00EE52B4">
            <w:r>
              <w:t xml:space="preserve">- </w:t>
            </w:r>
            <w:r w:rsidRPr="00E26337"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</w:rPr>
              <w:t>с системами планирования и исполнения бюджета</w:t>
            </w:r>
          </w:p>
          <w:p w:rsidR="00BD43C5" w:rsidRPr="009F22D5" w:rsidRDefault="00BD43C5" w:rsidP="00EE52B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BD43C5" w:rsidRPr="000C3C23" w:rsidRDefault="00BD43C5" w:rsidP="003C6838">
            <w:r>
              <w:t>не предусмотрено</w:t>
            </w: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BD43C5" w:rsidRPr="008D5828" w:rsidRDefault="00BD43C5" w:rsidP="003C6838">
            <w:r>
              <w:t>- к</w:t>
            </w:r>
            <w:r w:rsidRPr="008D5828">
              <w:t xml:space="preserve">оличество учреждений, в которых </w:t>
            </w:r>
            <w:r w:rsidRPr="00827FDC">
              <w:t>МКУ «Старотитаровская ЦБ»</w:t>
            </w:r>
            <w:r>
              <w:t xml:space="preserve"> </w:t>
            </w:r>
            <w:r w:rsidRPr="008D5828">
              <w:t>осуществляет бухгалтерский учет;</w:t>
            </w:r>
          </w:p>
          <w:p w:rsidR="00BD43C5" w:rsidRPr="008D5828" w:rsidRDefault="00BD43C5" w:rsidP="003C6838">
            <w:r>
              <w:t xml:space="preserve">- </w:t>
            </w:r>
            <w:r w:rsidRPr="008D5828">
              <w:t>доля качественно и своевременно исполненной бухгалтерской отчетности (от объема общей отчетности);</w:t>
            </w:r>
          </w:p>
          <w:p w:rsidR="00BD43C5" w:rsidRPr="008D5828" w:rsidRDefault="00BD43C5" w:rsidP="003C6838">
            <w:r>
              <w:t xml:space="preserve">- </w:t>
            </w:r>
            <w:r w:rsidRPr="008D5828"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BD43C5" w:rsidRPr="008D5828" w:rsidRDefault="00BD43C5" w:rsidP="003C6838">
            <w:r>
              <w:t xml:space="preserve">- </w:t>
            </w:r>
            <w:r w:rsidRPr="008D5828">
              <w:t>доля качественно и своевременно исполненной статистической отчетности (от объема общей отчетности);</w:t>
            </w:r>
          </w:p>
          <w:p w:rsidR="00BD43C5" w:rsidRDefault="00BD43C5" w:rsidP="003C6838">
            <w:r>
              <w:t xml:space="preserve">- </w:t>
            </w:r>
            <w:r w:rsidRPr="008D5828">
              <w:t>количество проведенных инвентаризационных мероприятий</w:t>
            </w:r>
            <w:r>
              <w:t>;</w:t>
            </w:r>
          </w:p>
          <w:p w:rsidR="00BD43C5" w:rsidRDefault="00BD43C5" w:rsidP="003C6838">
            <w:r>
              <w:rPr>
                <w:b/>
                <w:bCs/>
              </w:rPr>
              <w:t xml:space="preserve">- </w:t>
            </w:r>
            <w:r w:rsidRPr="00AA5F98">
              <w:t>объем выполненных заявок на предоставление транспорта</w:t>
            </w:r>
            <w:r>
              <w:t>;</w:t>
            </w:r>
          </w:p>
          <w:p w:rsidR="00BD43C5" w:rsidRPr="00AA5F98" w:rsidRDefault="00BD43C5" w:rsidP="003C6838">
            <w:r w:rsidRPr="00AA5F98">
              <w:t>- объем исполнения годового плана бюджетных ассигнований</w:t>
            </w:r>
            <w:r>
              <w:t>;</w:t>
            </w:r>
          </w:p>
          <w:p w:rsidR="00BD43C5" w:rsidRPr="00487189" w:rsidRDefault="00BD43C5" w:rsidP="003C6838">
            <w:r>
              <w:t xml:space="preserve">- </w:t>
            </w:r>
            <w:r w:rsidRPr="00066141">
              <w:t>количество заказчиков, обслуживаемых учреждением</w:t>
            </w:r>
            <w:r w:rsidRPr="00487189">
              <w:t>;</w:t>
            </w:r>
          </w:p>
          <w:p w:rsidR="00BD43C5" w:rsidRPr="000C3C23" w:rsidRDefault="00BD43C5" w:rsidP="003C6838">
            <w:r>
              <w:t>- осуществление закупок у СМП и СОНК</w:t>
            </w: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BD43C5" w:rsidRPr="00A46A72" w:rsidRDefault="00BD43C5" w:rsidP="003C6838">
            <w:r>
              <w:t>не предусмотрено</w:t>
            </w: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BD43C5" w:rsidRPr="00A46A72" w:rsidRDefault="00BD43C5" w:rsidP="003C6838">
            <w:r>
              <w:t>2022 год</w:t>
            </w: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BD43C5" w:rsidRPr="00190885" w:rsidRDefault="00BD43C5" w:rsidP="003C6838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BD43C5" w:rsidRPr="00190885" w:rsidRDefault="00BD43C5" w:rsidP="003C6838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BD43C5" w:rsidRPr="00190885" w:rsidRDefault="00BD43C5" w:rsidP="003C6838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BD43C5" w:rsidRPr="00190885" w:rsidRDefault="00BD43C5" w:rsidP="003C6838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BD43C5" w:rsidRPr="00190885" w:rsidRDefault="00BD43C5" w:rsidP="003C6838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BD43C5" w:rsidRPr="00190885" w:rsidRDefault="00BD43C5" w:rsidP="003C6838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BD43C5" w:rsidRPr="00190885" w:rsidRDefault="00BD43C5" w:rsidP="003C6838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14 090,6</w:t>
            </w:r>
          </w:p>
        </w:tc>
        <w:tc>
          <w:tcPr>
            <w:tcW w:w="1842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BD43C5" w:rsidRPr="00190885" w:rsidRDefault="00BD43C5" w:rsidP="00AA24B1">
            <w:pPr>
              <w:pStyle w:val="ConsPlusNormal0"/>
              <w:jc w:val="center"/>
            </w:pPr>
            <w:r>
              <w:t>14 090,6</w:t>
            </w:r>
          </w:p>
        </w:tc>
        <w:tc>
          <w:tcPr>
            <w:tcW w:w="2019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BD43C5" w:rsidRPr="00190885" w:rsidRDefault="00BD43C5" w:rsidP="00AA24B1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14 090,6</w:t>
            </w:r>
          </w:p>
        </w:tc>
        <w:tc>
          <w:tcPr>
            <w:tcW w:w="1842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BD43C5" w:rsidRPr="00190885" w:rsidRDefault="00BD43C5" w:rsidP="00AA24B1">
            <w:pPr>
              <w:pStyle w:val="ConsPlusNormal0"/>
              <w:jc w:val="center"/>
            </w:pPr>
            <w:r>
              <w:t>14 090,6</w:t>
            </w:r>
          </w:p>
        </w:tc>
        <w:tc>
          <w:tcPr>
            <w:tcW w:w="2019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BD43C5" w:rsidRPr="008A6FA1">
        <w:tc>
          <w:tcPr>
            <w:tcW w:w="14560" w:type="dxa"/>
            <w:gridSpan w:val="6"/>
          </w:tcPr>
          <w:p w:rsidR="00BD43C5" w:rsidRPr="00190885" w:rsidRDefault="00BD43C5" w:rsidP="003C6838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BD43C5" w:rsidRPr="008A6FA1">
        <w:tc>
          <w:tcPr>
            <w:tcW w:w="14560" w:type="dxa"/>
            <w:gridSpan w:val="6"/>
          </w:tcPr>
          <w:p w:rsidR="00BD43C5" w:rsidRPr="00190885" w:rsidRDefault="00BD43C5" w:rsidP="003C6838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BD43C5" w:rsidRPr="00190885" w:rsidRDefault="00BD43C5" w:rsidP="003C6838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pPr>
              <w:pStyle w:val="ConsPlusNormal0"/>
            </w:pPr>
          </w:p>
        </w:tc>
        <w:tc>
          <w:tcPr>
            <w:tcW w:w="1418" w:type="dxa"/>
          </w:tcPr>
          <w:p w:rsidR="00BD43C5" w:rsidRPr="00190885" w:rsidRDefault="00BD43C5" w:rsidP="003C6838">
            <w:pPr>
              <w:pStyle w:val="ConsPlusNormal0"/>
            </w:pPr>
          </w:p>
        </w:tc>
        <w:tc>
          <w:tcPr>
            <w:tcW w:w="1842" w:type="dxa"/>
          </w:tcPr>
          <w:p w:rsidR="00BD43C5" w:rsidRPr="00190885" w:rsidRDefault="00BD43C5" w:rsidP="003C6838">
            <w:pPr>
              <w:pStyle w:val="ConsPlusNormal0"/>
            </w:pPr>
          </w:p>
        </w:tc>
        <w:tc>
          <w:tcPr>
            <w:tcW w:w="1418" w:type="dxa"/>
          </w:tcPr>
          <w:p w:rsidR="00BD43C5" w:rsidRPr="00190885" w:rsidRDefault="00BD43C5" w:rsidP="003C6838">
            <w:pPr>
              <w:pStyle w:val="ConsPlusNormal0"/>
            </w:pPr>
          </w:p>
        </w:tc>
        <w:tc>
          <w:tcPr>
            <w:tcW w:w="1489" w:type="dxa"/>
          </w:tcPr>
          <w:p w:rsidR="00BD43C5" w:rsidRPr="00190885" w:rsidRDefault="00BD43C5" w:rsidP="003C6838">
            <w:pPr>
              <w:pStyle w:val="ConsPlusNormal0"/>
            </w:pPr>
          </w:p>
        </w:tc>
        <w:tc>
          <w:tcPr>
            <w:tcW w:w="2019" w:type="dxa"/>
          </w:tcPr>
          <w:p w:rsidR="00BD43C5" w:rsidRPr="00190885" w:rsidRDefault="00BD43C5" w:rsidP="003C6838">
            <w:pPr>
              <w:pStyle w:val="ConsPlusNormal0"/>
            </w:pPr>
          </w:p>
        </w:tc>
      </w:tr>
      <w:tr w:rsidR="00BD43C5" w:rsidRPr="008A6FA1">
        <w:tc>
          <w:tcPr>
            <w:tcW w:w="6374" w:type="dxa"/>
          </w:tcPr>
          <w:p w:rsidR="00BD43C5" w:rsidRPr="00190885" w:rsidRDefault="00BD43C5" w:rsidP="003C6838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D43C5" w:rsidRPr="00190885" w:rsidRDefault="00BD43C5" w:rsidP="003C6838">
            <w:pPr>
              <w:pStyle w:val="ConsPlusNormal0"/>
              <w:jc w:val="center"/>
            </w:pPr>
            <w:r>
              <w:t>0,0</w:t>
            </w:r>
          </w:p>
        </w:tc>
      </w:tr>
    </w:tbl>
    <w:p w:rsidR="00BD43C5" w:rsidRDefault="00BD43C5" w:rsidP="00B97B72">
      <w:pPr>
        <w:pStyle w:val="ListParagraph"/>
        <w:ind w:left="360"/>
        <w:rPr>
          <w:b/>
          <w:bCs/>
          <w:sz w:val="24"/>
          <w:szCs w:val="24"/>
        </w:rPr>
      </w:pPr>
    </w:p>
    <w:p w:rsidR="00BD43C5" w:rsidRPr="00B97B72" w:rsidRDefault="00BD43C5" w:rsidP="00B97B72">
      <w:pPr>
        <w:pStyle w:val="ListParagraph"/>
        <w:ind w:left="360"/>
        <w:rPr>
          <w:b/>
          <w:bCs/>
          <w:sz w:val="24"/>
          <w:szCs w:val="24"/>
        </w:rPr>
      </w:pPr>
    </w:p>
    <w:p w:rsidR="00BD43C5" w:rsidRPr="00A74297" w:rsidRDefault="00BD43C5" w:rsidP="00225687">
      <w:pPr>
        <w:jc w:val="center"/>
        <w:rPr>
          <w:b/>
          <w:bCs/>
        </w:rPr>
      </w:pPr>
    </w:p>
    <w:p w:rsidR="00BD43C5" w:rsidRPr="00225687" w:rsidRDefault="00BD43C5">
      <w:pPr>
        <w:rPr>
          <w:sz w:val="6"/>
          <w:szCs w:val="6"/>
        </w:rPr>
      </w:pPr>
    </w:p>
    <w:p w:rsidR="00BD43C5" w:rsidRDefault="00BD43C5" w:rsidP="004B2B3D">
      <w:pPr>
        <w:pStyle w:val="ConsPlusNormal0"/>
      </w:pPr>
      <w:r>
        <w:t>Заместитель главы</w:t>
      </w:r>
    </w:p>
    <w:p w:rsidR="00BD43C5" w:rsidRDefault="00BD43C5" w:rsidP="004B2B3D">
      <w:pPr>
        <w:pStyle w:val="ConsPlusNormal0"/>
      </w:pPr>
      <w:r>
        <w:t xml:space="preserve">Старотитаровского сельского </w:t>
      </w:r>
    </w:p>
    <w:p w:rsidR="00BD43C5" w:rsidRPr="004B2B3D" w:rsidRDefault="00BD43C5" w:rsidP="004B2B3D">
      <w:pPr>
        <w:pStyle w:val="ConsPlusNormal0"/>
      </w:pPr>
      <w:r>
        <w:t>поселения Темрюкского района                                                                                                                           Т.И. Опарина</w:t>
      </w:r>
    </w:p>
    <w:sectPr w:rsidR="00BD43C5" w:rsidRPr="004B2B3D" w:rsidSect="0005555B">
      <w:headerReference w:type="default" r:id="rId7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3C5" w:rsidRDefault="00BD43C5" w:rsidP="00EF6F81">
      <w:r>
        <w:separator/>
      </w:r>
    </w:p>
  </w:endnote>
  <w:endnote w:type="continuationSeparator" w:id="0">
    <w:p w:rsidR="00BD43C5" w:rsidRDefault="00BD43C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3C5" w:rsidRDefault="00BD43C5" w:rsidP="00EF6F81">
      <w:r>
        <w:separator/>
      </w:r>
    </w:p>
  </w:footnote>
  <w:footnote w:type="continuationSeparator" w:id="0">
    <w:p w:rsidR="00BD43C5" w:rsidRDefault="00BD43C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3C5" w:rsidRDefault="00BD43C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07F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C6275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A19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603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12EB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44D6"/>
    <w:rsid w:val="002C7291"/>
    <w:rsid w:val="002D2249"/>
    <w:rsid w:val="002D47E9"/>
    <w:rsid w:val="002D6BB0"/>
    <w:rsid w:val="002E291E"/>
    <w:rsid w:val="002E5323"/>
    <w:rsid w:val="002E62B4"/>
    <w:rsid w:val="002F0295"/>
    <w:rsid w:val="0030551D"/>
    <w:rsid w:val="00306055"/>
    <w:rsid w:val="0032194A"/>
    <w:rsid w:val="00324FC7"/>
    <w:rsid w:val="00325B03"/>
    <w:rsid w:val="00326F04"/>
    <w:rsid w:val="00337501"/>
    <w:rsid w:val="003447A6"/>
    <w:rsid w:val="00345A6E"/>
    <w:rsid w:val="00347A6F"/>
    <w:rsid w:val="003547EA"/>
    <w:rsid w:val="0035517D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1B6F"/>
    <w:rsid w:val="0046202F"/>
    <w:rsid w:val="00465E45"/>
    <w:rsid w:val="00467446"/>
    <w:rsid w:val="00470DA3"/>
    <w:rsid w:val="00472B1D"/>
    <w:rsid w:val="00480E79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2B3D"/>
    <w:rsid w:val="004B3AAC"/>
    <w:rsid w:val="004B4ECB"/>
    <w:rsid w:val="004B6021"/>
    <w:rsid w:val="004B6573"/>
    <w:rsid w:val="004C13A0"/>
    <w:rsid w:val="004C630B"/>
    <w:rsid w:val="004D3592"/>
    <w:rsid w:val="004D3A4B"/>
    <w:rsid w:val="004D4038"/>
    <w:rsid w:val="004D5FBD"/>
    <w:rsid w:val="004D6138"/>
    <w:rsid w:val="004E184B"/>
    <w:rsid w:val="004E660F"/>
    <w:rsid w:val="0050378D"/>
    <w:rsid w:val="0050519C"/>
    <w:rsid w:val="00506C43"/>
    <w:rsid w:val="00510D19"/>
    <w:rsid w:val="00516B6D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0780"/>
    <w:rsid w:val="00595B9D"/>
    <w:rsid w:val="005A449E"/>
    <w:rsid w:val="005A684E"/>
    <w:rsid w:val="005B3967"/>
    <w:rsid w:val="005B5962"/>
    <w:rsid w:val="005B7233"/>
    <w:rsid w:val="005B7809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E1060"/>
    <w:rsid w:val="006E2C64"/>
    <w:rsid w:val="006E50E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B55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2E4"/>
    <w:rsid w:val="00831B7E"/>
    <w:rsid w:val="00843950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8F5A11"/>
    <w:rsid w:val="009013AF"/>
    <w:rsid w:val="00904240"/>
    <w:rsid w:val="0090539A"/>
    <w:rsid w:val="00910293"/>
    <w:rsid w:val="009130FB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3421"/>
    <w:rsid w:val="009F7BB1"/>
    <w:rsid w:val="00A03E7E"/>
    <w:rsid w:val="00A1507B"/>
    <w:rsid w:val="00A23788"/>
    <w:rsid w:val="00A30B42"/>
    <w:rsid w:val="00A30FFE"/>
    <w:rsid w:val="00A35B08"/>
    <w:rsid w:val="00A44BB5"/>
    <w:rsid w:val="00A45C2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421"/>
    <w:rsid w:val="00A7591C"/>
    <w:rsid w:val="00A77D4F"/>
    <w:rsid w:val="00A811B2"/>
    <w:rsid w:val="00A84785"/>
    <w:rsid w:val="00A96A8D"/>
    <w:rsid w:val="00AA0D84"/>
    <w:rsid w:val="00AA24B1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2312"/>
    <w:rsid w:val="00B54485"/>
    <w:rsid w:val="00B562F6"/>
    <w:rsid w:val="00B56C96"/>
    <w:rsid w:val="00B648BF"/>
    <w:rsid w:val="00B64B51"/>
    <w:rsid w:val="00B67874"/>
    <w:rsid w:val="00B76896"/>
    <w:rsid w:val="00B803C2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69B"/>
    <w:rsid w:val="00BC5DC4"/>
    <w:rsid w:val="00BC5EDF"/>
    <w:rsid w:val="00BD16FB"/>
    <w:rsid w:val="00BD43C5"/>
    <w:rsid w:val="00BD5F4F"/>
    <w:rsid w:val="00BD6208"/>
    <w:rsid w:val="00BE244F"/>
    <w:rsid w:val="00BE75CB"/>
    <w:rsid w:val="00C0190C"/>
    <w:rsid w:val="00C02CE4"/>
    <w:rsid w:val="00C050C1"/>
    <w:rsid w:val="00C11F9E"/>
    <w:rsid w:val="00C1286D"/>
    <w:rsid w:val="00C138C6"/>
    <w:rsid w:val="00C23387"/>
    <w:rsid w:val="00C25175"/>
    <w:rsid w:val="00C3292C"/>
    <w:rsid w:val="00C4141F"/>
    <w:rsid w:val="00C42746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150"/>
    <w:rsid w:val="00CA76C1"/>
    <w:rsid w:val="00CA7FCA"/>
    <w:rsid w:val="00CB0B5B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341F7"/>
    <w:rsid w:val="00D3506A"/>
    <w:rsid w:val="00D3554B"/>
    <w:rsid w:val="00D50A29"/>
    <w:rsid w:val="00D510F8"/>
    <w:rsid w:val="00D5229E"/>
    <w:rsid w:val="00D57F3E"/>
    <w:rsid w:val="00D60025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2C96"/>
    <w:rsid w:val="00DA4ED8"/>
    <w:rsid w:val="00DA5916"/>
    <w:rsid w:val="00DA787B"/>
    <w:rsid w:val="00DC605B"/>
    <w:rsid w:val="00DD1C2E"/>
    <w:rsid w:val="00DD49F6"/>
    <w:rsid w:val="00DD5F0A"/>
    <w:rsid w:val="00DD618F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3916"/>
    <w:rsid w:val="00E33AB2"/>
    <w:rsid w:val="00E37DDB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1934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62F0"/>
    <w:rsid w:val="00F229FF"/>
    <w:rsid w:val="00F23492"/>
    <w:rsid w:val="00F26D62"/>
    <w:rsid w:val="00F31FEC"/>
    <w:rsid w:val="00F32117"/>
    <w:rsid w:val="00F36F38"/>
    <w:rsid w:val="00F43866"/>
    <w:rsid w:val="00F43926"/>
    <w:rsid w:val="00F441D3"/>
    <w:rsid w:val="00F61079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515"/>
    <w:rsid w:val="00FD34F6"/>
    <w:rsid w:val="00FD486E"/>
    <w:rsid w:val="00FD579D"/>
    <w:rsid w:val="00FD664C"/>
    <w:rsid w:val="00FD7F2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 w:cs="Calibri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89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2175</TotalTime>
  <Pages>4</Pages>
  <Words>654</Words>
  <Characters>3729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245</cp:revision>
  <cp:lastPrinted>2021-09-03T06:31:00Z</cp:lastPrinted>
  <dcterms:created xsi:type="dcterms:W3CDTF">2018-08-07T11:48:00Z</dcterms:created>
  <dcterms:modified xsi:type="dcterms:W3CDTF">2022-06-23T13:43:00Z</dcterms:modified>
</cp:coreProperties>
</file>