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106" w:type="dxa"/>
        <w:tblLayout w:type="fixed"/>
        <w:tblLook w:val="00A0"/>
      </w:tblPr>
      <w:tblGrid>
        <w:gridCol w:w="8934"/>
        <w:gridCol w:w="5525"/>
      </w:tblGrid>
      <w:tr w:rsidR="00211AFC" w:rsidRPr="00F945BC">
        <w:tc>
          <w:tcPr>
            <w:tcW w:w="8934" w:type="dxa"/>
          </w:tcPr>
          <w:p w:rsidR="00211AFC" w:rsidRPr="00F945BC" w:rsidRDefault="00211AFC" w:rsidP="00F945BC">
            <w:pPr>
              <w:suppressAutoHyphens/>
              <w:jc w:val="center"/>
              <w:rPr>
                <w:kern w:val="1"/>
                <w:lang w:eastAsia="zh-CN"/>
              </w:rPr>
            </w:pPr>
          </w:p>
        </w:tc>
        <w:tc>
          <w:tcPr>
            <w:tcW w:w="5525" w:type="dxa"/>
          </w:tcPr>
          <w:p w:rsidR="00211AFC" w:rsidRDefault="00211AFC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ПРИЛОЖЕНИЕ</w:t>
            </w:r>
            <w:r>
              <w:rPr>
                <w:kern w:val="1"/>
                <w:lang w:eastAsia="zh-CN"/>
              </w:rPr>
              <w:t xml:space="preserve"> 1</w:t>
            </w:r>
          </w:p>
          <w:p w:rsidR="00211AFC" w:rsidRDefault="00211AFC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211AFC" w:rsidRPr="00EE5BAC" w:rsidRDefault="00211AFC" w:rsidP="00B86C1B">
            <w:pPr>
              <w:suppressAutoHyphens/>
              <w:ind w:right="32"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от 22.06.2022 г. № 111</w:t>
            </w:r>
          </w:p>
          <w:p w:rsidR="00211AFC" w:rsidRPr="00EE5BAC" w:rsidRDefault="00211AFC" w:rsidP="00B86C1B">
            <w:pPr>
              <w:suppressAutoHyphens/>
              <w:ind w:left="5670" w:right="-246"/>
              <w:jc w:val="right"/>
              <w:rPr>
                <w:kern w:val="1"/>
                <w:lang w:eastAsia="zh-CN"/>
              </w:rPr>
            </w:pPr>
          </w:p>
          <w:p w:rsidR="00211AFC" w:rsidRPr="00EE5BAC" w:rsidRDefault="00211AFC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УТВЕРЖДЕНА</w:t>
            </w:r>
          </w:p>
          <w:p w:rsidR="00211AFC" w:rsidRPr="00EE5BAC" w:rsidRDefault="00211AFC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lang w:eastAsia="zh-CN"/>
              </w:rPr>
              <w:t xml:space="preserve"> </w:t>
            </w:r>
          </w:p>
          <w:p w:rsidR="00211AFC" w:rsidRPr="00EE5BAC" w:rsidRDefault="00211AFC" w:rsidP="00B86C1B">
            <w:pPr>
              <w:suppressAutoHyphens/>
              <w:jc w:val="right"/>
              <w:rPr>
                <w:kern w:val="1"/>
                <w:lang w:eastAsia="zh-CN"/>
              </w:rPr>
            </w:pPr>
            <w:r w:rsidRPr="00EE5BAC">
              <w:rPr>
                <w:kern w:val="1"/>
                <w:lang w:eastAsia="zh-CN"/>
              </w:rPr>
              <w:t>Темрюкск</w:t>
            </w:r>
            <w:r>
              <w:rPr>
                <w:kern w:val="1"/>
                <w:lang w:eastAsia="zh-CN"/>
              </w:rPr>
              <w:t>ого</w:t>
            </w:r>
            <w:r w:rsidRPr="00EE5BAC">
              <w:rPr>
                <w:kern w:val="1"/>
                <w:lang w:eastAsia="zh-CN"/>
              </w:rPr>
              <w:t xml:space="preserve"> район</w:t>
            </w:r>
            <w:r>
              <w:rPr>
                <w:kern w:val="1"/>
                <w:lang w:eastAsia="zh-CN"/>
              </w:rPr>
              <w:t>а</w:t>
            </w:r>
          </w:p>
          <w:p w:rsidR="00211AFC" w:rsidRDefault="00211AFC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  <w:r>
              <w:rPr>
                <w:kern w:val="1"/>
                <w:lang w:eastAsia="zh-CN"/>
              </w:rPr>
              <w:t xml:space="preserve">                                        от 28.10.2021</w:t>
            </w:r>
            <w:r w:rsidRPr="00EE5BAC">
              <w:rPr>
                <w:kern w:val="1"/>
                <w:lang w:eastAsia="zh-CN"/>
              </w:rPr>
              <w:t xml:space="preserve">№ </w:t>
            </w:r>
            <w:r>
              <w:rPr>
                <w:kern w:val="1"/>
                <w:lang w:eastAsia="zh-CN"/>
              </w:rPr>
              <w:t>212</w:t>
            </w:r>
          </w:p>
          <w:p w:rsidR="00211AFC" w:rsidRPr="00F945BC" w:rsidRDefault="00211AFC" w:rsidP="00B86C1B">
            <w:pPr>
              <w:suppressAutoHyphens/>
              <w:ind w:right="-246"/>
              <w:jc w:val="center"/>
              <w:rPr>
                <w:kern w:val="1"/>
                <w:lang w:eastAsia="zh-CN"/>
              </w:rPr>
            </w:pPr>
          </w:p>
        </w:tc>
      </w:tr>
    </w:tbl>
    <w:p w:rsidR="00211AFC" w:rsidRPr="00885C29" w:rsidRDefault="00211AFC" w:rsidP="001157F7"/>
    <w:p w:rsidR="00211AFC" w:rsidRDefault="00211AFC" w:rsidP="001157F7">
      <w:pPr>
        <w:jc w:val="center"/>
        <w:rPr>
          <w:b/>
          <w:bCs/>
        </w:rPr>
      </w:pPr>
      <w:r w:rsidRPr="00BB769B">
        <w:rPr>
          <w:b/>
          <w:bCs/>
        </w:rPr>
        <w:t xml:space="preserve">Муниципальная программа </w:t>
      </w:r>
    </w:p>
    <w:p w:rsidR="00211AFC" w:rsidRDefault="00211AFC" w:rsidP="00800A7A">
      <w:pPr>
        <w:ind w:left="360"/>
        <w:jc w:val="center"/>
        <w:rPr>
          <w:b/>
          <w:bCs/>
        </w:rPr>
      </w:pP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211AFC" w:rsidRDefault="00211AFC" w:rsidP="00221E58">
      <w:pPr>
        <w:jc w:val="center"/>
        <w:rPr>
          <w:b/>
          <w:bCs/>
        </w:rPr>
      </w:pPr>
    </w:p>
    <w:p w:rsidR="00211AFC" w:rsidRPr="00950972" w:rsidRDefault="00211AFC" w:rsidP="00BB769B">
      <w:pPr>
        <w:jc w:val="center"/>
        <w:rPr>
          <w:b/>
          <w:bCs/>
        </w:rPr>
      </w:pPr>
      <w:r>
        <w:rPr>
          <w:b/>
          <w:bCs/>
        </w:rPr>
        <w:t xml:space="preserve">1. </w:t>
      </w:r>
      <w:r w:rsidRPr="00950972">
        <w:rPr>
          <w:b/>
          <w:bCs/>
        </w:rPr>
        <w:t>ПАСПОРТ</w:t>
      </w:r>
    </w:p>
    <w:p w:rsidR="00211AFC" w:rsidRDefault="00211AFC" w:rsidP="00800A7A">
      <w:pPr>
        <w:ind w:left="360"/>
        <w:jc w:val="center"/>
        <w:rPr>
          <w:b/>
          <w:bCs/>
        </w:rPr>
      </w:pPr>
      <w:r w:rsidRPr="00950972">
        <w:rPr>
          <w:b/>
          <w:bCs/>
        </w:rPr>
        <w:t xml:space="preserve">муниципальной программы </w:t>
      </w:r>
      <w:r>
        <w:rPr>
          <w:b/>
          <w:bCs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211AFC" w:rsidRPr="00250B58" w:rsidRDefault="00211AFC" w:rsidP="009C4950">
      <w:pPr>
        <w:jc w:val="center"/>
        <w:rPr>
          <w:b/>
          <w:bCs/>
        </w:rPr>
      </w:pPr>
    </w:p>
    <w:p w:rsidR="00211AFC" w:rsidRPr="00950972" w:rsidRDefault="00211AFC" w:rsidP="00BB769B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211AFC" w:rsidRDefault="00211AFC" w:rsidP="00F9512D">
            <w:r>
              <w:t>Заместитель главы Старотитаровского сельского поселения Темрюкского района</w:t>
            </w:r>
          </w:p>
          <w:p w:rsidR="00211AFC" w:rsidRPr="00855115" w:rsidRDefault="00211AFC" w:rsidP="00F9512D"/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211AFC" w:rsidRDefault="00211AFC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211AFC" w:rsidRPr="0096600F" w:rsidRDefault="00211AFC" w:rsidP="00800A7A"/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211AFC" w:rsidRDefault="00211AFC" w:rsidP="00F9512D">
            <w:r w:rsidRPr="00B64B51">
              <w:t>Администрация Старотитаровского сельског</w:t>
            </w:r>
            <w:r>
              <w:t>о поселения Темрюкского района;</w:t>
            </w:r>
          </w:p>
          <w:p w:rsidR="00211AFC" w:rsidRDefault="00211AFC" w:rsidP="00800A7A">
            <w: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211AFC" w:rsidRPr="00190885" w:rsidRDefault="00211AFC" w:rsidP="00F9512D">
            <w:pPr>
              <w:rPr>
                <w:b/>
                <w:bCs/>
              </w:rPr>
            </w:pP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211AFC" w:rsidRPr="00800A7A" w:rsidRDefault="00211AFC" w:rsidP="00F9512D">
            <w:r w:rsidRPr="00E823BE">
              <w:t>1. Подпрограмма</w:t>
            </w:r>
            <w:r>
              <w:t xml:space="preserve"> </w:t>
            </w:r>
            <w:r w:rsidRPr="00800A7A">
              <w:t>«Совершенствование деятельности МБУ «ФОСК «Виктория» по предоставлению муниципальных услуг»;</w:t>
            </w:r>
          </w:p>
          <w:p w:rsidR="00211AFC" w:rsidRDefault="00211AFC" w:rsidP="00F9512D">
            <w:r w:rsidRPr="00E823BE">
              <w:t>2. Подпрограмма</w:t>
            </w:r>
            <w:r>
              <w:t xml:space="preserve"> </w:t>
            </w:r>
            <w:r w:rsidRPr="00800A7A">
              <w:t>«Развитие массового спорта в Старотитаровском сельском поселении Темрюкского района»</w:t>
            </w:r>
            <w:r>
              <w:t>;</w:t>
            </w:r>
          </w:p>
          <w:p w:rsidR="00211AFC" w:rsidRPr="00800A7A" w:rsidRDefault="00211AFC" w:rsidP="00F9512D">
            <w:r>
              <w:t>3.</w:t>
            </w:r>
            <w:r>
              <w:rPr>
                <w:b/>
                <w:bCs/>
              </w:rPr>
              <w:t xml:space="preserve"> </w:t>
            </w:r>
            <w:r w:rsidRPr="00800A7A">
              <w:t xml:space="preserve">Подпрограмма «Создание условий для занятия физической культурой и спортом на территории Старотитаровского сельского поселения Темрюкского района» </w:t>
            </w:r>
          </w:p>
          <w:p w:rsidR="00211AFC" w:rsidRPr="00190885" w:rsidRDefault="00211AFC" w:rsidP="00221E58">
            <w:pPr>
              <w:rPr>
                <w:b/>
                <w:bCs/>
              </w:rPr>
            </w:pP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211AFC" w:rsidRDefault="00211AFC" w:rsidP="00221E58"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211AFC" w:rsidRPr="00221E58" w:rsidRDefault="00211AFC" w:rsidP="00221E58"/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211AFC" w:rsidRDefault="00211AFC" w:rsidP="00E55C53">
            <w:r>
              <w:t xml:space="preserve">- </w:t>
            </w:r>
            <w:r w:rsidRPr="00570A58">
              <w:t xml:space="preserve">повышение качества и доступности муниципальных услуг сферы </w:t>
            </w:r>
            <w:r>
              <w:t xml:space="preserve">физической культуры </w:t>
            </w:r>
            <w:r w:rsidRPr="00570A58">
              <w:t>для всех категорий потребителей</w:t>
            </w:r>
            <w:r>
              <w:t>;</w:t>
            </w:r>
          </w:p>
          <w:p w:rsidR="00211AFC" w:rsidRDefault="00211AFC" w:rsidP="00E55C53">
            <w:r>
              <w:t>- развитие массового спорта в Старотитаровском сельском поселении Темрюкского района;</w:t>
            </w:r>
          </w:p>
          <w:p w:rsidR="00211AFC" w:rsidRDefault="00211AFC" w:rsidP="00E55C53">
            <w:r>
              <w:t xml:space="preserve">- </w:t>
            </w:r>
            <w:r w:rsidRPr="00FE5FC9">
              <w:t>обеспечение условий для развития физической культуры и массового спорта</w:t>
            </w:r>
            <w:r>
              <w:t xml:space="preserve"> </w:t>
            </w:r>
          </w:p>
          <w:p w:rsidR="00211AFC" w:rsidRPr="009F22D5" w:rsidRDefault="00211AFC" w:rsidP="00A3694D"/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211AFC" w:rsidRPr="000C3C23" w:rsidRDefault="00211AFC" w:rsidP="00F9512D">
            <w:r>
              <w:t>не предусмотрено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211AFC" w:rsidRDefault="00211AFC" w:rsidP="00927F36">
            <w:r>
              <w:t>- выплаты заработной платы;</w:t>
            </w:r>
          </w:p>
          <w:p w:rsidR="00211AFC" w:rsidRDefault="00211AFC" w:rsidP="00927F36">
            <w:r>
              <w:t>- оплата коммунальных услуг;</w:t>
            </w:r>
          </w:p>
          <w:p w:rsidR="00211AFC" w:rsidRDefault="00211AFC" w:rsidP="00927F36">
            <w:r>
              <w:t>- уплата налогов;</w:t>
            </w:r>
          </w:p>
          <w:p w:rsidR="00211AFC" w:rsidRDefault="00211AFC" w:rsidP="00927F36">
            <w:r>
              <w:t>- содержание и техническое обслуживание учреждения физической культуры;</w:t>
            </w:r>
          </w:p>
          <w:p w:rsidR="00211AFC" w:rsidRDefault="00211AFC" w:rsidP="00927F36">
            <w:r>
              <w:t>- приобретение основных средств;</w:t>
            </w:r>
          </w:p>
          <w:p w:rsidR="00211AFC" w:rsidRDefault="00211AFC" w:rsidP="00927F36">
            <w:r>
              <w:t xml:space="preserve">- </w:t>
            </w:r>
            <w:r w:rsidRPr="00AE5126"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t>;</w:t>
            </w:r>
          </w:p>
          <w:p w:rsidR="00211AFC" w:rsidRDefault="00211AFC" w:rsidP="00927F36">
            <w:r>
              <w:t>- приобретение материальных запасов;</w:t>
            </w:r>
          </w:p>
          <w:p w:rsidR="00211AFC" w:rsidRDefault="00211AFC" w:rsidP="00927F36">
            <w:r>
              <w:t>- проведение спортивно-массовых мероприятий для различных категорий населения;</w:t>
            </w:r>
          </w:p>
          <w:p w:rsidR="00211AFC" w:rsidRDefault="00211AFC" w:rsidP="00927F36">
            <w:r>
              <w:t>- топографическая съемка земельного участка по адресу: Российская Федерация, Краснодарский край, Темрюкский район, ст. Старотитаровская, ул. Ленина 207А;</w:t>
            </w:r>
          </w:p>
          <w:p w:rsidR="00211AFC" w:rsidRDefault="00211AFC" w:rsidP="00927F36">
            <w:r>
              <w:t>- выполнение работ по разработке эскизного проекта (визуализация) стадиона по адресу: Российская Федерация, Краснодарский край, Темрюкский район, ст. Старотитаровская, ул. Ленина 207А</w:t>
            </w:r>
          </w:p>
          <w:p w:rsidR="00211AFC" w:rsidRPr="000C3C23" w:rsidRDefault="00211AFC" w:rsidP="00E55C53"/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211AFC" w:rsidRPr="00A46A72" w:rsidRDefault="00211AFC" w:rsidP="00F9512D">
            <w:r>
              <w:t>не предусмотрено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rPr>
                <w:b/>
                <w:bCs/>
              </w:rPr>
            </w:pPr>
            <w:r w:rsidRPr="00190885"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211AFC" w:rsidRPr="00A46A72" w:rsidRDefault="00211AFC" w:rsidP="00F9512D">
            <w:r>
              <w:t>2022 год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r w:rsidRPr="00190885"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211AFC" w:rsidRPr="00190885" w:rsidRDefault="00211AFC" w:rsidP="00F9512D">
            <w:pPr>
              <w:jc w:val="center"/>
            </w:pPr>
            <w:r w:rsidRPr="00190885">
              <w:t>всего</w:t>
            </w:r>
          </w:p>
        </w:tc>
        <w:tc>
          <w:tcPr>
            <w:tcW w:w="6768" w:type="dxa"/>
            <w:gridSpan w:val="4"/>
          </w:tcPr>
          <w:p w:rsidR="00211AFC" w:rsidRPr="00190885" w:rsidRDefault="00211AFC" w:rsidP="00F9512D">
            <w:pPr>
              <w:jc w:val="center"/>
              <w:rPr>
                <w:b/>
                <w:bCs/>
              </w:rPr>
            </w:pPr>
            <w:r w:rsidRPr="00190885">
              <w:t>в разрезе источников финансирования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r w:rsidRPr="00190885">
              <w:t>Годы реализации</w:t>
            </w:r>
          </w:p>
        </w:tc>
        <w:tc>
          <w:tcPr>
            <w:tcW w:w="1418" w:type="dxa"/>
            <w:vMerge/>
          </w:tcPr>
          <w:p w:rsidR="00211AFC" w:rsidRPr="00190885" w:rsidRDefault="00211AFC" w:rsidP="00F9512D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</w:tcPr>
          <w:p w:rsidR="00211AFC" w:rsidRPr="00190885" w:rsidRDefault="00211AFC" w:rsidP="00F9512D">
            <w:pPr>
              <w:jc w:val="center"/>
              <w:rPr>
                <w:b/>
                <w:bCs/>
              </w:rPr>
            </w:pPr>
            <w:r w:rsidRPr="00190885">
              <w:t>федеральный бюджет</w:t>
            </w:r>
          </w:p>
        </w:tc>
        <w:tc>
          <w:tcPr>
            <w:tcW w:w="1418" w:type="dxa"/>
          </w:tcPr>
          <w:p w:rsidR="00211AFC" w:rsidRPr="00190885" w:rsidRDefault="00211AFC" w:rsidP="00F9512D">
            <w:pPr>
              <w:pStyle w:val="ConsPlusNormal0"/>
              <w:jc w:val="center"/>
            </w:pPr>
            <w:r w:rsidRPr="00190885">
              <w:t>краевой бюджет</w:t>
            </w:r>
          </w:p>
        </w:tc>
        <w:tc>
          <w:tcPr>
            <w:tcW w:w="1489" w:type="dxa"/>
          </w:tcPr>
          <w:p w:rsidR="00211AFC" w:rsidRPr="00190885" w:rsidRDefault="00211AFC" w:rsidP="00F9512D">
            <w:pPr>
              <w:jc w:val="center"/>
              <w:rPr>
                <w:b/>
                <w:bCs/>
              </w:rPr>
            </w:pPr>
            <w:r w:rsidRPr="00190885">
              <w:t>местный бюджет</w:t>
            </w:r>
          </w:p>
        </w:tc>
        <w:tc>
          <w:tcPr>
            <w:tcW w:w="2019" w:type="dxa"/>
          </w:tcPr>
          <w:p w:rsidR="00211AFC" w:rsidRPr="00190885" w:rsidRDefault="00211AFC" w:rsidP="00F9512D">
            <w:pPr>
              <w:jc w:val="center"/>
              <w:rPr>
                <w:b/>
                <w:bCs/>
              </w:rPr>
            </w:pPr>
            <w:r w:rsidRPr="00190885">
              <w:t>внебюджетные источники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5 861,1</w:t>
            </w:r>
          </w:p>
        </w:tc>
        <w:tc>
          <w:tcPr>
            <w:tcW w:w="1842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11AFC" w:rsidRPr="00190885" w:rsidRDefault="00211AFC" w:rsidP="004C1BE2">
            <w:pPr>
              <w:pStyle w:val="ConsPlusNormal0"/>
              <w:jc w:val="center"/>
            </w:pPr>
            <w:r>
              <w:t>5 861,1</w:t>
            </w:r>
          </w:p>
        </w:tc>
        <w:tc>
          <w:tcPr>
            <w:tcW w:w="201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211AFC" w:rsidRPr="00190885" w:rsidRDefault="00211AFC" w:rsidP="004C1BE2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5 861,1</w:t>
            </w:r>
          </w:p>
        </w:tc>
        <w:tc>
          <w:tcPr>
            <w:tcW w:w="1842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11AFC" w:rsidRPr="00190885" w:rsidRDefault="00211AFC" w:rsidP="004C1BE2">
            <w:pPr>
              <w:pStyle w:val="ConsPlusNormal0"/>
              <w:jc w:val="center"/>
            </w:pPr>
            <w:r>
              <w:t>5 861,1</w:t>
            </w:r>
          </w:p>
        </w:tc>
        <w:tc>
          <w:tcPr>
            <w:tcW w:w="201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11AFC" w:rsidRPr="008A6FA1">
        <w:tc>
          <w:tcPr>
            <w:tcW w:w="14560" w:type="dxa"/>
            <w:gridSpan w:val="6"/>
          </w:tcPr>
          <w:p w:rsidR="00211AFC" w:rsidRPr="00190885" w:rsidRDefault="00211AFC" w:rsidP="00F9512D">
            <w:pPr>
              <w:pStyle w:val="ConsPlusNormal0"/>
              <w:jc w:val="center"/>
            </w:pPr>
            <w:r w:rsidRPr="00190885">
              <w:t xml:space="preserve">расходы, связанные с реализацией проектов или программ 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pStyle w:val="ConsPlusNormal0"/>
            </w:pP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</w:p>
        </w:tc>
        <w:tc>
          <w:tcPr>
            <w:tcW w:w="1842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</w:p>
        </w:tc>
        <w:tc>
          <w:tcPr>
            <w:tcW w:w="148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</w:p>
        </w:tc>
        <w:tc>
          <w:tcPr>
            <w:tcW w:w="201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11AFC" w:rsidRPr="008A6FA1">
        <w:tc>
          <w:tcPr>
            <w:tcW w:w="14560" w:type="dxa"/>
            <w:gridSpan w:val="6"/>
          </w:tcPr>
          <w:p w:rsidR="00211AFC" w:rsidRPr="00190885" w:rsidRDefault="00211AFC" w:rsidP="00F9512D">
            <w:pPr>
              <w:pStyle w:val="ConsPlusNormal0"/>
              <w:jc w:val="center"/>
            </w:pPr>
            <w:r w:rsidRPr="00190885">
              <w:t>расходы, связанные с осуществлением капитальных вложений в объекты капитального строительства</w:t>
            </w:r>
          </w:p>
          <w:p w:rsidR="00211AFC" w:rsidRPr="00190885" w:rsidRDefault="00211AFC" w:rsidP="00F9512D">
            <w:pPr>
              <w:pStyle w:val="ConsPlusNormal0"/>
              <w:jc w:val="center"/>
            </w:pPr>
            <w:r w:rsidRPr="00190885">
              <w:t xml:space="preserve">муниципальной собственности </w:t>
            </w:r>
            <w:r>
              <w:t>Старотитаровского сельского поселения</w:t>
            </w:r>
            <w:r w:rsidRPr="00190885">
              <w:t xml:space="preserve"> Темрюкск</w:t>
            </w:r>
            <w:r>
              <w:t>ого</w:t>
            </w:r>
            <w:r w:rsidRPr="00190885">
              <w:t xml:space="preserve"> район</w:t>
            </w:r>
            <w:r>
              <w:t>а</w:t>
            </w:r>
            <w:r w:rsidRPr="00190885">
              <w:t xml:space="preserve"> 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pStyle w:val="ConsPlusNormal0"/>
            </w:pPr>
            <w:r>
              <w:t>2022 год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pStyle w:val="ConsPlusNormal0"/>
            </w:pPr>
          </w:p>
        </w:tc>
        <w:tc>
          <w:tcPr>
            <w:tcW w:w="1418" w:type="dxa"/>
          </w:tcPr>
          <w:p w:rsidR="00211AFC" w:rsidRPr="00190885" w:rsidRDefault="00211AFC" w:rsidP="00F9512D">
            <w:pPr>
              <w:pStyle w:val="ConsPlusNormal0"/>
            </w:pPr>
          </w:p>
        </w:tc>
        <w:tc>
          <w:tcPr>
            <w:tcW w:w="1842" w:type="dxa"/>
          </w:tcPr>
          <w:p w:rsidR="00211AFC" w:rsidRPr="00190885" w:rsidRDefault="00211AFC" w:rsidP="00F9512D">
            <w:pPr>
              <w:pStyle w:val="ConsPlusNormal0"/>
            </w:pPr>
          </w:p>
        </w:tc>
        <w:tc>
          <w:tcPr>
            <w:tcW w:w="1418" w:type="dxa"/>
          </w:tcPr>
          <w:p w:rsidR="00211AFC" w:rsidRPr="00190885" w:rsidRDefault="00211AFC" w:rsidP="00F9512D">
            <w:pPr>
              <w:pStyle w:val="ConsPlusNormal0"/>
            </w:pPr>
          </w:p>
        </w:tc>
        <w:tc>
          <w:tcPr>
            <w:tcW w:w="1489" w:type="dxa"/>
          </w:tcPr>
          <w:p w:rsidR="00211AFC" w:rsidRPr="00190885" w:rsidRDefault="00211AFC" w:rsidP="00F9512D">
            <w:pPr>
              <w:pStyle w:val="ConsPlusNormal0"/>
            </w:pPr>
          </w:p>
        </w:tc>
        <w:tc>
          <w:tcPr>
            <w:tcW w:w="2019" w:type="dxa"/>
          </w:tcPr>
          <w:p w:rsidR="00211AFC" w:rsidRPr="00190885" w:rsidRDefault="00211AFC" w:rsidP="00F9512D">
            <w:pPr>
              <w:pStyle w:val="ConsPlusNormal0"/>
            </w:pPr>
          </w:p>
        </w:tc>
      </w:tr>
      <w:tr w:rsidR="00211AFC" w:rsidRPr="008A6FA1">
        <w:tc>
          <w:tcPr>
            <w:tcW w:w="6374" w:type="dxa"/>
          </w:tcPr>
          <w:p w:rsidR="00211AFC" w:rsidRPr="00190885" w:rsidRDefault="00211AFC" w:rsidP="00F9512D">
            <w:pPr>
              <w:pStyle w:val="ConsPlusNormal0"/>
            </w:pPr>
            <w:r w:rsidRPr="00190885">
              <w:t>Всего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842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18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148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  <w:tc>
          <w:tcPr>
            <w:tcW w:w="2019" w:type="dxa"/>
            <w:vAlign w:val="center"/>
          </w:tcPr>
          <w:p w:rsidR="00211AFC" w:rsidRPr="00190885" w:rsidRDefault="00211AFC" w:rsidP="00F9512D">
            <w:pPr>
              <w:pStyle w:val="ConsPlusNormal0"/>
              <w:jc w:val="center"/>
            </w:pPr>
            <w:r>
              <w:t>0,0</w:t>
            </w:r>
          </w:p>
        </w:tc>
      </w:tr>
    </w:tbl>
    <w:p w:rsidR="00211AFC" w:rsidRDefault="00211AFC" w:rsidP="00694215"/>
    <w:p w:rsidR="00211AFC" w:rsidRDefault="00211AFC" w:rsidP="00694215"/>
    <w:p w:rsidR="00211AFC" w:rsidRDefault="00211AFC" w:rsidP="00694215"/>
    <w:p w:rsidR="00211AFC" w:rsidRDefault="00211AFC" w:rsidP="00694215">
      <w:r>
        <w:t>Заместитель главы</w:t>
      </w:r>
    </w:p>
    <w:p w:rsidR="00211AFC" w:rsidRDefault="00211AFC" w:rsidP="00694215">
      <w:r>
        <w:t>Старотитаровского сельского</w:t>
      </w:r>
    </w:p>
    <w:p w:rsidR="00211AFC" w:rsidRDefault="00211AFC" w:rsidP="00694215">
      <w:r>
        <w:t>поселения Темрюкского района                                                                                                                              Т.И. Опарина</w:t>
      </w:r>
    </w:p>
    <w:sectPr w:rsidR="00211AFC" w:rsidSect="0005555B">
      <w:headerReference w:type="default" r:id="rId7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AFC" w:rsidRDefault="00211AFC" w:rsidP="00EF6F81">
      <w:r>
        <w:separator/>
      </w:r>
    </w:p>
  </w:endnote>
  <w:endnote w:type="continuationSeparator" w:id="0">
    <w:p w:rsidR="00211AFC" w:rsidRDefault="00211AFC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AFC" w:rsidRDefault="00211AFC" w:rsidP="00EF6F81">
      <w:r>
        <w:separator/>
      </w:r>
    </w:p>
  </w:footnote>
  <w:footnote w:type="continuationSeparator" w:id="0">
    <w:p w:rsidR="00211AFC" w:rsidRDefault="00211AFC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AFC" w:rsidRDefault="00211AFC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171"/>
    <w:rsid w:val="00023F4D"/>
    <w:rsid w:val="00027470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56F82"/>
    <w:rsid w:val="000669A4"/>
    <w:rsid w:val="00067C9E"/>
    <w:rsid w:val="00073545"/>
    <w:rsid w:val="000740D2"/>
    <w:rsid w:val="00084E42"/>
    <w:rsid w:val="000926EC"/>
    <w:rsid w:val="000A3A2B"/>
    <w:rsid w:val="000A5167"/>
    <w:rsid w:val="000A76E2"/>
    <w:rsid w:val="000B0521"/>
    <w:rsid w:val="000B1D2D"/>
    <w:rsid w:val="000B3915"/>
    <w:rsid w:val="000B4AE6"/>
    <w:rsid w:val="000C1847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A38B0"/>
    <w:rsid w:val="001B20AE"/>
    <w:rsid w:val="001B3BE2"/>
    <w:rsid w:val="001B7870"/>
    <w:rsid w:val="001B7AD5"/>
    <w:rsid w:val="001C6397"/>
    <w:rsid w:val="001D080B"/>
    <w:rsid w:val="001D1214"/>
    <w:rsid w:val="001D28A6"/>
    <w:rsid w:val="001D4E9D"/>
    <w:rsid w:val="001D7910"/>
    <w:rsid w:val="001E468C"/>
    <w:rsid w:val="001E7209"/>
    <w:rsid w:val="001F4C0E"/>
    <w:rsid w:val="001F5CA2"/>
    <w:rsid w:val="001F7787"/>
    <w:rsid w:val="0020737A"/>
    <w:rsid w:val="0020790F"/>
    <w:rsid w:val="00211AFC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27577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6FB7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1B3D"/>
    <w:rsid w:val="002E291E"/>
    <w:rsid w:val="002E5323"/>
    <w:rsid w:val="002E62B4"/>
    <w:rsid w:val="00306055"/>
    <w:rsid w:val="00324FC7"/>
    <w:rsid w:val="00325B03"/>
    <w:rsid w:val="00326F04"/>
    <w:rsid w:val="003321AE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3467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121B"/>
    <w:rsid w:val="0046202F"/>
    <w:rsid w:val="00465E45"/>
    <w:rsid w:val="00467446"/>
    <w:rsid w:val="00470DA3"/>
    <w:rsid w:val="00472B1D"/>
    <w:rsid w:val="00476479"/>
    <w:rsid w:val="004816D5"/>
    <w:rsid w:val="00482C81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1BE2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377B"/>
    <w:rsid w:val="005450A9"/>
    <w:rsid w:val="00547264"/>
    <w:rsid w:val="00551202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6C5B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3CB2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471C3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4215"/>
    <w:rsid w:val="006976D8"/>
    <w:rsid w:val="00697A60"/>
    <w:rsid w:val="006C1CE0"/>
    <w:rsid w:val="006C4020"/>
    <w:rsid w:val="006C4C43"/>
    <w:rsid w:val="006C6075"/>
    <w:rsid w:val="006C707C"/>
    <w:rsid w:val="006D0695"/>
    <w:rsid w:val="006E70C7"/>
    <w:rsid w:val="006E7EDC"/>
    <w:rsid w:val="006F0022"/>
    <w:rsid w:val="006F2CE7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277"/>
    <w:rsid w:val="007321A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6CAC"/>
    <w:rsid w:val="007B77BF"/>
    <w:rsid w:val="007C014B"/>
    <w:rsid w:val="007C0819"/>
    <w:rsid w:val="007C0D6D"/>
    <w:rsid w:val="007C1B1B"/>
    <w:rsid w:val="007D1D37"/>
    <w:rsid w:val="007D7303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87DC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2B15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1D10"/>
    <w:rsid w:val="00953D8F"/>
    <w:rsid w:val="009558D2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1EDF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1FF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30FF"/>
    <w:rsid w:val="00A84785"/>
    <w:rsid w:val="00A8759B"/>
    <w:rsid w:val="00A94E42"/>
    <w:rsid w:val="00A96A8D"/>
    <w:rsid w:val="00A97F88"/>
    <w:rsid w:val="00AA0D84"/>
    <w:rsid w:val="00AA5C4B"/>
    <w:rsid w:val="00AA7594"/>
    <w:rsid w:val="00AB5854"/>
    <w:rsid w:val="00AB6C3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3685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0E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0367"/>
    <w:rsid w:val="00BA5003"/>
    <w:rsid w:val="00BA5B89"/>
    <w:rsid w:val="00BA76D6"/>
    <w:rsid w:val="00BA7AFB"/>
    <w:rsid w:val="00BB18D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2766"/>
    <w:rsid w:val="00C23387"/>
    <w:rsid w:val="00C25175"/>
    <w:rsid w:val="00C324FE"/>
    <w:rsid w:val="00C3292C"/>
    <w:rsid w:val="00C363A0"/>
    <w:rsid w:val="00C363A9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84AD5"/>
    <w:rsid w:val="00C902CD"/>
    <w:rsid w:val="00CA247E"/>
    <w:rsid w:val="00CA61D6"/>
    <w:rsid w:val="00CA63B2"/>
    <w:rsid w:val="00CA7148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167F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972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0F0C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6435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456"/>
    <w:rsid w:val="00FA1A72"/>
    <w:rsid w:val="00FA3840"/>
    <w:rsid w:val="00FA3F7C"/>
    <w:rsid w:val="00FB065A"/>
    <w:rsid w:val="00FC2799"/>
    <w:rsid w:val="00FD0C36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</w:pPr>
  </w:style>
  <w:style w:type="table" w:styleId="TableGrid">
    <w:name w:val="Table Grid"/>
    <w:basedOn w:val="TableNormal"/>
    <w:uiPriority w:val="99"/>
    <w:rsid w:val="00441A1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  <w:szCs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Courier New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bCs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auto"/>
    </w:rPr>
  </w:style>
  <w:style w:type="character" w:customStyle="1" w:styleId="a2">
    <w:name w:val="Активная гипертекстовая ссылка"/>
    <w:uiPriority w:val="99"/>
    <w:rsid w:val="00B946DD"/>
    <w:rPr>
      <w:color w:val="auto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63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2468</TotalTime>
  <Pages>4</Pages>
  <Words>585</Words>
  <Characters>3337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266</cp:revision>
  <cp:lastPrinted>2022-03-21T11:29:00Z</cp:lastPrinted>
  <dcterms:created xsi:type="dcterms:W3CDTF">2018-08-07T11:48:00Z</dcterms:created>
  <dcterms:modified xsi:type="dcterms:W3CDTF">2022-06-23T13:44:00Z</dcterms:modified>
</cp:coreProperties>
</file>