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05DF2" w:rsidRPr="00F945BC" w:rsidTr="00F945BC">
        <w:tc>
          <w:tcPr>
            <w:tcW w:w="8934" w:type="dxa"/>
          </w:tcPr>
          <w:p w:rsidR="00A05DF2" w:rsidRPr="00F945BC" w:rsidRDefault="00A05DF2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05DF2" w:rsidRPr="00EE5BAC" w:rsidRDefault="00A05DF2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№ 1</w:t>
            </w:r>
          </w:p>
          <w:p w:rsidR="00A05DF2" w:rsidRPr="00EE5BAC" w:rsidRDefault="00A05DF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05DF2" w:rsidRPr="00EE5BAC" w:rsidRDefault="00A05DF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05DF2" w:rsidRPr="00F945BC" w:rsidRDefault="00A05DF2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09.06.2022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101</w:t>
            </w:r>
          </w:p>
        </w:tc>
      </w:tr>
    </w:tbl>
    <w:p w:rsidR="00A05DF2" w:rsidRPr="00EE5BAC" w:rsidRDefault="00A05DF2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A05DF2" w:rsidRDefault="00A05DF2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A05DF2" w:rsidRPr="00EE5BAC" w:rsidRDefault="00A05DF2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A05DF2" w:rsidRPr="00EE5BAC" w:rsidRDefault="00A05DF2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A05DF2" w:rsidRDefault="00A05DF2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28.10.2021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227</w:t>
      </w:r>
    </w:p>
    <w:p w:rsidR="00A05DF2" w:rsidRDefault="00A05DF2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05DF2" w:rsidRDefault="00A05DF2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A05DF2" w:rsidRDefault="00A05DF2" w:rsidP="00BB769B">
      <w:pPr>
        <w:jc w:val="center"/>
        <w:rPr>
          <w:b/>
          <w:szCs w:val="28"/>
        </w:rPr>
      </w:pPr>
    </w:p>
    <w:p w:rsidR="00A05DF2" w:rsidRPr="00950972" w:rsidRDefault="00A05DF2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05DF2" w:rsidRDefault="00A05DF2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A05DF2" w:rsidRPr="00950972" w:rsidRDefault="00A05DF2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05DF2" w:rsidRPr="00855115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05DF2" w:rsidRPr="0096600F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A05DF2" w:rsidRPr="0096600F" w:rsidRDefault="00A05DF2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05DF2" w:rsidRPr="00E823BE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A05DF2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4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4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A05DF2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A05DF2" w:rsidRPr="00190885" w:rsidRDefault="00A05DF2" w:rsidP="00F9512D">
            <w:pPr>
              <w:rPr>
                <w:b/>
                <w:szCs w:val="28"/>
              </w:rPr>
            </w:pP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05DF2" w:rsidRPr="005F0511" w:rsidRDefault="00A05DF2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A05DF2" w:rsidRPr="00190885" w:rsidRDefault="00A05DF2" w:rsidP="00F9512D">
            <w:pPr>
              <w:rPr>
                <w:b/>
                <w:szCs w:val="28"/>
              </w:rPr>
            </w:pP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05DF2" w:rsidRDefault="00A05DF2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A05DF2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A05DF2" w:rsidRDefault="00A05DF2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A05DF2" w:rsidRPr="009F22D5" w:rsidRDefault="00A05DF2" w:rsidP="00F9512D">
            <w:pPr>
              <w:rPr>
                <w:szCs w:val="28"/>
              </w:rPr>
            </w:pP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05DF2" w:rsidRPr="000C3C23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05DF2" w:rsidRDefault="00A05DF2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A05DF2" w:rsidRDefault="00A05DF2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A05DF2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A05DF2" w:rsidRPr="000C3C23" w:rsidRDefault="00A05DF2" w:rsidP="00F9512D">
            <w:pPr>
              <w:rPr>
                <w:szCs w:val="28"/>
              </w:rPr>
            </w:pP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05DF2" w:rsidRPr="00A46A72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05DF2" w:rsidRPr="00A46A72" w:rsidRDefault="00A05DF2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05DF2" w:rsidRPr="00190885" w:rsidRDefault="00A05DF2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05DF2" w:rsidRPr="00190885" w:rsidRDefault="00A05DF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05DF2" w:rsidRPr="00190885" w:rsidRDefault="00A05DF2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05DF2" w:rsidRPr="00190885" w:rsidRDefault="00A05DF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05DF2" w:rsidRPr="00190885" w:rsidRDefault="00A05DF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05DF2" w:rsidRPr="00190885" w:rsidRDefault="00A05DF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2 008,4</w:t>
            </w:r>
          </w:p>
        </w:tc>
        <w:tc>
          <w:tcPr>
            <w:tcW w:w="1842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05DF2" w:rsidRPr="00190885" w:rsidRDefault="00A05DF2" w:rsidP="00E6636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2 008,4</w:t>
            </w:r>
          </w:p>
        </w:tc>
        <w:tc>
          <w:tcPr>
            <w:tcW w:w="201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05DF2" w:rsidRPr="00190885" w:rsidRDefault="00A05DF2" w:rsidP="00E6636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2 008,4</w:t>
            </w:r>
          </w:p>
        </w:tc>
        <w:tc>
          <w:tcPr>
            <w:tcW w:w="1842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05DF2" w:rsidRPr="00190885" w:rsidRDefault="00A05DF2" w:rsidP="00E6636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2 008,4</w:t>
            </w:r>
          </w:p>
        </w:tc>
        <w:tc>
          <w:tcPr>
            <w:tcW w:w="201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DF2" w:rsidRPr="008A6FA1" w:rsidTr="00F9512D">
        <w:tc>
          <w:tcPr>
            <w:tcW w:w="14560" w:type="dxa"/>
            <w:gridSpan w:val="6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DF2" w:rsidRPr="008A6FA1" w:rsidTr="00F9512D">
        <w:tc>
          <w:tcPr>
            <w:tcW w:w="14560" w:type="dxa"/>
            <w:gridSpan w:val="6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</w:p>
        </w:tc>
      </w:tr>
      <w:tr w:rsidR="00A05DF2" w:rsidRPr="008A6FA1" w:rsidTr="00F9512D">
        <w:tc>
          <w:tcPr>
            <w:tcW w:w="6374" w:type="dxa"/>
          </w:tcPr>
          <w:p w:rsidR="00A05DF2" w:rsidRPr="00190885" w:rsidRDefault="00A05DF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05DF2" w:rsidRPr="00190885" w:rsidRDefault="00A05DF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05DF2" w:rsidRDefault="00A05DF2" w:rsidP="001278F7">
      <w:pPr>
        <w:rPr>
          <w:szCs w:val="28"/>
        </w:rPr>
      </w:pPr>
    </w:p>
    <w:p w:rsidR="00A05DF2" w:rsidRDefault="00A05DF2" w:rsidP="001278F7">
      <w:pPr>
        <w:rPr>
          <w:szCs w:val="28"/>
        </w:rPr>
      </w:pPr>
      <w:r>
        <w:rPr>
          <w:szCs w:val="28"/>
        </w:rPr>
        <w:t xml:space="preserve">Заместитель главы </w:t>
      </w:r>
    </w:p>
    <w:p w:rsidR="00A05DF2" w:rsidRDefault="00A05DF2" w:rsidP="001278F7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A05DF2" w:rsidRDefault="00A05DF2" w:rsidP="00C7513F">
      <w:pPr>
        <w:rPr>
          <w:b/>
        </w:rPr>
      </w:pPr>
      <w:r>
        <w:t>поселения Темрюкского района                                                                                                                         Т.И. Опарина</w:t>
      </w:r>
    </w:p>
    <w:sectPr w:rsidR="00A05DF2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DF2" w:rsidRDefault="00A05DF2" w:rsidP="00EF6F81">
      <w:r>
        <w:separator/>
      </w:r>
    </w:p>
  </w:endnote>
  <w:endnote w:type="continuationSeparator" w:id="0">
    <w:p w:rsidR="00A05DF2" w:rsidRDefault="00A05DF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DF2" w:rsidRDefault="00A05DF2" w:rsidP="00EF6F81">
      <w:r>
        <w:separator/>
      </w:r>
    </w:p>
  </w:footnote>
  <w:footnote w:type="continuationSeparator" w:id="0">
    <w:p w:rsidR="00A05DF2" w:rsidRDefault="00A05DF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F2" w:rsidRDefault="00A05DF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F2" w:rsidRDefault="00A05DF2">
    <w:pPr>
      <w:pStyle w:val="Header"/>
      <w:jc w:val="center"/>
    </w:pPr>
  </w:p>
  <w:p w:rsidR="00A05DF2" w:rsidRDefault="00A05DF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05DF2" w:rsidRPr="00F945BC" w:rsidRDefault="00A05DF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2FD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34D1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41F9"/>
    <w:rsid w:val="000E5F26"/>
    <w:rsid w:val="000F0F3C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43BB"/>
    <w:rsid w:val="001157F7"/>
    <w:rsid w:val="00115920"/>
    <w:rsid w:val="001278F7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C415A"/>
    <w:rsid w:val="001D080B"/>
    <w:rsid w:val="001D1214"/>
    <w:rsid w:val="001D4E9D"/>
    <w:rsid w:val="001D73E4"/>
    <w:rsid w:val="001D7910"/>
    <w:rsid w:val="001E468C"/>
    <w:rsid w:val="001E7209"/>
    <w:rsid w:val="001F5CA2"/>
    <w:rsid w:val="001F7787"/>
    <w:rsid w:val="0020085B"/>
    <w:rsid w:val="00203948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511"/>
    <w:rsid w:val="005F42E6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38D"/>
    <w:rsid w:val="006976D8"/>
    <w:rsid w:val="00697A60"/>
    <w:rsid w:val="006A25A8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0BE5"/>
    <w:rsid w:val="007556E6"/>
    <w:rsid w:val="00756022"/>
    <w:rsid w:val="00757E14"/>
    <w:rsid w:val="00770883"/>
    <w:rsid w:val="00770AB8"/>
    <w:rsid w:val="007720DE"/>
    <w:rsid w:val="00774D0F"/>
    <w:rsid w:val="00782AE6"/>
    <w:rsid w:val="00783D2D"/>
    <w:rsid w:val="00783E9B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4742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4D69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64A5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5DF2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2CE2"/>
    <w:rsid w:val="00A96A8D"/>
    <w:rsid w:val="00AA0D84"/>
    <w:rsid w:val="00AA5C4B"/>
    <w:rsid w:val="00AA7594"/>
    <w:rsid w:val="00AB2205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B8B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969E3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13F"/>
    <w:rsid w:val="00C75A0B"/>
    <w:rsid w:val="00C75EAF"/>
    <w:rsid w:val="00C76645"/>
    <w:rsid w:val="00C769C5"/>
    <w:rsid w:val="00C8136C"/>
    <w:rsid w:val="00C97583"/>
    <w:rsid w:val="00CA247E"/>
    <w:rsid w:val="00CA61D6"/>
    <w:rsid w:val="00CA62EC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517A"/>
    <w:rsid w:val="00E17C37"/>
    <w:rsid w:val="00E21615"/>
    <w:rsid w:val="00E23571"/>
    <w:rsid w:val="00E24387"/>
    <w:rsid w:val="00E25D13"/>
    <w:rsid w:val="00E26841"/>
    <w:rsid w:val="00E31FF6"/>
    <w:rsid w:val="00E33916"/>
    <w:rsid w:val="00E35B8D"/>
    <w:rsid w:val="00E43186"/>
    <w:rsid w:val="00E5079C"/>
    <w:rsid w:val="00E57BE0"/>
    <w:rsid w:val="00E60BDE"/>
    <w:rsid w:val="00E64AB4"/>
    <w:rsid w:val="00E6543F"/>
    <w:rsid w:val="00E66360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2A35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F8D"/>
    <w:rsid w:val="00ED65F3"/>
    <w:rsid w:val="00ED6AB3"/>
    <w:rsid w:val="00ED794E"/>
    <w:rsid w:val="00EE5BAC"/>
    <w:rsid w:val="00EE6972"/>
    <w:rsid w:val="00EE7E4C"/>
    <w:rsid w:val="00EF5944"/>
    <w:rsid w:val="00EF687A"/>
    <w:rsid w:val="00EF6A40"/>
    <w:rsid w:val="00EF6F81"/>
    <w:rsid w:val="00F00398"/>
    <w:rsid w:val="00F00A4A"/>
    <w:rsid w:val="00F02AC2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18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2385</TotalTime>
  <Pages>3</Pages>
  <Words>581</Words>
  <Characters>3316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2022-06-09T12:19:00Z</dcterms:modified>
</cp:coreProperties>
</file>