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-106" w:type="dxa"/>
        <w:tblLayout w:type="fixed"/>
        <w:tblLook w:val="00A0"/>
      </w:tblPr>
      <w:tblGrid>
        <w:gridCol w:w="8934"/>
        <w:gridCol w:w="5525"/>
      </w:tblGrid>
      <w:tr w:rsidR="007E3033" w:rsidRPr="00F945BC">
        <w:tc>
          <w:tcPr>
            <w:tcW w:w="8934" w:type="dxa"/>
          </w:tcPr>
          <w:p w:rsidR="007E3033" w:rsidRPr="00F945BC" w:rsidRDefault="007E3033" w:rsidP="00F945BC">
            <w:pPr>
              <w:suppressAutoHyphens/>
              <w:jc w:val="center"/>
              <w:rPr>
                <w:kern w:val="1"/>
                <w:lang w:eastAsia="zh-CN"/>
              </w:rPr>
            </w:pPr>
          </w:p>
        </w:tc>
        <w:tc>
          <w:tcPr>
            <w:tcW w:w="5525" w:type="dxa"/>
          </w:tcPr>
          <w:p w:rsidR="007E3033" w:rsidRPr="00EE5BAC" w:rsidRDefault="007E3033" w:rsidP="00050191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1</w:t>
            </w:r>
          </w:p>
          <w:p w:rsidR="007E3033" w:rsidRPr="00EE5BAC" w:rsidRDefault="007E3033" w:rsidP="00050191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7E3033" w:rsidRPr="00EE5BAC" w:rsidRDefault="007E3033" w:rsidP="00050191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7E3033" w:rsidRPr="00EE5BAC" w:rsidRDefault="007E3033" w:rsidP="00050191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 xml:space="preserve">от </w:t>
            </w:r>
            <w:r>
              <w:rPr>
                <w:kern w:val="1"/>
                <w:lang w:eastAsia="zh-CN"/>
              </w:rPr>
              <w:t xml:space="preserve">02.02.2022 г. </w:t>
            </w:r>
            <w:r w:rsidRPr="00EE5BAC">
              <w:rPr>
                <w:kern w:val="1"/>
                <w:lang w:eastAsia="zh-CN"/>
              </w:rPr>
              <w:t>№</w:t>
            </w:r>
            <w:r>
              <w:rPr>
                <w:kern w:val="1"/>
                <w:lang w:eastAsia="zh-CN"/>
              </w:rPr>
              <w:t xml:space="preserve"> 10</w:t>
            </w:r>
          </w:p>
          <w:p w:rsidR="007E3033" w:rsidRPr="00EE5BAC" w:rsidRDefault="007E3033" w:rsidP="00B86C1B">
            <w:pPr>
              <w:suppressAutoHyphens/>
              <w:ind w:left="5670" w:right="-246"/>
              <w:jc w:val="right"/>
              <w:rPr>
                <w:kern w:val="1"/>
                <w:lang w:eastAsia="zh-CN"/>
              </w:rPr>
            </w:pPr>
          </w:p>
          <w:p w:rsidR="007E3033" w:rsidRDefault="007E3033" w:rsidP="00A303C3">
            <w:pPr>
              <w:suppressAutoHyphens/>
              <w:jc w:val="right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УТВЕРЖДЕНА</w:t>
            </w:r>
          </w:p>
          <w:p w:rsidR="007E3033" w:rsidRDefault="007E3033" w:rsidP="00A303C3">
            <w:pPr>
              <w:suppressAutoHyphens/>
              <w:jc w:val="right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 xml:space="preserve">постановлением администрации Старотитаровского сельского поселения </w:t>
            </w:r>
          </w:p>
          <w:p w:rsidR="007E3033" w:rsidRDefault="007E3033" w:rsidP="00A303C3">
            <w:pPr>
              <w:suppressAutoHyphens/>
              <w:jc w:val="right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Темрюкского района</w:t>
            </w:r>
          </w:p>
          <w:p w:rsidR="007E3033" w:rsidRDefault="007E3033" w:rsidP="00A303C3">
            <w:pPr>
              <w:suppressAutoHyphens/>
              <w:ind w:right="-246"/>
              <w:jc w:val="center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 xml:space="preserve">                                   от 28.10.2021 г. № 215</w:t>
            </w:r>
          </w:p>
          <w:p w:rsidR="007E3033" w:rsidRPr="00F945BC" w:rsidRDefault="007E3033" w:rsidP="00B86C1B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</w:p>
        </w:tc>
      </w:tr>
    </w:tbl>
    <w:p w:rsidR="007E3033" w:rsidRDefault="007E3033" w:rsidP="001157F7">
      <w:pPr>
        <w:jc w:val="center"/>
        <w:rPr>
          <w:b/>
          <w:bCs/>
        </w:rPr>
      </w:pPr>
      <w:r w:rsidRPr="00BB769B">
        <w:rPr>
          <w:b/>
          <w:bCs/>
        </w:rPr>
        <w:t xml:space="preserve">Муниципальная программа </w:t>
      </w:r>
    </w:p>
    <w:p w:rsidR="007E3033" w:rsidRPr="009931E8" w:rsidRDefault="007E3033" w:rsidP="00702AAE">
      <w:pPr>
        <w:jc w:val="center"/>
        <w:rPr>
          <w:b/>
          <w:bCs/>
        </w:rPr>
      </w:pPr>
      <w:r>
        <w:rPr>
          <w:b/>
          <w:bCs/>
        </w:rPr>
        <w:t xml:space="preserve">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E3033" w:rsidRDefault="007E3033" w:rsidP="00BB769B">
      <w:pPr>
        <w:jc w:val="center"/>
        <w:rPr>
          <w:b/>
          <w:bCs/>
        </w:rPr>
      </w:pPr>
    </w:p>
    <w:p w:rsidR="007E3033" w:rsidRPr="00950972" w:rsidRDefault="007E3033" w:rsidP="00BB769B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50972">
        <w:rPr>
          <w:b/>
          <w:bCs/>
        </w:rPr>
        <w:t>ПАСПОРТ</w:t>
      </w:r>
    </w:p>
    <w:p w:rsidR="007E3033" w:rsidRPr="009931E8" w:rsidRDefault="007E3033" w:rsidP="00702AAE">
      <w:pPr>
        <w:jc w:val="center"/>
        <w:rPr>
          <w:b/>
          <w:bCs/>
        </w:rPr>
      </w:pPr>
      <w:r w:rsidRPr="00950972">
        <w:rPr>
          <w:b/>
          <w:bCs/>
        </w:rPr>
        <w:t xml:space="preserve">муниципальной программы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7E3033" w:rsidRPr="008A6FA1">
        <w:tc>
          <w:tcPr>
            <w:tcW w:w="6374" w:type="dxa"/>
          </w:tcPr>
          <w:p w:rsidR="007E3033" w:rsidRPr="00190885" w:rsidRDefault="007E3033" w:rsidP="00F9512D">
            <w:pPr>
              <w:rPr>
                <w:b/>
                <w:bCs/>
              </w:rPr>
            </w:pPr>
            <w:r w:rsidRPr="00190885"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E3033" w:rsidRPr="00855115" w:rsidRDefault="007E3033" w:rsidP="00F9512D">
            <w:r>
              <w:t>Заместитель главы Старотитаровского сельского поселения Темрюкского района</w:t>
            </w:r>
          </w:p>
        </w:tc>
      </w:tr>
      <w:tr w:rsidR="007E3033" w:rsidRPr="008A6FA1">
        <w:tc>
          <w:tcPr>
            <w:tcW w:w="6374" w:type="dxa"/>
          </w:tcPr>
          <w:p w:rsidR="007E3033" w:rsidRPr="00190885" w:rsidRDefault="007E3033" w:rsidP="00F9512D">
            <w:pPr>
              <w:rPr>
                <w:b/>
                <w:bCs/>
              </w:rPr>
            </w:pPr>
            <w:r w:rsidRPr="00190885"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E3033" w:rsidRPr="0096600F" w:rsidRDefault="007E3033" w:rsidP="00702AAE">
            <w:r>
              <w:t>не предусмотрено</w:t>
            </w:r>
          </w:p>
        </w:tc>
      </w:tr>
      <w:tr w:rsidR="007E3033" w:rsidRPr="008A6FA1">
        <w:tc>
          <w:tcPr>
            <w:tcW w:w="6374" w:type="dxa"/>
          </w:tcPr>
          <w:p w:rsidR="007E3033" w:rsidRPr="00190885" w:rsidRDefault="007E3033" w:rsidP="00F9512D">
            <w:pPr>
              <w:rPr>
                <w:b/>
                <w:bCs/>
              </w:rPr>
            </w:pPr>
            <w:r w:rsidRPr="00190885"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E3033" w:rsidRPr="00190885" w:rsidRDefault="007E3033" w:rsidP="00F9512D">
            <w:pPr>
              <w:rPr>
                <w:b/>
                <w:bCs/>
              </w:rPr>
            </w:pPr>
            <w:r w:rsidRPr="00B64B51">
              <w:t>Администрация Старотитаровского сельског</w:t>
            </w:r>
            <w:r>
              <w:t>о поселения Темрюкского района</w:t>
            </w:r>
          </w:p>
        </w:tc>
      </w:tr>
      <w:tr w:rsidR="007E3033" w:rsidRPr="008A6FA1">
        <w:tc>
          <w:tcPr>
            <w:tcW w:w="6374" w:type="dxa"/>
          </w:tcPr>
          <w:p w:rsidR="007E3033" w:rsidRPr="00190885" w:rsidRDefault="007E3033" w:rsidP="00F9512D">
            <w:pPr>
              <w:rPr>
                <w:b/>
                <w:bCs/>
              </w:rPr>
            </w:pPr>
            <w:r w:rsidRPr="00190885"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E3033" w:rsidRPr="00E823BE" w:rsidRDefault="007E3033" w:rsidP="00F9512D">
            <w:r w:rsidRPr="00E823BE">
              <w:t xml:space="preserve">1. </w:t>
            </w:r>
            <w:r>
              <w:t xml:space="preserve">Подпрограмма </w:t>
            </w:r>
            <w:r w:rsidRPr="00525789">
              <w:t xml:space="preserve">«Обеспечение деятельности муниципального </w:t>
            </w:r>
            <w:r>
              <w:t>бюджетного</w:t>
            </w:r>
            <w:r w:rsidRPr="00525789">
              <w:t xml:space="preserve"> учреждения «Организация системы благоустройства»»</w:t>
            </w:r>
            <w:r>
              <w:t>;</w:t>
            </w:r>
          </w:p>
          <w:p w:rsidR="007E3033" w:rsidRPr="00E823BE" w:rsidRDefault="007E3033" w:rsidP="002E3210">
            <w:r w:rsidRPr="00E823BE">
              <w:t>2. Подпрограмма</w:t>
            </w:r>
            <w: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района»;</w:t>
            </w:r>
          </w:p>
          <w:p w:rsidR="007E3033" w:rsidRPr="00525789" w:rsidRDefault="007E3033" w:rsidP="00702AAE">
            <w:r>
              <w:t xml:space="preserve">3. </w:t>
            </w:r>
            <w:r w:rsidRPr="00E823BE">
              <w:t>Подпрограмма</w:t>
            </w:r>
            <w:r>
              <w:t xml:space="preserve"> </w:t>
            </w:r>
            <w:r w:rsidRPr="00702AAE">
              <w:t>«Организация уличного освещения Старотитаровского сельского поселения Темрюкского района»</w:t>
            </w:r>
          </w:p>
          <w:p w:rsidR="007E3033" w:rsidRPr="00190885" w:rsidRDefault="007E3033" w:rsidP="00702AAE">
            <w:pPr>
              <w:rPr>
                <w:b/>
                <w:bCs/>
              </w:rPr>
            </w:pPr>
          </w:p>
        </w:tc>
      </w:tr>
      <w:tr w:rsidR="007E3033" w:rsidRPr="008A6FA1">
        <w:tc>
          <w:tcPr>
            <w:tcW w:w="6374" w:type="dxa"/>
          </w:tcPr>
          <w:p w:rsidR="007E3033" w:rsidRPr="00190885" w:rsidRDefault="007E3033" w:rsidP="00F9512D">
            <w:pPr>
              <w:rPr>
                <w:b/>
                <w:bCs/>
              </w:rPr>
            </w:pPr>
            <w:r w:rsidRPr="00190885"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E3033" w:rsidRDefault="007E3033" w:rsidP="00496751">
            <w:r>
              <w:t>повышение уровня внешнего благоустройства и санитарного содержания территории поселения</w:t>
            </w:r>
          </w:p>
          <w:p w:rsidR="007E3033" w:rsidRPr="00190885" w:rsidRDefault="007E3033" w:rsidP="002F7200">
            <w:pPr>
              <w:rPr>
                <w:b/>
                <w:bCs/>
              </w:rPr>
            </w:pPr>
          </w:p>
        </w:tc>
      </w:tr>
      <w:tr w:rsidR="007E3033" w:rsidRPr="008A6FA1">
        <w:tc>
          <w:tcPr>
            <w:tcW w:w="6374" w:type="dxa"/>
          </w:tcPr>
          <w:p w:rsidR="007E3033" w:rsidRPr="00190885" w:rsidRDefault="007E3033" w:rsidP="00F9512D">
            <w:pPr>
              <w:rPr>
                <w:b/>
                <w:bCs/>
              </w:rPr>
            </w:pPr>
            <w:r w:rsidRPr="00190885"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E3033" w:rsidRDefault="007E3033" w:rsidP="00DA510A">
            <w:r>
              <w:t>- с</w:t>
            </w:r>
            <w:r w:rsidRPr="00B730DE"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t>;</w:t>
            </w:r>
          </w:p>
          <w:p w:rsidR="007E3033" w:rsidRDefault="007E3033" w:rsidP="00DA510A">
            <w: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7E3033" w:rsidRDefault="007E3033" w:rsidP="00B10FF8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Pr="00B812D4">
              <w:rPr>
                <w:color w:val="1E1E1E"/>
                <w:lang w:eastAsia="ru-RU"/>
              </w:rPr>
              <w:t>организация экономически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lang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lang w:eastAsia="ru-RU"/>
              </w:rPr>
              <w:t>Темрюкского района, отвечающей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современным экологическим,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и создающей безопасные и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населения</w:t>
            </w:r>
          </w:p>
          <w:p w:rsidR="007E3033" w:rsidRPr="009F22D5" w:rsidRDefault="007E3033" w:rsidP="00F9512D"/>
        </w:tc>
      </w:tr>
      <w:tr w:rsidR="007E3033" w:rsidRPr="008A6FA1">
        <w:tc>
          <w:tcPr>
            <w:tcW w:w="6374" w:type="dxa"/>
          </w:tcPr>
          <w:p w:rsidR="007E3033" w:rsidRPr="00190885" w:rsidRDefault="007E3033" w:rsidP="00F9512D">
            <w:pPr>
              <w:rPr>
                <w:b/>
                <w:bCs/>
              </w:rPr>
            </w:pPr>
            <w:r w:rsidRPr="00190885"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7E3033" w:rsidRPr="000C3C23" w:rsidRDefault="007E3033" w:rsidP="00F9512D">
            <w:r>
              <w:t>не предусмотрено</w:t>
            </w:r>
          </w:p>
        </w:tc>
      </w:tr>
      <w:tr w:rsidR="007E3033" w:rsidRPr="008A6FA1">
        <w:tc>
          <w:tcPr>
            <w:tcW w:w="6374" w:type="dxa"/>
          </w:tcPr>
          <w:p w:rsidR="007E3033" w:rsidRPr="00190885" w:rsidRDefault="007E3033" w:rsidP="00F9512D">
            <w:pPr>
              <w:rPr>
                <w:b/>
                <w:bCs/>
              </w:rPr>
            </w:pPr>
            <w:r w:rsidRPr="00190885"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E3033" w:rsidRDefault="007E3033" w:rsidP="00DA510A">
            <w:r>
              <w:t>- о</w:t>
            </w:r>
            <w:r w:rsidRPr="00BB0C38">
              <w:t>тлов и иммобилизация безнадзорных животных</w:t>
            </w:r>
            <w:r>
              <w:t>;</w:t>
            </w:r>
          </w:p>
          <w:p w:rsidR="007E3033" w:rsidRDefault="007E3033" w:rsidP="00DA510A">
            <w:r>
              <w:t>- количество мероприятий по д</w:t>
            </w:r>
            <w:r w:rsidRPr="00BB0C38">
              <w:t>ератизация</w:t>
            </w:r>
            <w:r>
              <w:t>;</w:t>
            </w:r>
          </w:p>
          <w:p w:rsidR="007E3033" w:rsidRDefault="007E3033" w:rsidP="00DA510A">
            <w:r>
              <w:t>- п</w:t>
            </w:r>
            <w:r w:rsidRPr="003F64AD">
              <w:t>осев газонной травы в сквере по ул.</w:t>
            </w:r>
            <w:r>
              <w:t xml:space="preserve"> </w:t>
            </w:r>
            <w:r w:rsidRPr="003F64AD">
              <w:t xml:space="preserve">Ленина </w:t>
            </w:r>
            <w:r>
              <w:t>с предварительными работам;</w:t>
            </w:r>
          </w:p>
          <w:p w:rsidR="007E3033" w:rsidRDefault="007E3033" w:rsidP="00DA510A">
            <w:r>
              <w:t>- посадка зеленых насаждений;</w:t>
            </w:r>
          </w:p>
          <w:p w:rsidR="007E3033" w:rsidRDefault="007E3033" w:rsidP="00DA510A">
            <w:r>
              <w:t>- приобретение</w:t>
            </w:r>
            <w:r w:rsidRPr="003F64AD">
              <w:t xml:space="preserve"> </w:t>
            </w:r>
            <w:r>
              <w:t>к</w:t>
            </w:r>
            <w:r w:rsidRPr="00510A00">
              <w:t>раск</w:t>
            </w:r>
            <w:r>
              <w:t>и</w:t>
            </w:r>
            <w:r w:rsidRPr="00510A00">
              <w:t xml:space="preserve"> для остановочных пунктов</w:t>
            </w:r>
            <w:r>
              <w:t>;</w:t>
            </w:r>
          </w:p>
          <w:p w:rsidR="007E3033" w:rsidRDefault="007E3033" w:rsidP="00DA510A">
            <w:r>
              <w:t>- к</w:t>
            </w:r>
            <w:r w:rsidRPr="00510A00">
              <w:t>оммунальное обеспечение</w:t>
            </w:r>
            <w:r>
              <w:t xml:space="preserve"> </w:t>
            </w:r>
            <w:r w:rsidRPr="00510A00">
              <w:t>Мемориала Боевой славы</w:t>
            </w:r>
            <w:r>
              <w:t>;</w:t>
            </w:r>
          </w:p>
          <w:p w:rsidR="007E3033" w:rsidRDefault="007E3033" w:rsidP="00DA510A">
            <w:r>
              <w:t xml:space="preserve">- техническое обслуживание </w:t>
            </w:r>
            <w:r w:rsidRPr="00510A00">
              <w:t>Мемориала Боевой славы</w:t>
            </w:r>
            <w:r>
              <w:t>;</w:t>
            </w:r>
          </w:p>
          <w:p w:rsidR="007E3033" w:rsidRDefault="007E3033" w:rsidP="00DA510A">
            <w:r>
              <w:t>- з</w:t>
            </w:r>
            <w:r w:rsidRPr="00627996">
              <w:t xml:space="preserve">амена светильников </w:t>
            </w:r>
            <w:r>
              <w:t xml:space="preserve">и ламп </w:t>
            </w:r>
            <w:r w:rsidRPr="00627996">
              <w:t>уличного освещения</w:t>
            </w:r>
            <w:r>
              <w:t>;</w:t>
            </w:r>
          </w:p>
          <w:p w:rsidR="007E3033" w:rsidRDefault="007E3033" w:rsidP="00DA510A">
            <w:r>
              <w:t>- мероприятия по р</w:t>
            </w:r>
            <w:r w:rsidRPr="00627996">
              <w:t>емонт</w:t>
            </w:r>
            <w:r>
              <w:t>у</w:t>
            </w:r>
            <w:r w:rsidRPr="00627996">
              <w:t xml:space="preserve"> уличных сетей</w:t>
            </w:r>
            <w:r>
              <w:t>;</w:t>
            </w:r>
          </w:p>
          <w:p w:rsidR="007E3033" w:rsidRDefault="007E3033" w:rsidP="00DA510A">
            <w:r>
              <w:t>- приобретение р</w:t>
            </w:r>
            <w:r w:rsidRPr="00627996">
              <w:t>асходны</w:t>
            </w:r>
            <w:r>
              <w:t>х</w:t>
            </w:r>
            <w:r w:rsidRPr="00627996">
              <w:t xml:space="preserve"> ма</w:t>
            </w:r>
            <w:r>
              <w:t>т</w:t>
            </w:r>
            <w:r w:rsidRPr="00627996">
              <w:t>ериал</w:t>
            </w:r>
            <w:r>
              <w:t>ов</w:t>
            </w:r>
            <w:r w:rsidRPr="00627996">
              <w:t xml:space="preserve"> (клип-зажм, патрон фарфоровый, пускатель)</w:t>
            </w:r>
            <w:r>
              <w:t>;</w:t>
            </w:r>
          </w:p>
          <w:p w:rsidR="007E3033" w:rsidRDefault="007E3033" w:rsidP="00DA510A">
            <w:r>
              <w:t>- содержание мест захоронения;</w:t>
            </w:r>
          </w:p>
          <w:p w:rsidR="007E3033" w:rsidRDefault="007E3033" w:rsidP="00DA510A">
            <w:r>
              <w:t>- расчистка существующего водоотводного канала, проходящего по территории балки «Бакай» в границах пер. Зеленый, пер. Красноармейский;</w:t>
            </w:r>
          </w:p>
          <w:p w:rsidR="007E3033" w:rsidRDefault="007E3033" w:rsidP="00DA510A">
            <w:r>
              <w:t xml:space="preserve">- </w:t>
            </w:r>
            <w:r w:rsidRPr="00AA5F98">
              <w:t>объем исполнения годового плана бюджетных ассигнований</w:t>
            </w:r>
          </w:p>
          <w:p w:rsidR="007E3033" w:rsidRPr="000C3C23" w:rsidRDefault="007E3033" w:rsidP="00496751"/>
        </w:tc>
      </w:tr>
      <w:tr w:rsidR="007E3033" w:rsidRPr="008A6FA1">
        <w:tc>
          <w:tcPr>
            <w:tcW w:w="6374" w:type="dxa"/>
          </w:tcPr>
          <w:p w:rsidR="007E3033" w:rsidRPr="00190885" w:rsidRDefault="007E3033" w:rsidP="00F9512D">
            <w:pPr>
              <w:rPr>
                <w:b/>
                <w:bCs/>
              </w:rPr>
            </w:pPr>
            <w:r w:rsidRPr="00190885"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E3033" w:rsidRPr="00A46A72" w:rsidRDefault="007E3033" w:rsidP="00F9512D">
            <w:r>
              <w:t>не предусмотрено</w:t>
            </w:r>
          </w:p>
        </w:tc>
      </w:tr>
      <w:tr w:rsidR="007E3033" w:rsidRPr="008A6FA1">
        <w:tc>
          <w:tcPr>
            <w:tcW w:w="6374" w:type="dxa"/>
          </w:tcPr>
          <w:p w:rsidR="007E3033" w:rsidRPr="00190885" w:rsidRDefault="007E3033" w:rsidP="00F9512D">
            <w:pPr>
              <w:rPr>
                <w:b/>
                <w:bCs/>
              </w:rPr>
            </w:pPr>
            <w:r w:rsidRPr="00190885"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E3033" w:rsidRPr="00A46A72" w:rsidRDefault="007E3033" w:rsidP="00F9512D">
            <w:r>
              <w:t>2022 год</w:t>
            </w:r>
          </w:p>
        </w:tc>
      </w:tr>
      <w:tr w:rsidR="007E3033" w:rsidRPr="008A6FA1">
        <w:tc>
          <w:tcPr>
            <w:tcW w:w="6374" w:type="dxa"/>
          </w:tcPr>
          <w:p w:rsidR="007E3033" w:rsidRPr="00190885" w:rsidRDefault="007E3033" w:rsidP="00F9512D">
            <w:r w:rsidRPr="00190885"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E3033" w:rsidRPr="00190885" w:rsidRDefault="007E3033" w:rsidP="00F9512D">
            <w:pPr>
              <w:jc w:val="center"/>
            </w:pPr>
            <w:r w:rsidRPr="00190885">
              <w:t>всего</w:t>
            </w:r>
          </w:p>
        </w:tc>
        <w:tc>
          <w:tcPr>
            <w:tcW w:w="6768" w:type="dxa"/>
            <w:gridSpan w:val="4"/>
          </w:tcPr>
          <w:p w:rsidR="007E3033" w:rsidRPr="00190885" w:rsidRDefault="007E3033" w:rsidP="00F9512D">
            <w:pPr>
              <w:jc w:val="center"/>
              <w:rPr>
                <w:b/>
                <w:bCs/>
              </w:rPr>
            </w:pPr>
            <w:r w:rsidRPr="00190885">
              <w:t>в разрезе источников финансирования</w:t>
            </w:r>
          </w:p>
        </w:tc>
      </w:tr>
      <w:tr w:rsidR="007E3033" w:rsidRPr="008A6FA1">
        <w:tc>
          <w:tcPr>
            <w:tcW w:w="6374" w:type="dxa"/>
          </w:tcPr>
          <w:p w:rsidR="007E3033" w:rsidRPr="00190885" w:rsidRDefault="007E3033" w:rsidP="00F9512D">
            <w:r w:rsidRPr="00190885">
              <w:t>Годы реализации</w:t>
            </w:r>
          </w:p>
        </w:tc>
        <w:tc>
          <w:tcPr>
            <w:tcW w:w="1418" w:type="dxa"/>
            <w:vMerge/>
          </w:tcPr>
          <w:p w:rsidR="007E3033" w:rsidRPr="00190885" w:rsidRDefault="007E3033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7E3033" w:rsidRPr="00190885" w:rsidRDefault="007E3033" w:rsidP="00F9512D">
            <w:pPr>
              <w:jc w:val="center"/>
              <w:rPr>
                <w:b/>
                <w:bCs/>
              </w:rPr>
            </w:pPr>
            <w:r w:rsidRPr="00190885">
              <w:t>федеральный бюджет</w:t>
            </w:r>
          </w:p>
        </w:tc>
        <w:tc>
          <w:tcPr>
            <w:tcW w:w="1418" w:type="dxa"/>
          </w:tcPr>
          <w:p w:rsidR="007E3033" w:rsidRPr="00190885" w:rsidRDefault="007E3033" w:rsidP="00F9512D">
            <w:pPr>
              <w:pStyle w:val="ConsPlusNormal0"/>
              <w:jc w:val="center"/>
            </w:pPr>
            <w:r w:rsidRPr="00190885">
              <w:t>краевой бюджет</w:t>
            </w:r>
          </w:p>
        </w:tc>
        <w:tc>
          <w:tcPr>
            <w:tcW w:w="1489" w:type="dxa"/>
          </w:tcPr>
          <w:p w:rsidR="007E3033" w:rsidRPr="00190885" w:rsidRDefault="007E3033" w:rsidP="00F9512D">
            <w:pPr>
              <w:jc w:val="center"/>
              <w:rPr>
                <w:b/>
                <w:bCs/>
              </w:rPr>
            </w:pPr>
            <w:r w:rsidRPr="00190885">
              <w:t>местный бюджет</w:t>
            </w:r>
          </w:p>
        </w:tc>
        <w:tc>
          <w:tcPr>
            <w:tcW w:w="2019" w:type="dxa"/>
          </w:tcPr>
          <w:p w:rsidR="007E3033" w:rsidRPr="00190885" w:rsidRDefault="007E3033" w:rsidP="00F9512D">
            <w:pPr>
              <w:jc w:val="center"/>
              <w:rPr>
                <w:b/>
                <w:bCs/>
              </w:rPr>
            </w:pPr>
            <w:r w:rsidRPr="00190885">
              <w:t>внебюджетные источники</w:t>
            </w:r>
          </w:p>
        </w:tc>
      </w:tr>
      <w:tr w:rsidR="007E3033" w:rsidRPr="008A6FA1">
        <w:tc>
          <w:tcPr>
            <w:tcW w:w="6374" w:type="dxa"/>
          </w:tcPr>
          <w:p w:rsidR="007E3033" w:rsidRPr="00190885" w:rsidRDefault="007E3033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7E3033" w:rsidRPr="00190885" w:rsidRDefault="007E3033" w:rsidP="00F9512D">
            <w:pPr>
              <w:pStyle w:val="ConsPlusNormal0"/>
              <w:jc w:val="center"/>
            </w:pPr>
            <w:r>
              <w:t>12 452,3</w:t>
            </w:r>
          </w:p>
        </w:tc>
        <w:tc>
          <w:tcPr>
            <w:tcW w:w="1842" w:type="dxa"/>
            <w:vAlign w:val="center"/>
          </w:tcPr>
          <w:p w:rsidR="007E3033" w:rsidRPr="00190885" w:rsidRDefault="007E303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7E3033" w:rsidRPr="00190885" w:rsidRDefault="007E303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7E3033" w:rsidRPr="00190885" w:rsidRDefault="007E3033" w:rsidP="00C37B6D">
            <w:pPr>
              <w:pStyle w:val="ConsPlusNormal0"/>
              <w:jc w:val="center"/>
            </w:pPr>
            <w:r>
              <w:t>12 452,3</w:t>
            </w:r>
          </w:p>
        </w:tc>
        <w:tc>
          <w:tcPr>
            <w:tcW w:w="2019" w:type="dxa"/>
            <w:vAlign w:val="center"/>
          </w:tcPr>
          <w:p w:rsidR="007E3033" w:rsidRPr="00190885" w:rsidRDefault="007E3033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7E3033" w:rsidRPr="008A6FA1">
        <w:tc>
          <w:tcPr>
            <w:tcW w:w="6374" w:type="dxa"/>
          </w:tcPr>
          <w:p w:rsidR="007E3033" w:rsidRPr="00190885" w:rsidRDefault="007E3033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7E3033" w:rsidRPr="00190885" w:rsidRDefault="007E3033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7E3033" w:rsidRPr="00190885" w:rsidRDefault="007E3033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7E3033" w:rsidRPr="00190885" w:rsidRDefault="007E3033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7E3033" w:rsidRPr="00190885" w:rsidRDefault="007E3033" w:rsidP="00C37B6D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7E3033" w:rsidRPr="00190885" w:rsidRDefault="007E3033" w:rsidP="00F9512D">
            <w:pPr>
              <w:pStyle w:val="ConsPlusNormal0"/>
              <w:jc w:val="center"/>
            </w:pPr>
          </w:p>
        </w:tc>
      </w:tr>
      <w:tr w:rsidR="007E3033" w:rsidRPr="008A6FA1">
        <w:tc>
          <w:tcPr>
            <w:tcW w:w="6374" w:type="dxa"/>
          </w:tcPr>
          <w:p w:rsidR="007E3033" w:rsidRPr="00190885" w:rsidRDefault="007E3033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7E3033" w:rsidRPr="00190885" w:rsidRDefault="007E3033" w:rsidP="00F9512D">
            <w:pPr>
              <w:pStyle w:val="ConsPlusNormal0"/>
              <w:jc w:val="center"/>
            </w:pPr>
            <w:r>
              <w:t>12 452,3</w:t>
            </w:r>
          </w:p>
        </w:tc>
        <w:tc>
          <w:tcPr>
            <w:tcW w:w="1842" w:type="dxa"/>
            <w:vAlign w:val="center"/>
          </w:tcPr>
          <w:p w:rsidR="007E3033" w:rsidRPr="00190885" w:rsidRDefault="007E303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7E3033" w:rsidRPr="00190885" w:rsidRDefault="007E303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7E3033" w:rsidRPr="00190885" w:rsidRDefault="007E3033" w:rsidP="00C37B6D">
            <w:pPr>
              <w:pStyle w:val="ConsPlusNormal0"/>
              <w:jc w:val="center"/>
            </w:pPr>
            <w:r>
              <w:t>12 452,3</w:t>
            </w:r>
          </w:p>
        </w:tc>
        <w:tc>
          <w:tcPr>
            <w:tcW w:w="2019" w:type="dxa"/>
            <w:vAlign w:val="center"/>
          </w:tcPr>
          <w:p w:rsidR="007E3033" w:rsidRPr="00190885" w:rsidRDefault="007E3033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7E3033" w:rsidRPr="008A6FA1">
        <w:tc>
          <w:tcPr>
            <w:tcW w:w="14560" w:type="dxa"/>
            <w:gridSpan w:val="6"/>
          </w:tcPr>
          <w:p w:rsidR="007E3033" w:rsidRPr="00190885" w:rsidRDefault="007E3033" w:rsidP="00F9512D">
            <w:pPr>
              <w:pStyle w:val="ConsPlusNormal0"/>
              <w:jc w:val="center"/>
            </w:pPr>
            <w:r w:rsidRPr="00190885">
              <w:t xml:space="preserve">расходы, связанные с реализацией проектов или программ </w:t>
            </w:r>
          </w:p>
        </w:tc>
      </w:tr>
      <w:tr w:rsidR="007E3033" w:rsidRPr="008A6FA1">
        <w:tc>
          <w:tcPr>
            <w:tcW w:w="6374" w:type="dxa"/>
          </w:tcPr>
          <w:p w:rsidR="007E3033" w:rsidRPr="00190885" w:rsidRDefault="007E3033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7E3033" w:rsidRPr="00190885" w:rsidRDefault="007E303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7E3033" w:rsidRPr="00190885" w:rsidRDefault="007E303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7E3033" w:rsidRPr="00190885" w:rsidRDefault="007E303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7E3033" w:rsidRPr="00190885" w:rsidRDefault="007E303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7E3033" w:rsidRPr="00190885" w:rsidRDefault="007E3033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7E3033" w:rsidRPr="008A6FA1">
        <w:tc>
          <w:tcPr>
            <w:tcW w:w="6374" w:type="dxa"/>
          </w:tcPr>
          <w:p w:rsidR="007E3033" w:rsidRPr="00190885" w:rsidRDefault="007E3033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7E3033" w:rsidRPr="00190885" w:rsidRDefault="007E3033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7E3033" w:rsidRPr="00190885" w:rsidRDefault="007E3033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7E3033" w:rsidRPr="00190885" w:rsidRDefault="007E3033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7E3033" w:rsidRPr="00190885" w:rsidRDefault="007E3033" w:rsidP="00F9512D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7E3033" w:rsidRPr="00190885" w:rsidRDefault="007E3033" w:rsidP="00F9512D">
            <w:pPr>
              <w:pStyle w:val="ConsPlusNormal0"/>
              <w:jc w:val="center"/>
            </w:pPr>
          </w:p>
        </w:tc>
      </w:tr>
      <w:tr w:rsidR="007E3033" w:rsidRPr="008A6FA1">
        <w:tc>
          <w:tcPr>
            <w:tcW w:w="6374" w:type="dxa"/>
          </w:tcPr>
          <w:p w:rsidR="007E3033" w:rsidRPr="00190885" w:rsidRDefault="007E3033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7E3033" w:rsidRPr="00190885" w:rsidRDefault="007E303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7E3033" w:rsidRPr="00190885" w:rsidRDefault="007E303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7E3033" w:rsidRPr="00190885" w:rsidRDefault="007E303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7E3033" w:rsidRPr="00190885" w:rsidRDefault="007E303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7E3033" w:rsidRPr="00190885" w:rsidRDefault="007E3033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7E3033" w:rsidRPr="008A6FA1">
        <w:tc>
          <w:tcPr>
            <w:tcW w:w="14560" w:type="dxa"/>
            <w:gridSpan w:val="6"/>
          </w:tcPr>
          <w:p w:rsidR="007E3033" w:rsidRPr="00190885" w:rsidRDefault="007E3033" w:rsidP="00F9512D">
            <w:pPr>
              <w:pStyle w:val="ConsPlusNormal0"/>
              <w:jc w:val="center"/>
            </w:pPr>
            <w:r w:rsidRPr="00190885">
              <w:t>расходы, связанные с осуществлением капитальных вложений в объекты капитального строительства</w:t>
            </w:r>
          </w:p>
          <w:p w:rsidR="007E3033" w:rsidRPr="00190885" w:rsidRDefault="007E3033" w:rsidP="00F9512D">
            <w:pPr>
              <w:pStyle w:val="ConsPlusNormal0"/>
              <w:jc w:val="center"/>
            </w:pPr>
            <w:r w:rsidRPr="00190885">
              <w:t xml:space="preserve">муниципальной собственности </w:t>
            </w:r>
            <w:r>
              <w:t>Старотитаровского сельского поселения</w:t>
            </w:r>
            <w:r w:rsidRPr="00190885">
              <w:t xml:space="preserve"> Темрюкск</w:t>
            </w:r>
            <w:r>
              <w:t>ого</w:t>
            </w:r>
            <w:r w:rsidRPr="00190885">
              <w:t xml:space="preserve"> район</w:t>
            </w:r>
            <w:r>
              <w:t>а</w:t>
            </w:r>
            <w:r w:rsidRPr="00190885">
              <w:t xml:space="preserve"> </w:t>
            </w:r>
          </w:p>
        </w:tc>
      </w:tr>
      <w:tr w:rsidR="007E3033" w:rsidRPr="008A6FA1">
        <w:tc>
          <w:tcPr>
            <w:tcW w:w="6374" w:type="dxa"/>
          </w:tcPr>
          <w:p w:rsidR="007E3033" w:rsidRPr="00190885" w:rsidRDefault="007E3033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7E3033" w:rsidRPr="00190885" w:rsidRDefault="007E303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7E3033" w:rsidRPr="00190885" w:rsidRDefault="007E303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7E3033" w:rsidRPr="00190885" w:rsidRDefault="007E303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7E3033" w:rsidRPr="00190885" w:rsidRDefault="007E303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7E3033" w:rsidRPr="00190885" w:rsidRDefault="007E3033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7E3033" w:rsidRPr="008A6FA1">
        <w:tc>
          <w:tcPr>
            <w:tcW w:w="6374" w:type="dxa"/>
          </w:tcPr>
          <w:p w:rsidR="007E3033" w:rsidRPr="00190885" w:rsidRDefault="007E3033" w:rsidP="00F9512D">
            <w:pPr>
              <w:pStyle w:val="ConsPlusNormal0"/>
            </w:pPr>
          </w:p>
        </w:tc>
        <w:tc>
          <w:tcPr>
            <w:tcW w:w="1418" w:type="dxa"/>
          </w:tcPr>
          <w:p w:rsidR="007E3033" w:rsidRPr="00190885" w:rsidRDefault="007E3033" w:rsidP="00F9512D">
            <w:pPr>
              <w:pStyle w:val="ConsPlusNormal0"/>
            </w:pPr>
          </w:p>
        </w:tc>
        <w:tc>
          <w:tcPr>
            <w:tcW w:w="1842" w:type="dxa"/>
          </w:tcPr>
          <w:p w:rsidR="007E3033" w:rsidRPr="00190885" w:rsidRDefault="007E3033" w:rsidP="00F9512D">
            <w:pPr>
              <w:pStyle w:val="ConsPlusNormal0"/>
            </w:pPr>
          </w:p>
        </w:tc>
        <w:tc>
          <w:tcPr>
            <w:tcW w:w="1418" w:type="dxa"/>
          </w:tcPr>
          <w:p w:rsidR="007E3033" w:rsidRPr="00190885" w:rsidRDefault="007E3033" w:rsidP="00F9512D">
            <w:pPr>
              <w:pStyle w:val="ConsPlusNormal0"/>
            </w:pPr>
          </w:p>
        </w:tc>
        <w:tc>
          <w:tcPr>
            <w:tcW w:w="1489" w:type="dxa"/>
          </w:tcPr>
          <w:p w:rsidR="007E3033" w:rsidRPr="00190885" w:rsidRDefault="007E3033" w:rsidP="00F9512D">
            <w:pPr>
              <w:pStyle w:val="ConsPlusNormal0"/>
            </w:pPr>
          </w:p>
        </w:tc>
        <w:tc>
          <w:tcPr>
            <w:tcW w:w="2019" w:type="dxa"/>
          </w:tcPr>
          <w:p w:rsidR="007E3033" w:rsidRPr="00190885" w:rsidRDefault="007E3033" w:rsidP="00F9512D">
            <w:pPr>
              <w:pStyle w:val="ConsPlusNormal0"/>
            </w:pPr>
          </w:p>
        </w:tc>
      </w:tr>
      <w:tr w:rsidR="007E3033" w:rsidRPr="008A6FA1">
        <w:tc>
          <w:tcPr>
            <w:tcW w:w="6374" w:type="dxa"/>
          </w:tcPr>
          <w:p w:rsidR="007E3033" w:rsidRPr="00190885" w:rsidRDefault="007E3033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7E3033" w:rsidRPr="00190885" w:rsidRDefault="007E303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7E3033" w:rsidRPr="00190885" w:rsidRDefault="007E303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7E3033" w:rsidRPr="00190885" w:rsidRDefault="007E303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7E3033" w:rsidRPr="00190885" w:rsidRDefault="007E303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7E3033" w:rsidRPr="00190885" w:rsidRDefault="007E3033" w:rsidP="00F9512D">
            <w:pPr>
              <w:pStyle w:val="ConsPlusNormal0"/>
              <w:jc w:val="center"/>
            </w:pPr>
            <w:r>
              <w:t>0,0</w:t>
            </w:r>
          </w:p>
        </w:tc>
      </w:tr>
    </w:tbl>
    <w:p w:rsidR="007E3033" w:rsidRDefault="007E3033" w:rsidP="00EF6F81">
      <w:pPr>
        <w:jc w:val="center"/>
        <w:sectPr w:rsidR="007E3033" w:rsidSect="00167C70">
          <w:headerReference w:type="first" r:id="rId7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E3033" w:rsidRDefault="007E3033" w:rsidP="00B86C1B">
      <w:pPr>
        <w:pStyle w:val="ListParagraph"/>
        <w:ind w:left="360"/>
        <w:jc w:val="center"/>
        <w:rPr>
          <w:b/>
          <w:bCs/>
        </w:rPr>
      </w:pPr>
      <w:r>
        <w:rPr>
          <w:b/>
          <w:bCs/>
        </w:rPr>
        <w:t xml:space="preserve">2. </w:t>
      </w:r>
      <w:r w:rsidRPr="00A74297">
        <w:rPr>
          <w:b/>
          <w:bCs/>
        </w:rPr>
        <w:t xml:space="preserve">ЦЕЛЕВЫЕ ПОКАЗАТЕЛИ </w:t>
      </w:r>
    </w:p>
    <w:p w:rsidR="007E3033" w:rsidRPr="009931E8" w:rsidRDefault="007E3033" w:rsidP="00835F4C">
      <w:pPr>
        <w:jc w:val="center"/>
        <w:rPr>
          <w:b/>
          <w:bCs/>
        </w:rPr>
      </w:pPr>
      <w:r w:rsidRPr="00835F4C">
        <w:rPr>
          <w:b/>
          <w:bCs/>
        </w:rPr>
        <w:t>муниципальной программы</w:t>
      </w:r>
      <w:r>
        <w:t xml:space="preserve">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E3033" w:rsidRDefault="007E3033" w:rsidP="00835F4C">
      <w:pPr>
        <w:pStyle w:val="ListParagraph"/>
        <w:ind w:left="360"/>
        <w:jc w:val="center"/>
      </w:pPr>
    </w:p>
    <w:p w:rsidR="007E3033" w:rsidRDefault="007E3033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E3033" w:rsidRDefault="007E3033" w:rsidP="00EF6F81">
      <w:pPr>
        <w:jc w:val="center"/>
      </w:pPr>
    </w:p>
    <w:p w:rsidR="007E3033" w:rsidRPr="009931E8" w:rsidRDefault="007E3033" w:rsidP="00835F4C">
      <w:pPr>
        <w:jc w:val="center"/>
        <w:rPr>
          <w:b/>
          <w:bCs/>
        </w:rPr>
      </w:pPr>
      <w:r>
        <w:rPr>
          <w:b/>
          <w:bCs/>
        </w:rPr>
        <w:t>Целевые показатели</w:t>
      </w:r>
      <w:r w:rsidRPr="004408E3">
        <w:rPr>
          <w:b/>
          <w:bCs/>
        </w:rPr>
        <w:t xml:space="preserve"> </w:t>
      </w:r>
      <w:r>
        <w:rPr>
          <w:b/>
          <w:bCs/>
        </w:rPr>
        <w:t>муниципальной</w:t>
      </w:r>
      <w:r w:rsidRPr="004408E3">
        <w:rPr>
          <w:b/>
          <w:bCs/>
        </w:rPr>
        <w:t xml:space="preserve"> программы</w:t>
      </w:r>
      <w:r>
        <w:rPr>
          <w:b/>
          <w:bCs/>
        </w:rPr>
        <w:t xml:space="preserve">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E3033" w:rsidRPr="004408E3" w:rsidRDefault="007E3033" w:rsidP="00B86C1B">
      <w:pPr>
        <w:pStyle w:val="ListParagraph"/>
        <w:ind w:left="360"/>
        <w:jc w:val="center"/>
        <w:rPr>
          <w:b/>
          <w:bCs/>
          <w:sz w:val="24"/>
          <w:szCs w:val="24"/>
        </w:rPr>
      </w:pPr>
    </w:p>
    <w:p w:rsidR="007E3033" w:rsidRDefault="007E3033" w:rsidP="00B86C1B">
      <w:pPr>
        <w:ind w:firstLine="709"/>
        <w:jc w:val="both"/>
      </w:pPr>
    </w:p>
    <w:tbl>
      <w:tblPr>
        <w:tblW w:w="145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7E3033">
        <w:tc>
          <w:tcPr>
            <w:tcW w:w="648" w:type="dxa"/>
            <w:vMerge w:val="restart"/>
            <w:vAlign w:val="center"/>
          </w:tcPr>
          <w:p w:rsidR="007E3033" w:rsidRPr="00AC26F6" w:rsidRDefault="007E3033" w:rsidP="00F9512D">
            <w:pPr>
              <w:jc w:val="center"/>
            </w:pPr>
            <w:r>
              <w:rPr>
                <w:b/>
                <w:bCs/>
              </w:rPr>
              <w:t xml:space="preserve"> </w:t>
            </w:r>
            <w:r w:rsidRPr="00AC26F6"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E3033" w:rsidRPr="00AC26F6" w:rsidRDefault="007E3033" w:rsidP="00F9512D">
            <w:pPr>
              <w:jc w:val="center"/>
            </w:pPr>
            <w:r w:rsidRPr="00AC26F6"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7E3033" w:rsidRPr="00AC26F6" w:rsidRDefault="007E3033" w:rsidP="00F9512D">
            <w:pPr>
              <w:jc w:val="center"/>
              <w:rPr>
                <w:b/>
                <w:bCs/>
              </w:rPr>
            </w:pPr>
            <w:r w:rsidRPr="00AC26F6"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E3033" w:rsidRPr="00AC26F6" w:rsidRDefault="007E3033" w:rsidP="00F9512D">
            <w:pPr>
              <w:jc w:val="center"/>
              <w:rPr>
                <w:b/>
                <w:bCs/>
              </w:rPr>
            </w:pPr>
            <w:r w:rsidRPr="00AC26F6">
              <w:t>Статус</w:t>
            </w:r>
          </w:p>
        </w:tc>
        <w:tc>
          <w:tcPr>
            <w:tcW w:w="3960" w:type="dxa"/>
            <w:gridSpan w:val="2"/>
          </w:tcPr>
          <w:p w:rsidR="007E3033" w:rsidRPr="00AC26F6" w:rsidRDefault="007E3033" w:rsidP="00F9512D">
            <w:pPr>
              <w:jc w:val="center"/>
            </w:pPr>
            <w:r w:rsidRPr="00AC26F6">
              <w:t>Значение целевого показателя</w:t>
            </w:r>
          </w:p>
        </w:tc>
      </w:tr>
      <w:tr w:rsidR="007E3033">
        <w:tc>
          <w:tcPr>
            <w:tcW w:w="648" w:type="dxa"/>
            <w:vMerge/>
          </w:tcPr>
          <w:p w:rsidR="007E3033" w:rsidRPr="00AC26F6" w:rsidRDefault="007E3033" w:rsidP="00F9512D">
            <w:pPr>
              <w:jc w:val="center"/>
            </w:pPr>
          </w:p>
        </w:tc>
        <w:tc>
          <w:tcPr>
            <w:tcW w:w="7380" w:type="dxa"/>
            <w:vMerge/>
          </w:tcPr>
          <w:p w:rsidR="007E3033" w:rsidRPr="00AC26F6" w:rsidRDefault="007E3033" w:rsidP="00F9512D">
            <w:pPr>
              <w:jc w:val="center"/>
            </w:pPr>
          </w:p>
        </w:tc>
        <w:tc>
          <w:tcPr>
            <w:tcW w:w="1620" w:type="dxa"/>
            <w:vMerge/>
          </w:tcPr>
          <w:p w:rsidR="007E3033" w:rsidRPr="00AC26F6" w:rsidRDefault="007E3033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  <w:vMerge/>
          </w:tcPr>
          <w:p w:rsidR="007E3033" w:rsidRPr="00AC26F6" w:rsidRDefault="007E3033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vAlign w:val="center"/>
          </w:tcPr>
          <w:p w:rsidR="007E3033" w:rsidRPr="00AC26F6" w:rsidRDefault="007E3033" w:rsidP="00F9512D">
            <w:pPr>
              <w:jc w:val="center"/>
            </w:pPr>
            <w:r w:rsidRPr="00AC26F6">
              <w:t>отчетный 2020 год</w:t>
            </w:r>
          </w:p>
        </w:tc>
        <w:tc>
          <w:tcPr>
            <w:tcW w:w="2160" w:type="dxa"/>
            <w:vAlign w:val="center"/>
          </w:tcPr>
          <w:p w:rsidR="007E3033" w:rsidRPr="00AC26F6" w:rsidRDefault="007E3033" w:rsidP="00F9512D">
            <w:pPr>
              <w:jc w:val="center"/>
            </w:pPr>
            <w:r w:rsidRPr="00AC26F6">
              <w:t>2022 год</w:t>
            </w:r>
          </w:p>
        </w:tc>
      </w:tr>
      <w:tr w:rsidR="007E3033">
        <w:tc>
          <w:tcPr>
            <w:tcW w:w="648" w:type="dxa"/>
          </w:tcPr>
          <w:p w:rsidR="007E3033" w:rsidRPr="00AC26F6" w:rsidRDefault="007E3033" w:rsidP="00F9512D">
            <w:pPr>
              <w:jc w:val="center"/>
            </w:pPr>
            <w:r w:rsidRPr="00AC26F6">
              <w:rPr>
                <w:sz w:val="22"/>
                <w:szCs w:val="22"/>
              </w:rPr>
              <w:t>1</w:t>
            </w:r>
          </w:p>
        </w:tc>
        <w:tc>
          <w:tcPr>
            <w:tcW w:w="7380" w:type="dxa"/>
          </w:tcPr>
          <w:p w:rsidR="007E3033" w:rsidRPr="00AC26F6" w:rsidRDefault="007E3033" w:rsidP="00F9512D">
            <w:pPr>
              <w:jc w:val="center"/>
            </w:pPr>
            <w:r w:rsidRPr="00AC26F6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7E3033" w:rsidRPr="00AC26F6" w:rsidRDefault="007E3033" w:rsidP="00F9512D">
            <w:pPr>
              <w:jc w:val="center"/>
            </w:pPr>
            <w:r w:rsidRPr="00AC26F6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:rsidR="007E3033" w:rsidRPr="00AC26F6" w:rsidRDefault="007E3033" w:rsidP="00F9512D">
            <w:pPr>
              <w:jc w:val="center"/>
            </w:pPr>
            <w:r w:rsidRPr="00AC26F6">
              <w:rPr>
                <w:sz w:val="22"/>
                <w:szCs w:val="22"/>
              </w:rPr>
              <w:t>4</w:t>
            </w:r>
          </w:p>
        </w:tc>
        <w:tc>
          <w:tcPr>
            <w:tcW w:w="1800" w:type="dxa"/>
          </w:tcPr>
          <w:p w:rsidR="007E3033" w:rsidRPr="00AC26F6" w:rsidRDefault="007E3033" w:rsidP="00F9512D">
            <w:pPr>
              <w:jc w:val="center"/>
            </w:pPr>
            <w:r w:rsidRPr="00AC26F6">
              <w:rPr>
                <w:sz w:val="22"/>
                <w:szCs w:val="22"/>
              </w:rPr>
              <w:t>5</w:t>
            </w:r>
          </w:p>
        </w:tc>
        <w:tc>
          <w:tcPr>
            <w:tcW w:w="2160" w:type="dxa"/>
          </w:tcPr>
          <w:p w:rsidR="007E3033" w:rsidRPr="00AC26F6" w:rsidRDefault="007E3033" w:rsidP="00F9512D">
            <w:pPr>
              <w:jc w:val="center"/>
            </w:pPr>
            <w:r w:rsidRPr="00AC26F6">
              <w:rPr>
                <w:sz w:val="22"/>
                <w:szCs w:val="22"/>
              </w:rPr>
              <w:t>6</w:t>
            </w:r>
          </w:p>
        </w:tc>
      </w:tr>
      <w:tr w:rsidR="007E3033">
        <w:tc>
          <w:tcPr>
            <w:tcW w:w="648" w:type="dxa"/>
          </w:tcPr>
          <w:p w:rsidR="007E3033" w:rsidRPr="00AC26F6" w:rsidRDefault="007E3033" w:rsidP="00F9512D">
            <w:pPr>
              <w:jc w:val="center"/>
            </w:pPr>
            <w:r w:rsidRPr="00AC26F6">
              <w:t>1</w:t>
            </w:r>
          </w:p>
        </w:tc>
        <w:tc>
          <w:tcPr>
            <w:tcW w:w="13860" w:type="dxa"/>
            <w:gridSpan w:val="5"/>
          </w:tcPr>
          <w:p w:rsidR="007E3033" w:rsidRPr="00AC26F6" w:rsidRDefault="007E3033" w:rsidP="00EE3DAE">
            <w:pPr>
              <w:jc w:val="center"/>
            </w:pPr>
            <w:r>
              <w:t xml:space="preserve">Подпрограммы </w:t>
            </w:r>
            <w:r w:rsidRPr="00525789">
              <w:t xml:space="preserve">«Обеспечение деятельности муниципального </w:t>
            </w:r>
            <w:r>
              <w:t>бюджетного</w:t>
            </w:r>
            <w:r w:rsidRPr="00525789">
              <w:t xml:space="preserve"> учреждения «Организация системы благоустройства»»  </w:t>
            </w:r>
          </w:p>
        </w:tc>
      </w:tr>
      <w:tr w:rsidR="007E3033">
        <w:tc>
          <w:tcPr>
            <w:tcW w:w="648" w:type="dxa"/>
            <w:vAlign w:val="center"/>
          </w:tcPr>
          <w:p w:rsidR="007E3033" w:rsidRPr="00AC26F6" w:rsidRDefault="007E3033" w:rsidP="00F9512D">
            <w:pPr>
              <w:jc w:val="center"/>
            </w:pPr>
            <w:r w:rsidRPr="00AC26F6">
              <w:t>1.1</w:t>
            </w:r>
          </w:p>
        </w:tc>
        <w:tc>
          <w:tcPr>
            <w:tcW w:w="7380" w:type="dxa"/>
          </w:tcPr>
          <w:p w:rsidR="007E3033" w:rsidRPr="00C25175" w:rsidRDefault="007E3033" w:rsidP="00DA0E6B">
            <w:pPr>
              <w:rPr>
                <w:b/>
                <w:bCs/>
              </w:rPr>
            </w:pPr>
            <w:r w:rsidRPr="00AA5F98">
              <w:t>объем исполнения годового плана бюджетных ассигнований</w:t>
            </w:r>
          </w:p>
        </w:tc>
        <w:tc>
          <w:tcPr>
            <w:tcW w:w="1620" w:type="dxa"/>
            <w:vAlign w:val="center"/>
          </w:tcPr>
          <w:p w:rsidR="007E3033" w:rsidRDefault="007E3033" w:rsidP="00DA0E6B">
            <w:pPr>
              <w:jc w:val="center"/>
            </w:pPr>
            <w:r>
              <w:t>%</w:t>
            </w:r>
          </w:p>
        </w:tc>
        <w:tc>
          <w:tcPr>
            <w:tcW w:w="900" w:type="dxa"/>
            <w:vAlign w:val="center"/>
          </w:tcPr>
          <w:p w:rsidR="007E3033" w:rsidRPr="00C25175" w:rsidRDefault="007E3033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7E3033" w:rsidRPr="00C25175" w:rsidRDefault="007E3033" w:rsidP="00DA0E6B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7E3033" w:rsidRPr="00877383" w:rsidRDefault="007E3033" w:rsidP="00DA0E6B">
            <w:pPr>
              <w:jc w:val="center"/>
            </w:pPr>
            <w:r>
              <w:t>100</w:t>
            </w:r>
          </w:p>
        </w:tc>
      </w:tr>
      <w:tr w:rsidR="007E3033">
        <w:tc>
          <w:tcPr>
            <w:tcW w:w="648" w:type="dxa"/>
            <w:vAlign w:val="center"/>
          </w:tcPr>
          <w:p w:rsidR="007E3033" w:rsidRPr="00AC26F6" w:rsidRDefault="007E3033" w:rsidP="00F9512D">
            <w:pPr>
              <w:jc w:val="center"/>
            </w:pPr>
          </w:p>
        </w:tc>
        <w:tc>
          <w:tcPr>
            <w:tcW w:w="7380" w:type="dxa"/>
          </w:tcPr>
          <w:p w:rsidR="007E3033" w:rsidRPr="00AC26F6" w:rsidRDefault="007E3033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7E3033" w:rsidRPr="00AC26F6" w:rsidRDefault="007E3033" w:rsidP="00F9512D">
            <w:pPr>
              <w:jc w:val="center"/>
            </w:pPr>
          </w:p>
        </w:tc>
        <w:tc>
          <w:tcPr>
            <w:tcW w:w="900" w:type="dxa"/>
            <w:vAlign w:val="center"/>
          </w:tcPr>
          <w:p w:rsidR="007E3033" w:rsidRPr="00AC26F6" w:rsidRDefault="007E3033" w:rsidP="00F9512D">
            <w:pPr>
              <w:jc w:val="center"/>
            </w:pPr>
          </w:p>
        </w:tc>
        <w:tc>
          <w:tcPr>
            <w:tcW w:w="1800" w:type="dxa"/>
            <w:vAlign w:val="center"/>
          </w:tcPr>
          <w:p w:rsidR="007E3033" w:rsidRPr="00AC26F6" w:rsidRDefault="007E3033" w:rsidP="00F9512D">
            <w:pPr>
              <w:jc w:val="center"/>
            </w:pPr>
          </w:p>
        </w:tc>
        <w:tc>
          <w:tcPr>
            <w:tcW w:w="2160" w:type="dxa"/>
            <w:vAlign w:val="center"/>
          </w:tcPr>
          <w:p w:rsidR="007E3033" w:rsidRPr="00AC26F6" w:rsidRDefault="007E3033" w:rsidP="00F9512D">
            <w:pPr>
              <w:jc w:val="center"/>
            </w:pPr>
          </w:p>
        </w:tc>
      </w:tr>
      <w:tr w:rsidR="007E3033">
        <w:tc>
          <w:tcPr>
            <w:tcW w:w="648" w:type="dxa"/>
            <w:vAlign w:val="center"/>
          </w:tcPr>
          <w:p w:rsidR="007E3033" w:rsidRPr="00AC26F6" w:rsidRDefault="007E3033" w:rsidP="00F9512D">
            <w:pPr>
              <w:jc w:val="center"/>
            </w:pPr>
            <w:r>
              <w:t>2</w:t>
            </w:r>
          </w:p>
        </w:tc>
        <w:tc>
          <w:tcPr>
            <w:tcW w:w="13860" w:type="dxa"/>
            <w:gridSpan w:val="5"/>
          </w:tcPr>
          <w:p w:rsidR="007E3033" w:rsidRDefault="007E3033" w:rsidP="00EE3DAE">
            <w:pPr>
              <w:jc w:val="center"/>
            </w:pPr>
            <w:r w:rsidRPr="00C25175">
              <w:t xml:space="preserve">Подпрограммы </w:t>
            </w:r>
            <w:r>
              <w:t>«Прочее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7E3033" w:rsidRPr="00AC26F6" w:rsidRDefault="007E3033" w:rsidP="00EE3DAE">
            <w:pPr>
              <w:jc w:val="center"/>
            </w:pPr>
          </w:p>
        </w:tc>
      </w:tr>
      <w:tr w:rsidR="007E3033">
        <w:trPr>
          <w:trHeight w:val="393"/>
        </w:trPr>
        <w:tc>
          <w:tcPr>
            <w:tcW w:w="648" w:type="dxa"/>
            <w:vAlign w:val="center"/>
          </w:tcPr>
          <w:p w:rsidR="007E3033" w:rsidRPr="00AC26F6" w:rsidRDefault="007E3033" w:rsidP="00F9512D">
            <w:pPr>
              <w:jc w:val="center"/>
            </w:pPr>
            <w:r>
              <w:t>2.1</w:t>
            </w:r>
          </w:p>
        </w:tc>
        <w:tc>
          <w:tcPr>
            <w:tcW w:w="7380" w:type="dxa"/>
          </w:tcPr>
          <w:p w:rsidR="007E3033" w:rsidRPr="00C25175" w:rsidRDefault="007E3033" w:rsidP="00DA0E6B">
            <w:pPr>
              <w:rPr>
                <w:b/>
                <w:bCs/>
              </w:rPr>
            </w:pPr>
            <w:r>
              <w:t>о</w:t>
            </w:r>
            <w:r w:rsidRPr="00BB0C38">
              <w:t>тлов и иммобилизация безнадзорных животных</w:t>
            </w:r>
          </w:p>
        </w:tc>
        <w:tc>
          <w:tcPr>
            <w:tcW w:w="1620" w:type="dxa"/>
            <w:vAlign w:val="center"/>
          </w:tcPr>
          <w:p w:rsidR="007E3033" w:rsidRPr="00C25175" w:rsidRDefault="007E3033" w:rsidP="00DA0E6B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7E3033" w:rsidRPr="00C25175" w:rsidRDefault="007E3033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7E3033" w:rsidRPr="00C25175" w:rsidRDefault="007E3033" w:rsidP="00DA0E6B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7E3033" w:rsidRPr="00877383" w:rsidRDefault="007E3033" w:rsidP="00DA0E6B">
            <w:pPr>
              <w:jc w:val="center"/>
            </w:pPr>
            <w:r>
              <w:t>50</w:t>
            </w:r>
          </w:p>
        </w:tc>
      </w:tr>
      <w:tr w:rsidR="007E3033">
        <w:tc>
          <w:tcPr>
            <w:tcW w:w="648" w:type="dxa"/>
            <w:vAlign w:val="center"/>
          </w:tcPr>
          <w:p w:rsidR="007E3033" w:rsidRPr="00AC26F6" w:rsidRDefault="007E3033" w:rsidP="00F9512D">
            <w:pPr>
              <w:jc w:val="center"/>
            </w:pPr>
            <w:r>
              <w:t>2.2</w:t>
            </w:r>
          </w:p>
        </w:tc>
        <w:tc>
          <w:tcPr>
            <w:tcW w:w="7380" w:type="dxa"/>
          </w:tcPr>
          <w:p w:rsidR="007E3033" w:rsidRPr="00C25175" w:rsidRDefault="007E3033" w:rsidP="00DA0E6B">
            <w:pPr>
              <w:rPr>
                <w:b/>
                <w:bCs/>
              </w:rPr>
            </w:pPr>
            <w:r>
              <w:t>количество мероприятий по д</w:t>
            </w:r>
            <w:r w:rsidRPr="00BB0C38">
              <w:t>ератизация</w:t>
            </w:r>
          </w:p>
        </w:tc>
        <w:tc>
          <w:tcPr>
            <w:tcW w:w="1620" w:type="dxa"/>
            <w:vAlign w:val="center"/>
          </w:tcPr>
          <w:p w:rsidR="007E3033" w:rsidRPr="00C25175" w:rsidRDefault="007E3033" w:rsidP="00DA0E6B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7E3033" w:rsidRPr="00C25175" w:rsidRDefault="007E3033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7E3033" w:rsidRPr="00C25175" w:rsidRDefault="007E3033" w:rsidP="00DA0E6B">
            <w:pPr>
              <w:jc w:val="center"/>
            </w:pPr>
            <w:r>
              <w:t>2</w:t>
            </w:r>
          </w:p>
        </w:tc>
        <w:tc>
          <w:tcPr>
            <w:tcW w:w="2160" w:type="dxa"/>
            <w:vAlign w:val="center"/>
          </w:tcPr>
          <w:p w:rsidR="007E3033" w:rsidRPr="00877383" w:rsidRDefault="007E3033" w:rsidP="00DA0E6B">
            <w:pPr>
              <w:jc w:val="center"/>
            </w:pPr>
            <w:r>
              <w:t>2</w:t>
            </w:r>
          </w:p>
        </w:tc>
      </w:tr>
      <w:tr w:rsidR="007E3033">
        <w:tc>
          <w:tcPr>
            <w:tcW w:w="648" w:type="dxa"/>
            <w:vAlign w:val="center"/>
          </w:tcPr>
          <w:p w:rsidR="007E3033" w:rsidRPr="00AC26F6" w:rsidRDefault="007E3033" w:rsidP="00F9512D">
            <w:pPr>
              <w:jc w:val="center"/>
            </w:pPr>
            <w:r>
              <w:t>2.3</w:t>
            </w:r>
          </w:p>
        </w:tc>
        <w:tc>
          <w:tcPr>
            <w:tcW w:w="7380" w:type="dxa"/>
          </w:tcPr>
          <w:p w:rsidR="007E3033" w:rsidRPr="00C25175" w:rsidRDefault="007E3033" w:rsidP="00DA0E6B">
            <w:pPr>
              <w:rPr>
                <w:b/>
                <w:bCs/>
              </w:rPr>
            </w:pPr>
            <w:r>
              <w:t>п</w:t>
            </w:r>
            <w:r w:rsidRPr="003F64AD">
              <w:t>осев газонной травы в сквере по ул.</w:t>
            </w:r>
            <w:r>
              <w:t xml:space="preserve"> </w:t>
            </w:r>
            <w:r w:rsidRPr="003F64AD">
              <w:t xml:space="preserve">Ленина </w:t>
            </w:r>
            <w:r>
              <w:t>с предварительными работам</w:t>
            </w:r>
          </w:p>
        </w:tc>
        <w:tc>
          <w:tcPr>
            <w:tcW w:w="1620" w:type="dxa"/>
            <w:vAlign w:val="center"/>
          </w:tcPr>
          <w:p w:rsidR="007E3033" w:rsidRPr="00C25175" w:rsidRDefault="007E3033" w:rsidP="00DA0E6B">
            <w:pPr>
              <w:jc w:val="center"/>
            </w:pPr>
            <w:r>
              <w:t>кг.</w:t>
            </w:r>
          </w:p>
        </w:tc>
        <w:tc>
          <w:tcPr>
            <w:tcW w:w="900" w:type="dxa"/>
            <w:vAlign w:val="center"/>
          </w:tcPr>
          <w:p w:rsidR="007E3033" w:rsidRPr="00C25175" w:rsidRDefault="007E3033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7E3033" w:rsidRPr="00C25175" w:rsidRDefault="007E3033" w:rsidP="00DA0E6B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7E3033" w:rsidRPr="00877383" w:rsidRDefault="007E3033" w:rsidP="00DA0E6B">
            <w:pPr>
              <w:jc w:val="center"/>
            </w:pPr>
            <w:r>
              <w:t>540</w:t>
            </w:r>
          </w:p>
        </w:tc>
      </w:tr>
      <w:tr w:rsidR="007E3033">
        <w:tc>
          <w:tcPr>
            <w:tcW w:w="648" w:type="dxa"/>
            <w:vAlign w:val="center"/>
          </w:tcPr>
          <w:p w:rsidR="007E3033" w:rsidRPr="00AC26F6" w:rsidRDefault="007E3033" w:rsidP="00F9512D">
            <w:pPr>
              <w:jc w:val="center"/>
            </w:pPr>
            <w:r>
              <w:t>2.4</w:t>
            </w:r>
          </w:p>
        </w:tc>
        <w:tc>
          <w:tcPr>
            <w:tcW w:w="7380" w:type="dxa"/>
          </w:tcPr>
          <w:p w:rsidR="007E3033" w:rsidRPr="00C25175" w:rsidRDefault="007E3033" w:rsidP="00DA0E6B">
            <w:pPr>
              <w:rPr>
                <w:b/>
                <w:bCs/>
              </w:rPr>
            </w:pPr>
            <w:r>
              <w:t>посадка зеленых насаждений</w:t>
            </w:r>
          </w:p>
        </w:tc>
        <w:tc>
          <w:tcPr>
            <w:tcW w:w="1620" w:type="dxa"/>
            <w:vAlign w:val="center"/>
          </w:tcPr>
          <w:p w:rsidR="007E3033" w:rsidRPr="00C25175" w:rsidRDefault="007E3033" w:rsidP="00DA0E6B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7E3033" w:rsidRPr="00C25175" w:rsidRDefault="007E3033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7E3033" w:rsidRPr="00C25175" w:rsidRDefault="007E3033" w:rsidP="00DA0E6B">
            <w:pPr>
              <w:jc w:val="center"/>
            </w:pPr>
            <w:r>
              <w:t>150</w:t>
            </w:r>
          </w:p>
        </w:tc>
        <w:tc>
          <w:tcPr>
            <w:tcW w:w="2160" w:type="dxa"/>
            <w:vAlign w:val="center"/>
          </w:tcPr>
          <w:p w:rsidR="007E3033" w:rsidRPr="00C25175" w:rsidRDefault="007E3033" w:rsidP="00DA0E6B">
            <w:pPr>
              <w:jc w:val="center"/>
            </w:pPr>
            <w:r>
              <w:t>30</w:t>
            </w:r>
          </w:p>
        </w:tc>
      </w:tr>
      <w:tr w:rsidR="007E3033">
        <w:tc>
          <w:tcPr>
            <w:tcW w:w="648" w:type="dxa"/>
            <w:vAlign w:val="center"/>
          </w:tcPr>
          <w:p w:rsidR="007E3033" w:rsidRPr="00AC26F6" w:rsidRDefault="007E3033" w:rsidP="00F9512D">
            <w:pPr>
              <w:jc w:val="center"/>
            </w:pPr>
            <w:r>
              <w:t>2.5</w:t>
            </w:r>
          </w:p>
        </w:tc>
        <w:tc>
          <w:tcPr>
            <w:tcW w:w="7380" w:type="dxa"/>
          </w:tcPr>
          <w:p w:rsidR="007E3033" w:rsidRPr="00AC26F6" w:rsidRDefault="007E3033" w:rsidP="00DA0E6B">
            <w:pPr>
              <w:rPr>
                <w:b/>
                <w:bCs/>
              </w:rPr>
            </w:pPr>
            <w:r>
              <w:t>приобретение</w:t>
            </w:r>
            <w:r w:rsidRPr="003F64AD">
              <w:t xml:space="preserve"> </w:t>
            </w:r>
            <w:r>
              <w:t>к</w:t>
            </w:r>
            <w:r w:rsidRPr="00510A00">
              <w:t>раск</w:t>
            </w:r>
            <w:r>
              <w:t>и</w:t>
            </w:r>
            <w:r w:rsidRPr="00510A00">
              <w:t xml:space="preserve"> для остановочных пунктов</w:t>
            </w:r>
          </w:p>
        </w:tc>
        <w:tc>
          <w:tcPr>
            <w:tcW w:w="1620" w:type="dxa"/>
            <w:vAlign w:val="center"/>
          </w:tcPr>
          <w:p w:rsidR="007E3033" w:rsidRPr="00AC26F6" w:rsidRDefault="007E3033" w:rsidP="00DA0E6B">
            <w:pPr>
              <w:jc w:val="center"/>
            </w:pPr>
            <w:r>
              <w:t>кг.</w:t>
            </w:r>
          </w:p>
        </w:tc>
        <w:tc>
          <w:tcPr>
            <w:tcW w:w="900" w:type="dxa"/>
            <w:vAlign w:val="center"/>
          </w:tcPr>
          <w:p w:rsidR="007E3033" w:rsidRPr="00AC26F6" w:rsidRDefault="007E3033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7E3033" w:rsidRPr="00AC26F6" w:rsidRDefault="007E3033" w:rsidP="00DA0E6B">
            <w:pPr>
              <w:jc w:val="center"/>
            </w:pPr>
            <w:r>
              <w:t>300</w:t>
            </w:r>
          </w:p>
        </w:tc>
        <w:tc>
          <w:tcPr>
            <w:tcW w:w="2160" w:type="dxa"/>
            <w:vAlign w:val="center"/>
          </w:tcPr>
          <w:p w:rsidR="007E3033" w:rsidRPr="00AC26F6" w:rsidRDefault="007E3033" w:rsidP="00DA0E6B">
            <w:pPr>
              <w:jc w:val="center"/>
            </w:pPr>
            <w:r>
              <w:t>60</w:t>
            </w:r>
          </w:p>
        </w:tc>
      </w:tr>
      <w:tr w:rsidR="007E3033">
        <w:tc>
          <w:tcPr>
            <w:tcW w:w="648" w:type="dxa"/>
            <w:vAlign w:val="center"/>
          </w:tcPr>
          <w:p w:rsidR="007E3033" w:rsidRPr="00AC26F6" w:rsidRDefault="007E3033" w:rsidP="00F9512D">
            <w:pPr>
              <w:jc w:val="center"/>
            </w:pPr>
            <w:r>
              <w:t>2.6</w:t>
            </w:r>
          </w:p>
        </w:tc>
        <w:tc>
          <w:tcPr>
            <w:tcW w:w="7380" w:type="dxa"/>
          </w:tcPr>
          <w:p w:rsidR="007E3033" w:rsidRPr="00AC26F6" w:rsidRDefault="007E3033" w:rsidP="00DA0E6B">
            <w:pPr>
              <w:rPr>
                <w:b/>
                <w:bCs/>
              </w:rPr>
            </w:pPr>
            <w:r>
              <w:t>к</w:t>
            </w:r>
            <w:r w:rsidRPr="00510A00">
              <w:t>оммунальное обеспечение</w:t>
            </w:r>
            <w:r>
              <w:t xml:space="preserve"> </w:t>
            </w:r>
            <w:r w:rsidRPr="00510A00">
              <w:t>Мемориала Боевой славы</w:t>
            </w:r>
          </w:p>
        </w:tc>
        <w:tc>
          <w:tcPr>
            <w:tcW w:w="1620" w:type="dxa"/>
            <w:vAlign w:val="center"/>
          </w:tcPr>
          <w:p w:rsidR="007E3033" w:rsidRPr="00AC26F6" w:rsidRDefault="007E3033" w:rsidP="00DA0E6B">
            <w:pPr>
              <w:jc w:val="center"/>
            </w:pPr>
            <w:r>
              <w:t>тыс. м</w:t>
            </w:r>
            <w:r>
              <w:rPr>
                <w:rFonts w:ascii="Arial" w:hAnsi="Arial" w:cs="Arial"/>
              </w:rPr>
              <w:t>³</w:t>
            </w:r>
          </w:p>
        </w:tc>
        <w:tc>
          <w:tcPr>
            <w:tcW w:w="900" w:type="dxa"/>
            <w:vAlign w:val="center"/>
          </w:tcPr>
          <w:p w:rsidR="007E3033" w:rsidRPr="00AC26F6" w:rsidRDefault="007E3033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7E3033" w:rsidRPr="00AC26F6" w:rsidRDefault="007E3033" w:rsidP="00DA0E6B">
            <w:pPr>
              <w:jc w:val="center"/>
            </w:pPr>
            <w:r>
              <w:t>10,4</w:t>
            </w:r>
          </w:p>
        </w:tc>
        <w:tc>
          <w:tcPr>
            <w:tcW w:w="2160" w:type="dxa"/>
            <w:vAlign w:val="center"/>
          </w:tcPr>
          <w:p w:rsidR="007E3033" w:rsidRPr="00AC26F6" w:rsidRDefault="007E3033" w:rsidP="00DA0E6B">
            <w:pPr>
              <w:jc w:val="center"/>
            </w:pPr>
            <w:r>
              <w:t>10,4</w:t>
            </w:r>
          </w:p>
        </w:tc>
      </w:tr>
      <w:tr w:rsidR="007E3033">
        <w:tc>
          <w:tcPr>
            <w:tcW w:w="648" w:type="dxa"/>
            <w:vAlign w:val="center"/>
          </w:tcPr>
          <w:p w:rsidR="007E3033" w:rsidRPr="00AC26F6" w:rsidRDefault="007E3033" w:rsidP="00F9512D">
            <w:pPr>
              <w:jc w:val="center"/>
            </w:pPr>
            <w:r>
              <w:t>2.7</w:t>
            </w:r>
          </w:p>
        </w:tc>
        <w:tc>
          <w:tcPr>
            <w:tcW w:w="7380" w:type="dxa"/>
          </w:tcPr>
          <w:p w:rsidR="007E3033" w:rsidRPr="00AC26F6" w:rsidRDefault="007E3033" w:rsidP="00DA0E6B">
            <w:pPr>
              <w:rPr>
                <w:b/>
                <w:bCs/>
              </w:rPr>
            </w:pPr>
            <w:r>
              <w:t xml:space="preserve">техническое обслуживание </w:t>
            </w:r>
            <w:r w:rsidRPr="00510A00">
              <w:t>Мемориала Боевой славы</w:t>
            </w:r>
          </w:p>
        </w:tc>
        <w:tc>
          <w:tcPr>
            <w:tcW w:w="1620" w:type="dxa"/>
            <w:vAlign w:val="center"/>
          </w:tcPr>
          <w:p w:rsidR="007E3033" w:rsidRPr="00AC26F6" w:rsidRDefault="007E3033" w:rsidP="00DA0E6B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7E3033" w:rsidRPr="00AC26F6" w:rsidRDefault="007E3033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7E3033" w:rsidRPr="00AC26F6" w:rsidRDefault="007E3033" w:rsidP="00DA0E6B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:rsidR="007E3033" w:rsidRPr="00AC26F6" w:rsidRDefault="007E3033" w:rsidP="00DA0E6B">
            <w:pPr>
              <w:jc w:val="center"/>
            </w:pPr>
            <w:r>
              <w:t>1</w:t>
            </w:r>
          </w:p>
        </w:tc>
      </w:tr>
      <w:tr w:rsidR="007E3033">
        <w:tc>
          <w:tcPr>
            <w:tcW w:w="648" w:type="dxa"/>
            <w:vAlign w:val="center"/>
          </w:tcPr>
          <w:p w:rsidR="007E3033" w:rsidRPr="00AC26F6" w:rsidRDefault="007E3033" w:rsidP="00F9512D">
            <w:pPr>
              <w:jc w:val="center"/>
            </w:pPr>
            <w:r>
              <w:t>2.8</w:t>
            </w:r>
          </w:p>
        </w:tc>
        <w:tc>
          <w:tcPr>
            <w:tcW w:w="7380" w:type="dxa"/>
          </w:tcPr>
          <w:p w:rsidR="007E3033" w:rsidRPr="00C25175" w:rsidRDefault="007E3033" w:rsidP="00F9512D">
            <w:pPr>
              <w:rPr>
                <w:b/>
                <w:bCs/>
              </w:rPr>
            </w:pPr>
            <w:r>
              <w:t>содержание мест захоронения</w:t>
            </w:r>
          </w:p>
        </w:tc>
        <w:tc>
          <w:tcPr>
            <w:tcW w:w="1620" w:type="dxa"/>
            <w:vAlign w:val="center"/>
          </w:tcPr>
          <w:p w:rsidR="007E3033" w:rsidRDefault="007E3033" w:rsidP="0051689D">
            <w:pPr>
              <w:jc w:val="center"/>
            </w:pPr>
            <w:r>
              <w:t>усл. ед.</w:t>
            </w:r>
          </w:p>
        </w:tc>
        <w:tc>
          <w:tcPr>
            <w:tcW w:w="900" w:type="dxa"/>
            <w:vAlign w:val="center"/>
          </w:tcPr>
          <w:p w:rsidR="007E3033" w:rsidRPr="00C25175" w:rsidRDefault="007E3033" w:rsidP="00F9512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7E3033" w:rsidRPr="00C25175" w:rsidRDefault="007E3033" w:rsidP="00F9512D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:rsidR="007E3033" w:rsidRPr="00877383" w:rsidRDefault="007E3033" w:rsidP="00F9512D">
            <w:pPr>
              <w:jc w:val="center"/>
            </w:pPr>
            <w:r>
              <w:t>1</w:t>
            </w:r>
          </w:p>
        </w:tc>
      </w:tr>
      <w:tr w:rsidR="007E3033">
        <w:tc>
          <w:tcPr>
            <w:tcW w:w="648" w:type="dxa"/>
            <w:vAlign w:val="center"/>
          </w:tcPr>
          <w:p w:rsidR="007E3033" w:rsidRPr="00AC26F6" w:rsidRDefault="007E3033" w:rsidP="00F9512D">
            <w:pPr>
              <w:jc w:val="center"/>
            </w:pPr>
            <w:r>
              <w:t>2.9</w:t>
            </w:r>
          </w:p>
        </w:tc>
        <w:tc>
          <w:tcPr>
            <w:tcW w:w="7380" w:type="dxa"/>
          </w:tcPr>
          <w:p w:rsidR="007E3033" w:rsidRPr="00C25175" w:rsidRDefault="007E3033" w:rsidP="00F9512D">
            <w:pPr>
              <w:rPr>
                <w:b/>
                <w:bCs/>
              </w:rPr>
            </w:pPr>
            <w:r>
              <w:t>расчистка существующего водоотводного канала, проходящего по территории балки «Бакай» в границах пер. Зеленый, пер. Красноармейский</w:t>
            </w:r>
          </w:p>
        </w:tc>
        <w:tc>
          <w:tcPr>
            <w:tcW w:w="1620" w:type="dxa"/>
            <w:vAlign w:val="center"/>
          </w:tcPr>
          <w:p w:rsidR="007E3033" w:rsidRDefault="007E3033" w:rsidP="001912A5">
            <w:pPr>
              <w:jc w:val="center"/>
            </w:pPr>
            <w:r>
              <w:t>усл. ед.</w:t>
            </w:r>
          </w:p>
        </w:tc>
        <w:tc>
          <w:tcPr>
            <w:tcW w:w="900" w:type="dxa"/>
            <w:vAlign w:val="center"/>
          </w:tcPr>
          <w:p w:rsidR="007E3033" w:rsidRPr="00C25175" w:rsidRDefault="007E3033" w:rsidP="001912A5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7E3033" w:rsidRPr="00C25175" w:rsidRDefault="007E3033" w:rsidP="001912A5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7E3033" w:rsidRPr="00877383" w:rsidRDefault="007E3033" w:rsidP="001912A5">
            <w:pPr>
              <w:jc w:val="center"/>
            </w:pPr>
            <w:r>
              <w:t>1</w:t>
            </w:r>
          </w:p>
        </w:tc>
      </w:tr>
      <w:tr w:rsidR="007E3033">
        <w:tc>
          <w:tcPr>
            <w:tcW w:w="648" w:type="dxa"/>
            <w:vAlign w:val="center"/>
          </w:tcPr>
          <w:p w:rsidR="007E3033" w:rsidRPr="00AC26F6" w:rsidRDefault="007E3033" w:rsidP="00F9512D">
            <w:pPr>
              <w:jc w:val="center"/>
            </w:pPr>
          </w:p>
        </w:tc>
        <w:tc>
          <w:tcPr>
            <w:tcW w:w="7380" w:type="dxa"/>
          </w:tcPr>
          <w:p w:rsidR="007E3033" w:rsidRPr="00C25175" w:rsidRDefault="007E3033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7E3033" w:rsidRDefault="007E3033" w:rsidP="0051689D">
            <w:pPr>
              <w:jc w:val="center"/>
            </w:pPr>
          </w:p>
        </w:tc>
        <w:tc>
          <w:tcPr>
            <w:tcW w:w="900" w:type="dxa"/>
            <w:vAlign w:val="center"/>
          </w:tcPr>
          <w:p w:rsidR="007E3033" w:rsidRPr="00C25175" w:rsidRDefault="007E3033" w:rsidP="00F9512D">
            <w:pPr>
              <w:jc w:val="center"/>
            </w:pPr>
          </w:p>
        </w:tc>
        <w:tc>
          <w:tcPr>
            <w:tcW w:w="1800" w:type="dxa"/>
            <w:vAlign w:val="center"/>
          </w:tcPr>
          <w:p w:rsidR="007E3033" w:rsidRPr="00C25175" w:rsidRDefault="007E3033" w:rsidP="00F9512D">
            <w:pPr>
              <w:jc w:val="center"/>
            </w:pPr>
          </w:p>
        </w:tc>
        <w:tc>
          <w:tcPr>
            <w:tcW w:w="2160" w:type="dxa"/>
            <w:vAlign w:val="center"/>
          </w:tcPr>
          <w:p w:rsidR="007E3033" w:rsidRPr="00877383" w:rsidRDefault="007E3033" w:rsidP="00F9512D">
            <w:pPr>
              <w:jc w:val="center"/>
            </w:pPr>
          </w:p>
        </w:tc>
      </w:tr>
      <w:tr w:rsidR="007E3033">
        <w:tc>
          <w:tcPr>
            <w:tcW w:w="648" w:type="dxa"/>
            <w:vAlign w:val="center"/>
          </w:tcPr>
          <w:p w:rsidR="007E3033" w:rsidRPr="00AC26F6" w:rsidRDefault="007E3033" w:rsidP="00F9512D">
            <w:pPr>
              <w:jc w:val="center"/>
            </w:pPr>
            <w:r>
              <w:t>3</w:t>
            </w:r>
          </w:p>
        </w:tc>
        <w:tc>
          <w:tcPr>
            <w:tcW w:w="13860" w:type="dxa"/>
            <w:gridSpan w:val="5"/>
          </w:tcPr>
          <w:p w:rsidR="007E3033" w:rsidRPr="00877383" w:rsidRDefault="007E3033" w:rsidP="00F9512D">
            <w:pPr>
              <w:jc w:val="center"/>
            </w:pPr>
            <w:r w:rsidRPr="00C25175">
              <w:t xml:space="preserve">Подпрограммы </w:t>
            </w:r>
            <w:r>
              <w:t>«</w:t>
            </w:r>
            <w:r w:rsidRPr="0044645B">
              <w:t>Организация уличного освещения Старотитаровского сельского поселения Темрюкского района»</w:t>
            </w:r>
          </w:p>
        </w:tc>
      </w:tr>
      <w:tr w:rsidR="007E3033">
        <w:tc>
          <w:tcPr>
            <w:tcW w:w="648" w:type="dxa"/>
            <w:vAlign w:val="center"/>
          </w:tcPr>
          <w:p w:rsidR="007E3033" w:rsidRDefault="007E3033" w:rsidP="00F9512D">
            <w:pPr>
              <w:jc w:val="center"/>
            </w:pPr>
            <w:r>
              <w:t>3.1</w:t>
            </w:r>
          </w:p>
        </w:tc>
        <w:tc>
          <w:tcPr>
            <w:tcW w:w="7380" w:type="dxa"/>
          </w:tcPr>
          <w:p w:rsidR="007E3033" w:rsidRPr="00C25175" w:rsidRDefault="007E3033" w:rsidP="00DA0E6B">
            <w:pPr>
              <w:rPr>
                <w:b/>
                <w:bCs/>
              </w:rPr>
            </w:pPr>
            <w:r>
              <w:t>з</w:t>
            </w:r>
            <w:r w:rsidRPr="00627996">
              <w:t xml:space="preserve">амена светильников </w:t>
            </w:r>
            <w:r>
              <w:t xml:space="preserve">и ламп </w:t>
            </w:r>
            <w:r w:rsidRPr="00627996">
              <w:t>уличного освещения</w:t>
            </w:r>
          </w:p>
        </w:tc>
        <w:tc>
          <w:tcPr>
            <w:tcW w:w="1620" w:type="dxa"/>
            <w:vAlign w:val="center"/>
          </w:tcPr>
          <w:p w:rsidR="007E3033" w:rsidRDefault="007E3033" w:rsidP="00DA0E6B">
            <w:pPr>
              <w:jc w:val="center"/>
            </w:pPr>
            <w:r w:rsidRPr="004D57D3">
              <w:t>шт.</w:t>
            </w:r>
          </w:p>
        </w:tc>
        <w:tc>
          <w:tcPr>
            <w:tcW w:w="900" w:type="dxa"/>
            <w:vAlign w:val="center"/>
          </w:tcPr>
          <w:p w:rsidR="007E3033" w:rsidRPr="00C25175" w:rsidRDefault="007E3033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7E3033" w:rsidRPr="00C25175" w:rsidRDefault="007E3033" w:rsidP="00DA0E6B">
            <w:pPr>
              <w:jc w:val="center"/>
            </w:pPr>
            <w:r>
              <w:t>268</w:t>
            </w:r>
          </w:p>
        </w:tc>
        <w:tc>
          <w:tcPr>
            <w:tcW w:w="2160" w:type="dxa"/>
            <w:vAlign w:val="center"/>
          </w:tcPr>
          <w:p w:rsidR="007E3033" w:rsidRPr="00877383" w:rsidRDefault="007E3033" w:rsidP="00DA0E6B">
            <w:pPr>
              <w:jc w:val="center"/>
            </w:pPr>
            <w:r>
              <w:t>400</w:t>
            </w:r>
          </w:p>
        </w:tc>
      </w:tr>
      <w:tr w:rsidR="007E3033">
        <w:tc>
          <w:tcPr>
            <w:tcW w:w="648" w:type="dxa"/>
            <w:vAlign w:val="center"/>
          </w:tcPr>
          <w:p w:rsidR="007E3033" w:rsidRDefault="007E3033" w:rsidP="00F9512D">
            <w:pPr>
              <w:jc w:val="center"/>
            </w:pPr>
            <w:r>
              <w:t>3.2</w:t>
            </w:r>
          </w:p>
        </w:tc>
        <w:tc>
          <w:tcPr>
            <w:tcW w:w="7380" w:type="dxa"/>
          </w:tcPr>
          <w:p w:rsidR="007E3033" w:rsidRPr="00AC26F6" w:rsidRDefault="007E3033" w:rsidP="00DA0E6B">
            <w:pPr>
              <w:rPr>
                <w:b/>
                <w:bCs/>
              </w:rPr>
            </w:pPr>
            <w:r>
              <w:t>мероприятия по р</w:t>
            </w:r>
            <w:r w:rsidRPr="00627996">
              <w:t>емонт</w:t>
            </w:r>
            <w:r>
              <w:t>у</w:t>
            </w:r>
            <w:r w:rsidRPr="00627996">
              <w:t xml:space="preserve"> уличных сетей</w:t>
            </w:r>
          </w:p>
        </w:tc>
        <w:tc>
          <w:tcPr>
            <w:tcW w:w="1620" w:type="dxa"/>
            <w:vAlign w:val="center"/>
          </w:tcPr>
          <w:p w:rsidR="007E3033" w:rsidRDefault="007E3033" w:rsidP="00DA0E6B">
            <w:pPr>
              <w:jc w:val="center"/>
            </w:pPr>
            <w:r>
              <w:t>ед</w:t>
            </w:r>
            <w:r w:rsidRPr="004D57D3">
              <w:t>.</w:t>
            </w:r>
          </w:p>
        </w:tc>
        <w:tc>
          <w:tcPr>
            <w:tcW w:w="900" w:type="dxa"/>
            <w:vAlign w:val="center"/>
          </w:tcPr>
          <w:p w:rsidR="007E3033" w:rsidRPr="00AC26F6" w:rsidRDefault="007E3033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7E3033" w:rsidRPr="00AC26F6" w:rsidRDefault="007E3033" w:rsidP="00DA0E6B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:rsidR="007E3033" w:rsidRPr="00AC26F6" w:rsidRDefault="007E3033" w:rsidP="00DA0E6B">
            <w:pPr>
              <w:jc w:val="center"/>
            </w:pPr>
            <w:r>
              <w:t>2</w:t>
            </w:r>
          </w:p>
        </w:tc>
      </w:tr>
      <w:tr w:rsidR="007E3033">
        <w:tc>
          <w:tcPr>
            <w:tcW w:w="648" w:type="dxa"/>
            <w:vAlign w:val="center"/>
          </w:tcPr>
          <w:p w:rsidR="007E3033" w:rsidRDefault="007E3033" w:rsidP="00F9512D">
            <w:pPr>
              <w:jc w:val="center"/>
            </w:pPr>
            <w:r>
              <w:t>3.3</w:t>
            </w:r>
          </w:p>
        </w:tc>
        <w:tc>
          <w:tcPr>
            <w:tcW w:w="7380" w:type="dxa"/>
          </w:tcPr>
          <w:p w:rsidR="007E3033" w:rsidRPr="00C25175" w:rsidRDefault="007E3033" w:rsidP="00DA0E6B">
            <w:pPr>
              <w:rPr>
                <w:b/>
                <w:bCs/>
              </w:rPr>
            </w:pPr>
            <w:r>
              <w:t>приобретение р</w:t>
            </w:r>
            <w:r w:rsidRPr="00627996">
              <w:t>асходны</w:t>
            </w:r>
            <w:r>
              <w:t>х</w:t>
            </w:r>
            <w:r w:rsidRPr="00627996">
              <w:t xml:space="preserve"> ма</w:t>
            </w:r>
            <w:r>
              <w:t>т</w:t>
            </w:r>
            <w:r w:rsidRPr="00627996">
              <w:t>ериал</w:t>
            </w:r>
            <w:r>
              <w:t>ов</w:t>
            </w:r>
            <w:r w:rsidRPr="00627996">
              <w:t xml:space="preserve"> (клип-зажм, патрон фарфоровый, пускатель)</w:t>
            </w:r>
          </w:p>
        </w:tc>
        <w:tc>
          <w:tcPr>
            <w:tcW w:w="1620" w:type="dxa"/>
            <w:vAlign w:val="center"/>
          </w:tcPr>
          <w:p w:rsidR="007E3033" w:rsidRDefault="007E3033" w:rsidP="00DA0E6B">
            <w:pPr>
              <w:jc w:val="center"/>
            </w:pPr>
            <w:r w:rsidRPr="004D57D3">
              <w:t>шт.</w:t>
            </w:r>
          </w:p>
        </w:tc>
        <w:tc>
          <w:tcPr>
            <w:tcW w:w="900" w:type="dxa"/>
            <w:vAlign w:val="center"/>
          </w:tcPr>
          <w:p w:rsidR="007E3033" w:rsidRPr="00C25175" w:rsidRDefault="007E3033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7E3033" w:rsidRPr="00C25175" w:rsidRDefault="007E3033" w:rsidP="00DA0E6B">
            <w:pPr>
              <w:jc w:val="center"/>
            </w:pPr>
            <w:r>
              <w:t>5</w:t>
            </w:r>
          </w:p>
        </w:tc>
        <w:tc>
          <w:tcPr>
            <w:tcW w:w="2160" w:type="dxa"/>
            <w:vAlign w:val="center"/>
          </w:tcPr>
          <w:p w:rsidR="007E3033" w:rsidRPr="00877383" w:rsidRDefault="007E3033" w:rsidP="00DA0E6B">
            <w:pPr>
              <w:jc w:val="center"/>
            </w:pPr>
            <w:r>
              <w:t>5</w:t>
            </w:r>
          </w:p>
        </w:tc>
      </w:tr>
    </w:tbl>
    <w:p w:rsidR="007E3033" w:rsidRDefault="007E3033" w:rsidP="00225687">
      <w:pPr>
        <w:jc w:val="center"/>
        <w:rPr>
          <w:b/>
          <w:bCs/>
        </w:rPr>
      </w:pPr>
    </w:p>
    <w:p w:rsidR="007E3033" w:rsidRDefault="007E3033" w:rsidP="00225687">
      <w:pPr>
        <w:jc w:val="center"/>
        <w:rPr>
          <w:b/>
          <w:bCs/>
        </w:rPr>
      </w:pPr>
    </w:p>
    <w:p w:rsidR="007E3033" w:rsidRDefault="007E3033" w:rsidP="00225687">
      <w:pPr>
        <w:jc w:val="center"/>
        <w:rPr>
          <w:b/>
          <w:bCs/>
        </w:rPr>
      </w:pPr>
    </w:p>
    <w:p w:rsidR="007E3033" w:rsidRDefault="007E3033" w:rsidP="00225687">
      <w:pPr>
        <w:jc w:val="center"/>
        <w:rPr>
          <w:b/>
          <w:bCs/>
        </w:rPr>
      </w:pPr>
    </w:p>
    <w:p w:rsidR="007E3033" w:rsidRDefault="007E3033" w:rsidP="00225687">
      <w:pPr>
        <w:jc w:val="center"/>
        <w:rPr>
          <w:b/>
          <w:bCs/>
        </w:rPr>
      </w:pPr>
    </w:p>
    <w:p w:rsidR="007E3033" w:rsidRDefault="007E3033" w:rsidP="00225687">
      <w:pPr>
        <w:jc w:val="center"/>
        <w:rPr>
          <w:b/>
          <w:bCs/>
        </w:rPr>
      </w:pPr>
    </w:p>
    <w:p w:rsidR="007E3033" w:rsidRDefault="007E3033" w:rsidP="00225687">
      <w:pPr>
        <w:jc w:val="center"/>
        <w:rPr>
          <w:b/>
          <w:bCs/>
        </w:rPr>
      </w:pPr>
    </w:p>
    <w:p w:rsidR="007E3033" w:rsidRDefault="007E3033" w:rsidP="00225687">
      <w:pPr>
        <w:jc w:val="center"/>
        <w:rPr>
          <w:b/>
          <w:bCs/>
        </w:rPr>
      </w:pPr>
    </w:p>
    <w:p w:rsidR="007E3033" w:rsidRDefault="007E3033" w:rsidP="00225687">
      <w:pPr>
        <w:jc w:val="center"/>
        <w:rPr>
          <w:b/>
          <w:bCs/>
        </w:rPr>
      </w:pPr>
    </w:p>
    <w:p w:rsidR="007E3033" w:rsidRPr="00A74297" w:rsidRDefault="007E3033" w:rsidP="00225687">
      <w:pPr>
        <w:jc w:val="center"/>
        <w:rPr>
          <w:b/>
          <w:bCs/>
        </w:rPr>
      </w:pPr>
    </w:p>
    <w:p w:rsidR="007E3033" w:rsidRPr="00225687" w:rsidRDefault="007E3033">
      <w:pPr>
        <w:rPr>
          <w:sz w:val="6"/>
          <w:szCs w:val="6"/>
        </w:rPr>
      </w:pPr>
    </w:p>
    <w:p w:rsidR="007E3033" w:rsidRDefault="007E3033" w:rsidP="0054045D">
      <w:pPr>
        <w:pStyle w:val="ConsPlusNormal0"/>
        <w:jc w:val="center"/>
        <w:rPr>
          <w:b/>
          <w:bCs/>
        </w:rPr>
      </w:pPr>
    </w:p>
    <w:p w:rsidR="007E3033" w:rsidRDefault="007E3033" w:rsidP="0054045D">
      <w:pPr>
        <w:pStyle w:val="ConsPlusNormal0"/>
        <w:jc w:val="center"/>
        <w:rPr>
          <w:b/>
          <w:bCs/>
        </w:rPr>
      </w:pPr>
    </w:p>
    <w:p w:rsidR="007E3033" w:rsidRDefault="007E3033" w:rsidP="0054045D">
      <w:pPr>
        <w:pStyle w:val="ConsPlusNormal0"/>
        <w:jc w:val="center"/>
        <w:rPr>
          <w:b/>
          <w:bCs/>
        </w:rPr>
      </w:pPr>
    </w:p>
    <w:p w:rsidR="007E3033" w:rsidRDefault="007E3033" w:rsidP="0054045D">
      <w:pPr>
        <w:pStyle w:val="ConsPlusNormal0"/>
        <w:jc w:val="center"/>
        <w:rPr>
          <w:b/>
          <w:bCs/>
        </w:rPr>
      </w:pPr>
    </w:p>
    <w:p w:rsidR="007E3033" w:rsidRDefault="007E3033" w:rsidP="0054045D">
      <w:pPr>
        <w:pStyle w:val="ConsPlusNormal0"/>
        <w:jc w:val="center"/>
        <w:rPr>
          <w:b/>
          <w:bCs/>
        </w:rPr>
      </w:pPr>
    </w:p>
    <w:p w:rsidR="007E3033" w:rsidRPr="003C75F8" w:rsidRDefault="007E3033" w:rsidP="0054045D">
      <w:pPr>
        <w:pStyle w:val="ConsPlusNormal0"/>
        <w:jc w:val="center"/>
        <w:rPr>
          <w:b/>
          <w:bCs/>
        </w:rPr>
      </w:pPr>
      <w:r>
        <w:rPr>
          <w:b/>
          <w:bCs/>
        </w:rPr>
        <w:t xml:space="preserve">3. </w:t>
      </w:r>
      <w:r w:rsidRPr="003C75F8">
        <w:rPr>
          <w:b/>
          <w:bCs/>
        </w:rPr>
        <w:t>СВЕДЕНИЯ</w:t>
      </w:r>
    </w:p>
    <w:p w:rsidR="007E3033" w:rsidRPr="003C75F8" w:rsidRDefault="007E3033" w:rsidP="0054045D">
      <w:pPr>
        <w:pStyle w:val="ConsPlusNormal0"/>
        <w:jc w:val="center"/>
        <w:rPr>
          <w:b/>
          <w:bCs/>
        </w:rPr>
      </w:pPr>
      <w:r w:rsidRPr="003C75F8">
        <w:rPr>
          <w:b/>
          <w:bCs/>
        </w:rPr>
        <w:t>о порядке сбора информации и методике расчета целевых</w:t>
      </w:r>
    </w:p>
    <w:p w:rsidR="007E3033" w:rsidRPr="009931E8" w:rsidRDefault="007E3033" w:rsidP="005B7666">
      <w:pPr>
        <w:jc w:val="center"/>
        <w:rPr>
          <w:b/>
          <w:bCs/>
        </w:rPr>
      </w:pPr>
      <w:r w:rsidRPr="005B7666">
        <w:rPr>
          <w:b/>
          <w:bCs/>
        </w:rPr>
        <w:t>показателей муниципальной программы</w:t>
      </w:r>
      <w:r>
        <w:t xml:space="preserve">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E3033" w:rsidRPr="003C75F8" w:rsidRDefault="007E3033" w:rsidP="005B7666">
      <w:pPr>
        <w:pStyle w:val="ListParagraph"/>
        <w:ind w:left="360"/>
        <w:jc w:val="center"/>
      </w:pPr>
    </w:p>
    <w:p w:rsidR="007E3033" w:rsidRPr="003C75F8" w:rsidRDefault="007E3033" w:rsidP="0054045D">
      <w:pPr>
        <w:jc w:val="center"/>
        <w:rPr>
          <w:b/>
          <w:bCs/>
        </w:rPr>
      </w:pPr>
    </w:p>
    <w:tbl>
      <w:tblPr>
        <w:tblW w:w="145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E3033" w:rsidRPr="00C404E0">
        <w:tc>
          <w:tcPr>
            <w:tcW w:w="730" w:type="dxa"/>
          </w:tcPr>
          <w:p w:rsidR="007E3033" w:rsidRPr="00C404E0" w:rsidRDefault="007E303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7E3033" w:rsidRPr="00C404E0" w:rsidRDefault="007E303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E3033" w:rsidRPr="00C404E0" w:rsidRDefault="007E303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E3033" w:rsidRPr="00C404E0" w:rsidRDefault="007E303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E3033" w:rsidRPr="00C404E0" w:rsidRDefault="007E303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E3033" w:rsidRPr="00C404E0" w:rsidRDefault="007E303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E3033" w:rsidRPr="00C404E0" w:rsidRDefault="007E303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E3033" w:rsidRPr="00C404E0" w:rsidRDefault="007E303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E3033" w:rsidRPr="0054045D" w:rsidRDefault="007E3033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E3033" w:rsidRPr="000B0521">
        <w:tc>
          <w:tcPr>
            <w:tcW w:w="726" w:type="dxa"/>
          </w:tcPr>
          <w:p w:rsidR="007E3033" w:rsidRPr="000B0521" w:rsidRDefault="007E303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E3033" w:rsidRPr="000B0521" w:rsidRDefault="007E303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E3033" w:rsidRPr="000B0521" w:rsidRDefault="007E303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E3033" w:rsidRPr="000B0521" w:rsidRDefault="007E303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E3033" w:rsidRPr="000B0521" w:rsidRDefault="007E303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E3033" w:rsidRPr="000B0521" w:rsidRDefault="007E303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E3033" w:rsidRPr="000B0521" w:rsidRDefault="007E303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E3033" w:rsidRPr="000B0521" w:rsidRDefault="007E303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E3033" w:rsidRPr="00F945BC">
        <w:tc>
          <w:tcPr>
            <w:tcW w:w="726" w:type="dxa"/>
          </w:tcPr>
          <w:p w:rsidR="007E3033" w:rsidRPr="00C404E0" w:rsidRDefault="007E303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7E3033" w:rsidRDefault="007E3033" w:rsidP="008E76FB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 xml:space="preserve">Подпрограммы 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благоустройства»»  </w:t>
            </w:r>
          </w:p>
          <w:p w:rsidR="007E3033" w:rsidRPr="00C404E0" w:rsidRDefault="007E3033" w:rsidP="008E76FB">
            <w:pPr>
              <w:jc w:val="center"/>
              <w:rPr>
                <w:sz w:val="24"/>
                <w:szCs w:val="24"/>
              </w:rPr>
            </w:pPr>
          </w:p>
        </w:tc>
      </w:tr>
      <w:tr w:rsidR="007E3033" w:rsidRPr="00F945BC">
        <w:tc>
          <w:tcPr>
            <w:tcW w:w="726" w:type="dxa"/>
          </w:tcPr>
          <w:p w:rsidR="007E3033" w:rsidRPr="00C404E0" w:rsidRDefault="007E303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7E3033" w:rsidRPr="003265A6" w:rsidRDefault="007E3033" w:rsidP="00DA0E6B">
            <w:pPr>
              <w:rPr>
                <w:b/>
                <w:bCs/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519" w:type="dxa"/>
          </w:tcPr>
          <w:p w:rsidR="007E3033" w:rsidRPr="003265A6" w:rsidRDefault="007E3033" w:rsidP="006A5D3E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7E3033" w:rsidRPr="00F945BC" w:rsidRDefault="007E3033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E3033" w:rsidRPr="00B853B0" w:rsidRDefault="007E3033" w:rsidP="00DA0E6B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7E3033" w:rsidRPr="0016103B" w:rsidRDefault="007E3033" w:rsidP="00DA0E6B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7E3033" w:rsidRPr="00FD664C" w:rsidRDefault="007E3033" w:rsidP="00DA0E6B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t xml:space="preserve"> объем исполнения годового плана бюджетных ассигнований</w:t>
            </w:r>
            <w:r>
              <w:t>;</w:t>
            </w:r>
          </w:p>
          <w:p w:rsidR="007E3033" w:rsidRPr="00B853B0" w:rsidRDefault="007E3033" w:rsidP="00DA0E6B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t>годового плана бюджетных ассигнований</w:t>
            </w:r>
            <w:r w:rsidRPr="00B853B0">
              <w:t>;</w:t>
            </w:r>
          </w:p>
          <w:p w:rsidR="007E3033" w:rsidRPr="00F945BC" w:rsidRDefault="007E3033" w:rsidP="00DA0E6B">
            <w:pPr>
              <w:jc w:val="center"/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объем </w:t>
            </w:r>
            <w:r w:rsidRPr="004B4ECB">
              <w:rPr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0" w:type="dxa"/>
          </w:tcPr>
          <w:p w:rsidR="007E3033" w:rsidRPr="00F945BC" w:rsidRDefault="007E3033" w:rsidP="00DA0E6B">
            <w:pPr>
              <w:jc w:val="center"/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7E3033" w:rsidRPr="00F57EFB" w:rsidRDefault="007E3033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7E3033" w:rsidRPr="00F945BC" w:rsidRDefault="007E3033" w:rsidP="00DA0E6B">
            <w:pPr>
              <w:jc w:val="center"/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  <w:tr w:rsidR="007E3033" w:rsidRPr="00F945BC">
        <w:tc>
          <w:tcPr>
            <w:tcW w:w="726" w:type="dxa"/>
          </w:tcPr>
          <w:p w:rsidR="007E3033" w:rsidRPr="00C404E0" w:rsidRDefault="007E3033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7E3033" w:rsidRPr="00A1444D" w:rsidRDefault="007E3033" w:rsidP="00C01CD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7E3033" w:rsidRPr="00C404E0" w:rsidRDefault="007E3033" w:rsidP="00C01C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7E3033" w:rsidRPr="00F945BC" w:rsidRDefault="007E3033" w:rsidP="00C01CD8"/>
        </w:tc>
        <w:tc>
          <w:tcPr>
            <w:tcW w:w="2355" w:type="dxa"/>
          </w:tcPr>
          <w:p w:rsidR="007E3033" w:rsidRPr="00F945BC" w:rsidRDefault="007E3033" w:rsidP="00C01CD8">
            <w:pPr>
              <w:jc w:val="center"/>
            </w:pPr>
          </w:p>
        </w:tc>
        <w:tc>
          <w:tcPr>
            <w:tcW w:w="2020" w:type="dxa"/>
          </w:tcPr>
          <w:p w:rsidR="007E3033" w:rsidRPr="00F945BC" w:rsidRDefault="007E3033" w:rsidP="00F945BC">
            <w:pPr>
              <w:jc w:val="center"/>
            </w:pPr>
          </w:p>
        </w:tc>
        <w:tc>
          <w:tcPr>
            <w:tcW w:w="2018" w:type="dxa"/>
          </w:tcPr>
          <w:p w:rsidR="007E3033" w:rsidRPr="00F945BC" w:rsidRDefault="007E3033" w:rsidP="00F945BC">
            <w:pPr>
              <w:jc w:val="center"/>
            </w:pPr>
          </w:p>
        </w:tc>
        <w:tc>
          <w:tcPr>
            <w:tcW w:w="2083" w:type="dxa"/>
          </w:tcPr>
          <w:p w:rsidR="007E3033" w:rsidRPr="00F945BC" w:rsidRDefault="007E3033" w:rsidP="00F945BC">
            <w:pPr>
              <w:jc w:val="center"/>
            </w:pPr>
          </w:p>
        </w:tc>
      </w:tr>
      <w:tr w:rsidR="007E3033" w:rsidRPr="00F945BC">
        <w:tc>
          <w:tcPr>
            <w:tcW w:w="726" w:type="dxa"/>
          </w:tcPr>
          <w:p w:rsidR="007E3033" w:rsidRPr="00C404E0" w:rsidRDefault="007E303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7E3033" w:rsidRPr="00F945BC" w:rsidRDefault="007E3033" w:rsidP="008E76FB">
            <w:pPr>
              <w:jc w:val="center"/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7E3033" w:rsidRPr="00F945BC">
        <w:tc>
          <w:tcPr>
            <w:tcW w:w="726" w:type="dxa"/>
          </w:tcPr>
          <w:p w:rsidR="007E3033" w:rsidRDefault="007E3033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7E3033" w:rsidRPr="00A1444D" w:rsidRDefault="007E3033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отлов и иммобилизация безнадзорных животных</w:t>
            </w:r>
          </w:p>
        </w:tc>
        <w:tc>
          <w:tcPr>
            <w:tcW w:w="1519" w:type="dxa"/>
            <w:vAlign w:val="center"/>
          </w:tcPr>
          <w:p w:rsidR="007E3033" w:rsidRPr="00C404E0" w:rsidRDefault="007E3033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E3033" w:rsidRPr="00B51199" w:rsidRDefault="007E3033" w:rsidP="00DA0E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E3033" w:rsidRPr="00F57EFB" w:rsidRDefault="007E3033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7E3033" w:rsidRPr="00F57EFB" w:rsidRDefault="007E3033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7E3033" w:rsidRPr="00F57EFB" w:rsidRDefault="007E3033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7E3033" w:rsidRPr="00F945BC" w:rsidRDefault="007E3033" w:rsidP="00DA0E6B">
            <w:pPr>
              <w:jc w:val="center"/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7E3033" w:rsidRPr="00F945BC">
        <w:tc>
          <w:tcPr>
            <w:tcW w:w="726" w:type="dxa"/>
          </w:tcPr>
          <w:p w:rsidR="007E3033" w:rsidRDefault="007E3033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7E3033" w:rsidRPr="00A1444D" w:rsidRDefault="007E3033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7E3033" w:rsidRPr="00C404E0" w:rsidRDefault="007E3033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E3033" w:rsidRPr="00F945BC" w:rsidRDefault="007E3033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E3033" w:rsidRPr="00F945BC" w:rsidRDefault="007E3033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7E3033" w:rsidRPr="00F945BC" w:rsidRDefault="007E3033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7E3033" w:rsidRPr="00F945BC" w:rsidRDefault="007E3033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7E3033" w:rsidRPr="00F945BC" w:rsidRDefault="007E3033" w:rsidP="00C01CD8">
            <w:pPr>
              <w:jc w:val="center"/>
            </w:pPr>
          </w:p>
        </w:tc>
      </w:tr>
      <w:tr w:rsidR="007E3033" w:rsidRPr="00F945BC">
        <w:tc>
          <w:tcPr>
            <w:tcW w:w="726" w:type="dxa"/>
          </w:tcPr>
          <w:p w:rsidR="007E3033" w:rsidRDefault="007E3033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7E3033" w:rsidRPr="00A1444D" w:rsidRDefault="007E3033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посев газонной травы в сквере по ул. Ленина с предварительными работам</w:t>
            </w:r>
          </w:p>
        </w:tc>
        <w:tc>
          <w:tcPr>
            <w:tcW w:w="1519" w:type="dxa"/>
            <w:vAlign w:val="center"/>
          </w:tcPr>
          <w:p w:rsidR="007E3033" w:rsidRPr="00C404E0" w:rsidRDefault="007E3033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7E3033" w:rsidRPr="00F945BC" w:rsidRDefault="007E3033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E3033" w:rsidRPr="00F945BC" w:rsidRDefault="007E3033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7E3033" w:rsidRPr="00F945BC" w:rsidRDefault="007E3033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7E3033" w:rsidRPr="00F945BC" w:rsidRDefault="007E3033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7E3033" w:rsidRPr="00F945BC" w:rsidRDefault="007E3033" w:rsidP="00C01CD8">
            <w:pPr>
              <w:jc w:val="center"/>
            </w:pPr>
          </w:p>
        </w:tc>
      </w:tr>
      <w:tr w:rsidR="007E3033" w:rsidRPr="00F945BC">
        <w:tc>
          <w:tcPr>
            <w:tcW w:w="726" w:type="dxa"/>
          </w:tcPr>
          <w:p w:rsidR="007E3033" w:rsidRDefault="007E3033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7E3033" w:rsidRPr="00A1444D" w:rsidRDefault="007E3033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7E3033" w:rsidRPr="00C404E0" w:rsidRDefault="007E3033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E3033" w:rsidRPr="00F945BC" w:rsidRDefault="007E3033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E3033" w:rsidRPr="00F945BC" w:rsidRDefault="007E3033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7E3033" w:rsidRPr="00F945BC" w:rsidRDefault="007E3033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7E3033" w:rsidRPr="00F945BC" w:rsidRDefault="007E3033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7E3033" w:rsidRPr="00F945BC" w:rsidRDefault="007E3033" w:rsidP="00C01CD8">
            <w:pPr>
              <w:jc w:val="center"/>
            </w:pPr>
          </w:p>
        </w:tc>
      </w:tr>
      <w:tr w:rsidR="007E3033" w:rsidRPr="00F945BC">
        <w:tc>
          <w:tcPr>
            <w:tcW w:w="726" w:type="dxa"/>
          </w:tcPr>
          <w:p w:rsidR="007E3033" w:rsidRDefault="007E3033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7E3033" w:rsidRPr="00A1444D" w:rsidRDefault="007E3033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приобретение краски для остановочных пунктов</w:t>
            </w:r>
          </w:p>
        </w:tc>
        <w:tc>
          <w:tcPr>
            <w:tcW w:w="1519" w:type="dxa"/>
            <w:vAlign w:val="center"/>
          </w:tcPr>
          <w:p w:rsidR="007E3033" w:rsidRPr="00C404E0" w:rsidRDefault="007E3033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7E3033" w:rsidRPr="00F945BC" w:rsidRDefault="007E3033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E3033" w:rsidRDefault="007E3033" w:rsidP="00DA0E6B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7E3033" w:rsidRPr="00F945BC" w:rsidRDefault="007E3033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7E3033" w:rsidRPr="00F945BC" w:rsidRDefault="007E3033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7E3033" w:rsidRPr="00F945BC" w:rsidRDefault="007E3033" w:rsidP="00C01CD8">
            <w:pPr>
              <w:jc w:val="center"/>
            </w:pPr>
          </w:p>
        </w:tc>
      </w:tr>
      <w:tr w:rsidR="007E3033" w:rsidRPr="00F945BC">
        <w:tc>
          <w:tcPr>
            <w:tcW w:w="726" w:type="dxa"/>
          </w:tcPr>
          <w:p w:rsidR="007E3033" w:rsidRDefault="007E3033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7E3033" w:rsidRPr="00A1444D" w:rsidRDefault="007E3033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коммунальное обеспечение Мемориала Боевой славы</w:t>
            </w:r>
          </w:p>
        </w:tc>
        <w:tc>
          <w:tcPr>
            <w:tcW w:w="1519" w:type="dxa"/>
            <w:vAlign w:val="center"/>
          </w:tcPr>
          <w:p w:rsidR="007E3033" w:rsidRPr="006338E5" w:rsidRDefault="007E3033" w:rsidP="00DA0E6B">
            <w:pPr>
              <w:jc w:val="center"/>
              <w:rPr>
                <w:sz w:val="24"/>
                <w:szCs w:val="24"/>
              </w:rPr>
            </w:pPr>
            <w:r w:rsidRPr="006338E5">
              <w:rPr>
                <w:sz w:val="24"/>
                <w:szCs w:val="24"/>
              </w:rPr>
              <w:t>тыс. м</w:t>
            </w:r>
            <w:r w:rsidRPr="006338E5"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7E3033" w:rsidRPr="00F945BC" w:rsidRDefault="007E3033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E3033" w:rsidRDefault="007E3033" w:rsidP="00DA0E6B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7E3033" w:rsidRPr="00F945BC" w:rsidRDefault="007E3033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7E3033" w:rsidRPr="00F945BC" w:rsidRDefault="007E3033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7E3033" w:rsidRPr="00F945BC" w:rsidRDefault="007E3033" w:rsidP="00C01CD8">
            <w:pPr>
              <w:jc w:val="center"/>
            </w:pPr>
          </w:p>
        </w:tc>
      </w:tr>
      <w:tr w:rsidR="007E3033" w:rsidRPr="00F945BC">
        <w:tc>
          <w:tcPr>
            <w:tcW w:w="726" w:type="dxa"/>
          </w:tcPr>
          <w:p w:rsidR="007E3033" w:rsidRDefault="007E3033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7E3033" w:rsidRPr="00A1444D" w:rsidRDefault="007E3033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7E3033" w:rsidRPr="00C404E0" w:rsidRDefault="007E3033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E3033" w:rsidRPr="00F945BC" w:rsidRDefault="007E3033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E3033" w:rsidRPr="00F945BC" w:rsidRDefault="007E3033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7E3033" w:rsidRPr="00F945BC" w:rsidRDefault="007E3033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7E3033" w:rsidRPr="00F945BC" w:rsidRDefault="007E3033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7E3033" w:rsidRPr="00F945BC" w:rsidRDefault="007E3033" w:rsidP="00C01CD8">
            <w:pPr>
              <w:jc w:val="center"/>
            </w:pPr>
          </w:p>
        </w:tc>
      </w:tr>
      <w:tr w:rsidR="007E3033" w:rsidRPr="00F945BC">
        <w:tc>
          <w:tcPr>
            <w:tcW w:w="726" w:type="dxa"/>
          </w:tcPr>
          <w:p w:rsidR="007E3033" w:rsidRDefault="007E3033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7E3033" w:rsidRPr="006A5D3E" w:rsidRDefault="007E3033" w:rsidP="00DE6DCB">
            <w:pPr>
              <w:rPr>
                <w:b/>
                <w:bCs/>
                <w:sz w:val="24"/>
                <w:szCs w:val="24"/>
              </w:rPr>
            </w:pPr>
            <w:r w:rsidRPr="006A5D3E">
              <w:rPr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1519" w:type="dxa"/>
            <w:vAlign w:val="center"/>
          </w:tcPr>
          <w:p w:rsidR="007E3033" w:rsidRPr="00164A97" w:rsidRDefault="007E3033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усл.ед</w:t>
            </w:r>
          </w:p>
        </w:tc>
        <w:tc>
          <w:tcPr>
            <w:tcW w:w="1546" w:type="dxa"/>
          </w:tcPr>
          <w:p w:rsidR="007E3033" w:rsidRPr="00F945BC" w:rsidRDefault="007E3033" w:rsidP="00DE6DC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E3033" w:rsidRPr="00F945BC" w:rsidRDefault="007E3033" w:rsidP="00DE6DC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7E3033" w:rsidRPr="00F945BC" w:rsidRDefault="007E3033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7E3033" w:rsidRPr="00F945BC" w:rsidRDefault="007E3033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7E3033" w:rsidRPr="00F945BC" w:rsidRDefault="007E3033" w:rsidP="00C01CD8">
            <w:pPr>
              <w:jc w:val="center"/>
            </w:pPr>
          </w:p>
        </w:tc>
      </w:tr>
      <w:tr w:rsidR="007E3033" w:rsidRPr="00F945BC">
        <w:tc>
          <w:tcPr>
            <w:tcW w:w="726" w:type="dxa"/>
          </w:tcPr>
          <w:p w:rsidR="007E3033" w:rsidRDefault="007E3033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7E3033" w:rsidRPr="006A5D3E" w:rsidRDefault="007E3033" w:rsidP="00DE6DCB">
            <w:pPr>
              <w:rPr>
                <w:b/>
                <w:bCs/>
                <w:sz w:val="24"/>
                <w:szCs w:val="24"/>
              </w:rPr>
            </w:pPr>
            <w:r w:rsidRPr="006A5D3E">
              <w:rPr>
                <w:sz w:val="24"/>
                <w:szCs w:val="24"/>
              </w:rPr>
              <w:t>расчистка существующего водоотводного канала, проходящего по территории балки «Бакай» в границах пер. Зеленый, пер. Красноармейский</w:t>
            </w:r>
          </w:p>
        </w:tc>
        <w:tc>
          <w:tcPr>
            <w:tcW w:w="1519" w:type="dxa"/>
          </w:tcPr>
          <w:p w:rsidR="007E3033" w:rsidRPr="00164A97" w:rsidRDefault="007E3033" w:rsidP="006A5D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усл.ед</w:t>
            </w:r>
          </w:p>
        </w:tc>
        <w:tc>
          <w:tcPr>
            <w:tcW w:w="1546" w:type="dxa"/>
          </w:tcPr>
          <w:p w:rsidR="007E3033" w:rsidRPr="00F945BC" w:rsidRDefault="007E3033" w:rsidP="001912A5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E3033" w:rsidRPr="00F945BC" w:rsidRDefault="007E3033" w:rsidP="001912A5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7E3033" w:rsidRPr="00F945BC" w:rsidRDefault="007E3033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7E3033" w:rsidRPr="00F945BC" w:rsidRDefault="007E3033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7E3033" w:rsidRPr="00F945BC" w:rsidRDefault="007E3033" w:rsidP="00C01CD8">
            <w:pPr>
              <w:jc w:val="center"/>
            </w:pPr>
          </w:p>
        </w:tc>
      </w:tr>
      <w:tr w:rsidR="007E3033" w:rsidRPr="00F945BC">
        <w:tc>
          <w:tcPr>
            <w:tcW w:w="726" w:type="dxa"/>
          </w:tcPr>
          <w:p w:rsidR="007E3033" w:rsidRDefault="007E3033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7E3033" w:rsidRPr="00164A97" w:rsidRDefault="007E3033" w:rsidP="00DE6DC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7E3033" w:rsidRPr="00164A97" w:rsidRDefault="007E3033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7E3033" w:rsidRPr="00F945BC" w:rsidRDefault="007E3033" w:rsidP="00DE6DCB"/>
        </w:tc>
        <w:tc>
          <w:tcPr>
            <w:tcW w:w="2355" w:type="dxa"/>
          </w:tcPr>
          <w:p w:rsidR="007E3033" w:rsidRPr="00F945BC" w:rsidRDefault="007E3033" w:rsidP="00DE6DCB">
            <w:pPr>
              <w:jc w:val="center"/>
            </w:pPr>
          </w:p>
        </w:tc>
        <w:tc>
          <w:tcPr>
            <w:tcW w:w="2020" w:type="dxa"/>
            <w:vMerge/>
          </w:tcPr>
          <w:p w:rsidR="007E3033" w:rsidRPr="00F945BC" w:rsidRDefault="007E3033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7E3033" w:rsidRPr="00F945BC" w:rsidRDefault="007E3033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7E3033" w:rsidRPr="00F945BC" w:rsidRDefault="007E3033" w:rsidP="00C01CD8">
            <w:pPr>
              <w:jc w:val="center"/>
            </w:pPr>
          </w:p>
        </w:tc>
      </w:tr>
      <w:tr w:rsidR="007E3033" w:rsidRPr="00F945BC">
        <w:tc>
          <w:tcPr>
            <w:tcW w:w="726" w:type="dxa"/>
          </w:tcPr>
          <w:p w:rsidR="007E3033" w:rsidRDefault="007E303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7E3033" w:rsidRPr="0044645B" w:rsidRDefault="007E3033" w:rsidP="008E76FB">
            <w:pPr>
              <w:jc w:val="center"/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>«Организация уличного освещения Старотитаровского сельского поселения Темрюкского района»</w:t>
            </w:r>
          </w:p>
          <w:p w:rsidR="007E3033" w:rsidRPr="003265A6" w:rsidRDefault="007E3033" w:rsidP="008E76FB">
            <w:pPr>
              <w:jc w:val="center"/>
              <w:rPr>
                <w:sz w:val="24"/>
                <w:szCs w:val="24"/>
              </w:rPr>
            </w:pPr>
          </w:p>
        </w:tc>
      </w:tr>
      <w:tr w:rsidR="007E3033" w:rsidRPr="00F945BC">
        <w:tc>
          <w:tcPr>
            <w:tcW w:w="726" w:type="dxa"/>
          </w:tcPr>
          <w:p w:rsidR="007E3033" w:rsidRDefault="007E3033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7E3033" w:rsidRPr="00164A97" w:rsidRDefault="007E3033" w:rsidP="00DA0E6B">
            <w:pPr>
              <w:rPr>
                <w:b/>
                <w:bCs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7E3033" w:rsidRPr="00164A97" w:rsidRDefault="007E3033" w:rsidP="00DA0E6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E3033" w:rsidRPr="00F945BC" w:rsidRDefault="007E3033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E3033" w:rsidRDefault="007E3033" w:rsidP="00DA0E6B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7E3033" w:rsidRPr="00F57EFB" w:rsidRDefault="007E3033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7E3033" w:rsidRPr="00F57EFB" w:rsidRDefault="007E3033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7E3033" w:rsidRPr="00F945BC" w:rsidRDefault="007E3033" w:rsidP="00DA0E6B">
            <w:pPr>
              <w:jc w:val="center"/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7E3033" w:rsidRPr="00F945BC">
        <w:tc>
          <w:tcPr>
            <w:tcW w:w="726" w:type="dxa"/>
          </w:tcPr>
          <w:p w:rsidR="007E3033" w:rsidRDefault="007E3033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7E3033" w:rsidRPr="00164A97" w:rsidRDefault="007E3033" w:rsidP="00DA0E6B">
            <w:pPr>
              <w:rPr>
                <w:b/>
                <w:bCs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7E3033" w:rsidRPr="00164A97" w:rsidRDefault="007E3033" w:rsidP="00DA0E6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7E3033" w:rsidRPr="00F945BC" w:rsidRDefault="007E3033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E3033" w:rsidRDefault="007E3033" w:rsidP="00DA0E6B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7E3033" w:rsidRPr="00F945BC" w:rsidRDefault="007E3033" w:rsidP="00DA0E6B">
            <w:pPr>
              <w:jc w:val="center"/>
            </w:pPr>
          </w:p>
        </w:tc>
        <w:tc>
          <w:tcPr>
            <w:tcW w:w="2018" w:type="dxa"/>
            <w:vMerge/>
          </w:tcPr>
          <w:p w:rsidR="007E3033" w:rsidRPr="00F945BC" w:rsidRDefault="007E3033" w:rsidP="00DA0E6B">
            <w:pPr>
              <w:jc w:val="center"/>
            </w:pPr>
          </w:p>
        </w:tc>
        <w:tc>
          <w:tcPr>
            <w:tcW w:w="2083" w:type="dxa"/>
            <w:vMerge/>
          </w:tcPr>
          <w:p w:rsidR="007E3033" w:rsidRPr="00F945BC" w:rsidRDefault="007E3033" w:rsidP="00DA0E6B">
            <w:pPr>
              <w:jc w:val="center"/>
            </w:pPr>
          </w:p>
        </w:tc>
      </w:tr>
      <w:tr w:rsidR="007E3033" w:rsidRPr="00F945BC">
        <w:tc>
          <w:tcPr>
            <w:tcW w:w="726" w:type="dxa"/>
          </w:tcPr>
          <w:p w:rsidR="007E3033" w:rsidRDefault="007E3033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7E3033" w:rsidRPr="00164A97" w:rsidRDefault="007E3033" w:rsidP="00DA0E6B">
            <w:pPr>
              <w:rPr>
                <w:b/>
                <w:bCs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7E3033" w:rsidRPr="00164A97" w:rsidRDefault="007E3033" w:rsidP="00DA0E6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E3033" w:rsidRPr="00F945BC" w:rsidRDefault="007E3033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E3033" w:rsidRPr="00F945BC" w:rsidRDefault="007E3033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7E3033" w:rsidRPr="00F945BC" w:rsidRDefault="007E3033" w:rsidP="00DA0E6B">
            <w:pPr>
              <w:jc w:val="center"/>
            </w:pPr>
          </w:p>
        </w:tc>
        <w:tc>
          <w:tcPr>
            <w:tcW w:w="2018" w:type="dxa"/>
            <w:vMerge/>
          </w:tcPr>
          <w:p w:rsidR="007E3033" w:rsidRPr="00F945BC" w:rsidRDefault="007E3033" w:rsidP="00DA0E6B">
            <w:pPr>
              <w:jc w:val="center"/>
            </w:pPr>
          </w:p>
        </w:tc>
        <w:tc>
          <w:tcPr>
            <w:tcW w:w="2083" w:type="dxa"/>
            <w:vMerge/>
          </w:tcPr>
          <w:p w:rsidR="007E3033" w:rsidRPr="00F945BC" w:rsidRDefault="007E3033" w:rsidP="00DA0E6B">
            <w:pPr>
              <w:jc w:val="center"/>
            </w:pPr>
          </w:p>
        </w:tc>
      </w:tr>
    </w:tbl>
    <w:p w:rsidR="007E3033" w:rsidRDefault="007E3033" w:rsidP="00FA1A72">
      <w:pPr>
        <w:jc w:val="both"/>
      </w:pPr>
    </w:p>
    <w:p w:rsidR="007E3033" w:rsidRDefault="007E3033" w:rsidP="00FA1A72">
      <w:pPr>
        <w:jc w:val="both"/>
      </w:pPr>
    </w:p>
    <w:p w:rsidR="007E3033" w:rsidRDefault="007E3033" w:rsidP="00FA1A72">
      <w:pPr>
        <w:jc w:val="both"/>
      </w:pPr>
    </w:p>
    <w:p w:rsidR="007E3033" w:rsidRDefault="007E3033" w:rsidP="00FA1A72">
      <w:pPr>
        <w:jc w:val="both"/>
      </w:pPr>
    </w:p>
    <w:p w:rsidR="007E3033" w:rsidRDefault="007E3033" w:rsidP="00FA1A72">
      <w:pPr>
        <w:jc w:val="both"/>
      </w:pPr>
    </w:p>
    <w:p w:rsidR="007E3033" w:rsidRDefault="007E3033" w:rsidP="00FA1A72">
      <w:pPr>
        <w:jc w:val="both"/>
      </w:pPr>
    </w:p>
    <w:p w:rsidR="007E3033" w:rsidRDefault="007E3033" w:rsidP="00FA1A72">
      <w:pPr>
        <w:jc w:val="both"/>
      </w:pPr>
    </w:p>
    <w:p w:rsidR="007E3033" w:rsidRDefault="007E3033" w:rsidP="00EF6F81">
      <w:pPr>
        <w:jc w:val="center"/>
        <w:sectPr w:rsidR="007E3033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E3033" w:rsidRDefault="007E3033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E3033" w:rsidRPr="00484E94" w:rsidRDefault="007E3033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E3033" w:rsidRPr="00484E94" w:rsidRDefault="007E303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E3033" w:rsidRPr="00484E94" w:rsidRDefault="007E3033" w:rsidP="00484E94">
      <w:pPr>
        <w:pStyle w:val="ConsPlusNormal0"/>
        <w:jc w:val="center"/>
      </w:pPr>
    </w:p>
    <w:p w:rsidR="007E3033" w:rsidRPr="0016103B" w:rsidRDefault="007E3033" w:rsidP="00565F55">
      <w:pPr>
        <w:tabs>
          <w:tab w:val="left" w:pos="700"/>
        </w:tabs>
        <w:suppressAutoHyphens/>
        <w:ind w:right="-22"/>
        <w:jc w:val="both"/>
        <w:rPr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8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E3033" w:rsidRPr="00484E94" w:rsidRDefault="007E3033" w:rsidP="00565F55">
      <w:pPr>
        <w:suppressAutoHyphens/>
        <w:jc w:val="both"/>
        <w:rPr>
          <w:lang w:eastAsia="ar-SA"/>
        </w:rPr>
      </w:pPr>
      <w:r w:rsidRPr="0016103B">
        <w:rPr>
          <w:lang w:eastAsia="ar-SA"/>
        </w:rPr>
        <w:t>Темрюкского района</w:t>
      </w:r>
      <w:r>
        <w:rPr>
          <w:lang w:eastAsia="ar-SA"/>
        </w:rPr>
        <w:t>» (далее – Порядок).</w:t>
      </w:r>
    </w:p>
    <w:p w:rsidR="007E3033" w:rsidRDefault="007E3033" w:rsidP="00484E94">
      <w:pPr>
        <w:jc w:val="both"/>
      </w:pPr>
    </w:p>
    <w:p w:rsidR="007E3033" w:rsidRPr="00484E94" w:rsidRDefault="007E3033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E3033" w:rsidRPr="00484E94" w:rsidRDefault="007E303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E3033" w:rsidRPr="00484E94" w:rsidRDefault="007E3033" w:rsidP="00484E94">
      <w:pPr>
        <w:pStyle w:val="ConsPlusNormal0"/>
        <w:jc w:val="both"/>
      </w:pPr>
    </w:p>
    <w:p w:rsidR="007E3033" w:rsidRPr="007F34E4" w:rsidRDefault="007E3033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7E3033" w:rsidRPr="007F34E4" w:rsidRDefault="007E303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7E3033" w:rsidRPr="007F34E4" w:rsidRDefault="007E303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7E3033" w:rsidRPr="007F34E4" w:rsidRDefault="007E303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7E3033" w:rsidRPr="007F34E4" w:rsidRDefault="007E303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7E3033" w:rsidRPr="007F34E4" w:rsidRDefault="007E303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7E3033" w:rsidRPr="007F34E4" w:rsidRDefault="007E303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7E3033" w:rsidRPr="007F34E4" w:rsidRDefault="007E303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7E3033" w:rsidRPr="007F34E4" w:rsidRDefault="007E303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7E3033" w:rsidRPr="007F34E4" w:rsidRDefault="007E303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7E3033" w:rsidRPr="007F34E4" w:rsidRDefault="007E303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7E3033" w:rsidRPr="007F34E4" w:rsidRDefault="007E303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7E3033" w:rsidRPr="007F34E4" w:rsidRDefault="007E303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7E3033" w:rsidRPr="007F34E4" w:rsidRDefault="007E303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7E3033" w:rsidRDefault="007E3033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7E3033" w:rsidRPr="007F34E4" w:rsidRDefault="007E3033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7E3033" w:rsidRPr="007F34E4" w:rsidRDefault="007E303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7E3033" w:rsidRPr="007F34E4" w:rsidRDefault="007E303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7E3033" w:rsidRPr="007F34E4" w:rsidRDefault="007E3033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7E3033" w:rsidRPr="007F34E4" w:rsidRDefault="007E3033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7E3033" w:rsidRPr="007F34E4" w:rsidRDefault="007E303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9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7E3033" w:rsidRPr="007F34E4" w:rsidRDefault="007E3033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7E3033" w:rsidRPr="007F34E4" w:rsidRDefault="007E3033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7E3033" w:rsidRPr="007F34E4" w:rsidRDefault="007E303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7E3033" w:rsidRPr="007F34E4" w:rsidRDefault="007E303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7E3033" w:rsidRPr="007F34E4" w:rsidRDefault="007E3033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E3033" w:rsidRPr="007F34E4" w:rsidRDefault="007E3033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0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7E3033" w:rsidRDefault="007E3033" w:rsidP="00484E94">
      <w:pPr>
        <w:ind w:firstLine="709"/>
        <w:jc w:val="both"/>
      </w:pPr>
    </w:p>
    <w:p w:rsidR="007E3033" w:rsidRDefault="007E3033" w:rsidP="00484E94">
      <w:pPr>
        <w:ind w:firstLine="709"/>
        <w:jc w:val="both"/>
      </w:pPr>
    </w:p>
    <w:p w:rsidR="007E3033" w:rsidRDefault="007E3033" w:rsidP="00D66DD0">
      <w:pPr>
        <w:jc w:val="both"/>
      </w:pPr>
      <w:r>
        <w:t>Заместитель главы</w:t>
      </w:r>
    </w:p>
    <w:p w:rsidR="007E3033" w:rsidRDefault="007E3033" w:rsidP="00D66DD0">
      <w:pPr>
        <w:jc w:val="both"/>
      </w:pPr>
      <w:r>
        <w:t>Старотитаровского сельского</w:t>
      </w:r>
    </w:p>
    <w:p w:rsidR="007E3033" w:rsidRDefault="007E3033" w:rsidP="00B47CC7">
      <w:pPr>
        <w:sectPr w:rsidR="007E3033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t xml:space="preserve">поселения Темрюкского района </w:t>
      </w:r>
      <w:bookmarkStart w:id="0" w:name="_GoBack"/>
      <w:bookmarkEnd w:id="0"/>
      <w:r>
        <w:t xml:space="preserve">                                                        Е.М. Зимина</w:t>
      </w:r>
    </w:p>
    <w:p w:rsidR="007E3033" w:rsidRDefault="007E3033" w:rsidP="001F5CA2">
      <w:pPr>
        <w:jc w:val="center"/>
        <w:rPr>
          <w:b/>
          <w:bCs/>
        </w:rPr>
      </w:pPr>
    </w:p>
    <w:sectPr w:rsidR="007E303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033" w:rsidRDefault="007E3033" w:rsidP="00EF6F81">
      <w:r>
        <w:separator/>
      </w:r>
    </w:p>
  </w:endnote>
  <w:endnote w:type="continuationSeparator" w:id="0">
    <w:p w:rsidR="007E3033" w:rsidRDefault="007E3033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033" w:rsidRDefault="007E3033" w:rsidP="00EF6F81">
      <w:r>
        <w:separator/>
      </w:r>
    </w:p>
  </w:footnote>
  <w:footnote w:type="continuationSeparator" w:id="0">
    <w:p w:rsidR="007E3033" w:rsidRDefault="007E3033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033" w:rsidRDefault="007E3033">
    <w:pPr>
      <w:pStyle w:val="Header"/>
      <w:jc w:val="center"/>
    </w:pPr>
  </w:p>
  <w:p w:rsidR="007E3033" w:rsidRDefault="007E3033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allowincell="f" stroked="f">
          <v:textbox style="mso-next-textbox:#Прямоугольник 9">
            <w:txbxContent>
              <w:p w:rsidR="007E3033" w:rsidRPr="00F945BC" w:rsidRDefault="007E3033">
                <w:pPr>
                  <w:jc w:val="center"/>
                </w:pPr>
                <w:fldSimple w:instr="PAGE  \* MERGEFORMAT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07D5"/>
    <w:rsid w:val="000020DB"/>
    <w:rsid w:val="00002E86"/>
    <w:rsid w:val="00004796"/>
    <w:rsid w:val="00010261"/>
    <w:rsid w:val="00017FA2"/>
    <w:rsid w:val="00023F4D"/>
    <w:rsid w:val="00031DF9"/>
    <w:rsid w:val="000348BC"/>
    <w:rsid w:val="00034A00"/>
    <w:rsid w:val="0003562F"/>
    <w:rsid w:val="00036BA0"/>
    <w:rsid w:val="0004509A"/>
    <w:rsid w:val="00046F33"/>
    <w:rsid w:val="00050191"/>
    <w:rsid w:val="000520B4"/>
    <w:rsid w:val="0005300F"/>
    <w:rsid w:val="0005555B"/>
    <w:rsid w:val="00057F64"/>
    <w:rsid w:val="000669A4"/>
    <w:rsid w:val="00067C9E"/>
    <w:rsid w:val="00073545"/>
    <w:rsid w:val="00083C93"/>
    <w:rsid w:val="00084E42"/>
    <w:rsid w:val="000A3A2B"/>
    <w:rsid w:val="000A42FD"/>
    <w:rsid w:val="000A5167"/>
    <w:rsid w:val="000B0521"/>
    <w:rsid w:val="000B4AE6"/>
    <w:rsid w:val="000C1918"/>
    <w:rsid w:val="000C3C23"/>
    <w:rsid w:val="000C3FBF"/>
    <w:rsid w:val="000D01F4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2FE0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48A8"/>
    <w:rsid w:val="00157221"/>
    <w:rsid w:val="0016103B"/>
    <w:rsid w:val="00162358"/>
    <w:rsid w:val="00164A97"/>
    <w:rsid w:val="001658ED"/>
    <w:rsid w:val="00167C70"/>
    <w:rsid w:val="00172D6C"/>
    <w:rsid w:val="00173D9E"/>
    <w:rsid w:val="00176619"/>
    <w:rsid w:val="001813B1"/>
    <w:rsid w:val="00185966"/>
    <w:rsid w:val="00190885"/>
    <w:rsid w:val="001912A5"/>
    <w:rsid w:val="0019577F"/>
    <w:rsid w:val="001A1BB4"/>
    <w:rsid w:val="001B7870"/>
    <w:rsid w:val="001B7AD5"/>
    <w:rsid w:val="001D080B"/>
    <w:rsid w:val="001D1214"/>
    <w:rsid w:val="001D4E9D"/>
    <w:rsid w:val="001D5AC7"/>
    <w:rsid w:val="001D7910"/>
    <w:rsid w:val="001E0C6B"/>
    <w:rsid w:val="001E468C"/>
    <w:rsid w:val="001E7209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7291"/>
    <w:rsid w:val="002D193F"/>
    <w:rsid w:val="002D2249"/>
    <w:rsid w:val="002D6BB0"/>
    <w:rsid w:val="002E238B"/>
    <w:rsid w:val="002E291E"/>
    <w:rsid w:val="002E3210"/>
    <w:rsid w:val="002E38E5"/>
    <w:rsid w:val="002E5323"/>
    <w:rsid w:val="002E62B4"/>
    <w:rsid w:val="002F57D3"/>
    <w:rsid w:val="002F7200"/>
    <w:rsid w:val="00305E08"/>
    <w:rsid w:val="00306055"/>
    <w:rsid w:val="0031703F"/>
    <w:rsid w:val="00324FC7"/>
    <w:rsid w:val="00325B03"/>
    <w:rsid w:val="003265A6"/>
    <w:rsid w:val="00326F04"/>
    <w:rsid w:val="00337501"/>
    <w:rsid w:val="00345A6E"/>
    <w:rsid w:val="00347A6F"/>
    <w:rsid w:val="003547EA"/>
    <w:rsid w:val="003559DB"/>
    <w:rsid w:val="00357F42"/>
    <w:rsid w:val="003705E6"/>
    <w:rsid w:val="00370F0E"/>
    <w:rsid w:val="003724CA"/>
    <w:rsid w:val="00374409"/>
    <w:rsid w:val="0037448A"/>
    <w:rsid w:val="00374C60"/>
    <w:rsid w:val="00376342"/>
    <w:rsid w:val="003802FA"/>
    <w:rsid w:val="0038326C"/>
    <w:rsid w:val="00385F3F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19AF"/>
    <w:rsid w:val="00401C77"/>
    <w:rsid w:val="004058C3"/>
    <w:rsid w:val="00405F4C"/>
    <w:rsid w:val="00413494"/>
    <w:rsid w:val="00424008"/>
    <w:rsid w:val="004258A2"/>
    <w:rsid w:val="004327D7"/>
    <w:rsid w:val="00434175"/>
    <w:rsid w:val="004408E3"/>
    <w:rsid w:val="0044102D"/>
    <w:rsid w:val="00441A14"/>
    <w:rsid w:val="00441B89"/>
    <w:rsid w:val="00446070"/>
    <w:rsid w:val="0044645B"/>
    <w:rsid w:val="00455355"/>
    <w:rsid w:val="00455F5C"/>
    <w:rsid w:val="0046097C"/>
    <w:rsid w:val="0046202F"/>
    <w:rsid w:val="00465E45"/>
    <w:rsid w:val="00467446"/>
    <w:rsid w:val="00470DA3"/>
    <w:rsid w:val="00472B1D"/>
    <w:rsid w:val="00480C25"/>
    <w:rsid w:val="004816D5"/>
    <w:rsid w:val="00484E94"/>
    <w:rsid w:val="004852C0"/>
    <w:rsid w:val="00487F47"/>
    <w:rsid w:val="00491923"/>
    <w:rsid w:val="00494A1C"/>
    <w:rsid w:val="00496751"/>
    <w:rsid w:val="004A23CE"/>
    <w:rsid w:val="004A2815"/>
    <w:rsid w:val="004A51A1"/>
    <w:rsid w:val="004B3AAC"/>
    <w:rsid w:val="004B4ECB"/>
    <w:rsid w:val="004B6573"/>
    <w:rsid w:val="004C321E"/>
    <w:rsid w:val="004C506F"/>
    <w:rsid w:val="004C630B"/>
    <w:rsid w:val="004D3592"/>
    <w:rsid w:val="004D4038"/>
    <w:rsid w:val="004D57D3"/>
    <w:rsid w:val="004E184B"/>
    <w:rsid w:val="004E3B65"/>
    <w:rsid w:val="004E44C3"/>
    <w:rsid w:val="004E660F"/>
    <w:rsid w:val="004F4CE7"/>
    <w:rsid w:val="0050366A"/>
    <w:rsid w:val="0050378D"/>
    <w:rsid w:val="00503DDC"/>
    <w:rsid w:val="0050519C"/>
    <w:rsid w:val="00506C43"/>
    <w:rsid w:val="00510A00"/>
    <w:rsid w:val="00510D19"/>
    <w:rsid w:val="0051689D"/>
    <w:rsid w:val="00522FEF"/>
    <w:rsid w:val="00524CDE"/>
    <w:rsid w:val="00525789"/>
    <w:rsid w:val="0053507E"/>
    <w:rsid w:val="0054045D"/>
    <w:rsid w:val="0054063E"/>
    <w:rsid w:val="005450A9"/>
    <w:rsid w:val="0055229B"/>
    <w:rsid w:val="00553CFA"/>
    <w:rsid w:val="00565F55"/>
    <w:rsid w:val="00566B51"/>
    <w:rsid w:val="005716FF"/>
    <w:rsid w:val="00571FAC"/>
    <w:rsid w:val="005734E0"/>
    <w:rsid w:val="005750C3"/>
    <w:rsid w:val="0058240E"/>
    <w:rsid w:val="00595731"/>
    <w:rsid w:val="00595B9D"/>
    <w:rsid w:val="005A449E"/>
    <w:rsid w:val="005A5665"/>
    <w:rsid w:val="005A684E"/>
    <w:rsid w:val="005B3967"/>
    <w:rsid w:val="005B51C7"/>
    <w:rsid w:val="005B5962"/>
    <w:rsid w:val="005B7233"/>
    <w:rsid w:val="005B7666"/>
    <w:rsid w:val="005B786B"/>
    <w:rsid w:val="005C4D2D"/>
    <w:rsid w:val="005C6C01"/>
    <w:rsid w:val="005E0C54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7E6B"/>
    <w:rsid w:val="006245C5"/>
    <w:rsid w:val="00627996"/>
    <w:rsid w:val="00631501"/>
    <w:rsid w:val="00631920"/>
    <w:rsid w:val="006338E5"/>
    <w:rsid w:val="006341E7"/>
    <w:rsid w:val="00634440"/>
    <w:rsid w:val="00640150"/>
    <w:rsid w:val="00644CD1"/>
    <w:rsid w:val="00645DBF"/>
    <w:rsid w:val="006526B7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5D3E"/>
    <w:rsid w:val="006B7173"/>
    <w:rsid w:val="006C4020"/>
    <w:rsid w:val="006C6075"/>
    <w:rsid w:val="006C707C"/>
    <w:rsid w:val="006D0695"/>
    <w:rsid w:val="006D0B97"/>
    <w:rsid w:val="006E70C7"/>
    <w:rsid w:val="006E7EDC"/>
    <w:rsid w:val="006F0022"/>
    <w:rsid w:val="006F3623"/>
    <w:rsid w:val="006F3B7F"/>
    <w:rsid w:val="006F3DF6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0F9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6E47"/>
    <w:rsid w:val="007B77BF"/>
    <w:rsid w:val="007C014B"/>
    <w:rsid w:val="007C0819"/>
    <w:rsid w:val="007C0D6D"/>
    <w:rsid w:val="007C1B1B"/>
    <w:rsid w:val="007C40C6"/>
    <w:rsid w:val="007D1D37"/>
    <w:rsid w:val="007E0D6B"/>
    <w:rsid w:val="007E3033"/>
    <w:rsid w:val="007E3A7D"/>
    <w:rsid w:val="007E702A"/>
    <w:rsid w:val="007F1067"/>
    <w:rsid w:val="007F1C06"/>
    <w:rsid w:val="007F20C1"/>
    <w:rsid w:val="007F34E4"/>
    <w:rsid w:val="007F6FD2"/>
    <w:rsid w:val="00802B22"/>
    <w:rsid w:val="0080648B"/>
    <w:rsid w:val="00806B35"/>
    <w:rsid w:val="0081373F"/>
    <w:rsid w:val="00823D33"/>
    <w:rsid w:val="00824605"/>
    <w:rsid w:val="00827AAA"/>
    <w:rsid w:val="00831B7E"/>
    <w:rsid w:val="00835F4C"/>
    <w:rsid w:val="0084599C"/>
    <w:rsid w:val="00845C4E"/>
    <w:rsid w:val="00846A87"/>
    <w:rsid w:val="00855115"/>
    <w:rsid w:val="00876805"/>
    <w:rsid w:val="00877383"/>
    <w:rsid w:val="0088023E"/>
    <w:rsid w:val="0088039F"/>
    <w:rsid w:val="00883BAB"/>
    <w:rsid w:val="00885C29"/>
    <w:rsid w:val="00890443"/>
    <w:rsid w:val="008924E5"/>
    <w:rsid w:val="00896A24"/>
    <w:rsid w:val="00897773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E76FB"/>
    <w:rsid w:val="008F0A06"/>
    <w:rsid w:val="008F1C38"/>
    <w:rsid w:val="009013AF"/>
    <w:rsid w:val="00904240"/>
    <w:rsid w:val="00910293"/>
    <w:rsid w:val="00910950"/>
    <w:rsid w:val="00911DA9"/>
    <w:rsid w:val="0092369B"/>
    <w:rsid w:val="0092378A"/>
    <w:rsid w:val="00923EF4"/>
    <w:rsid w:val="0092688F"/>
    <w:rsid w:val="00937318"/>
    <w:rsid w:val="0094099E"/>
    <w:rsid w:val="00944B19"/>
    <w:rsid w:val="00944C39"/>
    <w:rsid w:val="00950972"/>
    <w:rsid w:val="00950F83"/>
    <w:rsid w:val="00953D8F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162"/>
    <w:rsid w:val="009E288A"/>
    <w:rsid w:val="009E4291"/>
    <w:rsid w:val="009F2245"/>
    <w:rsid w:val="009F22D5"/>
    <w:rsid w:val="00A00A16"/>
    <w:rsid w:val="00A03E7E"/>
    <w:rsid w:val="00A05B00"/>
    <w:rsid w:val="00A12813"/>
    <w:rsid w:val="00A1444D"/>
    <w:rsid w:val="00A1507B"/>
    <w:rsid w:val="00A23788"/>
    <w:rsid w:val="00A303C3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19B4"/>
    <w:rsid w:val="00A84785"/>
    <w:rsid w:val="00A96A8D"/>
    <w:rsid w:val="00AA0D84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30DE"/>
    <w:rsid w:val="00B7679D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A0BAD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528D"/>
    <w:rsid w:val="00C0190C"/>
    <w:rsid w:val="00C01CD8"/>
    <w:rsid w:val="00C02CE4"/>
    <w:rsid w:val="00C11F9E"/>
    <w:rsid w:val="00C1286D"/>
    <w:rsid w:val="00C138C6"/>
    <w:rsid w:val="00C23387"/>
    <w:rsid w:val="00C25175"/>
    <w:rsid w:val="00C3292C"/>
    <w:rsid w:val="00C37B6D"/>
    <w:rsid w:val="00C404E0"/>
    <w:rsid w:val="00C4141F"/>
    <w:rsid w:val="00C429D2"/>
    <w:rsid w:val="00C52E5E"/>
    <w:rsid w:val="00C53808"/>
    <w:rsid w:val="00C576C0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2803"/>
    <w:rsid w:val="00CB6D32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E7C83"/>
    <w:rsid w:val="00CF500C"/>
    <w:rsid w:val="00CF682D"/>
    <w:rsid w:val="00D047A4"/>
    <w:rsid w:val="00D07253"/>
    <w:rsid w:val="00D20D1E"/>
    <w:rsid w:val="00D21B4F"/>
    <w:rsid w:val="00D2251E"/>
    <w:rsid w:val="00D22582"/>
    <w:rsid w:val="00D22B97"/>
    <w:rsid w:val="00D341F7"/>
    <w:rsid w:val="00D3506A"/>
    <w:rsid w:val="00D47C76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0E6B"/>
    <w:rsid w:val="00DA2C96"/>
    <w:rsid w:val="00DA4ED8"/>
    <w:rsid w:val="00DA510A"/>
    <w:rsid w:val="00DA5916"/>
    <w:rsid w:val="00DC5862"/>
    <w:rsid w:val="00DC605B"/>
    <w:rsid w:val="00DD1C2E"/>
    <w:rsid w:val="00DD49F6"/>
    <w:rsid w:val="00DD4EA0"/>
    <w:rsid w:val="00DD5F0A"/>
    <w:rsid w:val="00DE105E"/>
    <w:rsid w:val="00DE264F"/>
    <w:rsid w:val="00DE6DCB"/>
    <w:rsid w:val="00DE754D"/>
    <w:rsid w:val="00DF23BC"/>
    <w:rsid w:val="00DF42DA"/>
    <w:rsid w:val="00DF74AF"/>
    <w:rsid w:val="00E00492"/>
    <w:rsid w:val="00E005C3"/>
    <w:rsid w:val="00E03A2A"/>
    <w:rsid w:val="00E17C37"/>
    <w:rsid w:val="00E202AE"/>
    <w:rsid w:val="00E213C2"/>
    <w:rsid w:val="00E21615"/>
    <w:rsid w:val="00E21C8E"/>
    <w:rsid w:val="00E23571"/>
    <w:rsid w:val="00E24387"/>
    <w:rsid w:val="00E26841"/>
    <w:rsid w:val="00E33916"/>
    <w:rsid w:val="00E43186"/>
    <w:rsid w:val="00E5079C"/>
    <w:rsid w:val="00E57BE0"/>
    <w:rsid w:val="00E60BDE"/>
    <w:rsid w:val="00E634ED"/>
    <w:rsid w:val="00E64AB4"/>
    <w:rsid w:val="00E6543F"/>
    <w:rsid w:val="00E70BC2"/>
    <w:rsid w:val="00E72665"/>
    <w:rsid w:val="00E73688"/>
    <w:rsid w:val="00E73892"/>
    <w:rsid w:val="00E746A1"/>
    <w:rsid w:val="00E803BD"/>
    <w:rsid w:val="00E823BE"/>
    <w:rsid w:val="00E84B65"/>
    <w:rsid w:val="00E87B77"/>
    <w:rsid w:val="00E91D6F"/>
    <w:rsid w:val="00E96452"/>
    <w:rsid w:val="00EA0F1D"/>
    <w:rsid w:val="00EA19EC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DAE"/>
    <w:rsid w:val="00EE5BAC"/>
    <w:rsid w:val="00EE6972"/>
    <w:rsid w:val="00EE7E4C"/>
    <w:rsid w:val="00EF687A"/>
    <w:rsid w:val="00EF6A40"/>
    <w:rsid w:val="00EF6F81"/>
    <w:rsid w:val="00EF75EB"/>
    <w:rsid w:val="00F00398"/>
    <w:rsid w:val="00F00A4A"/>
    <w:rsid w:val="00F022E1"/>
    <w:rsid w:val="00F05B97"/>
    <w:rsid w:val="00F162F0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56AB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auto"/>
    </w:rPr>
  </w:style>
  <w:style w:type="paragraph" w:customStyle="1" w:styleId="formattext">
    <w:name w:val="formattext"/>
    <w:basedOn w:val="Normal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3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3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3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3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3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3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3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3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E730F467314B5D50D54238D29317177E8D01C5639AED89946EDDB9BD720ED958C37ADC5D8D9918BE583E898F4FF16A10A703T0Y3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F93DE20B6E41595C8C483FDC9E49432E8B569A339CB8DBD43084FBF8610FDA46C47BDDT5Y7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2520</TotalTime>
  <Pages>12</Pages>
  <Words>2134</Words>
  <Characters>12164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275</cp:revision>
  <cp:lastPrinted>2021-06-11T06:36:00Z</cp:lastPrinted>
  <dcterms:created xsi:type="dcterms:W3CDTF">2018-08-07T11:48:00Z</dcterms:created>
  <dcterms:modified xsi:type="dcterms:W3CDTF">2022-02-07T10:16:00Z</dcterms:modified>
</cp:coreProperties>
</file>