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89" w:rsidRDefault="00AE3689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E3689" w:rsidRPr="00B73C78" w:rsidRDefault="00AE3689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AE3689" w:rsidRDefault="00AE3689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433996">
        <w:rPr>
          <w:rFonts w:ascii="Times New Roman" w:hAnsi="Times New Roman" w:cs="Times New Roman"/>
          <w:sz w:val="28"/>
          <w:szCs w:val="28"/>
        </w:rPr>
        <w:t xml:space="preserve">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E3689" w:rsidRPr="00CC774C" w:rsidRDefault="00AE3689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</w:t>
      </w:r>
    </w:p>
    <w:p w:rsidR="00AE3689" w:rsidRDefault="00AE3689" w:rsidP="0043399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28.12.2021 г. № 310</w:t>
      </w:r>
    </w:p>
    <w:p w:rsidR="00AE3689" w:rsidRPr="00CC774C" w:rsidRDefault="00AE3689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AE3689" w:rsidRDefault="00AE3689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3500" w:type="dxa"/>
        <w:tblLayout w:type="fixed"/>
        <w:tblLook w:val="0000"/>
      </w:tblPr>
      <w:tblGrid>
        <w:gridCol w:w="392"/>
        <w:gridCol w:w="441"/>
        <w:gridCol w:w="8275"/>
        <w:gridCol w:w="16"/>
        <w:gridCol w:w="1604"/>
        <w:gridCol w:w="16"/>
        <w:gridCol w:w="2756"/>
      </w:tblGrid>
      <w:tr w:rsidR="00AE3689" w:rsidRPr="00DA586D" w:rsidTr="003A1063">
        <w:tc>
          <w:tcPr>
            <w:tcW w:w="392" w:type="dxa"/>
          </w:tcPr>
          <w:p w:rsidR="00AE3689" w:rsidRPr="001913AC" w:rsidRDefault="00AE3689" w:rsidP="00304C41">
            <w:pPr>
              <w:pStyle w:val="Head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</w:tcPr>
          <w:p w:rsidR="00AE3689" w:rsidRPr="00CC774C" w:rsidRDefault="00AE3689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ления Темрюкского района»</w:t>
            </w:r>
          </w:p>
          <w:p w:rsidR="00AE3689" w:rsidRPr="0095474D" w:rsidRDefault="00AE3689" w:rsidP="00304C41">
            <w:pPr>
              <w:jc w:val="center"/>
            </w:pPr>
          </w:p>
        </w:tc>
      </w:tr>
      <w:tr w:rsidR="00AE3689" w:rsidRPr="00DA586D" w:rsidTr="003A1063">
        <w:tc>
          <w:tcPr>
            <w:tcW w:w="392" w:type="dxa"/>
            <w:tcBorders>
              <w:bottom w:val="single" w:sz="4" w:space="0" w:color="auto"/>
            </w:tcBorders>
          </w:tcPr>
          <w:p w:rsidR="00AE3689" w:rsidRPr="00DA586D" w:rsidRDefault="00AE3689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8" w:type="dxa"/>
            <w:gridSpan w:val="6"/>
            <w:tcBorders>
              <w:bottom w:val="single" w:sz="4" w:space="0" w:color="auto"/>
            </w:tcBorders>
          </w:tcPr>
          <w:p w:rsidR="00AE3689" w:rsidRPr="00DA586D" w:rsidRDefault="00AE3689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689" w:rsidRPr="00DA586D" w:rsidTr="003A1063">
        <w:trPr>
          <w:trHeight w:val="835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304C41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304C41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304C41" w:rsidRDefault="00AE3689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304C41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AE368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Default="00AE3689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AE368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7415D2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E368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CF7C8F" w:rsidRDefault="00AE3689" w:rsidP="00E15943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CF7C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Default="00AE3689" w:rsidP="00D84FBC">
            <w:pPr>
              <w:pStyle w:val="a2"/>
              <w:jc w:val="center"/>
              <w:rPr>
                <w:rFonts w:ascii="Times New Roman" w:hAnsi="Times New Roman"/>
                <w:b/>
              </w:rPr>
            </w:pPr>
            <w:r w:rsidRPr="00D84FBC">
              <w:rPr>
                <w:rFonts w:ascii="Times New Roman" w:hAnsi="Times New Roman"/>
                <w:b/>
              </w:rPr>
              <w:t>Подпрограмма «Поддержка МБУ «Старотитаровский  КСЦ»</w:t>
            </w:r>
          </w:p>
          <w:p w:rsidR="00AE3689" w:rsidRPr="00D84FBC" w:rsidRDefault="00AE3689" w:rsidP="00D84FBC"/>
        </w:tc>
      </w:tr>
      <w:tr w:rsidR="00AE368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65032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CF7C8F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403F5">
              <w:rPr>
                <w:rFonts w:ascii="Times New Roman" w:hAnsi="Times New Roman"/>
              </w:rPr>
              <w:t>приобретение звукоусилительного оборудования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65032E" w:rsidRDefault="00AE368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65032E" w:rsidRDefault="00AE368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3689" w:rsidRPr="00DA586D" w:rsidTr="003A1063">
        <w:trPr>
          <w:trHeight w:val="260"/>
        </w:trPr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321D4F" w:rsidRDefault="00AE3689" w:rsidP="00321D4F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сценического оборудования</w:t>
            </w:r>
          </w:p>
          <w:p w:rsidR="00AE3689" w:rsidRPr="0065032E" w:rsidRDefault="00AE3689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9A38F0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комплект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7426F5" w:rsidRDefault="00AE3689" w:rsidP="00742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</w:t>
            </w:r>
          </w:p>
        </w:tc>
      </w:tr>
      <w:tr w:rsidR="00AE3689" w:rsidRPr="00DA586D" w:rsidTr="00DA0A9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A05FAF">
            <w:pPr>
              <w:pStyle w:val="a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65032E" w:rsidRDefault="00AE368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65032E" w:rsidRDefault="00AE3689" w:rsidP="00D807EA"/>
        </w:tc>
      </w:tr>
      <w:tr w:rsidR="00AE368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CF7C8F" w:rsidRDefault="00AE3689" w:rsidP="009D5298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2571E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CF7C8F" w:rsidRDefault="00AE3689" w:rsidP="00CF7C8F">
            <w:pPr>
              <w:jc w:val="center"/>
              <w:rPr>
                <w:rFonts w:ascii="Times New Roman" w:hAnsi="Times New Roman"/>
                <w:b/>
              </w:rPr>
            </w:pPr>
            <w:r w:rsidRPr="00CF7C8F">
              <w:rPr>
                <w:rFonts w:ascii="Times New Roman" w:hAnsi="Times New Roman"/>
                <w:b/>
              </w:rPr>
              <w:t>Подпрограмма «Совершенствование деятельности МБУ «Старотитаровский   КСЦ»</w:t>
            </w:r>
            <w:r w:rsidRPr="00CF7C8F">
              <w:rPr>
                <w:rFonts w:ascii="Times New Roman" w:hAnsi="Times New Roman"/>
                <w:b/>
                <w:color w:val="000000"/>
              </w:rPr>
              <w:t xml:space="preserve"> по предоставлению муниципальных услуг</w:t>
            </w:r>
            <w:r w:rsidRPr="00CF7C8F">
              <w:rPr>
                <w:rFonts w:ascii="Times New Roman" w:hAnsi="Times New Roman"/>
                <w:b/>
              </w:rPr>
              <w:t>»</w:t>
            </w:r>
          </w:p>
          <w:p w:rsidR="00AE3689" w:rsidRPr="00CF7C8F" w:rsidRDefault="00AE3689" w:rsidP="00D807EA">
            <w:pPr>
              <w:rPr>
                <w:b/>
              </w:rPr>
            </w:pP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9D5298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CF7C8F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выплаты заработной платы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D807EA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вывоз ТКО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F541D5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942831">
              <w:rPr>
                <w:rFonts w:ascii="Times New Roman" w:hAnsi="Times New Roman"/>
              </w:rPr>
              <w:t>подписка на периодику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02C2" w:rsidRDefault="00AE3689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2571EA" w:rsidRDefault="00AE3689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2571EA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02C2" w:rsidRDefault="00AE3689" w:rsidP="00F541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5032E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E36124" w:rsidRDefault="00AE3689" w:rsidP="00F541D5">
            <w:pPr>
              <w:ind w:firstLine="0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установка тревожной кнопки в детскую и сельскую библиотеку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32D33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32D33" w:rsidRDefault="00AE3689" w:rsidP="000334A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2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E36124" w:rsidRDefault="00AE3689" w:rsidP="00F541D5">
            <w:pPr>
              <w:pStyle w:val="a1"/>
              <w:jc w:val="left"/>
              <w:rPr>
                <w:rFonts w:ascii="Times New Roman" w:hAnsi="Times New Roman"/>
              </w:rPr>
            </w:pPr>
            <w:r w:rsidRPr="00E36124">
              <w:rPr>
                <w:rFonts w:ascii="Times New Roman" w:hAnsi="Times New Roman"/>
              </w:rPr>
              <w:t>техническое обслуживание тревожных кнопок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32D33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334AF" w:rsidRDefault="00AE3689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3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E36124" w:rsidRDefault="00AE368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E36124">
              <w:rPr>
                <w:rFonts w:ascii="Times New Roman" w:hAnsi="Times New Roman" w:cs="Times New Roman"/>
              </w:rPr>
              <w:t>проведение огнезащитной обра</w:t>
            </w:r>
            <w:r>
              <w:rPr>
                <w:rFonts w:ascii="Times New Roman" w:hAnsi="Times New Roman" w:cs="Times New Roman"/>
              </w:rPr>
              <w:t>ботки чердачных перекрытий и дер</w:t>
            </w:r>
            <w:r w:rsidRPr="00E36124">
              <w:rPr>
                <w:rFonts w:ascii="Times New Roman" w:hAnsi="Times New Roman" w:cs="Times New Roman"/>
              </w:rPr>
              <w:t>евянного планшета сцены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32D33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C9666A" w:rsidRDefault="00AE3689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9666A">
              <w:rPr>
                <w:rFonts w:ascii="Times New Roman" w:hAnsi="Times New Roman" w:cs="Times New Roman"/>
              </w:rPr>
              <w:t>2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AD0706" w:rsidRDefault="00AE368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D0706">
              <w:rPr>
                <w:rFonts w:ascii="Times New Roman" w:hAnsi="Times New Roman" w:cs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32D33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C9666A" w:rsidRDefault="00AE3689" w:rsidP="000334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обучение по охране труда, пожарному минимуму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796D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334AF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942831" w:rsidRDefault="00AE368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942831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Default="00AE3689" w:rsidP="00796D1D">
            <w:pPr>
              <w:ind w:firstLine="0"/>
              <w:jc w:val="center"/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5804F4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5804F4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менее</w:t>
            </w:r>
            <w:r w:rsidRPr="005804F4">
              <w:rPr>
                <w:rFonts w:ascii="Times New Roman" w:hAnsi="Times New Roman" w:cs="Times New Roman"/>
              </w:rPr>
              <w:t xml:space="preserve"> 150</w:t>
            </w:r>
          </w:p>
        </w:tc>
      </w:tr>
      <w:tr w:rsidR="00AE3689" w:rsidRPr="00414DF9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414DF9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F541D5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расчет платы за негативное воздействие на окружающую среду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F541D5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433996" w:rsidRDefault="00AE3689" w:rsidP="00795ED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795EDB" w:rsidRDefault="00AE3689" w:rsidP="00795EDB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795EDB">
              <w:rPr>
                <w:rFonts w:ascii="Times New Roman" w:hAnsi="Times New Roman"/>
              </w:rPr>
              <w:t>поощрение лучшего муниципального учреждения культуры Краснодарского края МБУ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795ED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795ED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433996" w:rsidRDefault="00AE3689" w:rsidP="00795ED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AC4282" w:rsidRDefault="00AE3689" w:rsidP="00795EDB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AC4282">
              <w:rPr>
                <w:rFonts w:ascii="Times New Roman" w:hAnsi="Times New Roman"/>
              </w:rPr>
              <w:t>денежное поощрение лучших работников лучшего муниципального учреждения культуры Краснодарского края МБУ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33996" w:rsidRDefault="00AE3689" w:rsidP="00795ED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33996" w:rsidRDefault="00AE3689" w:rsidP="00795EDB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эколог плюс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3689" w:rsidRPr="000C191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монтаж тревожной сигнализации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3689" w:rsidRPr="000C191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0C191D">
              <w:rPr>
                <w:rFonts w:ascii="Times New Roman" w:hAnsi="Times New Roman"/>
              </w:rPr>
              <w:t>приобретение светильников бактерицидных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414DF9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E3689" w:rsidRPr="000C191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уплата налогов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3689" w:rsidRPr="000C191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0C191D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0C191D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68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B772D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Default="00AE3689" w:rsidP="000C191D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Подпрограмма «</w:t>
            </w:r>
            <w:r w:rsidRPr="00B772D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</w:t>
            </w:r>
            <w:r w:rsidRPr="00B772DE">
              <w:rPr>
                <w:rFonts w:ascii="Times New Roman" w:hAnsi="Times New Roman"/>
                <w:b/>
              </w:rPr>
              <w:t xml:space="preserve"> в Старотитаровском сельском поселении </w:t>
            </w:r>
          </w:p>
          <w:p w:rsidR="00AE3689" w:rsidRDefault="00AE3689" w:rsidP="000C191D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B772DE">
              <w:rPr>
                <w:rFonts w:ascii="Times New Roman" w:hAnsi="Times New Roman"/>
                <w:b/>
              </w:rPr>
              <w:t>Темрюкского района»</w:t>
            </w:r>
          </w:p>
          <w:p w:rsidR="00AE3689" w:rsidRPr="00696591" w:rsidRDefault="00AE3689" w:rsidP="000C191D"/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B772D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D53DDC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D53DDC"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8078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160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B772DE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3689" w:rsidRPr="00DA586D" w:rsidTr="003A1063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96591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  <w:b/>
              </w:rPr>
            </w:pPr>
            <w:r w:rsidRPr="006965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2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Default="00AE3689" w:rsidP="000C191D">
            <w:pPr>
              <w:pStyle w:val="a1"/>
              <w:jc w:val="center"/>
              <w:rPr>
                <w:rFonts w:ascii="Times New Roman" w:hAnsi="Times New Roman"/>
                <w:b/>
              </w:rPr>
            </w:pPr>
            <w:r w:rsidRPr="00696591">
              <w:rPr>
                <w:rFonts w:ascii="Times New Roman" w:hAnsi="Times New Roman"/>
                <w:b/>
              </w:rPr>
              <w:t>Подпрограмма «Кадровое обеспечение сферы культуры и искусства в Старотитаровском сельском поселении Темрюкского района»</w:t>
            </w:r>
          </w:p>
          <w:p w:rsidR="00AE3689" w:rsidRPr="00696591" w:rsidRDefault="00AE3689" w:rsidP="000C191D"/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696591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  <w:r w:rsidRPr="00696591">
              <w:rPr>
                <w:rFonts w:ascii="Times New Roman" w:hAnsi="Times New Roman"/>
              </w:rPr>
              <w:t>поэтапное повышение уровня заработной платы сотрудникам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AA4784" w:rsidRDefault="00AE3689" w:rsidP="000C191D">
            <w:pPr>
              <w:rPr>
                <w:rFonts w:ascii="Times New Roman" w:hAnsi="Times New Roman" w:cs="Times New Roman"/>
              </w:rPr>
            </w:pPr>
            <w:r w:rsidRPr="00AA4784">
              <w:rPr>
                <w:rFonts w:ascii="Times New Roman" w:hAnsi="Times New Roman" w:cs="Times New Roman"/>
              </w:rPr>
              <w:t>100</w:t>
            </w:r>
          </w:p>
        </w:tc>
      </w:tr>
      <w:tr w:rsidR="00AE3689" w:rsidRPr="00DA586D" w:rsidTr="00C36EEB"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89" w:rsidRPr="00B772DE" w:rsidRDefault="00AE3689" w:rsidP="000C191D">
            <w:pPr>
              <w:pStyle w:val="a1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689" w:rsidRPr="00B772DE" w:rsidRDefault="00AE3689" w:rsidP="000C191D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E3689" w:rsidRPr="00800322" w:rsidRDefault="00AE3689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AE3689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AE3689" w:rsidRDefault="00AE368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689" w:rsidRPr="002A665B" w:rsidRDefault="00AE368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689" w:rsidRPr="002A665B" w:rsidRDefault="00AE368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AE3689" w:rsidRPr="002A665B" w:rsidRDefault="00AE3689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AE3689" w:rsidRPr="001913AC" w:rsidRDefault="00AE368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E3689" w:rsidRPr="001913AC" w:rsidRDefault="00AE368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AE3689" w:rsidRPr="001913AC" w:rsidRDefault="00AE368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AE3689" w:rsidRPr="001913AC" w:rsidRDefault="00AE3689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Л.В. Кубрак</w:t>
            </w:r>
          </w:p>
        </w:tc>
      </w:tr>
    </w:tbl>
    <w:p w:rsidR="00AE3689" w:rsidRDefault="00AE3689" w:rsidP="00570710">
      <w:pPr>
        <w:ind w:firstLine="0"/>
      </w:pPr>
    </w:p>
    <w:p w:rsidR="00AE3689" w:rsidRDefault="00AE3689" w:rsidP="00E15943">
      <w:pPr>
        <w:ind w:firstLine="0"/>
      </w:pPr>
    </w:p>
    <w:sectPr w:rsidR="00AE3689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689" w:rsidRDefault="00AE3689" w:rsidP="00517686">
      <w:r>
        <w:separator/>
      </w:r>
    </w:p>
  </w:endnote>
  <w:endnote w:type="continuationSeparator" w:id="0">
    <w:p w:rsidR="00AE3689" w:rsidRDefault="00AE3689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689" w:rsidRDefault="00AE3689" w:rsidP="00517686">
      <w:r>
        <w:separator/>
      </w:r>
    </w:p>
  </w:footnote>
  <w:footnote w:type="continuationSeparator" w:id="0">
    <w:p w:rsidR="00AE3689" w:rsidRDefault="00AE3689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689" w:rsidRPr="00517686" w:rsidRDefault="00AE3689">
    <w:pPr>
      <w:pStyle w:val="Header"/>
      <w:jc w:val="center"/>
      <w:rPr>
        <w:rFonts w:ascii="Times New Roman" w:hAnsi="Times New Roman"/>
        <w:sz w:val="28"/>
        <w:szCs w:val="28"/>
      </w:rPr>
    </w:pPr>
  </w:p>
  <w:p w:rsidR="00AE3689" w:rsidRDefault="00AE3689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;mso-next-textbox:#Прямоугольник 9">
            <w:txbxContent>
              <w:p w:rsidR="00AE3689" w:rsidRPr="00307D3B" w:rsidRDefault="00AE3689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B6432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689" w:rsidRDefault="00AE3689">
    <w:pPr>
      <w:pStyle w:val="Header"/>
      <w:jc w:val="center"/>
    </w:pPr>
  </w:p>
  <w:p w:rsidR="00AE3689" w:rsidRDefault="00AE3689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;mso-next-textbox:#_x0000_s2050">
            <w:txbxContent>
              <w:p w:rsidR="00AE3689" w:rsidRPr="00307D3B" w:rsidRDefault="00AE3689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Pr="00B6432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0670A"/>
    <w:rsid w:val="0001317B"/>
    <w:rsid w:val="00030778"/>
    <w:rsid w:val="00032D33"/>
    <w:rsid w:val="000334AF"/>
    <w:rsid w:val="0004122D"/>
    <w:rsid w:val="000604BD"/>
    <w:rsid w:val="0006052A"/>
    <w:rsid w:val="00081062"/>
    <w:rsid w:val="00083153"/>
    <w:rsid w:val="0008643E"/>
    <w:rsid w:val="000958E8"/>
    <w:rsid w:val="000A185A"/>
    <w:rsid w:val="000B1CD5"/>
    <w:rsid w:val="000C191D"/>
    <w:rsid w:val="000E0D46"/>
    <w:rsid w:val="000F1E43"/>
    <w:rsid w:val="00123632"/>
    <w:rsid w:val="00127B17"/>
    <w:rsid w:val="0014411D"/>
    <w:rsid w:val="00151D92"/>
    <w:rsid w:val="001555E0"/>
    <w:rsid w:val="00160C32"/>
    <w:rsid w:val="00160F06"/>
    <w:rsid w:val="00163684"/>
    <w:rsid w:val="001913AC"/>
    <w:rsid w:val="0020243A"/>
    <w:rsid w:val="00231E0A"/>
    <w:rsid w:val="002352D1"/>
    <w:rsid w:val="002571EA"/>
    <w:rsid w:val="00273B56"/>
    <w:rsid w:val="0028176D"/>
    <w:rsid w:val="002A665B"/>
    <w:rsid w:val="002C5B45"/>
    <w:rsid w:val="002D3AB3"/>
    <w:rsid w:val="002E2DA1"/>
    <w:rsid w:val="002E72F5"/>
    <w:rsid w:val="00304C41"/>
    <w:rsid w:val="00307D3B"/>
    <w:rsid w:val="00321D4F"/>
    <w:rsid w:val="003322EB"/>
    <w:rsid w:val="003528E9"/>
    <w:rsid w:val="00374A91"/>
    <w:rsid w:val="003914A4"/>
    <w:rsid w:val="003A1063"/>
    <w:rsid w:val="003A731F"/>
    <w:rsid w:val="003C4CD4"/>
    <w:rsid w:val="003D0EAE"/>
    <w:rsid w:val="003D16CC"/>
    <w:rsid w:val="00414DF9"/>
    <w:rsid w:val="00433996"/>
    <w:rsid w:val="00442153"/>
    <w:rsid w:val="00455ADD"/>
    <w:rsid w:val="00476251"/>
    <w:rsid w:val="004B54DD"/>
    <w:rsid w:val="004C441D"/>
    <w:rsid w:val="004D578E"/>
    <w:rsid w:val="004F6143"/>
    <w:rsid w:val="005114CD"/>
    <w:rsid w:val="00511684"/>
    <w:rsid w:val="00515A9D"/>
    <w:rsid w:val="00517686"/>
    <w:rsid w:val="005263A3"/>
    <w:rsid w:val="005306AE"/>
    <w:rsid w:val="00534EAA"/>
    <w:rsid w:val="00537777"/>
    <w:rsid w:val="005545E1"/>
    <w:rsid w:val="00570710"/>
    <w:rsid w:val="005804F4"/>
    <w:rsid w:val="00583B68"/>
    <w:rsid w:val="005B0CC2"/>
    <w:rsid w:val="005C5B42"/>
    <w:rsid w:val="005D3FB7"/>
    <w:rsid w:val="00600962"/>
    <w:rsid w:val="00603C14"/>
    <w:rsid w:val="00615D6A"/>
    <w:rsid w:val="00631F80"/>
    <w:rsid w:val="00647EBC"/>
    <w:rsid w:val="0065032E"/>
    <w:rsid w:val="00657541"/>
    <w:rsid w:val="00690B54"/>
    <w:rsid w:val="00696591"/>
    <w:rsid w:val="006B07F9"/>
    <w:rsid w:val="006B18FE"/>
    <w:rsid w:val="006B6C24"/>
    <w:rsid w:val="006C7B13"/>
    <w:rsid w:val="006D15B0"/>
    <w:rsid w:val="006E7F9D"/>
    <w:rsid w:val="006F6C22"/>
    <w:rsid w:val="00714A4B"/>
    <w:rsid w:val="00731FC7"/>
    <w:rsid w:val="00737DC2"/>
    <w:rsid w:val="007403F5"/>
    <w:rsid w:val="007415D2"/>
    <w:rsid w:val="007426F5"/>
    <w:rsid w:val="00793A73"/>
    <w:rsid w:val="00795EDB"/>
    <w:rsid w:val="00796D1D"/>
    <w:rsid w:val="007D4E73"/>
    <w:rsid w:val="007D6017"/>
    <w:rsid w:val="007F3660"/>
    <w:rsid w:val="00800322"/>
    <w:rsid w:val="00894BE9"/>
    <w:rsid w:val="008C3DC5"/>
    <w:rsid w:val="008E5535"/>
    <w:rsid w:val="0091283C"/>
    <w:rsid w:val="00942831"/>
    <w:rsid w:val="0095474D"/>
    <w:rsid w:val="00963A25"/>
    <w:rsid w:val="009657FF"/>
    <w:rsid w:val="009816B2"/>
    <w:rsid w:val="009A38F0"/>
    <w:rsid w:val="009B1FC7"/>
    <w:rsid w:val="009C5F06"/>
    <w:rsid w:val="009D4A78"/>
    <w:rsid w:val="009D5298"/>
    <w:rsid w:val="009E7E50"/>
    <w:rsid w:val="009F5796"/>
    <w:rsid w:val="00A05FAF"/>
    <w:rsid w:val="00A32F69"/>
    <w:rsid w:val="00A52464"/>
    <w:rsid w:val="00A970CB"/>
    <w:rsid w:val="00AA02C2"/>
    <w:rsid w:val="00AA4784"/>
    <w:rsid w:val="00AB2151"/>
    <w:rsid w:val="00AC4282"/>
    <w:rsid w:val="00AD0706"/>
    <w:rsid w:val="00AD7DE3"/>
    <w:rsid w:val="00AE3689"/>
    <w:rsid w:val="00AF430D"/>
    <w:rsid w:val="00B13C1E"/>
    <w:rsid w:val="00B20904"/>
    <w:rsid w:val="00B26513"/>
    <w:rsid w:val="00B40A40"/>
    <w:rsid w:val="00B64325"/>
    <w:rsid w:val="00B73C78"/>
    <w:rsid w:val="00B754EB"/>
    <w:rsid w:val="00B76020"/>
    <w:rsid w:val="00B772DE"/>
    <w:rsid w:val="00B9693A"/>
    <w:rsid w:val="00BD00F0"/>
    <w:rsid w:val="00BD2290"/>
    <w:rsid w:val="00C36EEB"/>
    <w:rsid w:val="00C41C87"/>
    <w:rsid w:val="00C55F90"/>
    <w:rsid w:val="00C80787"/>
    <w:rsid w:val="00C9666A"/>
    <w:rsid w:val="00CA32C6"/>
    <w:rsid w:val="00CA3321"/>
    <w:rsid w:val="00CA48A1"/>
    <w:rsid w:val="00CC774C"/>
    <w:rsid w:val="00CD6E8D"/>
    <w:rsid w:val="00CE5076"/>
    <w:rsid w:val="00CF7C8F"/>
    <w:rsid w:val="00D2263B"/>
    <w:rsid w:val="00D31D72"/>
    <w:rsid w:val="00D53DDC"/>
    <w:rsid w:val="00D56FDB"/>
    <w:rsid w:val="00D62DE4"/>
    <w:rsid w:val="00D807EA"/>
    <w:rsid w:val="00D84FBC"/>
    <w:rsid w:val="00DA0263"/>
    <w:rsid w:val="00DA0A9B"/>
    <w:rsid w:val="00DA586D"/>
    <w:rsid w:val="00DA7326"/>
    <w:rsid w:val="00DC465B"/>
    <w:rsid w:val="00DE5255"/>
    <w:rsid w:val="00DF0981"/>
    <w:rsid w:val="00DF5CD0"/>
    <w:rsid w:val="00DF5F48"/>
    <w:rsid w:val="00E04C3E"/>
    <w:rsid w:val="00E15943"/>
    <w:rsid w:val="00E264DC"/>
    <w:rsid w:val="00E36124"/>
    <w:rsid w:val="00E428E8"/>
    <w:rsid w:val="00E526F6"/>
    <w:rsid w:val="00E675A1"/>
    <w:rsid w:val="00E9234B"/>
    <w:rsid w:val="00E94E39"/>
    <w:rsid w:val="00EA6999"/>
    <w:rsid w:val="00EB13FD"/>
    <w:rsid w:val="00EC7D4B"/>
    <w:rsid w:val="00ED0295"/>
    <w:rsid w:val="00EE6EFA"/>
    <w:rsid w:val="00EE7DCA"/>
    <w:rsid w:val="00F25BD6"/>
    <w:rsid w:val="00F3208F"/>
    <w:rsid w:val="00F343CD"/>
    <w:rsid w:val="00F541D5"/>
    <w:rsid w:val="00F6779C"/>
    <w:rsid w:val="00F75466"/>
    <w:rsid w:val="00FD1974"/>
    <w:rsid w:val="00FD1979"/>
    <w:rsid w:val="00FE332C"/>
    <w:rsid w:val="00FE489B"/>
    <w:rsid w:val="00FE7C05"/>
    <w:rsid w:val="00FE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5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</TotalTime>
  <Pages>3</Pages>
  <Words>405</Words>
  <Characters>2309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92</cp:revision>
  <cp:lastPrinted>2015-10-30T12:31:00Z</cp:lastPrinted>
  <dcterms:created xsi:type="dcterms:W3CDTF">2014-07-17T06:37:00Z</dcterms:created>
  <dcterms:modified xsi:type="dcterms:W3CDTF">2021-12-30T06:28:00Z</dcterms:modified>
</cp:coreProperties>
</file>