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14" w:rsidRPr="00C36DC8" w:rsidRDefault="00EC6B14" w:rsidP="00CA3E54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EC6B14" w:rsidRPr="00C36DC8" w:rsidRDefault="00EC6B14" w:rsidP="00CA3E5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к п</w:t>
      </w:r>
      <w:r w:rsidRPr="00C36DC8">
        <w:rPr>
          <w:rFonts w:ascii="Times New Roman" w:hAnsi="Times New Roman"/>
          <w:spacing w:val="-12"/>
          <w:sz w:val="28"/>
          <w:szCs w:val="28"/>
        </w:rPr>
        <w:t>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EC6B14" w:rsidRDefault="00EC6B14" w:rsidP="00CA3E5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Старотитаровского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EC6B14" w:rsidRPr="00C36DC8" w:rsidRDefault="00EC6B14" w:rsidP="00CA3E5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EC6B14" w:rsidRDefault="00EC6B14" w:rsidP="00CA3E54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28.12.2021 г.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309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EC6B14" w:rsidRDefault="00EC6B14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6B14" w:rsidRPr="00C3705A" w:rsidRDefault="00EC6B14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EC6B14" w:rsidRPr="00B73C78" w:rsidRDefault="00EC6B14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к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EC6B14" w:rsidRDefault="00EC6B14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EC6B14" w:rsidRDefault="00EC6B14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EC6B14" w:rsidRPr="00145A0B" w:rsidRDefault="00EC6B14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EC6B14" w:rsidRDefault="00EC6B14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196</w:t>
      </w:r>
    </w:p>
    <w:p w:rsidR="00EC6B14" w:rsidRPr="00CC774C" w:rsidRDefault="00EC6B14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EC6B14" w:rsidRPr="00AA03A8" w:rsidRDefault="00EC6B14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B14" w:rsidRPr="00CC774C" w:rsidRDefault="00EC6B14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EC6B14" w:rsidRPr="00CC774C" w:rsidRDefault="00EC6B14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EC6B14" w:rsidRPr="00525A13" w:rsidTr="001242CB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EC6B14" w:rsidRPr="00525A13" w:rsidTr="001242CB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EC6B14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525A13" w:rsidRDefault="00EC6B14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525A13" w:rsidRDefault="00EC6B14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C6B14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704E08" w:rsidRDefault="00EC6B14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EC6B14" w:rsidRDefault="00EC6B14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EC6B14" w:rsidRPr="00F425CC" w:rsidRDefault="00EC6B14" w:rsidP="009C413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  <w:tr w:rsidR="00EC6B14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EC6B14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EC6B14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средств индивидуальной защиты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7775EC" w:rsidRDefault="00EC6B14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425CC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026A04" w:rsidRDefault="00EC6B14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C6B14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23750" w:rsidRDefault="00EC6B14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2.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F23750" w:rsidRDefault="00EC6B14" w:rsidP="00F23750"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</w:t>
            </w:r>
            <w:r w:rsidRPr="00F23750">
              <w:t xml:space="preserve"> 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23750" w:rsidRDefault="00EC6B14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23750" w:rsidRDefault="00EC6B14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026A04" w:rsidRDefault="00EC6B14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C6B14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F763E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Pr="00051D95" w:rsidRDefault="00EC6B14" w:rsidP="00051D95"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 xml:space="preserve">одпрограмма «Создание условий для занятия физической культурой и спортом на территории Старотитаровского сельского поселения Темрюкского района» 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051D95" w:rsidRDefault="00EC6B14" w:rsidP="002B6DF5">
            <w:pPr>
              <w:rPr>
                <w:rFonts w:ascii="Times New Roman" w:hAnsi="Times New Roman"/>
              </w:rPr>
            </w:pPr>
            <w:r w:rsidRPr="009C0F1B">
              <w:rPr>
                <w:rFonts w:ascii="Times New Roman" w:hAnsi="Times New Roman"/>
              </w:rPr>
              <w:t>текущий ремонт фасадов здания МБУ ФОСК "Виктория"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AA68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Default="00EC6B14" w:rsidP="00AA68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C6B14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Pr="00051D95" w:rsidRDefault="00EC6B14" w:rsidP="002B6DF5">
            <w:pPr>
              <w:rPr>
                <w:rFonts w:ascii="Times New Roman" w:hAnsi="Times New Roman"/>
              </w:rPr>
            </w:pPr>
            <w:r w:rsidRPr="009C0F1B">
              <w:rPr>
                <w:rFonts w:ascii="Times New Roman" w:hAnsi="Times New Roman"/>
              </w:rPr>
              <w:t>выполнение работ, неразрывно связанных с текущим ремонтом фасадов здания МБУ ФОСК "Виктория"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14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6B14" w:rsidRDefault="00EC6B14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EC6B14" w:rsidRDefault="00EC6B14" w:rsidP="0085453F">
      <w:pPr>
        <w:rPr>
          <w:rFonts w:ascii="Times New Roman" w:hAnsi="Times New Roman"/>
          <w:sz w:val="28"/>
          <w:szCs w:val="28"/>
        </w:rPr>
      </w:pPr>
    </w:p>
    <w:p w:rsidR="00EC6B14" w:rsidRDefault="00EC6B14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EC6B14" w:rsidRDefault="00EC6B14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C6B14" w:rsidRDefault="00EC6B14" w:rsidP="00CA3E54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EC6B14" w:rsidSect="00865581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B14" w:rsidRDefault="00EC6B14">
      <w:r>
        <w:separator/>
      </w:r>
    </w:p>
  </w:endnote>
  <w:endnote w:type="continuationSeparator" w:id="0">
    <w:p w:rsidR="00EC6B14" w:rsidRDefault="00EC6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B14" w:rsidRDefault="00EC6B14">
      <w:r>
        <w:separator/>
      </w:r>
    </w:p>
  </w:footnote>
  <w:footnote w:type="continuationSeparator" w:id="0">
    <w:p w:rsidR="00EC6B14" w:rsidRDefault="00EC6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14" w:rsidRDefault="00EC6B1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C6B14" w:rsidRDefault="00EC6B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1E55"/>
    <w:rsid w:val="001047A9"/>
    <w:rsid w:val="00105934"/>
    <w:rsid w:val="00106736"/>
    <w:rsid w:val="00112F6D"/>
    <w:rsid w:val="00115531"/>
    <w:rsid w:val="00117AE8"/>
    <w:rsid w:val="001224A8"/>
    <w:rsid w:val="001242CB"/>
    <w:rsid w:val="00125FD1"/>
    <w:rsid w:val="0013180C"/>
    <w:rsid w:val="001329B3"/>
    <w:rsid w:val="00134C5C"/>
    <w:rsid w:val="00141465"/>
    <w:rsid w:val="001424F4"/>
    <w:rsid w:val="00145A0B"/>
    <w:rsid w:val="001469ED"/>
    <w:rsid w:val="001560B5"/>
    <w:rsid w:val="00166536"/>
    <w:rsid w:val="001710EE"/>
    <w:rsid w:val="00175306"/>
    <w:rsid w:val="0018401A"/>
    <w:rsid w:val="001903B9"/>
    <w:rsid w:val="001A603E"/>
    <w:rsid w:val="001E134E"/>
    <w:rsid w:val="001E45A6"/>
    <w:rsid w:val="001E6845"/>
    <w:rsid w:val="001F09C8"/>
    <w:rsid w:val="001F331C"/>
    <w:rsid w:val="00203A4F"/>
    <w:rsid w:val="00207A02"/>
    <w:rsid w:val="00211B64"/>
    <w:rsid w:val="00225EA4"/>
    <w:rsid w:val="00234A77"/>
    <w:rsid w:val="00245972"/>
    <w:rsid w:val="0025143A"/>
    <w:rsid w:val="00254740"/>
    <w:rsid w:val="002569A3"/>
    <w:rsid w:val="002613D3"/>
    <w:rsid w:val="00291A18"/>
    <w:rsid w:val="0029386C"/>
    <w:rsid w:val="002B530D"/>
    <w:rsid w:val="002B5D1E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0AB7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51F"/>
    <w:rsid w:val="005E37F3"/>
    <w:rsid w:val="005E4A7E"/>
    <w:rsid w:val="00603C46"/>
    <w:rsid w:val="0061479A"/>
    <w:rsid w:val="00615189"/>
    <w:rsid w:val="006230D7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31E4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B466A"/>
    <w:rsid w:val="007C03F1"/>
    <w:rsid w:val="007C695A"/>
    <w:rsid w:val="007F1424"/>
    <w:rsid w:val="008011C8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65581"/>
    <w:rsid w:val="008716F1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346BE"/>
    <w:rsid w:val="00944798"/>
    <w:rsid w:val="00947ED6"/>
    <w:rsid w:val="009561E5"/>
    <w:rsid w:val="00957A20"/>
    <w:rsid w:val="00981ABD"/>
    <w:rsid w:val="00987B0F"/>
    <w:rsid w:val="009B353F"/>
    <w:rsid w:val="009B3CD3"/>
    <w:rsid w:val="009C0F1B"/>
    <w:rsid w:val="009C2F41"/>
    <w:rsid w:val="009C413C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4B5C"/>
    <w:rsid w:val="00A8753B"/>
    <w:rsid w:val="00A87FA6"/>
    <w:rsid w:val="00A93F62"/>
    <w:rsid w:val="00A94A1D"/>
    <w:rsid w:val="00AA03A8"/>
    <w:rsid w:val="00AA4071"/>
    <w:rsid w:val="00AA68EA"/>
    <w:rsid w:val="00B017E7"/>
    <w:rsid w:val="00B05CA1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1389"/>
    <w:rsid w:val="00B934EE"/>
    <w:rsid w:val="00B9498B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6DC8"/>
    <w:rsid w:val="00C3705A"/>
    <w:rsid w:val="00C43456"/>
    <w:rsid w:val="00C504DD"/>
    <w:rsid w:val="00C602BF"/>
    <w:rsid w:val="00C726C7"/>
    <w:rsid w:val="00CA3E54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35B4B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B0521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3621"/>
    <w:rsid w:val="00E34530"/>
    <w:rsid w:val="00E420C1"/>
    <w:rsid w:val="00E4288B"/>
    <w:rsid w:val="00E43EB1"/>
    <w:rsid w:val="00E62F28"/>
    <w:rsid w:val="00E72D28"/>
    <w:rsid w:val="00E75EE5"/>
    <w:rsid w:val="00E81459"/>
    <w:rsid w:val="00E82D20"/>
    <w:rsid w:val="00E85CCB"/>
    <w:rsid w:val="00E86F36"/>
    <w:rsid w:val="00E90159"/>
    <w:rsid w:val="00EA6E70"/>
    <w:rsid w:val="00EA7C72"/>
    <w:rsid w:val="00EC3760"/>
    <w:rsid w:val="00EC3CEF"/>
    <w:rsid w:val="00EC5FBC"/>
    <w:rsid w:val="00EC6B14"/>
    <w:rsid w:val="00ED33E1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93FDE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CA3E5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36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36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36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6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6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2</Pages>
  <Words>414</Words>
  <Characters>2366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59</cp:revision>
  <cp:lastPrinted>2015-11-10T07:00:00Z</cp:lastPrinted>
  <dcterms:created xsi:type="dcterms:W3CDTF">2014-11-12T06:42:00Z</dcterms:created>
  <dcterms:modified xsi:type="dcterms:W3CDTF">2021-12-30T07:00:00Z</dcterms:modified>
</cp:coreProperties>
</file>