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FB4" w:rsidRDefault="00202FB4" w:rsidP="008C33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02FB4" w:rsidRDefault="00202FB4" w:rsidP="008C33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202FB4" w:rsidRDefault="00202FB4" w:rsidP="008C33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202FB4" w:rsidRDefault="00202FB4" w:rsidP="008C33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№298</w:t>
      </w:r>
    </w:p>
    <w:p w:rsidR="00202FB4" w:rsidRDefault="00202FB4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02FB4" w:rsidRPr="00D737C3" w:rsidRDefault="00202FB4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02FB4" w:rsidRDefault="00202FB4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202FB4" w:rsidRPr="003500BD" w:rsidRDefault="00202FB4" w:rsidP="003500BD">
      <w:pPr>
        <w:tabs>
          <w:tab w:val="left" w:pos="426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 на 2022 год</w:t>
      </w:r>
    </w:p>
    <w:p w:rsidR="00202FB4" w:rsidRPr="003500BD" w:rsidRDefault="00202FB4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02FB4" w:rsidRPr="00D737C3" w:rsidRDefault="00202FB4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202FB4" w:rsidRPr="006069E5">
        <w:tc>
          <w:tcPr>
            <w:tcW w:w="1162" w:type="dxa"/>
            <w:vMerge w:val="restart"/>
          </w:tcPr>
          <w:p w:rsidR="00202FB4" w:rsidRPr="006069E5" w:rsidRDefault="00202FB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202FB4" w:rsidRPr="006069E5" w:rsidRDefault="00202FB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202FB4" w:rsidRPr="006069E5" w:rsidRDefault="00202FB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202FB4" w:rsidRPr="006069E5" w:rsidRDefault="00202FB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202FB4" w:rsidRPr="006069E5" w:rsidRDefault="00202FB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202FB4" w:rsidRPr="006069E5" w:rsidRDefault="00202FB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202FB4" w:rsidRPr="006069E5" w:rsidRDefault="00202FB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202FB4" w:rsidRPr="006069E5">
        <w:tc>
          <w:tcPr>
            <w:tcW w:w="1162" w:type="dxa"/>
            <w:vMerge/>
          </w:tcPr>
          <w:p w:rsidR="00202FB4" w:rsidRPr="006069E5" w:rsidRDefault="00202FB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202FB4" w:rsidRPr="006069E5" w:rsidRDefault="00202FB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202FB4" w:rsidRPr="006069E5" w:rsidRDefault="00202FB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202FB4" w:rsidRPr="006069E5" w:rsidRDefault="00202FB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202FB4" w:rsidRPr="006069E5" w:rsidRDefault="00202FB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202FB4" w:rsidRPr="006069E5" w:rsidRDefault="00202FB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202FB4" w:rsidRPr="006069E5" w:rsidRDefault="00202FB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202FB4" w:rsidRPr="006069E5" w:rsidRDefault="00202FB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202FB4" w:rsidRPr="006069E5" w:rsidRDefault="00202FB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202FB4" w:rsidRPr="006069E5" w:rsidRDefault="00202FB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202FB4" w:rsidRPr="0064236D" w:rsidRDefault="00202FB4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202FB4" w:rsidRPr="006069E5">
        <w:trPr>
          <w:tblHeader/>
        </w:trPr>
        <w:tc>
          <w:tcPr>
            <w:tcW w:w="1151" w:type="dxa"/>
          </w:tcPr>
          <w:p w:rsidR="00202FB4" w:rsidRPr="006069E5" w:rsidRDefault="00202FB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202FB4" w:rsidRPr="006069E5" w:rsidRDefault="00202FB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202FB4" w:rsidRPr="006069E5" w:rsidRDefault="00202FB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202FB4" w:rsidRPr="006069E5" w:rsidRDefault="00202FB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202FB4" w:rsidRPr="006069E5" w:rsidRDefault="00202FB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202FB4" w:rsidRPr="006069E5" w:rsidRDefault="00202FB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202FB4" w:rsidRPr="006069E5" w:rsidRDefault="00202FB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202FB4" w:rsidRPr="006069E5" w:rsidRDefault="00202FB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202FB4" w:rsidRPr="006069E5" w:rsidRDefault="00202FB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202FB4" w:rsidRPr="006069E5" w:rsidRDefault="00202FB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202FB4" w:rsidRPr="006069E5">
        <w:tc>
          <w:tcPr>
            <w:tcW w:w="1151" w:type="dxa"/>
          </w:tcPr>
          <w:p w:rsidR="00202FB4" w:rsidRPr="006069E5" w:rsidRDefault="00202FB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202FB4" w:rsidRPr="006069E5" w:rsidRDefault="00202FB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202FB4" w:rsidRDefault="00202FB4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 xml:space="preserve">содержание, косметический ремонт и ремонт памятников истории и культуры, мест захоронений, </w:t>
            </w:r>
          </w:p>
          <w:p w:rsidR="00202FB4" w:rsidRDefault="00202FB4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202FB4" w:rsidRDefault="00202FB4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202FB4" w:rsidRDefault="00202FB4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202FB4" w:rsidRDefault="00202FB4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202FB4" w:rsidRDefault="00202FB4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202FB4" w:rsidRPr="00DD68EE" w:rsidRDefault="00202FB4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воинских захоронений на территории Старотитаровского сельского поселения Темрюкского района</w:t>
            </w:r>
          </w:p>
          <w:p w:rsidR="00202FB4" w:rsidRPr="006069E5" w:rsidRDefault="00202FB4" w:rsidP="008B565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202FB4" w:rsidRPr="006069E5" w:rsidRDefault="00202FB4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02FB4" w:rsidRPr="00DD68EE" w:rsidRDefault="00202FB4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02FB4" w:rsidRPr="006069E5" w:rsidRDefault="00202FB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202FB4" w:rsidRPr="006069E5" w:rsidRDefault="00202FB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992 0801 6710110310 244</w:t>
            </w:r>
          </w:p>
        </w:tc>
        <w:tc>
          <w:tcPr>
            <w:tcW w:w="1260" w:type="dxa"/>
          </w:tcPr>
          <w:p w:rsidR="00202FB4" w:rsidRPr="006069E5" w:rsidRDefault="00202FB4" w:rsidP="00DA63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202FB4" w:rsidRPr="006069E5" w:rsidRDefault="00202FB4" w:rsidP="00DA63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080" w:type="dxa"/>
          </w:tcPr>
          <w:p w:rsidR="00202FB4" w:rsidRPr="006069E5" w:rsidRDefault="00202FB4" w:rsidP="00DA63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202FB4" w:rsidRPr="006069E5" w:rsidRDefault="00202FB4" w:rsidP="00DA63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02FB4" w:rsidRPr="006069E5">
        <w:tc>
          <w:tcPr>
            <w:tcW w:w="1151" w:type="dxa"/>
          </w:tcPr>
          <w:p w:rsidR="00202FB4" w:rsidRPr="006069E5" w:rsidRDefault="00202FB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202FB4" w:rsidRDefault="00202FB4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202FB4" w:rsidRPr="007A5CB9" w:rsidRDefault="00202FB4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сохранению и охране </w:t>
            </w:r>
            <w:r w:rsidRPr="007B53DC">
              <w:rPr>
                <w:rFonts w:ascii="Times New Roman" w:hAnsi="Times New Roman" w:cs="Times New Roman"/>
              </w:rPr>
              <w:t>в соответствии с установленными требованиями объектов культурного наследия</w:t>
            </w:r>
            <w:r>
              <w:rPr>
                <w:rFonts w:ascii="Times New Roman" w:hAnsi="Times New Roman" w:cs="Times New Roman"/>
              </w:rPr>
              <w:t>,</w:t>
            </w:r>
            <w:r w:rsidRPr="00ED3983">
              <w:rPr>
                <w:rFonts w:ascii="Times New Roman" w:hAnsi="Times New Roman" w:cs="Times New Roman"/>
              </w:rPr>
              <w:t xml:space="preserve"> мест захоронений</w:t>
            </w:r>
            <w:r>
              <w:rPr>
                <w:rFonts w:ascii="Times New Roman" w:hAnsi="Times New Roman" w:cs="Times New Roman"/>
              </w:rPr>
              <w:t>,</w:t>
            </w:r>
            <w:r w:rsidRPr="00E23D36">
              <w:rPr>
                <w:rFonts w:ascii="Times New Roman" w:hAnsi="Times New Roman" w:cs="Times New Roman"/>
              </w:rPr>
              <w:t xml:space="preserve"> воинских захоронений</w:t>
            </w:r>
          </w:p>
        </w:tc>
        <w:tc>
          <w:tcPr>
            <w:tcW w:w="941" w:type="dxa"/>
            <w:vAlign w:val="center"/>
          </w:tcPr>
          <w:p w:rsidR="00202FB4" w:rsidRPr="006069E5" w:rsidRDefault="00202FB4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02FB4" w:rsidRPr="006069E5" w:rsidRDefault="00202FB4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02FB4" w:rsidRPr="0024685E" w:rsidRDefault="00202FB4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202FB4" w:rsidRPr="006069E5" w:rsidRDefault="00202FB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202FB4" w:rsidRPr="006069E5" w:rsidRDefault="00202FB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02FB4" w:rsidRPr="006069E5" w:rsidRDefault="00202FB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02FB4" w:rsidRPr="006069E5" w:rsidRDefault="00202FB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202FB4" w:rsidRPr="006069E5" w:rsidRDefault="00202FB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202FB4" w:rsidRDefault="00202FB4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2FB4" w:rsidRDefault="00202FB4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2FB4" w:rsidRDefault="00202FB4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2FB4" w:rsidRDefault="00202FB4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202FB4" w:rsidRDefault="00202FB4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202FB4" w:rsidRPr="0064236D" w:rsidRDefault="00202FB4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 Л.В. Кубрак</w:t>
      </w:r>
    </w:p>
    <w:sectPr w:rsidR="00202FB4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FB4" w:rsidRDefault="00202FB4" w:rsidP="007D6942">
      <w:r>
        <w:separator/>
      </w:r>
    </w:p>
  </w:endnote>
  <w:endnote w:type="continuationSeparator" w:id="0">
    <w:p w:rsidR="00202FB4" w:rsidRDefault="00202FB4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FB4" w:rsidRDefault="00202FB4" w:rsidP="007D6942">
      <w:r>
        <w:separator/>
      </w:r>
    </w:p>
  </w:footnote>
  <w:footnote w:type="continuationSeparator" w:id="0">
    <w:p w:rsidR="00202FB4" w:rsidRDefault="00202FB4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FB4" w:rsidRDefault="00202FB4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202FB4" w:rsidRPr="00A80EF1" w:rsidRDefault="00202FB4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174DA"/>
    <w:rsid w:val="00021570"/>
    <w:rsid w:val="000471A7"/>
    <w:rsid w:val="000677DD"/>
    <w:rsid w:val="00076146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15768"/>
    <w:rsid w:val="00120544"/>
    <w:rsid w:val="00125796"/>
    <w:rsid w:val="00130F43"/>
    <w:rsid w:val="001471D0"/>
    <w:rsid w:val="00164E78"/>
    <w:rsid w:val="00172D66"/>
    <w:rsid w:val="00185F36"/>
    <w:rsid w:val="0018768F"/>
    <w:rsid w:val="001B7323"/>
    <w:rsid w:val="001D011F"/>
    <w:rsid w:val="001E7088"/>
    <w:rsid w:val="001F2603"/>
    <w:rsid w:val="00202FB4"/>
    <w:rsid w:val="00206D5E"/>
    <w:rsid w:val="00212251"/>
    <w:rsid w:val="002246DC"/>
    <w:rsid w:val="00240DF8"/>
    <w:rsid w:val="0024685E"/>
    <w:rsid w:val="00250BFB"/>
    <w:rsid w:val="00285170"/>
    <w:rsid w:val="00287F42"/>
    <w:rsid w:val="00294148"/>
    <w:rsid w:val="0029793F"/>
    <w:rsid w:val="002A054F"/>
    <w:rsid w:val="002B2635"/>
    <w:rsid w:val="00302555"/>
    <w:rsid w:val="00322B49"/>
    <w:rsid w:val="0032383C"/>
    <w:rsid w:val="00336F1A"/>
    <w:rsid w:val="003432B5"/>
    <w:rsid w:val="003454FC"/>
    <w:rsid w:val="00346F48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1773"/>
    <w:rsid w:val="004335C1"/>
    <w:rsid w:val="00452B4E"/>
    <w:rsid w:val="00454127"/>
    <w:rsid w:val="00472DFB"/>
    <w:rsid w:val="00477E9D"/>
    <w:rsid w:val="0049599F"/>
    <w:rsid w:val="004C466D"/>
    <w:rsid w:val="004C5829"/>
    <w:rsid w:val="004D08C1"/>
    <w:rsid w:val="004D5D87"/>
    <w:rsid w:val="004E0B9F"/>
    <w:rsid w:val="004E1784"/>
    <w:rsid w:val="004F53C4"/>
    <w:rsid w:val="005366A2"/>
    <w:rsid w:val="0054691E"/>
    <w:rsid w:val="00546AAB"/>
    <w:rsid w:val="00555C25"/>
    <w:rsid w:val="00564935"/>
    <w:rsid w:val="00574CD1"/>
    <w:rsid w:val="00580DF5"/>
    <w:rsid w:val="00584CF8"/>
    <w:rsid w:val="005B0797"/>
    <w:rsid w:val="005E372B"/>
    <w:rsid w:val="006069E5"/>
    <w:rsid w:val="00635D37"/>
    <w:rsid w:val="0064236D"/>
    <w:rsid w:val="0067380F"/>
    <w:rsid w:val="006811EE"/>
    <w:rsid w:val="00682270"/>
    <w:rsid w:val="00682450"/>
    <w:rsid w:val="006E7F3F"/>
    <w:rsid w:val="006F1FB0"/>
    <w:rsid w:val="006F2B84"/>
    <w:rsid w:val="0070118C"/>
    <w:rsid w:val="00705B7B"/>
    <w:rsid w:val="0071727A"/>
    <w:rsid w:val="0071770D"/>
    <w:rsid w:val="00780C3B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35131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329"/>
    <w:rsid w:val="008C3B45"/>
    <w:rsid w:val="008E6FA9"/>
    <w:rsid w:val="00905C09"/>
    <w:rsid w:val="00916317"/>
    <w:rsid w:val="00930E70"/>
    <w:rsid w:val="00954C8E"/>
    <w:rsid w:val="00960535"/>
    <w:rsid w:val="0096355C"/>
    <w:rsid w:val="00963883"/>
    <w:rsid w:val="00967F4E"/>
    <w:rsid w:val="009C2CF1"/>
    <w:rsid w:val="009D2659"/>
    <w:rsid w:val="009D37BC"/>
    <w:rsid w:val="009D6338"/>
    <w:rsid w:val="00A0201C"/>
    <w:rsid w:val="00A10279"/>
    <w:rsid w:val="00A2353C"/>
    <w:rsid w:val="00A24EA6"/>
    <w:rsid w:val="00A41751"/>
    <w:rsid w:val="00A417F1"/>
    <w:rsid w:val="00A63C9E"/>
    <w:rsid w:val="00A80EF1"/>
    <w:rsid w:val="00A9268B"/>
    <w:rsid w:val="00AC03D6"/>
    <w:rsid w:val="00AC272C"/>
    <w:rsid w:val="00AC4B7D"/>
    <w:rsid w:val="00AD0328"/>
    <w:rsid w:val="00AD1F69"/>
    <w:rsid w:val="00AD3966"/>
    <w:rsid w:val="00AE1814"/>
    <w:rsid w:val="00AF3ADF"/>
    <w:rsid w:val="00B032B7"/>
    <w:rsid w:val="00B150A3"/>
    <w:rsid w:val="00B47DD0"/>
    <w:rsid w:val="00B75B97"/>
    <w:rsid w:val="00B80DD0"/>
    <w:rsid w:val="00B80FE0"/>
    <w:rsid w:val="00B975E4"/>
    <w:rsid w:val="00BC61DC"/>
    <w:rsid w:val="00BF6D41"/>
    <w:rsid w:val="00C27A6B"/>
    <w:rsid w:val="00C35E09"/>
    <w:rsid w:val="00C400CB"/>
    <w:rsid w:val="00C71732"/>
    <w:rsid w:val="00C74FCF"/>
    <w:rsid w:val="00C7608E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605F"/>
    <w:rsid w:val="00D70BE1"/>
    <w:rsid w:val="00D737C3"/>
    <w:rsid w:val="00D7385B"/>
    <w:rsid w:val="00D859AE"/>
    <w:rsid w:val="00DA3D14"/>
    <w:rsid w:val="00DA618F"/>
    <w:rsid w:val="00DA63FD"/>
    <w:rsid w:val="00DB24AE"/>
    <w:rsid w:val="00DB2A7E"/>
    <w:rsid w:val="00DB31CC"/>
    <w:rsid w:val="00DB721F"/>
    <w:rsid w:val="00DC6D6A"/>
    <w:rsid w:val="00DD68EE"/>
    <w:rsid w:val="00E01366"/>
    <w:rsid w:val="00E23D36"/>
    <w:rsid w:val="00E3318F"/>
    <w:rsid w:val="00E57BE0"/>
    <w:rsid w:val="00E57E39"/>
    <w:rsid w:val="00E67030"/>
    <w:rsid w:val="00E73D5F"/>
    <w:rsid w:val="00E8140E"/>
    <w:rsid w:val="00ED3983"/>
    <w:rsid w:val="00F10576"/>
    <w:rsid w:val="00F14138"/>
    <w:rsid w:val="00F15184"/>
    <w:rsid w:val="00F15F6C"/>
    <w:rsid w:val="00F20843"/>
    <w:rsid w:val="00F233BB"/>
    <w:rsid w:val="00F2569A"/>
    <w:rsid w:val="00F27FC1"/>
    <w:rsid w:val="00F352F4"/>
    <w:rsid w:val="00F40D21"/>
    <w:rsid w:val="00F4487B"/>
    <w:rsid w:val="00F44B51"/>
    <w:rsid w:val="00F8232B"/>
    <w:rsid w:val="00FC1E23"/>
    <w:rsid w:val="00FC4C64"/>
    <w:rsid w:val="00FC7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51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395</TotalTime>
  <Pages>2</Pages>
  <Words>242</Words>
  <Characters>1380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131</cp:revision>
  <cp:lastPrinted>2021-07-05T12:26:00Z</cp:lastPrinted>
  <dcterms:created xsi:type="dcterms:W3CDTF">2021-05-31T11:19:00Z</dcterms:created>
  <dcterms:modified xsi:type="dcterms:W3CDTF">2021-12-29T06:25:00Z</dcterms:modified>
</cp:coreProperties>
</file>