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0F" w:rsidRDefault="00CC240F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C240F" w:rsidRDefault="00CC240F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C240F" w:rsidRDefault="00CC240F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C240F" w:rsidRDefault="00CC240F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297</w:t>
      </w:r>
    </w:p>
    <w:p w:rsidR="00CC240F" w:rsidRPr="00A0260D" w:rsidRDefault="00CC240F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240F" w:rsidRDefault="00CC240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0F" w:rsidRPr="00D737C3" w:rsidRDefault="00CC240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0F" w:rsidRDefault="00CC240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C240F" w:rsidRPr="00816436" w:rsidRDefault="00CC240F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CC240F" w:rsidRDefault="00CC240F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CC240F" w:rsidRDefault="00CC240F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0F" w:rsidRDefault="00CC240F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C240F" w:rsidRPr="006069E5">
        <w:tc>
          <w:tcPr>
            <w:tcW w:w="1162" w:type="dxa"/>
            <w:vMerge w:val="restart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C240F" w:rsidRPr="006069E5">
        <w:tc>
          <w:tcPr>
            <w:tcW w:w="1162" w:type="dxa"/>
            <w:vMerge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C240F" w:rsidRPr="006069E5" w:rsidRDefault="00CC240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C240F" w:rsidRPr="006069E5" w:rsidRDefault="00CC240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C240F" w:rsidRPr="006069E5" w:rsidRDefault="00CC240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C240F" w:rsidRPr="006069E5" w:rsidRDefault="00CC240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C240F" w:rsidRPr="0064236D" w:rsidRDefault="00CC240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CC240F" w:rsidRPr="006069E5">
        <w:trPr>
          <w:tblHeader/>
        </w:trPr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C240F" w:rsidRPr="006069E5" w:rsidRDefault="00CC240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CC240F" w:rsidRDefault="00CC240F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CC240F" w:rsidRPr="00816436" w:rsidRDefault="00CC240F" w:rsidP="00816436">
            <w:pPr>
              <w:jc w:val="center"/>
              <w:rPr>
                <w:rFonts w:ascii="Times New Roman" w:hAnsi="Times New Roman" w:cs="Times New Roman"/>
              </w:rPr>
            </w:pPr>
          </w:p>
          <w:p w:rsidR="00CC240F" w:rsidRPr="00930D5F" w:rsidRDefault="00CC240F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C240F" w:rsidRPr="006069E5" w:rsidRDefault="00CC240F" w:rsidP="00816436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CC240F" w:rsidRPr="006069E5" w:rsidRDefault="00CC240F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8B5654" w:rsidRDefault="00CC240F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CC240F" w:rsidRPr="006069E5" w:rsidRDefault="00CC240F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609,6</w:t>
            </w:r>
          </w:p>
        </w:tc>
        <w:tc>
          <w:tcPr>
            <w:tcW w:w="1080" w:type="dxa"/>
          </w:tcPr>
          <w:p w:rsidR="00CC240F" w:rsidRPr="006069E5" w:rsidRDefault="00CC240F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825,1</w:t>
            </w:r>
          </w:p>
        </w:tc>
        <w:tc>
          <w:tcPr>
            <w:tcW w:w="1080" w:type="dxa"/>
          </w:tcPr>
          <w:p w:rsidR="00CC240F" w:rsidRPr="006069E5" w:rsidRDefault="00CC240F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134" w:type="dxa"/>
          </w:tcPr>
          <w:p w:rsidR="00CC240F" w:rsidRPr="006069E5" w:rsidRDefault="00CC240F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1263,9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CC240F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C240F" w:rsidRPr="007A5CB9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CC240F" w:rsidRPr="006069E5" w:rsidRDefault="00CC240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6069E5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CC240F" w:rsidRPr="0024685E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C240F" w:rsidRPr="006069E5">
        <w:tc>
          <w:tcPr>
            <w:tcW w:w="1151" w:type="dxa"/>
          </w:tcPr>
          <w:p w:rsidR="00CC240F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CC240F" w:rsidRPr="006069E5" w:rsidRDefault="00CC240F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CC240F" w:rsidRPr="006069E5" w:rsidRDefault="00CC240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C240F" w:rsidRPr="00930D5F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C240F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C240F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40F" w:rsidRPr="006069E5">
        <w:tc>
          <w:tcPr>
            <w:tcW w:w="1151" w:type="dxa"/>
          </w:tcPr>
          <w:p w:rsidR="00CC240F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CC240F" w:rsidRPr="00E23ECE" w:rsidRDefault="00CC240F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E23ECE">
              <w:rPr>
                <w:rFonts w:ascii="Times New Roman" w:hAnsi="Times New Roman" w:cs="Times New Roman"/>
              </w:rPr>
              <w:t xml:space="preserve">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CC240F" w:rsidRDefault="00CC240F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C240F" w:rsidRPr="006069E5" w:rsidRDefault="00CC240F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CC240F" w:rsidRPr="006069E5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CC240F" w:rsidRPr="006069E5" w:rsidRDefault="00CC240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E23ECE" w:rsidRDefault="00CC240F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C240F" w:rsidRPr="006069E5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C240F" w:rsidRPr="006069E5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1326,3</w:t>
            </w: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1498,7</w:t>
            </w: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1469,3</w:t>
            </w:r>
          </w:p>
        </w:tc>
        <w:tc>
          <w:tcPr>
            <w:tcW w:w="1134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1975,6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CC240F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C240F" w:rsidRPr="007A5CB9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CC240F" w:rsidRPr="006069E5" w:rsidRDefault="00CC240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6069E5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C240F" w:rsidRPr="0024685E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C240F" w:rsidRPr="006069E5" w:rsidRDefault="00CC240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CC240F" w:rsidRPr="006069E5" w:rsidRDefault="00CC240F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C240F" w:rsidRPr="006069E5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CC240F" w:rsidRPr="006069E5" w:rsidRDefault="00CC240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8B5654" w:rsidRDefault="00CC240F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C240F" w:rsidRPr="006069E5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C240F" w:rsidRPr="006069E5" w:rsidRDefault="00CC240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134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CC240F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C240F" w:rsidRPr="006635A4" w:rsidRDefault="00CC240F" w:rsidP="008F479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CC240F" w:rsidRPr="007A5CB9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CC240F" w:rsidRPr="006069E5" w:rsidRDefault="00CC240F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6069E5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C240F" w:rsidRPr="0024685E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CC240F" w:rsidRPr="007A5CB9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CC240F" w:rsidRPr="006069E5" w:rsidRDefault="00CC240F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C240F" w:rsidRPr="006069E5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C240F" w:rsidRPr="0024685E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CC240F" w:rsidRPr="009905BD" w:rsidRDefault="00CC240F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CC240F" w:rsidRPr="001E2BA2" w:rsidRDefault="00CC240F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CC240F" w:rsidRPr="006069E5" w:rsidRDefault="00CC240F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C240F" w:rsidRPr="007A5CB9" w:rsidRDefault="00CC240F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CC240F" w:rsidRPr="006069E5" w:rsidRDefault="00CC240F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9905BD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C240F" w:rsidRPr="006069E5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C240F" w:rsidRPr="006069E5" w:rsidRDefault="00CC240F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237,7</w:t>
            </w: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308,7</w:t>
            </w: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308,7</w:t>
            </w:r>
          </w:p>
        </w:tc>
        <w:tc>
          <w:tcPr>
            <w:tcW w:w="1134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388,6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C240F" w:rsidRDefault="00CC240F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C240F" w:rsidRPr="007A5CB9" w:rsidRDefault="00CC240F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CC240F" w:rsidRPr="006069E5" w:rsidRDefault="00CC240F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C240F" w:rsidRPr="006069E5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C240F" w:rsidRPr="0024685E" w:rsidRDefault="00CC240F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C240F" w:rsidRPr="006069E5" w:rsidRDefault="00CC240F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C240F" w:rsidRPr="006069E5">
        <w:tc>
          <w:tcPr>
            <w:tcW w:w="1151" w:type="dxa"/>
          </w:tcPr>
          <w:p w:rsidR="00CC240F" w:rsidRPr="006069E5" w:rsidRDefault="00CC240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C240F" w:rsidRPr="007A5CB9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CC240F" w:rsidRPr="006069E5" w:rsidRDefault="00CC240F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C240F" w:rsidRPr="006069E5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C240F" w:rsidRPr="0024685E" w:rsidRDefault="00CC240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40F" w:rsidRPr="006069E5" w:rsidRDefault="00CC240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240F" w:rsidRDefault="00CC240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0F" w:rsidRDefault="00CC240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0F" w:rsidRDefault="00CC240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0F" w:rsidRDefault="00CC240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C240F" w:rsidRDefault="00CC240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C240F" w:rsidRPr="0064236D" w:rsidRDefault="00CC240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CC240F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40F" w:rsidRDefault="00CC240F" w:rsidP="007D6942">
      <w:r>
        <w:separator/>
      </w:r>
    </w:p>
  </w:endnote>
  <w:endnote w:type="continuationSeparator" w:id="0">
    <w:p w:rsidR="00CC240F" w:rsidRDefault="00CC240F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40F" w:rsidRDefault="00CC240F" w:rsidP="007D6942">
      <w:r>
        <w:separator/>
      </w:r>
    </w:p>
  </w:footnote>
  <w:footnote w:type="continuationSeparator" w:id="0">
    <w:p w:rsidR="00CC240F" w:rsidRDefault="00CC240F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40F" w:rsidRDefault="00CC240F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C240F" w:rsidRPr="00A80EF1" w:rsidRDefault="00CC240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1B96"/>
    <w:rsid w:val="00035E83"/>
    <w:rsid w:val="000471A7"/>
    <w:rsid w:val="0005160B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206D5E"/>
    <w:rsid w:val="00212251"/>
    <w:rsid w:val="00223BE5"/>
    <w:rsid w:val="002246DC"/>
    <w:rsid w:val="00240DF8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E372B"/>
    <w:rsid w:val="006069E5"/>
    <w:rsid w:val="0061250E"/>
    <w:rsid w:val="00635D37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4EA6"/>
    <w:rsid w:val="00A41751"/>
    <w:rsid w:val="00A417F1"/>
    <w:rsid w:val="00A5282F"/>
    <w:rsid w:val="00A63C9E"/>
    <w:rsid w:val="00A80EF1"/>
    <w:rsid w:val="00A86F44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C61DC"/>
    <w:rsid w:val="00BF6D41"/>
    <w:rsid w:val="00C02CF9"/>
    <w:rsid w:val="00C037AC"/>
    <w:rsid w:val="00C15BA4"/>
    <w:rsid w:val="00C26DA5"/>
    <w:rsid w:val="00C27A6B"/>
    <w:rsid w:val="00C35E09"/>
    <w:rsid w:val="00C400CB"/>
    <w:rsid w:val="00C4036D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320E"/>
    <w:rsid w:val="00DA618F"/>
    <w:rsid w:val="00DB24AE"/>
    <w:rsid w:val="00DB2A7E"/>
    <w:rsid w:val="00DB31CC"/>
    <w:rsid w:val="00DB6469"/>
    <w:rsid w:val="00DB721F"/>
    <w:rsid w:val="00DC6D6A"/>
    <w:rsid w:val="00E01366"/>
    <w:rsid w:val="00E100D8"/>
    <w:rsid w:val="00E23ECE"/>
    <w:rsid w:val="00E3318F"/>
    <w:rsid w:val="00E54550"/>
    <w:rsid w:val="00E57BE0"/>
    <w:rsid w:val="00E57E39"/>
    <w:rsid w:val="00E67030"/>
    <w:rsid w:val="00E724E6"/>
    <w:rsid w:val="00E73D5F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0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461</TotalTime>
  <Pages>4</Pages>
  <Words>523</Words>
  <Characters>2983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168</cp:revision>
  <cp:lastPrinted>2021-12-27T06:08:00Z</cp:lastPrinted>
  <dcterms:created xsi:type="dcterms:W3CDTF">2021-05-31T11:19:00Z</dcterms:created>
  <dcterms:modified xsi:type="dcterms:W3CDTF">2021-12-29T06:23:00Z</dcterms:modified>
</cp:coreProperties>
</file>