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116" w:rsidRPr="00206D5E" w:rsidRDefault="00242116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242116" w:rsidRDefault="00242116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242116" w:rsidRDefault="00242116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242116" w:rsidRPr="00D737C3" w:rsidRDefault="00242116" w:rsidP="00A07A7B">
      <w:pPr>
        <w:jc w:val="right"/>
        <w:rPr>
          <w:rFonts w:ascii="Times New Roman" w:hAnsi="Times New Roman" w:cs="Times New Roman"/>
          <w:sz w:val="28"/>
          <w:szCs w:val="28"/>
        </w:rPr>
      </w:pPr>
      <w:r w:rsidRPr="00D73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28.12.2021 № 296</w:t>
      </w:r>
    </w:p>
    <w:p w:rsidR="00242116" w:rsidRPr="00D737C3" w:rsidRDefault="00242116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42116" w:rsidRPr="00D737C3" w:rsidRDefault="00242116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42116" w:rsidRDefault="00242116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2116" w:rsidRDefault="00242116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2116" w:rsidRPr="0064236D" w:rsidRDefault="00242116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2116" w:rsidRDefault="00242116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242116" w:rsidRDefault="00242116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C97C5E">
        <w:rPr>
          <w:rFonts w:ascii="Times New Roman" w:hAnsi="Times New Roman" w:cs="Times New Roman"/>
          <w:b/>
          <w:bCs/>
          <w:sz w:val="28"/>
          <w:szCs w:val="28"/>
        </w:rPr>
        <w:t>«Формирование доступной среды жизнедеятельности для инвалидов в Старотитаровском сельском поселении Темрюкского района»</w:t>
      </w:r>
      <w:r w:rsidRPr="00C97C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2022 год</w:t>
      </w:r>
    </w:p>
    <w:p w:rsidR="00242116" w:rsidRPr="00D737C3" w:rsidRDefault="00242116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2116" w:rsidRPr="00D737C3" w:rsidRDefault="00242116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242116" w:rsidRPr="006069E5">
        <w:tc>
          <w:tcPr>
            <w:tcW w:w="1162" w:type="dxa"/>
            <w:vMerge w:val="restart"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242116" w:rsidRPr="006069E5">
        <w:tc>
          <w:tcPr>
            <w:tcW w:w="1162" w:type="dxa"/>
            <w:vMerge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242116" w:rsidRPr="006069E5" w:rsidRDefault="00242116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242116" w:rsidRPr="006069E5" w:rsidRDefault="00242116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242116" w:rsidRPr="006069E5" w:rsidRDefault="00242116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242116" w:rsidRPr="006069E5" w:rsidRDefault="00242116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242116" w:rsidRPr="0064236D" w:rsidRDefault="00242116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242116" w:rsidRPr="006069E5">
        <w:trPr>
          <w:tblHeader/>
        </w:trPr>
        <w:tc>
          <w:tcPr>
            <w:tcW w:w="1151" w:type="dxa"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242116" w:rsidRPr="006069E5">
        <w:trPr>
          <w:trHeight w:val="147"/>
        </w:trPr>
        <w:tc>
          <w:tcPr>
            <w:tcW w:w="1151" w:type="dxa"/>
          </w:tcPr>
          <w:p w:rsidR="00242116" w:rsidRPr="006069E5" w:rsidRDefault="0024211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11" w:type="dxa"/>
            <w:gridSpan w:val="9"/>
          </w:tcPr>
          <w:p w:rsidR="00242116" w:rsidRPr="006069E5" w:rsidRDefault="00242116" w:rsidP="00C97C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2116" w:rsidRPr="006069E5">
        <w:tc>
          <w:tcPr>
            <w:tcW w:w="1151" w:type="dxa"/>
          </w:tcPr>
          <w:p w:rsidR="00242116" w:rsidRPr="006069E5" w:rsidRDefault="0024211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242116" w:rsidRPr="006069E5" w:rsidRDefault="0024211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242116" w:rsidRPr="006069E5" w:rsidRDefault="0024211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2468C">
              <w:rPr>
                <w:rFonts w:ascii="Times New Roman" w:hAnsi="Times New Roman" w:cs="Times New Roman"/>
              </w:rPr>
              <w:t xml:space="preserve">беспечение доступности для инвалидов и других маломобильных групп населения здания 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администрации Старотитаровского сельского поселения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Темрюкск</w:t>
            </w:r>
            <w:r>
              <w:rPr>
                <w:rFonts w:ascii="Times New Roman" w:hAnsi="Times New Roman" w:cs="Times New Roman"/>
                <w:noProof/>
              </w:rPr>
              <w:t>ого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район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</w:p>
        </w:tc>
        <w:tc>
          <w:tcPr>
            <w:tcW w:w="941" w:type="dxa"/>
            <w:vAlign w:val="center"/>
          </w:tcPr>
          <w:p w:rsidR="00242116" w:rsidRPr="006069E5" w:rsidRDefault="00242116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42116" w:rsidRPr="006069E5" w:rsidRDefault="0024211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42116" w:rsidRPr="006069E5" w:rsidRDefault="0024211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10.01.2022 г.- 31.12.2022 г.</w:t>
            </w:r>
          </w:p>
        </w:tc>
        <w:tc>
          <w:tcPr>
            <w:tcW w:w="1800" w:type="dxa"/>
          </w:tcPr>
          <w:p w:rsidR="00242116" w:rsidRPr="006069E5" w:rsidRDefault="0024211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992 0113 5610110290 244</w:t>
            </w:r>
          </w:p>
        </w:tc>
        <w:tc>
          <w:tcPr>
            <w:tcW w:w="1260" w:type="dxa"/>
          </w:tcPr>
          <w:p w:rsidR="00242116" w:rsidRPr="006069E5" w:rsidRDefault="0024211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242116" w:rsidRPr="006069E5" w:rsidRDefault="0024211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242116" w:rsidRPr="006069E5" w:rsidRDefault="0024211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242116" w:rsidRPr="006069E5" w:rsidRDefault="0024211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242116" w:rsidRPr="006069E5">
        <w:tc>
          <w:tcPr>
            <w:tcW w:w="1151" w:type="dxa"/>
          </w:tcPr>
          <w:p w:rsidR="00242116" w:rsidRPr="006069E5" w:rsidRDefault="0024211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242116" w:rsidRPr="006069E5" w:rsidRDefault="0024211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>. Осуществлены мероприятия по адаптации</w:t>
            </w:r>
            <w:r w:rsidRPr="0072468C">
              <w:rPr>
                <w:rFonts w:ascii="Times New Roman" w:hAnsi="Times New Roman" w:cs="Times New Roman"/>
              </w:rPr>
              <w:t xml:space="preserve"> здания</w:t>
            </w:r>
            <w:r>
              <w:rPr>
                <w:rFonts w:ascii="Times New Roman" w:hAnsi="Times New Roman" w:cs="Times New Roman"/>
              </w:rPr>
              <w:t xml:space="preserve"> администрации Старотитаровского сельского поселения Темрюкского района</w:t>
            </w:r>
            <w:r w:rsidRPr="0072468C">
              <w:rPr>
                <w:rFonts w:ascii="Times New Roman" w:hAnsi="Times New Roman" w:cs="Times New Roman"/>
              </w:rPr>
              <w:t xml:space="preserve"> для инвалидов и МГН</w:t>
            </w:r>
          </w:p>
        </w:tc>
        <w:tc>
          <w:tcPr>
            <w:tcW w:w="941" w:type="dxa"/>
            <w:vAlign w:val="center"/>
          </w:tcPr>
          <w:p w:rsidR="00242116" w:rsidRPr="006069E5" w:rsidRDefault="00242116" w:rsidP="00307E6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242116" w:rsidRPr="006069E5" w:rsidRDefault="00242116" w:rsidP="00307E6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242116" w:rsidRPr="006069E5" w:rsidRDefault="0024211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31.12.2022 г.</w:t>
            </w:r>
          </w:p>
        </w:tc>
        <w:tc>
          <w:tcPr>
            <w:tcW w:w="1800" w:type="dxa"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242116" w:rsidRPr="006069E5" w:rsidRDefault="00242116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242116" w:rsidRPr="006069E5">
        <w:tc>
          <w:tcPr>
            <w:tcW w:w="1151" w:type="dxa"/>
          </w:tcPr>
          <w:p w:rsidR="00242116" w:rsidRPr="006069E5" w:rsidRDefault="0024211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242116" w:rsidRPr="006069E5" w:rsidRDefault="0024211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242116" w:rsidRPr="006069E5" w:rsidRDefault="0024211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242116" w:rsidRPr="006069E5" w:rsidRDefault="0024211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242116" w:rsidRPr="006069E5" w:rsidRDefault="0024211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242116" w:rsidRPr="006069E5" w:rsidRDefault="0024211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242116" w:rsidRPr="006069E5" w:rsidRDefault="0024211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242116" w:rsidRPr="006069E5" w:rsidRDefault="0024211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242116" w:rsidRPr="006069E5" w:rsidRDefault="0024211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42116" w:rsidRPr="006069E5" w:rsidRDefault="00242116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242116" w:rsidRDefault="00242116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2116" w:rsidRDefault="00242116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2116" w:rsidRPr="003454FC" w:rsidRDefault="00242116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2116" w:rsidRDefault="00242116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242116" w:rsidRDefault="00242116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242116" w:rsidRPr="008A6FA1" w:rsidRDefault="00242116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 Л.В. Кубрак</w:t>
      </w:r>
    </w:p>
    <w:p w:rsidR="00242116" w:rsidRPr="0064236D" w:rsidRDefault="00242116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242116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116" w:rsidRDefault="00242116" w:rsidP="007D6942">
      <w:r>
        <w:separator/>
      </w:r>
    </w:p>
  </w:endnote>
  <w:endnote w:type="continuationSeparator" w:id="0">
    <w:p w:rsidR="00242116" w:rsidRDefault="00242116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116" w:rsidRDefault="00242116" w:rsidP="007D6942">
      <w:r>
        <w:separator/>
      </w:r>
    </w:p>
  </w:footnote>
  <w:footnote w:type="continuationSeparator" w:id="0">
    <w:p w:rsidR="00242116" w:rsidRDefault="00242116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116" w:rsidRDefault="00242116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242116" w:rsidRPr="00A80EF1" w:rsidRDefault="00242116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12E4E"/>
    <w:rsid w:val="000471A7"/>
    <w:rsid w:val="00062ED0"/>
    <w:rsid w:val="000677DD"/>
    <w:rsid w:val="00092349"/>
    <w:rsid w:val="000A1CD9"/>
    <w:rsid w:val="000F5077"/>
    <w:rsid w:val="001057E4"/>
    <w:rsid w:val="00130F43"/>
    <w:rsid w:val="00164E78"/>
    <w:rsid w:val="001D011F"/>
    <w:rsid w:val="001E7088"/>
    <w:rsid w:val="001F2603"/>
    <w:rsid w:val="00206D5E"/>
    <w:rsid w:val="00212251"/>
    <w:rsid w:val="00242116"/>
    <w:rsid w:val="00250BFB"/>
    <w:rsid w:val="002534FD"/>
    <w:rsid w:val="00285170"/>
    <w:rsid w:val="0029095A"/>
    <w:rsid w:val="00294148"/>
    <w:rsid w:val="002A054F"/>
    <w:rsid w:val="00307E69"/>
    <w:rsid w:val="0032383C"/>
    <w:rsid w:val="00333296"/>
    <w:rsid w:val="003432B5"/>
    <w:rsid w:val="003454FC"/>
    <w:rsid w:val="00352444"/>
    <w:rsid w:val="00393B47"/>
    <w:rsid w:val="003A1A1D"/>
    <w:rsid w:val="003B597C"/>
    <w:rsid w:val="003C7B36"/>
    <w:rsid w:val="0042271B"/>
    <w:rsid w:val="004335C1"/>
    <w:rsid w:val="00452B4E"/>
    <w:rsid w:val="00453B10"/>
    <w:rsid w:val="00477EAE"/>
    <w:rsid w:val="00480AFB"/>
    <w:rsid w:val="004B735E"/>
    <w:rsid w:val="004C466D"/>
    <w:rsid w:val="004D5D87"/>
    <w:rsid w:val="004F53C4"/>
    <w:rsid w:val="00525CC0"/>
    <w:rsid w:val="00560C35"/>
    <w:rsid w:val="00564935"/>
    <w:rsid w:val="005A042A"/>
    <w:rsid w:val="005B0797"/>
    <w:rsid w:val="005E372B"/>
    <w:rsid w:val="006069E5"/>
    <w:rsid w:val="0064236D"/>
    <w:rsid w:val="0067380F"/>
    <w:rsid w:val="006811EE"/>
    <w:rsid w:val="00682270"/>
    <w:rsid w:val="00682450"/>
    <w:rsid w:val="006F2B84"/>
    <w:rsid w:val="00705B7B"/>
    <w:rsid w:val="0071727A"/>
    <w:rsid w:val="00722692"/>
    <w:rsid w:val="0072468C"/>
    <w:rsid w:val="007D6942"/>
    <w:rsid w:val="007F7199"/>
    <w:rsid w:val="0080164D"/>
    <w:rsid w:val="0081247D"/>
    <w:rsid w:val="00851081"/>
    <w:rsid w:val="008955A6"/>
    <w:rsid w:val="008A6FA1"/>
    <w:rsid w:val="008C28BE"/>
    <w:rsid w:val="00905C09"/>
    <w:rsid w:val="0096355C"/>
    <w:rsid w:val="00963883"/>
    <w:rsid w:val="009C54BC"/>
    <w:rsid w:val="009D37BC"/>
    <w:rsid w:val="009F3D7B"/>
    <w:rsid w:val="009F48C9"/>
    <w:rsid w:val="00A07A7B"/>
    <w:rsid w:val="00A10279"/>
    <w:rsid w:val="00A24EA6"/>
    <w:rsid w:val="00A41751"/>
    <w:rsid w:val="00A63C9E"/>
    <w:rsid w:val="00A745EF"/>
    <w:rsid w:val="00A80EF1"/>
    <w:rsid w:val="00A9268B"/>
    <w:rsid w:val="00AC03D6"/>
    <w:rsid w:val="00AC4B7D"/>
    <w:rsid w:val="00B47DD0"/>
    <w:rsid w:val="00B75B97"/>
    <w:rsid w:val="00BB6D72"/>
    <w:rsid w:val="00C35E09"/>
    <w:rsid w:val="00C71732"/>
    <w:rsid w:val="00C74FCF"/>
    <w:rsid w:val="00C7608E"/>
    <w:rsid w:val="00C830B1"/>
    <w:rsid w:val="00C97C5E"/>
    <w:rsid w:val="00CC0F3B"/>
    <w:rsid w:val="00CF73ED"/>
    <w:rsid w:val="00D04185"/>
    <w:rsid w:val="00D07A75"/>
    <w:rsid w:val="00D737C3"/>
    <w:rsid w:val="00DB24AE"/>
    <w:rsid w:val="00DB721F"/>
    <w:rsid w:val="00DC6D6A"/>
    <w:rsid w:val="00E3318F"/>
    <w:rsid w:val="00E57E39"/>
    <w:rsid w:val="00E73D5F"/>
    <w:rsid w:val="00E8140E"/>
    <w:rsid w:val="00EE3424"/>
    <w:rsid w:val="00F10576"/>
    <w:rsid w:val="00F20843"/>
    <w:rsid w:val="00F233BB"/>
    <w:rsid w:val="00F40D21"/>
    <w:rsid w:val="00F4487B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  <w:style w:type="paragraph" w:customStyle="1" w:styleId="a1">
    <w:name w:val="Знак Знак Знак Знак Знак Знак Знак Знак Знак Знак"/>
    <w:basedOn w:val="Normal"/>
    <w:uiPriority w:val="99"/>
    <w:rsid w:val="00C97C5E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305</TotalTime>
  <Pages>2</Pages>
  <Words>222</Words>
  <Characters>1271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65</cp:revision>
  <cp:lastPrinted>2021-12-27T06:11:00Z</cp:lastPrinted>
  <dcterms:created xsi:type="dcterms:W3CDTF">2021-05-31T11:19:00Z</dcterms:created>
  <dcterms:modified xsi:type="dcterms:W3CDTF">2021-12-29T06:22:00Z</dcterms:modified>
</cp:coreProperties>
</file>