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4F2" w:rsidRDefault="00D764F2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764F2" w:rsidRDefault="00D764F2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D764F2" w:rsidRDefault="00D764F2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D764F2" w:rsidRDefault="00D764F2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№294</w:t>
      </w:r>
    </w:p>
    <w:p w:rsidR="00D764F2" w:rsidRDefault="00D764F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764F2" w:rsidRDefault="00D764F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764F2" w:rsidRPr="00D737C3" w:rsidRDefault="00D764F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764F2" w:rsidRDefault="00D764F2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D764F2" w:rsidRPr="00D737C3" w:rsidRDefault="00D764F2" w:rsidP="003438A1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3438A1">
        <w:rPr>
          <w:rFonts w:ascii="Times New Roman" w:hAnsi="Times New Roman" w:cs="Times New Roman"/>
          <w:b/>
          <w:bCs/>
          <w:sz w:val="28"/>
          <w:szCs w:val="28"/>
        </w:rPr>
        <w:t>«Развитие культуры Старотитаровского сельского поселения Темрюкского района»</w:t>
      </w:r>
      <w:r>
        <w:rPr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2022 год</w:t>
      </w:r>
    </w:p>
    <w:p w:rsidR="00D764F2" w:rsidRDefault="00D764F2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4F2" w:rsidRPr="00D737C3" w:rsidRDefault="00D764F2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D764F2" w:rsidRPr="006069E5">
        <w:tc>
          <w:tcPr>
            <w:tcW w:w="1162" w:type="dxa"/>
            <w:vMerge w:val="restart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D764F2" w:rsidRPr="006069E5">
        <w:tc>
          <w:tcPr>
            <w:tcW w:w="1162" w:type="dxa"/>
            <w:vMerge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764F2" w:rsidRPr="006069E5" w:rsidRDefault="00D764F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D764F2" w:rsidRPr="006069E5" w:rsidRDefault="00D764F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D764F2" w:rsidRPr="006069E5" w:rsidRDefault="00D764F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D764F2" w:rsidRPr="006069E5" w:rsidRDefault="00D764F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D764F2" w:rsidRPr="0064236D" w:rsidRDefault="00D764F2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D764F2" w:rsidRPr="006069E5">
        <w:trPr>
          <w:tblHeader/>
        </w:trPr>
        <w:tc>
          <w:tcPr>
            <w:tcW w:w="1151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D764F2" w:rsidRPr="006069E5">
        <w:tc>
          <w:tcPr>
            <w:tcW w:w="1151" w:type="dxa"/>
          </w:tcPr>
          <w:p w:rsidR="00D764F2" w:rsidRPr="006069E5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D764F2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B20F0">
              <w:rPr>
                <w:rFonts w:ascii="Times New Roman" w:hAnsi="Times New Roman" w:cs="Times New Roman"/>
              </w:rPr>
              <w:t>одпрограмм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а</w:t>
            </w:r>
            <w:r w:rsidRPr="00BB20F0">
              <w:rPr>
                <w:rFonts w:ascii="Times New Roman" w:hAnsi="Times New Roman" w:cs="Times New Roman"/>
              </w:rPr>
              <w:t xml:space="preserve"> «Совершенствование деятельности МБУ «Старотитаровский КСЦ» по предоставлению муниципальных услуг»</w:t>
            </w:r>
          </w:p>
          <w:p w:rsidR="00D764F2" w:rsidRPr="00BB20F0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D764F2" w:rsidRPr="006069E5">
        <w:tc>
          <w:tcPr>
            <w:tcW w:w="1151" w:type="dxa"/>
          </w:tcPr>
          <w:p w:rsidR="00D764F2" w:rsidRPr="006069E5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D764F2" w:rsidRPr="006069E5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764F2" w:rsidRPr="006069E5" w:rsidRDefault="00D764F2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D764F2" w:rsidRPr="006069E5" w:rsidRDefault="00D764F2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764F2" w:rsidRPr="00BB20F0" w:rsidRDefault="00D764F2" w:rsidP="00BB20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764F2" w:rsidRPr="006069E5" w:rsidRDefault="00D764F2" w:rsidP="00BB20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764F2" w:rsidRPr="006069E5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D764F2" w:rsidRPr="006069E5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992 0801 6610100270 611</w:t>
            </w:r>
          </w:p>
        </w:tc>
        <w:tc>
          <w:tcPr>
            <w:tcW w:w="1260" w:type="dxa"/>
          </w:tcPr>
          <w:p w:rsidR="00D764F2" w:rsidRPr="006069E5" w:rsidRDefault="00D764F2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2054,2</w:t>
            </w:r>
          </w:p>
        </w:tc>
        <w:tc>
          <w:tcPr>
            <w:tcW w:w="1080" w:type="dxa"/>
          </w:tcPr>
          <w:p w:rsidR="00D764F2" w:rsidRPr="006069E5" w:rsidRDefault="00D764F2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2063,6</w:t>
            </w:r>
          </w:p>
        </w:tc>
        <w:tc>
          <w:tcPr>
            <w:tcW w:w="1080" w:type="dxa"/>
          </w:tcPr>
          <w:p w:rsidR="00D764F2" w:rsidRPr="006069E5" w:rsidRDefault="00D764F2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2098,6</w:t>
            </w:r>
          </w:p>
        </w:tc>
        <w:tc>
          <w:tcPr>
            <w:tcW w:w="1134" w:type="dxa"/>
          </w:tcPr>
          <w:p w:rsidR="00D764F2" w:rsidRPr="006069E5" w:rsidRDefault="00D764F2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2896,3</w:t>
            </w:r>
          </w:p>
        </w:tc>
      </w:tr>
      <w:tr w:rsidR="00D764F2" w:rsidRPr="006069E5">
        <w:tc>
          <w:tcPr>
            <w:tcW w:w="1151" w:type="dxa"/>
          </w:tcPr>
          <w:p w:rsidR="00D764F2" w:rsidRPr="006069E5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764F2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64F2" w:rsidRPr="00580DF5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D764F2" w:rsidRPr="007A5CB9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764F2" w:rsidRPr="006069E5" w:rsidRDefault="00D764F2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764F2" w:rsidRPr="00BB20F0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764F2" w:rsidRPr="006069E5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764F2" w:rsidRPr="0024685E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4685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24685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  <w:r w:rsidRPr="0024685E">
              <w:rPr>
                <w:rFonts w:ascii="Times New Roman" w:hAnsi="Times New Roman" w:cs="Times New Roman"/>
              </w:rPr>
              <w:t>.2022 г.</w:t>
            </w:r>
          </w:p>
        </w:tc>
        <w:tc>
          <w:tcPr>
            <w:tcW w:w="1800" w:type="dxa"/>
          </w:tcPr>
          <w:p w:rsidR="00D764F2" w:rsidRPr="006069E5" w:rsidRDefault="00D764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764F2" w:rsidRPr="006069E5" w:rsidRDefault="00D764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764F2" w:rsidRPr="006069E5" w:rsidRDefault="00D764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764F2" w:rsidRPr="006069E5" w:rsidRDefault="00D764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764F2" w:rsidRPr="006069E5" w:rsidRDefault="00D764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764F2" w:rsidRPr="006069E5">
        <w:tc>
          <w:tcPr>
            <w:tcW w:w="1151" w:type="dxa"/>
          </w:tcPr>
          <w:p w:rsidR="00D764F2" w:rsidRPr="006069E5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764F2" w:rsidRPr="007A5CB9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764F2" w:rsidRPr="006069E5" w:rsidRDefault="00D764F2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764F2" w:rsidRPr="006069E5" w:rsidRDefault="00D764F2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764F2" w:rsidRPr="0024685E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4F2" w:rsidRPr="006069E5">
        <w:tc>
          <w:tcPr>
            <w:tcW w:w="1151" w:type="dxa"/>
          </w:tcPr>
          <w:p w:rsidR="00D764F2" w:rsidRPr="006069E5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D764F2" w:rsidRDefault="00D764F2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B73E5">
              <w:rPr>
                <w:rFonts w:ascii="Times New Roman" w:hAnsi="Times New Roman" w:cs="Times New Roman"/>
              </w:rPr>
              <w:t>Подпрограмма «Кадровое обеспечение сферы культуры и искусства Старотитаровского сельского поселения Темрюкского района»</w:t>
            </w:r>
          </w:p>
          <w:p w:rsidR="00D764F2" w:rsidRPr="00A47476" w:rsidRDefault="00D764F2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4F2" w:rsidRPr="006069E5">
        <w:tc>
          <w:tcPr>
            <w:tcW w:w="1151" w:type="dxa"/>
          </w:tcPr>
          <w:p w:rsidR="00D764F2" w:rsidRPr="006069E5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D764F2" w:rsidRPr="006069E5" w:rsidRDefault="00D764F2" w:rsidP="00A4747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764F2" w:rsidRPr="007A5CB9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1953">
              <w:rPr>
                <w:rFonts w:ascii="Times New Roman" w:hAnsi="Times New Roman" w:cs="Times New Roman"/>
                <w:kern w:val="1"/>
              </w:rPr>
              <w:t xml:space="preserve">Денежная выплата стимулирующего характера для обеспечения поэтапного повышения уровня средней заработной платы работников </w:t>
            </w:r>
            <w:r>
              <w:rPr>
                <w:rFonts w:ascii="Times New Roman" w:hAnsi="Times New Roman" w:cs="Times New Roman"/>
                <w:kern w:val="1"/>
              </w:rPr>
              <w:t>учреждения культуры</w:t>
            </w:r>
          </w:p>
        </w:tc>
        <w:tc>
          <w:tcPr>
            <w:tcW w:w="941" w:type="dxa"/>
            <w:vAlign w:val="center"/>
          </w:tcPr>
          <w:p w:rsidR="00D764F2" w:rsidRPr="006069E5" w:rsidRDefault="00D764F2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764F2" w:rsidRPr="00BB20F0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764F2" w:rsidRPr="006069E5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764F2" w:rsidRPr="006069E5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D764F2" w:rsidRPr="006069E5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992 0801 6620110410 611</w:t>
            </w:r>
          </w:p>
        </w:tc>
        <w:tc>
          <w:tcPr>
            <w:tcW w:w="126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855,8</w:t>
            </w:r>
          </w:p>
        </w:tc>
        <w:tc>
          <w:tcPr>
            <w:tcW w:w="108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855,8</w:t>
            </w:r>
          </w:p>
        </w:tc>
        <w:tc>
          <w:tcPr>
            <w:tcW w:w="108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855,8</w:t>
            </w:r>
          </w:p>
        </w:tc>
        <w:tc>
          <w:tcPr>
            <w:tcW w:w="1134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855,9</w:t>
            </w:r>
          </w:p>
        </w:tc>
      </w:tr>
      <w:tr w:rsidR="00D764F2" w:rsidRPr="006069E5">
        <w:tc>
          <w:tcPr>
            <w:tcW w:w="1151" w:type="dxa"/>
          </w:tcPr>
          <w:p w:rsidR="00D764F2" w:rsidRPr="006069E5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764F2" w:rsidRDefault="00D764F2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64F2" w:rsidRPr="00580DF5" w:rsidRDefault="00D764F2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D764F2" w:rsidRPr="007A5CB9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764F2" w:rsidRPr="006069E5" w:rsidRDefault="00D764F2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764F2" w:rsidRPr="00BB20F0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764F2" w:rsidRPr="006069E5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764F2" w:rsidRPr="0024685E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</w:t>
            </w:r>
          </w:p>
        </w:tc>
        <w:tc>
          <w:tcPr>
            <w:tcW w:w="1800" w:type="dxa"/>
          </w:tcPr>
          <w:p w:rsidR="00D764F2" w:rsidRPr="006069E5" w:rsidRDefault="00D764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764F2" w:rsidRPr="006069E5" w:rsidRDefault="00D764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764F2" w:rsidRPr="006069E5" w:rsidRDefault="00D764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764F2" w:rsidRPr="006069E5" w:rsidRDefault="00D764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764F2" w:rsidRPr="006069E5" w:rsidRDefault="00D764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764F2" w:rsidRPr="006069E5">
        <w:tc>
          <w:tcPr>
            <w:tcW w:w="1151" w:type="dxa"/>
          </w:tcPr>
          <w:p w:rsidR="00D764F2" w:rsidRPr="006069E5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764F2" w:rsidRPr="007A5CB9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764F2" w:rsidRPr="006069E5" w:rsidRDefault="00D764F2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764F2" w:rsidRPr="006069E5" w:rsidRDefault="00D764F2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764F2" w:rsidRPr="0024685E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4F2" w:rsidRPr="006069E5">
        <w:tc>
          <w:tcPr>
            <w:tcW w:w="1151" w:type="dxa"/>
          </w:tcPr>
          <w:p w:rsidR="00D764F2" w:rsidRPr="006069E5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D764F2" w:rsidRDefault="00D764F2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7476">
              <w:rPr>
                <w:rFonts w:ascii="Times New Roman" w:hAnsi="Times New Roman" w:cs="Times New Roman"/>
              </w:rPr>
              <w:t>Подпрограмма «</w:t>
            </w:r>
            <w:r w:rsidRPr="00A47476">
              <w:rPr>
                <w:rFonts w:ascii="Times New Roman" w:hAnsi="Times New Roman" w:cs="Times New Roman"/>
                <w:color w:val="000000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A47476">
              <w:rPr>
                <w:rFonts w:ascii="Times New Roman" w:hAnsi="Times New Roman" w:cs="Times New Roman"/>
              </w:rPr>
              <w:t>»</w:t>
            </w:r>
          </w:p>
          <w:p w:rsidR="00D764F2" w:rsidRPr="002B73E5" w:rsidRDefault="00D764F2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4F2" w:rsidRPr="006069E5">
        <w:tc>
          <w:tcPr>
            <w:tcW w:w="1151" w:type="dxa"/>
          </w:tcPr>
          <w:p w:rsidR="00D764F2" w:rsidRPr="006069E5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D764F2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764F2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</w:rPr>
              <w:t>культурно-массовых мероприятий</w:t>
            </w:r>
          </w:p>
          <w:p w:rsidR="00D764F2" w:rsidRPr="007A5CB9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764F2" w:rsidRPr="006069E5" w:rsidRDefault="00D764F2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764F2" w:rsidRPr="00BB20F0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764F2" w:rsidRPr="006069E5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764F2" w:rsidRPr="006069E5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D764F2" w:rsidRPr="006069E5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992 0801 6640100320 611</w:t>
            </w:r>
          </w:p>
        </w:tc>
        <w:tc>
          <w:tcPr>
            <w:tcW w:w="126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108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080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106,4</w:t>
            </w:r>
          </w:p>
        </w:tc>
        <w:tc>
          <w:tcPr>
            <w:tcW w:w="1134" w:type="dxa"/>
          </w:tcPr>
          <w:p w:rsidR="00D764F2" w:rsidRPr="006069E5" w:rsidRDefault="00D764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184,1</w:t>
            </w:r>
          </w:p>
        </w:tc>
      </w:tr>
      <w:tr w:rsidR="00D764F2" w:rsidRPr="006069E5">
        <w:tc>
          <w:tcPr>
            <w:tcW w:w="1151" w:type="dxa"/>
          </w:tcPr>
          <w:p w:rsidR="00D764F2" w:rsidRPr="006069E5" w:rsidRDefault="00D764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764F2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64F2" w:rsidRPr="00580DF5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D764F2" w:rsidRPr="007A5CB9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764F2" w:rsidRPr="006069E5" w:rsidRDefault="00D764F2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764F2" w:rsidRPr="00BB20F0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764F2" w:rsidRPr="006069E5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764F2" w:rsidRPr="0024685E" w:rsidRDefault="00D764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</w:t>
            </w:r>
          </w:p>
        </w:tc>
        <w:tc>
          <w:tcPr>
            <w:tcW w:w="1800" w:type="dxa"/>
          </w:tcPr>
          <w:p w:rsidR="00D764F2" w:rsidRPr="006069E5" w:rsidRDefault="00D764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764F2" w:rsidRPr="006069E5" w:rsidRDefault="00D764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764F2" w:rsidRPr="006069E5" w:rsidRDefault="00D764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764F2" w:rsidRPr="006069E5" w:rsidRDefault="00D764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764F2" w:rsidRPr="006069E5" w:rsidRDefault="00D764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D764F2" w:rsidRDefault="00D764F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4F2" w:rsidRDefault="00D764F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4F2" w:rsidRDefault="00D764F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4F2" w:rsidRDefault="00D764F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D764F2" w:rsidRDefault="00D764F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D764F2" w:rsidRPr="0064236D" w:rsidRDefault="00D764F2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sectPr w:rsidR="00D764F2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4F2" w:rsidRDefault="00D764F2" w:rsidP="007D6942">
      <w:r>
        <w:separator/>
      </w:r>
    </w:p>
  </w:endnote>
  <w:endnote w:type="continuationSeparator" w:id="0">
    <w:p w:rsidR="00D764F2" w:rsidRDefault="00D764F2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4F2" w:rsidRDefault="00D764F2" w:rsidP="007D6942">
      <w:r>
        <w:separator/>
      </w:r>
    </w:p>
  </w:footnote>
  <w:footnote w:type="continuationSeparator" w:id="0">
    <w:p w:rsidR="00D764F2" w:rsidRDefault="00D764F2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4F2" w:rsidRDefault="00D764F2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D764F2" w:rsidRPr="00A80EF1" w:rsidRDefault="00D764F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E1C"/>
    <w:rsid w:val="00012E4E"/>
    <w:rsid w:val="00017A52"/>
    <w:rsid w:val="000471A7"/>
    <w:rsid w:val="000677DD"/>
    <w:rsid w:val="00092349"/>
    <w:rsid w:val="000A1CD9"/>
    <w:rsid w:val="000B49E9"/>
    <w:rsid w:val="000B56F5"/>
    <w:rsid w:val="000F2A1C"/>
    <w:rsid w:val="000F5077"/>
    <w:rsid w:val="000F75A3"/>
    <w:rsid w:val="001057E4"/>
    <w:rsid w:val="00120544"/>
    <w:rsid w:val="00125796"/>
    <w:rsid w:val="00130F43"/>
    <w:rsid w:val="001471D0"/>
    <w:rsid w:val="00164E78"/>
    <w:rsid w:val="00172D66"/>
    <w:rsid w:val="00185F36"/>
    <w:rsid w:val="0018768F"/>
    <w:rsid w:val="00191953"/>
    <w:rsid w:val="001B7323"/>
    <w:rsid w:val="001D011F"/>
    <w:rsid w:val="001E7088"/>
    <w:rsid w:val="001F2603"/>
    <w:rsid w:val="00206D5E"/>
    <w:rsid w:val="00212251"/>
    <w:rsid w:val="00240DF8"/>
    <w:rsid w:val="00245980"/>
    <w:rsid w:val="0024685E"/>
    <w:rsid w:val="00250BFB"/>
    <w:rsid w:val="00285170"/>
    <w:rsid w:val="00287F42"/>
    <w:rsid w:val="00294148"/>
    <w:rsid w:val="0029793F"/>
    <w:rsid w:val="002A054F"/>
    <w:rsid w:val="002B73E5"/>
    <w:rsid w:val="00301589"/>
    <w:rsid w:val="0032383C"/>
    <w:rsid w:val="00331982"/>
    <w:rsid w:val="00336F1A"/>
    <w:rsid w:val="003432B5"/>
    <w:rsid w:val="003438A1"/>
    <w:rsid w:val="00344C94"/>
    <w:rsid w:val="003454FC"/>
    <w:rsid w:val="00352444"/>
    <w:rsid w:val="00385E56"/>
    <w:rsid w:val="00393B47"/>
    <w:rsid w:val="003A1A1D"/>
    <w:rsid w:val="003B7E1B"/>
    <w:rsid w:val="003C7B36"/>
    <w:rsid w:val="003D747F"/>
    <w:rsid w:val="003E6794"/>
    <w:rsid w:val="003F2D98"/>
    <w:rsid w:val="004227BB"/>
    <w:rsid w:val="004335C1"/>
    <w:rsid w:val="00452B4E"/>
    <w:rsid w:val="00465EA3"/>
    <w:rsid w:val="00472DFB"/>
    <w:rsid w:val="00494F3A"/>
    <w:rsid w:val="0049599F"/>
    <w:rsid w:val="004A498D"/>
    <w:rsid w:val="004B3D7E"/>
    <w:rsid w:val="004C466D"/>
    <w:rsid w:val="004D40A9"/>
    <w:rsid w:val="004D5D87"/>
    <w:rsid w:val="004E0B9F"/>
    <w:rsid w:val="004E1784"/>
    <w:rsid w:val="004F53C4"/>
    <w:rsid w:val="00511A7C"/>
    <w:rsid w:val="005366A2"/>
    <w:rsid w:val="0054691E"/>
    <w:rsid w:val="00546AAB"/>
    <w:rsid w:val="00564935"/>
    <w:rsid w:val="00580DF5"/>
    <w:rsid w:val="00584CF8"/>
    <w:rsid w:val="005B0797"/>
    <w:rsid w:val="005E372B"/>
    <w:rsid w:val="006069E5"/>
    <w:rsid w:val="0064236D"/>
    <w:rsid w:val="0067380F"/>
    <w:rsid w:val="006811EE"/>
    <w:rsid w:val="00682270"/>
    <w:rsid w:val="00682450"/>
    <w:rsid w:val="00682BFC"/>
    <w:rsid w:val="006A4495"/>
    <w:rsid w:val="006F2B84"/>
    <w:rsid w:val="00705B7B"/>
    <w:rsid w:val="0071727A"/>
    <w:rsid w:val="00780C3B"/>
    <w:rsid w:val="007A5CB9"/>
    <w:rsid w:val="007B7FD7"/>
    <w:rsid w:val="007C140F"/>
    <w:rsid w:val="007D6942"/>
    <w:rsid w:val="007F7199"/>
    <w:rsid w:val="0080164D"/>
    <w:rsid w:val="0081247D"/>
    <w:rsid w:val="00833765"/>
    <w:rsid w:val="00851081"/>
    <w:rsid w:val="00867F65"/>
    <w:rsid w:val="008901BB"/>
    <w:rsid w:val="008955A6"/>
    <w:rsid w:val="008A6FA1"/>
    <w:rsid w:val="008C0505"/>
    <w:rsid w:val="008C1A19"/>
    <w:rsid w:val="008C28BE"/>
    <w:rsid w:val="008D3C2C"/>
    <w:rsid w:val="008E6FA9"/>
    <w:rsid w:val="00905C09"/>
    <w:rsid w:val="00916317"/>
    <w:rsid w:val="00954C8E"/>
    <w:rsid w:val="00960535"/>
    <w:rsid w:val="0096355C"/>
    <w:rsid w:val="00963883"/>
    <w:rsid w:val="00967F4E"/>
    <w:rsid w:val="009D2659"/>
    <w:rsid w:val="009D37BC"/>
    <w:rsid w:val="00A0201C"/>
    <w:rsid w:val="00A10279"/>
    <w:rsid w:val="00A24EA6"/>
    <w:rsid w:val="00A41751"/>
    <w:rsid w:val="00A417F1"/>
    <w:rsid w:val="00A47476"/>
    <w:rsid w:val="00A63C9E"/>
    <w:rsid w:val="00A80EF1"/>
    <w:rsid w:val="00A9268B"/>
    <w:rsid w:val="00AC03D6"/>
    <w:rsid w:val="00AC272C"/>
    <w:rsid w:val="00AC4B7D"/>
    <w:rsid w:val="00AD3966"/>
    <w:rsid w:val="00AE1814"/>
    <w:rsid w:val="00AF3ADF"/>
    <w:rsid w:val="00B150A3"/>
    <w:rsid w:val="00B47DD0"/>
    <w:rsid w:val="00B60BA1"/>
    <w:rsid w:val="00B75B97"/>
    <w:rsid w:val="00BB20F0"/>
    <w:rsid w:val="00BE1046"/>
    <w:rsid w:val="00BF6D41"/>
    <w:rsid w:val="00C35E09"/>
    <w:rsid w:val="00C400CB"/>
    <w:rsid w:val="00C71732"/>
    <w:rsid w:val="00C74FCF"/>
    <w:rsid w:val="00C7581D"/>
    <w:rsid w:val="00C7608E"/>
    <w:rsid w:val="00CB64CE"/>
    <w:rsid w:val="00CC0F3B"/>
    <w:rsid w:val="00CD39C5"/>
    <w:rsid w:val="00CD76E3"/>
    <w:rsid w:val="00CF7ABA"/>
    <w:rsid w:val="00D0638B"/>
    <w:rsid w:val="00D102AB"/>
    <w:rsid w:val="00D12E85"/>
    <w:rsid w:val="00D20829"/>
    <w:rsid w:val="00D70BE1"/>
    <w:rsid w:val="00D737C3"/>
    <w:rsid w:val="00D7385B"/>
    <w:rsid w:val="00D75E5E"/>
    <w:rsid w:val="00D764F2"/>
    <w:rsid w:val="00DB24AE"/>
    <w:rsid w:val="00DB2A7E"/>
    <w:rsid w:val="00DB31CC"/>
    <w:rsid w:val="00DB3800"/>
    <w:rsid w:val="00DB721F"/>
    <w:rsid w:val="00DC6D6A"/>
    <w:rsid w:val="00E01366"/>
    <w:rsid w:val="00E3318F"/>
    <w:rsid w:val="00E57E39"/>
    <w:rsid w:val="00E67030"/>
    <w:rsid w:val="00E73D5F"/>
    <w:rsid w:val="00E8140E"/>
    <w:rsid w:val="00EA194C"/>
    <w:rsid w:val="00F10576"/>
    <w:rsid w:val="00F20843"/>
    <w:rsid w:val="00F233BB"/>
    <w:rsid w:val="00F2569A"/>
    <w:rsid w:val="00F27FC1"/>
    <w:rsid w:val="00F352F4"/>
    <w:rsid w:val="00F40D21"/>
    <w:rsid w:val="00F4487B"/>
    <w:rsid w:val="00F45EA5"/>
    <w:rsid w:val="00F673CC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721</TotalTime>
  <Pages>4</Pages>
  <Words>497</Words>
  <Characters>2837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107</cp:revision>
  <cp:lastPrinted>2021-07-05T12:26:00Z</cp:lastPrinted>
  <dcterms:created xsi:type="dcterms:W3CDTF">2021-05-31T11:19:00Z</dcterms:created>
  <dcterms:modified xsi:type="dcterms:W3CDTF">2021-12-29T06:19:00Z</dcterms:modified>
</cp:coreProperties>
</file>