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2BE" w:rsidRDefault="004722BE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22BE" w:rsidRDefault="004722BE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722BE" w:rsidRDefault="004722BE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722BE" w:rsidRDefault="004722BE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№293</w:t>
      </w:r>
    </w:p>
    <w:p w:rsidR="004722BE" w:rsidRPr="00D737C3" w:rsidRDefault="004722BE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22BE" w:rsidRDefault="004722BE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722BE" w:rsidRPr="003B0591" w:rsidRDefault="004722BE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 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2022 год</w:t>
      </w:r>
    </w:p>
    <w:p w:rsidR="004722BE" w:rsidRPr="00D737C3" w:rsidRDefault="004722BE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722BE" w:rsidRPr="006069E5">
        <w:tc>
          <w:tcPr>
            <w:tcW w:w="1162" w:type="dxa"/>
            <w:vMerge w:val="restart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722BE" w:rsidRPr="006069E5">
        <w:tc>
          <w:tcPr>
            <w:tcW w:w="1162" w:type="dxa"/>
            <w:vMerge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22BE" w:rsidRPr="006069E5" w:rsidRDefault="004722B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722BE" w:rsidRPr="0064236D" w:rsidRDefault="004722BE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722BE" w:rsidRPr="006069E5">
        <w:trPr>
          <w:tblHeader/>
        </w:trPr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4722BE" w:rsidRPr="006A775F" w:rsidRDefault="004722BE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6A775F">
              <w:rPr>
                <w:rFonts w:ascii="Times New Roman" w:hAnsi="Times New Roman" w:cs="Times New Roman"/>
              </w:rPr>
              <w:t xml:space="preserve">а «Поддержка деятельности территориального общественного самоуправления  на территории Старотитаровского сельского поселения Темрюкского района» </w:t>
            </w:r>
          </w:p>
          <w:p w:rsidR="004722BE" w:rsidRPr="00A47476" w:rsidRDefault="004722BE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4722BE" w:rsidRPr="006069E5" w:rsidRDefault="004722BE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722BE" w:rsidRPr="007A5CB9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4722BE" w:rsidRPr="006069E5" w:rsidRDefault="004722BE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22BE" w:rsidRPr="006A775F" w:rsidRDefault="004722BE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22BE" w:rsidRPr="006A775F" w:rsidRDefault="004722BE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22BE" w:rsidRPr="006069E5" w:rsidRDefault="004722B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4722BE" w:rsidRPr="006069E5" w:rsidRDefault="004722B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134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22BE" w:rsidRDefault="004722BE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22BE" w:rsidRDefault="004722BE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4722BE" w:rsidRDefault="004722BE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22BE" w:rsidRDefault="004722BE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22BE" w:rsidRPr="006A775F" w:rsidRDefault="004722BE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4722BE" w:rsidRPr="007A5CB9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22BE" w:rsidRPr="006069E5" w:rsidRDefault="004722BE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22BE" w:rsidRPr="006A775F" w:rsidRDefault="004722BE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22BE" w:rsidRPr="006069E5" w:rsidRDefault="004722BE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22BE" w:rsidRPr="0024685E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22BE" w:rsidRPr="007A5CB9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22BE" w:rsidRPr="006069E5" w:rsidRDefault="004722BE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22BE" w:rsidRPr="006069E5" w:rsidRDefault="004722BE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22BE" w:rsidRPr="0024685E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4722BE" w:rsidRPr="009B0983" w:rsidRDefault="004722BE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B0983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B0983">
              <w:rPr>
                <w:rFonts w:ascii="Times New Roman" w:hAnsi="Times New Roman" w:cs="Times New Roman"/>
              </w:rPr>
              <w:t xml:space="preserve"> «</w:t>
            </w:r>
            <w:r w:rsidRPr="009B0983">
              <w:rPr>
                <w:rStyle w:val="a1"/>
                <w:rFonts w:ascii="Times New Roman" w:hAnsi="Times New Roman"/>
                <w:b w:val="0"/>
                <w:bCs w:val="0"/>
                <w:color w:val="auto"/>
              </w:rPr>
              <w:t>О мероприятиях</w:t>
            </w:r>
            <w:r w:rsidRPr="009B0983">
              <w:rPr>
                <w:rStyle w:val="a1"/>
                <w:rFonts w:ascii="Times New Roman" w:hAnsi="Times New Roman"/>
              </w:rPr>
              <w:t xml:space="preserve"> </w:t>
            </w:r>
            <w:r w:rsidRPr="009B0983">
              <w:rPr>
                <w:rFonts w:ascii="Times New Roman" w:hAnsi="Times New Roman" w:cs="Times New Roman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4722BE" w:rsidRPr="002B73E5" w:rsidRDefault="004722BE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4722BE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22BE" w:rsidRPr="007A5CB9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07B07">
              <w:rPr>
                <w:rFonts w:ascii="Times New Roman" w:hAnsi="Times New Roman" w:cs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941" w:type="dxa"/>
            <w:vAlign w:val="center"/>
          </w:tcPr>
          <w:p w:rsidR="004722BE" w:rsidRPr="006069E5" w:rsidRDefault="004722BE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22BE" w:rsidRPr="006A775F" w:rsidRDefault="004722BE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22BE" w:rsidRPr="006069E5" w:rsidRDefault="004722BE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22BE" w:rsidRPr="006069E5" w:rsidRDefault="004722B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4722BE" w:rsidRPr="006069E5" w:rsidRDefault="004722B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992 0113 5320110030 244  </w:t>
            </w:r>
          </w:p>
        </w:tc>
        <w:tc>
          <w:tcPr>
            <w:tcW w:w="126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22BE" w:rsidRPr="006069E5" w:rsidRDefault="004722B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22BE" w:rsidRDefault="004722B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22BE" w:rsidRPr="007A5CB9" w:rsidRDefault="004722B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</w:t>
            </w:r>
            <w:r w:rsidRPr="000E5C4F">
              <w:t xml:space="preserve"> </w:t>
            </w:r>
            <w:r>
              <w:rPr>
                <w:rFonts w:ascii="Times New Roman" w:hAnsi="Times New Roman" w:cs="Times New Roman"/>
              </w:rPr>
              <w:t>повышению</w:t>
            </w:r>
            <w:r w:rsidRPr="00D447DF">
              <w:rPr>
                <w:rFonts w:ascii="Times New Roman" w:hAnsi="Times New Roman" w:cs="Times New Roman"/>
              </w:rPr>
              <w:t xml:space="preserve"> энергетической эффективности</w:t>
            </w:r>
            <w:r w:rsidRPr="007A5C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4722BE" w:rsidRPr="006069E5" w:rsidRDefault="004722BE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22BE" w:rsidRPr="006A775F" w:rsidRDefault="004722BE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22BE" w:rsidRPr="006069E5" w:rsidRDefault="004722BE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22BE" w:rsidRPr="0024685E" w:rsidRDefault="004722B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4722BE" w:rsidRPr="00DC72AC" w:rsidRDefault="004722BE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«Реализация муниципальной политики в сфере приватизации муниципального имущества Старотитаровского сельского поселения Темрюкского района»</w:t>
            </w:r>
          </w:p>
          <w:p w:rsidR="004722BE" w:rsidRPr="006069E5" w:rsidRDefault="004722BE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4722BE" w:rsidRDefault="004722BE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22BE" w:rsidRDefault="004722BE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  <w:p w:rsidR="004722BE" w:rsidRPr="007A5CB9" w:rsidRDefault="004722B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22BE" w:rsidRPr="006069E5" w:rsidRDefault="004722BE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22BE" w:rsidRPr="008A2C6D" w:rsidRDefault="004722BE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4722BE" w:rsidRPr="006069E5" w:rsidRDefault="004722BE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22BE" w:rsidRPr="006069E5" w:rsidRDefault="004722B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4722BE" w:rsidRPr="006069E5" w:rsidRDefault="004722B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22BE" w:rsidRPr="006069E5" w:rsidRDefault="004722BE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722BE" w:rsidRPr="006069E5">
        <w:tc>
          <w:tcPr>
            <w:tcW w:w="1151" w:type="dxa"/>
          </w:tcPr>
          <w:p w:rsidR="004722BE" w:rsidRPr="006069E5" w:rsidRDefault="004722B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22BE" w:rsidRDefault="004722BE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22BE" w:rsidRPr="007A5CB9" w:rsidRDefault="004722BE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 о</w:t>
            </w:r>
            <w:r w:rsidRPr="008A2C6D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е</w:t>
            </w:r>
            <w:r w:rsidRPr="008A2C6D">
              <w:rPr>
                <w:rFonts w:ascii="Times New Roman" w:hAnsi="Times New Roman" w:cs="Times New Roman"/>
              </w:rPr>
              <w:t>, изготовлени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8A2C6D">
              <w:rPr>
                <w:rFonts w:ascii="Times New Roman" w:hAnsi="Times New Roman" w:cs="Times New Roman"/>
              </w:rPr>
              <w:t xml:space="preserve"> документации, подготовк</w:t>
            </w:r>
            <w:r>
              <w:rPr>
                <w:rFonts w:ascii="Times New Roman" w:hAnsi="Times New Roman" w:cs="Times New Roman"/>
              </w:rPr>
              <w:t xml:space="preserve">и договоров </w:t>
            </w:r>
          </w:p>
        </w:tc>
        <w:tc>
          <w:tcPr>
            <w:tcW w:w="941" w:type="dxa"/>
            <w:vAlign w:val="center"/>
          </w:tcPr>
          <w:p w:rsidR="004722BE" w:rsidRPr="006069E5" w:rsidRDefault="004722BE" w:rsidP="007473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22BE" w:rsidRPr="008A2C6D" w:rsidRDefault="004722BE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4722BE" w:rsidRPr="006069E5" w:rsidRDefault="004722BE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22BE" w:rsidRPr="0024685E" w:rsidRDefault="004722B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22BE" w:rsidRPr="006069E5" w:rsidRDefault="004722BE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722BE" w:rsidRDefault="004722BE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2BE" w:rsidRDefault="004722B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722BE" w:rsidRDefault="004722B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722BE" w:rsidRPr="0064236D" w:rsidRDefault="004722BE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4722BE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2BE" w:rsidRDefault="004722BE" w:rsidP="007D6942">
      <w:r>
        <w:separator/>
      </w:r>
    </w:p>
  </w:endnote>
  <w:endnote w:type="continuationSeparator" w:id="0">
    <w:p w:rsidR="004722BE" w:rsidRDefault="004722BE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2BE" w:rsidRDefault="004722BE" w:rsidP="007D6942">
      <w:r>
        <w:separator/>
      </w:r>
    </w:p>
  </w:footnote>
  <w:footnote w:type="continuationSeparator" w:id="0">
    <w:p w:rsidR="004722BE" w:rsidRDefault="004722BE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2BE" w:rsidRDefault="004722BE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4722BE" w:rsidRPr="00A80EF1" w:rsidRDefault="004722BE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B7323"/>
    <w:rsid w:val="001D011F"/>
    <w:rsid w:val="001D7333"/>
    <w:rsid w:val="001E7088"/>
    <w:rsid w:val="001F2603"/>
    <w:rsid w:val="00206D5E"/>
    <w:rsid w:val="00212251"/>
    <w:rsid w:val="0022170B"/>
    <w:rsid w:val="00232244"/>
    <w:rsid w:val="00234935"/>
    <w:rsid w:val="00240DF8"/>
    <w:rsid w:val="0024685E"/>
    <w:rsid w:val="00250BFB"/>
    <w:rsid w:val="00285170"/>
    <w:rsid w:val="00287F42"/>
    <w:rsid w:val="00294148"/>
    <w:rsid w:val="0029793F"/>
    <w:rsid w:val="002A054F"/>
    <w:rsid w:val="002B73E5"/>
    <w:rsid w:val="002C19AC"/>
    <w:rsid w:val="00301589"/>
    <w:rsid w:val="00307885"/>
    <w:rsid w:val="0032383C"/>
    <w:rsid w:val="00336F1A"/>
    <w:rsid w:val="003432B5"/>
    <w:rsid w:val="003438A1"/>
    <w:rsid w:val="00344C94"/>
    <w:rsid w:val="003454FC"/>
    <w:rsid w:val="00352444"/>
    <w:rsid w:val="003778F0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227BB"/>
    <w:rsid w:val="004335C1"/>
    <w:rsid w:val="00452B4E"/>
    <w:rsid w:val="00460175"/>
    <w:rsid w:val="00465EA3"/>
    <w:rsid w:val="004722BE"/>
    <w:rsid w:val="00472DFB"/>
    <w:rsid w:val="00494F3A"/>
    <w:rsid w:val="0049599F"/>
    <w:rsid w:val="004A498D"/>
    <w:rsid w:val="004C466D"/>
    <w:rsid w:val="004D40A9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80DF5"/>
    <w:rsid w:val="00584CF8"/>
    <w:rsid w:val="00593384"/>
    <w:rsid w:val="005B0797"/>
    <w:rsid w:val="005E372B"/>
    <w:rsid w:val="005E3CD4"/>
    <w:rsid w:val="006069E5"/>
    <w:rsid w:val="00614CA7"/>
    <w:rsid w:val="00626103"/>
    <w:rsid w:val="0064236D"/>
    <w:rsid w:val="006720CE"/>
    <w:rsid w:val="0067380F"/>
    <w:rsid w:val="006811EE"/>
    <w:rsid w:val="00682270"/>
    <w:rsid w:val="00682450"/>
    <w:rsid w:val="00682BFC"/>
    <w:rsid w:val="006A775F"/>
    <w:rsid w:val="006F2B84"/>
    <w:rsid w:val="00705B7B"/>
    <w:rsid w:val="00707B07"/>
    <w:rsid w:val="0071563E"/>
    <w:rsid w:val="0071727A"/>
    <w:rsid w:val="00742F2E"/>
    <w:rsid w:val="007473AA"/>
    <w:rsid w:val="00780C3B"/>
    <w:rsid w:val="00790A98"/>
    <w:rsid w:val="007A5CB9"/>
    <w:rsid w:val="007C140F"/>
    <w:rsid w:val="007D6942"/>
    <w:rsid w:val="007F7199"/>
    <w:rsid w:val="0080164D"/>
    <w:rsid w:val="0081247D"/>
    <w:rsid w:val="00830CE4"/>
    <w:rsid w:val="00832062"/>
    <w:rsid w:val="00833765"/>
    <w:rsid w:val="008423E6"/>
    <w:rsid w:val="00851081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16317"/>
    <w:rsid w:val="009329F4"/>
    <w:rsid w:val="00954C8E"/>
    <w:rsid w:val="00960535"/>
    <w:rsid w:val="0096355C"/>
    <w:rsid w:val="00963883"/>
    <w:rsid w:val="00967F4E"/>
    <w:rsid w:val="009B0983"/>
    <w:rsid w:val="009C26D3"/>
    <w:rsid w:val="009D2659"/>
    <w:rsid w:val="009D37BC"/>
    <w:rsid w:val="009E382D"/>
    <w:rsid w:val="00A0201C"/>
    <w:rsid w:val="00A10279"/>
    <w:rsid w:val="00A24EA6"/>
    <w:rsid w:val="00A3673A"/>
    <w:rsid w:val="00A41751"/>
    <w:rsid w:val="00A417F1"/>
    <w:rsid w:val="00A47476"/>
    <w:rsid w:val="00A63C9E"/>
    <w:rsid w:val="00A80EF1"/>
    <w:rsid w:val="00A9268B"/>
    <w:rsid w:val="00A9358D"/>
    <w:rsid w:val="00AC03D6"/>
    <w:rsid w:val="00AC272C"/>
    <w:rsid w:val="00AC4B7D"/>
    <w:rsid w:val="00AC7603"/>
    <w:rsid w:val="00AD3966"/>
    <w:rsid w:val="00AE1814"/>
    <w:rsid w:val="00AF3ADF"/>
    <w:rsid w:val="00B10C24"/>
    <w:rsid w:val="00B150A3"/>
    <w:rsid w:val="00B2023E"/>
    <w:rsid w:val="00B47DD0"/>
    <w:rsid w:val="00B75B97"/>
    <w:rsid w:val="00BB20F0"/>
    <w:rsid w:val="00BF6D41"/>
    <w:rsid w:val="00C35E09"/>
    <w:rsid w:val="00C400CB"/>
    <w:rsid w:val="00C71732"/>
    <w:rsid w:val="00C74FCF"/>
    <w:rsid w:val="00C7608E"/>
    <w:rsid w:val="00CB64CE"/>
    <w:rsid w:val="00CC0F3B"/>
    <w:rsid w:val="00CD39C5"/>
    <w:rsid w:val="00CD76E3"/>
    <w:rsid w:val="00D102AB"/>
    <w:rsid w:val="00D12E85"/>
    <w:rsid w:val="00D20829"/>
    <w:rsid w:val="00D447DF"/>
    <w:rsid w:val="00D51778"/>
    <w:rsid w:val="00D70BE1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57E39"/>
    <w:rsid w:val="00E67030"/>
    <w:rsid w:val="00E73D5F"/>
    <w:rsid w:val="00E8140E"/>
    <w:rsid w:val="00E973AE"/>
    <w:rsid w:val="00EA194C"/>
    <w:rsid w:val="00EA3FEF"/>
    <w:rsid w:val="00EB2015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C4C64"/>
    <w:rsid w:val="00FF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character" w:customStyle="1" w:styleId="a1">
    <w:name w:val="Цветовое выделение"/>
    <w:uiPriority w:val="99"/>
    <w:rsid w:val="009B0983"/>
    <w:rPr>
      <w:rFonts w:cs="Times New Roman"/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1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493</TotalTime>
  <Pages>3</Pages>
  <Words>443</Words>
  <Characters>2530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127</cp:revision>
  <cp:lastPrinted>2021-12-27T06:18:00Z</cp:lastPrinted>
  <dcterms:created xsi:type="dcterms:W3CDTF">2021-05-31T11:19:00Z</dcterms:created>
  <dcterms:modified xsi:type="dcterms:W3CDTF">2021-12-29T06:18:00Z</dcterms:modified>
</cp:coreProperties>
</file>