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D7" w:rsidRDefault="004420D7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420D7" w:rsidRDefault="004420D7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420D7" w:rsidRDefault="004420D7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420D7" w:rsidRDefault="004420D7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№291</w:t>
      </w:r>
    </w:p>
    <w:p w:rsidR="004420D7" w:rsidRDefault="004420D7" w:rsidP="00B90E2F">
      <w:pPr>
        <w:jc w:val="center"/>
        <w:rPr>
          <w:b/>
          <w:bCs/>
        </w:rPr>
      </w:pPr>
    </w:p>
    <w:p w:rsidR="004420D7" w:rsidRPr="00D737C3" w:rsidRDefault="004420D7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420D7" w:rsidRDefault="004420D7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420D7" w:rsidRPr="007D5A36" w:rsidRDefault="004420D7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2022 год</w:t>
      </w:r>
    </w:p>
    <w:p w:rsidR="004420D7" w:rsidRPr="003500BD" w:rsidRDefault="004420D7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420D7" w:rsidRPr="006069E5">
        <w:tc>
          <w:tcPr>
            <w:tcW w:w="1162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420D7" w:rsidRPr="006069E5">
        <w:tc>
          <w:tcPr>
            <w:tcW w:w="1162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420D7" w:rsidRPr="006069E5" w:rsidRDefault="004420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420D7" w:rsidRPr="006069E5" w:rsidRDefault="004420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420D7" w:rsidRPr="006069E5" w:rsidRDefault="004420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420D7" w:rsidRPr="006069E5" w:rsidRDefault="004420D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420D7" w:rsidRPr="0064236D" w:rsidRDefault="004420D7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420D7" w:rsidRPr="006069E5">
        <w:trPr>
          <w:tblHeader/>
        </w:trPr>
        <w:tc>
          <w:tcPr>
            <w:tcW w:w="1151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420D7" w:rsidRPr="006069E5" w:rsidRDefault="004420D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420D7" w:rsidRPr="006069E5">
        <w:tc>
          <w:tcPr>
            <w:tcW w:w="1151" w:type="dxa"/>
          </w:tcPr>
          <w:p w:rsidR="004420D7" w:rsidRPr="006069E5" w:rsidRDefault="004420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4420D7" w:rsidRPr="006069E5" w:rsidRDefault="004420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420D7" w:rsidRDefault="004420D7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4420D7" w:rsidRDefault="004420D7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20D7" w:rsidRDefault="004420D7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20D7" w:rsidRDefault="004420D7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420D7" w:rsidRPr="006069E5" w:rsidRDefault="004420D7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4420D7" w:rsidRPr="006069E5" w:rsidRDefault="004420D7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420D7" w:rsidRPr="00DD68EE" w:rsidRDefault="004420D7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420D7" w:rsidRPr="006069E5" w:rsidRDefault="004420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4420D7" w:rsidRPr="006069E5" w:rsidRDefault="004420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4420D7" w:rsidRPr="006069E5" w:rsidRDefault="004420D7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1252,2</w:t>
            </w:r>
          </w:p>
        </w:tc>
        <w:tc>
          <w:tcPr>
            <w:tcW w:w="1080" w:type="dxa"/>
          </w:tcPr>
          <w:p w:rsidR="004420D7" w:rsidRPr="006069E5" w:rsidRDefault="004420D7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1570,0</w:t>
            </w:r>
          </w:p>
        </w:tc>
        <w:tc>
          <w:tcPr>
            <w:tcW w:w="1080" w:type="dxa"/>
          </w:tcPr>
          <w:p w:rsidR="004420D7" w:rsidRPr="006069E5" w:rsidRDefault="004420D7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1796,0</w:t>
            </w:r>
          </w:p>
        </w:tc>
        <w:tc>
          <w:tcPr>
            <w:tcW w:w="1134" w:type="dxa"/>
          </w:tcPr>
          <w:p w:rsidR="004420D7" w:rsidRPr="006069E5" w:rsidRDefault="004420D7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2167,4</w:t>
            </w:r>
          </w:p>
        </w:tc>
      </w:tr>
      <w:tr w:rsidR="004420D7" w:rsidRPr="006069E5">
        <w:tc>
          <w:tcPr>
            <w:tcW w:w="1151" w:type="dxa"/>
          </w:tcPr>
          <w:p w:rsidR="004420D7" w:rsidRPr="006069E5" w:rsidRDefault="004420D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420D7" w:rsidRDefault="004420D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420D7" w:rsidRPr="007A5CB9" w:rsidRDefault="004420D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4420D7" w:rsidRPr="006069E5" w:rsidRDefault="004420D7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420D7" w:rsidRPr="006069E5" w:rsidRDefault="004420D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420D7" w:rsidRPr="0024685E" w:rsidRDefault="004420D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4420D7" w:rsidRPr="006069E5" w:rsidRDefault="004420D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420D7" w:rsidRPr="006069E5" w:rsidRDefault="004420D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420D7" w:rsidRPr="006069E5" w:rsidRDefault="004420D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420D7" w:rsidRPr="006069E5" w:rsidRDefault="004420D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420D7" w:rsidRPr="006069E5" w:rsidRDefault="004420D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420D7" w:rsidRDefault="004420D7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20D7" w:rsidRDefault="004420D7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20D7" w:rsidRDefault="004420D7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20D7" w:rsidRDefault="004420D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420D7" w:rsidRDefault="004420D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420D7" w:rsidRPr="0064236D" w:rsidRDefault="004420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4420D7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D7" w:rsidRDefault="004420D7" w:rsidP="007D6942">
      <w:r>
        <w:separator/>
      </w:r>
    </w:p>
  </w:endnote>
  <w:endnote w:type="continuationSeparator" w:id="0">
    <w:p w:rsidR="004420D7" w:rsidRDefault="004420D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D7" w:rsidRDefault="004420D7" w:rsidP="007D6942">
      <w:r>
        <w:separator/>
      </w:r>
    </w:p>
  </w:footnote>
  <w:footnote w:type="continuationSeparator" w:id="0">
    <w:p w:rsidR="004420D7" w:rsidRDefault="004420D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D7" w:rsidRDefault="004420D7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4420D7" w:rsidRPr="00A80EF1" w:rsidRDefault="004420D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0D7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3318F"/>
    <w:rsid w:val="00E57BE0"/>
    <w:rsid w:val="00E57E39"/>
    <w:rsid w:val="00E67030"/>
    <w:rsid w:val="00E73D5F"/>
    <w:rsid w:val="00E8140E"/>
    <w:rsid w:val="00E87B52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401</TotalTime>
  <Pages>2</Pages>
  <Words>242</Words>
  <Characters>1385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136</cp:revision>
  <cp:lastPrinted>2021-07-05T12:26:00Z</cp:lastPrinted>
  <dcterms:created xsi:type="dcterms:W3CDTF">2021-05-31T11:19:00Z</dcterms:created>
  <dcterms:modified xsi:type="dcterms:W3CDTF">2021-12-29T06:43:00Z</dcterms:modified>
</cp:coreProperties>
</file>