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82" w:rsidRDefault="008B5582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B5582" w:rsidRDefault="008B5582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B5582" w:rsidRDefault="008B5582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B5582" w:rsidRDefault="008B5582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№290</w:t>
      </w:r>
    </w:p>
    <w:p w:rsidR="008B5582" w:rsidRPr="00A0260D" w:rsidRDefault="008B558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5582" w:rsidRPr="00D737C3" w:rsidRDefault="008B558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B5582" w:rsidRDefault="008B558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B5582" w:rsidRPr="006131E8" w:rsidRDefault="008B5582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2022 год</w:t>
      </w:r>
    </w:p>
    <w:p w:rsidR="008B5582" w:rsidRPr="00413CF2" w:rsidRDefault="008B5582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582" w:rsidRDefault="008B5582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B5582" w:rsidRPr="006069E5">
        <w:tc>
          <w:tcPr>
            <w:tcW w:w="1162" w:type="dxa"/>
            <w:vMerge w:val="restart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B5582" w:rsidRPr="006069E5">
        <w:tc>
          <w:tcPr>
            <w:tcW w:w="1162" w:type="dxa"/>
            <w:vMerge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B5582" w:rsidRPr="006069E5" w:rsidRDefault="008B558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B5582" w:rsidRPr="006069E5" w:rsidRDefault="008B558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B5582" w:rsidRPr="006069E5" w:rsidRDefault="008B558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B5582" w:rsidRPr="006069E5" w:rsidRDefault="008B558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B5582" w:rsidRPr="0064236D" w:rsidRDefault="008B558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B5582" w:rsidRPr="006069E5">
        <w:trPr>
          <w:tblHeader/>
        </w:trPr>
        <w:tc>
          <w:tcPr>
            <w:tcW w:w="1151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B5582" w:rsidRPr="006069E5" w:rsidRDefault="008B558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B5582" w:rsidRPr="006069E5">
        <w:tc>
          <w:tcPr>
            <w:tcW w:w="1151" w:type="dxa"/>
          </w:tcPr>
          <w:p w:rsidR="008B5582" w:rsidRPr="006069E5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B5582" w:rsidRDefault="008B5582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8B5582" w:rsidRPr="002E5136" w:rsidRDefault="008B5582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8B5582" w:rsidRPr="006069E5" w:rsidRDefault="008B5582" w:rsidP="00F25F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B5582" w:rsidRPr="006069E5" w:rsidRDefault="008B558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14CD2">
              <w:rPr>
                <w:rFonts w:ascii="Times New Roman" w:hAnsi="Times New Roman" w:cs="Times New Roman"/>
              </w:rPr>
              <w:t>сопровождение специализированного 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314CD2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  <w:tc>
          <w:tcPr>
            <w:tcW w:w="1134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Default="008B5582" w:rsidP="00F25F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582" w:rsidRDefault="008B5582" w:rsidP="00CF35A2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</w:p>
          <w:p w:rsidR="008B5582" w:rsidRPr="00CF35A2" w:rsidRDefault="008B5582" w:rsidP="00CF35A2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8B5582" w:rsidRPr="00CF35A2" w:rsidRDefault="008B5582" w:rsidP="00CF35A2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8B5582" w:rsidRPr="006069E5" w:rsidRDefault="008B5582" w:rsidP="00CF35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 по информационно-технологическому обеспечению и бесперебойному функционированию программных продуктов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8B5582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B5582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24685E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8B5582" w:rsidRPr="006069E5" w:rsidRDefault="008B5582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B5582" w:rsidRPr="00B01502" w:rsidRDefault="008B5582" w:rsidP="00FC0AD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8B5582" w:rsidRPr="006069E5" w:rsidRDefault="008B5582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Default="008B5582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582" w:rsidRPr="006069E5" w:rsidRDefault="008B5582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24685E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557" w:type="dxa"/>
            <w:gridSpan w:val="2"/>
          </w:tcPr>
          <w:p w:rsidR="008B5582" w:rsidRPr="006069E5" w:rsidRDefault="008B5582" w:rsidP="00E6780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B5582" w:rsidRPr="006069E5" w:rsidRDefault="008B558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56035">
              <w:rPr>
                <w:rFonts w:ascii="Times New Roman" w:hAnsi="Times New Roman" w:cs="Times New Roman"/>
              </w:rPr>
              <w:t>приобретение основных средств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Default="008B5582" w:rsidP="00E6780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582" w:rsidRPr="006069E5" w:rsidRDefault="008B5582" w:rsidP="00E6780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администрации Старотитаровского сельского поселения Темрюкского района современной вычислительной и оргтехникой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24685E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557" w:type="dxa"/>
            <w:gridSpan w:val="2"/>
          </w:tcPr>
          <w:p w:rsidR="008B5582" w:rsidRPr="006069E5" w:rsidRDefault="008B5582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B5582" w:rsidRPr="006069E5" w:rsidRDefault="008B558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Default="008B5582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582" w:rsidRPr="006069E5" w:rsidRDefault="008B5582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8B5654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24685E" w:rsidRDefault="008B5582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B5582" w:rsidRPr="006069E5" w:rsidRDefault="008B5582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Pr="006069E5" w:rsidRDefault="008B558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B5582" w:rsidRPr="006069E5" w:rsidRDefault="008B558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B5582" w:rsidRPr="00930D5F" w:rsidRDefault="008B558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Default="008B558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B5582" w:rsidRDefault="008B558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582" w:rsidRPr="006069E5">
        <w:tc>
          <w:tcPr>
            <w:tcW w:w="1151" w:type="dxa"/>
          </w:tcPr>
          <w:p w:rsidR="008B5582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B5582" w:rsidRPr="00DB55E3" w:rsidRDefault="008B5582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8B5582" w:rsidRPr="006069E5">
        <w:tc>
          <w:tcPr>
            <w:tcW w:w="1151" w:type="dxa"/>
          </w:tcPr>
          <w:p w:rsidR="008B5582" w:rsidRPr="006069E5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B5582" w:rsidRDefault="008B558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B5582" w:rsidRPr="006069E5" w:rsidRDefault="008B5582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E23ECE" w:rsidRDefault="008B558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6069E5" w:rsidRDefault="008B558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B5582" w:rsidRPr="006069E5" w:rsidRDefault="008B558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080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134" w:type="dxa"/>
          </w:tcPr>
          <w:p w:rsidR="008B5582" w:rsidRPr="006069E5" w:rsidRDefault="008B558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</w:tr>
      <w:tr w:rsidR="008B5582" w:rsidRPr="006069E5">
        <w:tc>
          <w:tcPr>
            <w:tcW w:w="1151" w:type="dxa"/>
          </w:tcPr>
          <w:p w:rsidR="008B5582" w:rsidRPr="006069E5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582" w:rsidRPr="00222814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правовых актов органов местного самоуправления</w:t>
            </w:r>
          </w:p>
          <w:p w:rsidR="008B5582" w:rsidRPr="007A5CB9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B5582" w:rsidRPr="006069E5" w:rsidRDefault="008B5582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6069E5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24685E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B5582" w:rsidRPr="006069E5">
        <w:tc>
          <w:tcPr>
            <w:tcW w:w="1151" w:type="dxa"/>
          </w:tcPr>
          <w:p w:rsidR="008B5582" w:rsidRPr="006069E5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8B5582" w:rsidRDefault="008B5582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B5582" w:rsidRPr="007A5CB9" w:rsidRDefault="008B558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E23ECE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6069E5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B5582" w:rsidRPr="006069E5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8B5582" w:rsidRPr="006069E5" w:rsidRDefault="008B558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080" w:type="dxa"/>
          </w:tcPr>
          <w:p w:rsidR="008B5582" w:rsidRPr="006069E5" w:rsidRDefault="008B558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080" w:type="dxa"/>
          </w:tcPr>
          <w:p w:rsidR="008B5582" w:rsidRPr="006069E5" w:rsidRDefault="008B558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</w:tcPr>
          <w:p w:rsidR="008B5582" w:rsidRPr="006069E5" w:rsidRDefault="008B558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8B5582" w:rsidRPr="006069E5">
        <w:tc>
          <w:tcPr>
            <w:tcW w:w="1151" w:type="dxa"/>
          </w:tcPr>
          <w:p w:rsidR="008B5582" w:rsidRPr="006069E5" w:rsidRDefault="008B558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5582" w:rsidRDefault="008B5582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582" w:rsidRPr="007A5CB9" w:rsidRDefault="008B5582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8B5582" w:rsidRPr="006069E5" w:rsidRDefault="008B5582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B5582" w:rsidRPr="00F54578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B5582" w:rsidRPr="006069E5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582" w:rsidRPr="0024685E" w:rsidRDefault="008B5582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B5582" w:rsidRPr="006069E5" w:rsidRDefault="008B5582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8B5582" w:rsidRDefault="008B558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582" w:rsidRDefault="008B558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B5582" w:rsidRDefault="008B558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B5582" w:rsidRPr="0064236D" w:rsidRDefault="008B558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8B5582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82" w:rsidRDefault="008B5582" w:rsidP="007D6942">
      <w:r>
        <w:separator/>
      </w:r>
    </w:p>
  </w:endnote>
  <w:endnote w:type="continuationSeparator" w:id="0">
    <w:p w:rsidR="008B5582" w:rsidRDefault="008B558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82" w:rsidRDefault="008B5582" w:rsidP="007D6942">
      <w:r>
        <w:separator/>
      </w:r>
    </w:p>
  </w:footnote>
  <w:footnote w:type="continuationSeparator" w:id="0">
    <w:p w:rsidR="008B5582" w:rsidRDefault="008B558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82" w:rsidRDefault="008B558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8B5582" w:rsidRPr="00A80EF1" w:rsidRDefault="008B558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5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26B99"/>
    <w:rsid w:val="00035E83"/>
    <w:rsid w:val="000430CD"/>
    <w:rsid w:val="000471A7"/>
    <w:rsid w:val="0005160B"/>
    <w:rsid w:val="000677DD"/>
    <w:rsid w:val="00076146"/>
    <w:rsid w:val="00081249"/>
    <w:rsid w:val="00092349"/>
    <w:rsid w:val="00095904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B7323"/>
    <w:rsid w:val="001D011F"/>
    <w:rsid w:val="001D745F"/>
    <w:rsid w:val="001E2BA2"/>
    <w:rsid w:val="001E640A"/>
    <w:rsid w:val="001E7088"/>
    <w:rsid w:val="001F0220"/>
    <w:rsid w:val="001F2603"/>
    <w:rsid w:val="00206D5E"/>
    <w:rsid w:val="00212251"/>
    <w:rsid w:val="00222814"/>
    <w:rsid w:val="00223BE5"/>
    <w:rsid w:val="002246DC"/>
    <w:rsid w:val="00240DF8"/>
    <w:rsid w:val="0024514E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E4C5D"/>
    <w:rsid w:val="002E5136"/>
    <w:rsid w:val="00302555"/>
    <w:rsid w:val="00314CD2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5A2B"/>
    <w:rsid w:val="003D747F"/>
    <w:rsid w:val="003F0026"/>
    <w:rsid w:val="003F1BDD"/>
    <w:rsid w:val="003F2D98"/>
    <w:rsid w:val="00411A30"/>
    <w:rsid w:val="00413CF2"/>
    <w:rsid w:val="004227BB"/>
    <w:rsid w:val="004335C1"/>
    <w:rsid w:val="00447210"/>
    <w:rsid w:val="00452B4E"/>
    <w:rsid w:val="00461630"/>
    <w:rsid w:val="00461901"/>
    <w:rsid w:val="00472DFB"/>
    <w:rsid w:val="004759B2"/>
    <w:rsid w:val="00477E9D"/>
    <w:rsid w:val="0049599F"/>
    <w:rsid w:val="004B1646"/>
    <w:rsid w:val="004C466D"/>
    <w:rsid w:val="004D08C1"/>
    <w:rsid w:val="004D5D87"/>
    <w:rsid w:val="004E0B9F"/>
    <w:rsid w:val="004E1784"/>
    <w:rsid w:val="004F53C4"/>
    <w:rsid w:val="00500FE0"/>
    <w:rsid w:val="00527FB6"/>
    <w:rsid w:val="005366A2"/>
    <w:rsid w:val="0054691E"/>
    <w:rsid w:val="00546AAB"/>
    <w:rsid w:val="00555C25"/>
    <w:rsid w:val="00564935"/>
    <w:rsid w:val="00580DF5"/>
    <w:rsid w:val="00584CF8"/>
    <w:rsid w:val="005A7398"/>
    <w:rsid w:val="005B0797"/>
    <w:rsid w:val="005B660E"/>
    <w:rsid w:val="005C6BF4"/>
    <w:rsid w:val="005D1982"/>
    <w:rsid w:val="005E372B"/>
    <w:rsid w:val="006069E5"/>
    <w:rsid w:val="0061250E"/>
    <w:rsid w:val="006131E8"/>
    <w:rsid w:val="006155CB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3FDD"/>
    <w:rsid w:val="0068538B"/>
    <w:rsid w:val="00686280"/>
    <w:rsid w:val="006A4E2B"/>
    <w:rsid w:val="006C44B7"/>
    <w:rsid w:val="006D6E83"/>
    <w:rsid w:val="006F1FB0"/>
    <w:rsid w:val="006F2B84"/>
    <w:rsid w:val="0070118C"/>
    <w:rsid w:val="00705B7B"/>
    <w:rsid w:val="0071727A"/>
    <w:rsid w:val="0071770D"/>
    <w:rsid w:val="007407E1"/>
    <w:rsid w:val="00780C3B"/>
    <w:rsid w:val="007A5CB9"/>
    <w:rsid w:val="007B2DBD"/>
    <w:rsid w:val="007D0FC1"/>
    <w:rsid w:val="007D6942"/>
    <w:rsid w:val="007F7199"/>
    <w:rsid w:val="0080164D"/>
    <w:rsid w:val="008032DD"/>
    <w:rsid w:val="008109D5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582"/>
    <w:rsid w:val="008B5654"/>
    <w:rsid w:val="008C0505"/>
    <w:rsid w:val="008C1A19"/>
    <w:rsid w:val="008C28BE"/>
    <w:rsid w:val="008C3B45"/>
    <w:rsid w:val="008D2DFC"/>
    <w:rsid w:val="008E131A"/>
    <w:rsid w:val="008E6FA9"/>
    <w:rsid w:val="008F23E5"/>
    <w:rsid w:val="008F4795"/>
    <w:rsid w:val="00905C09"/>
    <w:rsid w:val="0091430F"/>
    <w:rsid w:val="00916317"/>
    <w:rsid w:val="00930D5F"/>
    <w:rsid w:val="00930E70"/>
    <w:rsid w:val="0095107E"/>
    <w:rsid w:val="00954C8E"/>
    <w:rsid w:val="00960535"/>
    <w:rsid w:val="0096196B"/>
    <w:rsid w:val="0096355C"/>
    <w:rsid w:val="00963883"/>
    <w:rsid w:val="00967F4E"/>
    <w:rsid w:val="00974AFB"/>
    <w:rsid w:val="0099019D"/>
    <w:rsid w:val="009905BD"/>
    <w:rsid w:val="009B5396"/>
    <w:rsid w:val="009C2CF1"/>
    <w:rsid w:val="009D0193"/>
    <w:rsid w:val="009D2659"/>
    <w:rsid w:val="009D37BC"/>
    <w:rsid w:val="009E7341"/>
    <w:rsid w:val="00A0201C"/>
    <w:rsid w:val="00A0260D"/>
    <w:rsid w:val="00A07C8B"/>
    <w:rsid w:val="00A07DCD"/>
    <w:rsid w:val="00A10279"/>
    <w:rsid w:val="00A1246C"/>
    <w:rsid w:val="00A24EA6"/>
    <w:rsid w:val="00A345A3"/>
    <w:rsid w:val="00A36C24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B0724"/>
    <w:rsid w:val="00AB2DDE"/>
    <w:rsid w:val="00AC03D6"/>
    <w:rsid w:val="00AC272C"/>
    <w:rsid w:val="00AC4B7D"/>
    <w:rsid w:val="00AD1F69"/>
    <w:rsid w:val="00AD3966"/>
    <w:rsid w:val="00AE1814"/>
    <w:rsid w:val="00AE67C7"/>
    <w:rsid w:val="00AF3ADF"/>
    <w:rsid w:val="00B01502"/>
    <w:rsid w:val="00B150A3"/>
    <w:rsid w:val="00B47DD0"/>
    <w:rsid w:val="00B5479D"/>
    <w:rsid w:val="00B61CEF"/>
    <w:rsid w:val="00B75B97"/>
    <w:rsid w:val="00B76953"/>
    <w:rsid w:val="00B76AFB"/>
    <w:rsid w:val="00B80DD0"/>
    <w:rsid w:val="00B80FE0"/>
    <w:rsid w:val="00B866D3"/>
    <w:rsid w:val="00B975E4"/>
    <w:rsid w:val="00BC61DC"/>
    <w:rsid w:val="00BD3303"/>
    <w:rsid w:val="00BE752B"/>
    <w:rsid w:val="00BF2256"/>
    <w:rsid w:val="00BF6D41"/>
    <w:rsid w:val="00C15BA4"/>
    <w:rsid w:val="00C21ED0"/>
    <w:rsid w:val="00C26DA5"/>
    <w:rsid w:val="00C27A6B"/>
    <w:rsid w:val="00C34FA0"/>
    <w:rsid w:val="00C35E09"/>
    <w:rsid w:val="00C400CB"/>
    <w:rsid w:val="00C4036D"/>
    <w:rsid w:val="00C57F83"/>
    <w:rsid w:val="00C60C7D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5A2"/>
    <w:rsid w:val="00CF3AB6"/>
    <w:rsid w:val="00D046B1"/>
    <w:rsid w:val="00D0612F"/>
    <w:rsid w:val="00D102AB"/>
    <w:rsid w:val="00D20829"/>
    <w:rsid w:val="00D21A1C"/>
    <w:rsid w:val="00D5605F"/>
    <w:rsid w:val="00D70BE1"/>
    <w:rsid w:val="00D737C3"/>
    <w:rsid w:val="00D7385B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E01366"/>
    <w:rsid w:val="00E11BE4"/>
    <w:rsid w:val="00E23ECE"/>
    <w:rsid w:val="00E32CDD"/>
    <w:rsid w:val="00E3318F"/>
    <w:rsid w:val="00E54550"/>
    <w:rsid w:val="00E56035"/>
    <w:rsid w:val="00E57BE0"/>
    <w:rsid w:val="00E57E39"/>
    <w:rsid w:val="00E67030"/>
    <w:rsid w:val="00E67806"/>
    <w:rsid w:val="00E724E6"/>
    <w:rsid w:val="00E73D5F"/>
    <w:rsid w:val="00E75A18"/>
    <w:rsid w:val="00E8140E"/>
    <w:rsid w:val="00E932F3"/>
    <w:rsid w:val="00EE5DC8"/>
    <w:rsid w:val="00EF3D19"/>
    <w:rsid w:val="00F03B2B"/>
    <w:rsid w:val="00F10576"/>
    <w:rsid w:val="00F14138"/>
    <w:rsid w:val="00F20843"/>
    <w:rsid w:val="00F233BB"/>
    <w:rsid w:val="00F2569A"/>
    <w:rsid w:val="00F25FF7"/>
    <w:rsid w:val="00F27FC1"/>
    <w:rsid w:val="00F352F4"/>
    <w:rsid w:val="00F40D21"/>
    <w:rsid w:val="00F41BC1"/>
    <w:rsid w:val="00F4487B"/>
    <w:rsid w:val="00F54578"/>
    <w:rsid w:val="00F61611"/>
    <w:rsid w:val="00F63481"/>
    <w:rsid w:val="00F6733D"/>
    <w:rsid w:val="00F8232B"/>
    <w:rsid w:val="00FC0ADE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555</TotalTime>
  <Pages>5</Pages>
  <Words>636</Words>
  <Characters>3626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209</cp:revision>
  <cp:lastPrinted>2021-07-05T12:26:00Z</cp:lastPrinted>
  <dcterms:created xsi:type="dcterms:W3CDTF">2021-05-31T11:19:00Z</dcterms:created>
  <dcterms:modified xsi:type="dcterms:W3CDTF">2021-12-29T06:41:00Z</dcterms:modified>
</cp:coreProperties>
</file>