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1C" w:rsidRPr="00206D5E" w:rsidRDefault="00E3631C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3631C" w:rsidRDefault="00E3631C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3631C" w:rsidRDefault="00E3631C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3631C" w:rsidRPr="00D737C3" w:rsidRDefault="00E3631C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28.12.2021 №288</w:t>
      </w:r>
    </w:p>
    <w:p w:rsidR="00E3631C" w:rsidRPr="009B212B" w:rsidRDefault="00E3631C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3631C" w:rsidRPr="009B212B" w:rsidRDefault="00E3631C" w:rsidP="009B212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631C" w:rsidRDefault="00E3631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3631C" w:rsidRPr="00D737C3" w:rsidRDefault="00E3631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3631C" w:rsidRDefault="00E3631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3631C" w:rsidRPr="009B212B" w:rsidRDefault="00E3631C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E3631C" w:rsidRPr="009674C5" w:rsidRDefault="00E3631C" w:rsidP="009B212B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3631C" w:rsidRPr="006069E5">
        <w:tc>
          <w:tcPr>
            <w:tcW w:w="1162" w:type="dxa"/>
            <w:vMerge w:val="restart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3631C" w:rsidRPr="006069E5">
        <w:tc>
          <w:tcPr>
            <w:tcW w:w="1162" w:type="dxa"/>
            <w:vMerge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3631C" w:rsidRPr="006069E5" w:rsidRDefault="00E3631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3631C" w:rsidRPr="006069E5" w:rsidRDefault="00E3631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3631C" w:rsidRPr="006069E5" w:rsidRDefault="00E3631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3631C" w:rsidRPr="006069E5" w:rsidRDefault="00E3631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3631C" w:rsidRPr="0064236D" w:rsidRDefault="00E3631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3631C" w:rsidRPr="006069E5">
        <w:trPr>
          <w:tblHeader/>
        </w:trPr>
        <w:tc>
          <w:tcPr>
            <w:tcW w:w="1151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3631C" w:rsidRPr="006069E5" w:rsidRDefault="00E3631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3631C" w:rsidRPr="006069E5">
        <w:tc>
          <w:tcPr>
            <w:tcW w:w="1151" w:type="dxa"/>
          </w:tcPr>
          <w:p w:rsidR="00E3631C" w:rsidRPr="006069E5" w:rsidRDefault="00E3631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3631C" w:rsidRPr="006069E5" w:rsidRDefault="00E3631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3631C" w:rsidRDefault="00E3631C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777F7">
              <w:rPr>
                <w:rFonts w:ascii="Times New Roman" w:hAnsi="Times New Roman" w:cs="Times New Roman"/>
              </w:rPr>
              <w:t>Мероприятия по чествованию предпринимателей и</w:t>
            </w:r>
            <w:r w:rsidRPr="00C777F7">
              <w:rPr>
                <w:rFonts w:ascii="Times New Roman" w:hAnsi="Times New Roman" w:cs="Times New Roman"/>
                <w:color w:val="000000"/>
              </w:rPr>
              <w:t xml:space="preserve"> физических лиц, не являющихся индивидуальными </w:t>
            </w:r>
          </w:p>
          <w:p w:rsidR="00E3631C" w:rsidRDefault="00E3631C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E3631C" w:rsidRDefault="00E3631C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E3631C" w:rsidRDefault="00E3631C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E3631C" w:rsidRDefault="00E3631C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E3631C" w:rsidRPr="00C777F7" w:rsidRDefault="00E3631C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  <w:color w:val="000000"/>
              </w:rPr>
              <w:t xml:space="preserve">предпринимателями и применяющих специальный налоговый режим «налог на профессиональный доход» </w:t>
            </w:r>
            <w:r w:rsidRPr="00C777F7">
              <w:rPr>
                <w:rFonts w:ascii="Times New Roman" w:hAnsi="Times New Roman" w:cs="Times New Roman"/>
              </w:rPr>
              <w:t xml:space="preserve"> </w:t>
            </w:r>
          </w:p>
          <w:p w:rsidR="00E3631C" w:rsidRPr="00C777F7" w:rsidRDefault="00E3631C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E3631C" w:rsidRPr="006069E5" w:rsidRDefault="00E3631C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3631C" w:rsidRPr="006069E5" w:rsidRDefault="00E3631C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3631C" w:rsidRPr="00DD68EE" w:rsidRDefault="00E3631C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3631C" w:rsidRPr="006069E5" w:rsidRDefault="00E3631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E3631C" w:rsidRPr="006069E5" w:rsidRDefault="00E3631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E3631C" w:rsidRPr="006069E5" w:rsidRDefault="00E3631C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3631C" w:rsidRPr="006069E5" w:rsidRDefault="00E3631C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3631C" w:rsidRPr="006069E5" w:rsidRDefault="00E3631C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3631C" w:rsidRPr="006069E5" w:rsidRDefault="00E3631C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3631C" w:rsidRPr="006069E5">
        <w:tc>
          <w:tcPr>
            <w:tcW w:w="1151" w:type="dxa"/>
          </w:tcPr>
          <w:p w:rsidR="00E3631C" w:rsidRPr="006069E5" w:rsidRDefault="00E3631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3631C" w:rsidRDefault="00E3631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3631C" w:rsidRPr="007A5CB9" w:rsidRDefault="00E3631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приобретению памятных подарков</w:t>
            </w:r>
          </w:p>
        </w:tc>
        <w:tc>
          <w:tcPr>
            <w:tcW w:w="941" w:type="dxa"/>
            <w:vAlign w:val="center"/>
          </w:tcPr>
          <w:p w:rsidR="00E3631C" w:rsidRPr="006069E5" w:rsidRDefault="00E3631C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3631C" w:rsidRPr="006069E5" w:rsidRDefault="00E3631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3631C" w:rsidRPr="0024685E" w:rsidRDefault="00E3631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E3631C" w:rsidRPr="006069E5" w:rsidRDefault="00E3631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3631C" w:rsidRPr="006069E5" w:rsidRDefault="00E3631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3631C" w:rsidRPr="006069E5" w:rsidRDefault="00E3631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3631C" w:rsidRPr="006069E5" w:rsidRDefault="00E3631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3631C" w:rsidRPr="006069E5" w:rsidRDefault="00E3631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3631C" w:rsidRDefault="00E3631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31C" w:rsidRDefault="00E3631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31C" w:rsidRDefault="00E3631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31C" w:rsidRDefault="00E3631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E3631C" w:rsidRDefault="00E3631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3631C" w:rsidRPr="0064236D" w:rsidRDefault="00E3631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E3631C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31C" w:rsidRDefault="00E3631C" w:rsidP="007D6942">
      <w:r>
        <w:separator/>
      </w:r>
    </w:p>
  </w:endnote>
  <w:endnote w:type="continuationSeparator" w:id="0">
    <w:p w:rsidR="00E3631C" w:rsidRDefault="00E3631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31C" w:rsidRDefault="00E3631C" w:rsidP="007D6942">
      <w:r>
        <w:separator/>
      </w:r>
    </w:p>
  </w:footnote>
  <w:footnote w:type="continuationSeparator" w:id="0">
    <w:p w:rsidR="00E3631C" w:rsidRDefault="00E3631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1C" w:rsidRDefault="00E3631C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E3631C" w:rsidRPr="00A80EF1" w:rsidRDefault="00E3631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31BB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8F42B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4C71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80EF1"/>
    <w:rsid w:val="00A8193A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631C"/>
    <w:rsid w:val="00E3747F"/>
    <w:rsid w:val="00E57BE0"/>
    <w:rsid w:val="00E57E39"/>
    <w:rsid w:val="00E67030"/>
    <w:rsid w:val="00E73D5F"/>
    <w:rsid w:val="00E8140E"/>
    <w:rsid w:val="00ED3983"/>
    <w:rsid w:val="00EF07B1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E3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407</TotalTime>
  <Pages>2</Pages>
  <Words>244</Words>
  <Characters>1391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135</cp:revision>
  <cp:lastPrinted>2021-12-22T10:45:00Z</cp:lastPrinted>
  <dcterms:created xsi:type="dcterms:W3CDTF">2021-05-31T11:19:00Z</dcterms:created>
  <dcterms:modified xsi:type="dcterms:W3CDTF">2021-12-29T06:39:00Z</dcterms:modified>
</cp:coreProperties>
</file>