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0CE" w:rsidRPr="00206D5E" w:rsidRDefault="004460CE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4460CE" w:rsidRDefault="004460CE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4460CE" w:rsidRDefault="004460CE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460CE" w:rsidRPr="00D737C3" w:rsidRDefault="004460CE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28.12.2021 № 287</w:t>
      </w:r>
    </w:p>
    <w:p w:rsidR="004460CE" w:rsidRDefault="004460CE" w:rsidP="00B90E2F">
      <w:pPr>
        <w:jc w:val="center"/>
        <w:rPr>
          <w:b/>
          <w:bCs/>
        </w:rPr>
      </w:pPr>
    </w:p>
    <w:p w:rsidR="004460CE" w:rsidRDefault="004460CE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60CE" w:rsidRPr="00D737C3" w:rsidRDefault="004460CE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60CE" w:rsidRDefault="004460CE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460CE" w:rsidRPr="003500BD" w:rsidRDefault="004460CE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DC5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4460CE" w:rsidRPr="003500BD" w:rsidRDefault="004460CE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460CE" w:rsidRPr="006069E5">
        <w:tc>
          <w:tcPr>
            <w:tcW w:w="1162" w:type="dxa"/>
            <w:vMerge w:val="restart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460CE" w:rsidRPr="006069E5">
        <w:tc>
          <w:tcPr>
            <w:tcW w:w="1162" w:type="dxa"/>
            <w:vMerge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460CE" w:rsidRPr="006069E5" w:rsidRDefault="004460C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460CE" w:rsidRPr="006069E5" w:rsidRDefault="004460C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460CE" w:rsidRPr="006069E5" w:rsidRDefault="004460C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460CE" w:rsidRPr="006069E5" w:rsidRDefault="004460C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460CE" w:rsidRPr="0064236D" w:rsidRDefault="004460CE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460CE" w:rsidRPr="006069E5">
        <w:trPr>
          <w:tblHeader/>
        </w:trPr>
        <w:tc>
          <w:tcPr>
            <w:tcW w:w="1151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460CE" w:rsidRPr="006069E5" w:rsidRDefault="004460C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460CE" w:rsidRPr="006069E5">
        <w:tc>
          <w:tcPr>
            <w:tcW w:w="1151" w:type="dxa"/>
          </w:tcPr>
          <w:p w:rsidR="004460CE" w:rsidRPr="006069E5" w:rsidRDefault="004460C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4460CE" w:rsidRPr="006069E5" w:rsidRDefault="004460C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460CE" w:rsidRPr="006069E5" w:rsidRDefault="004460CE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4460CE" w:rsidRPr="006069E5" w:rsidRDefault="004460CE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460CE" w:rsidRPr="00DD68EE" w:rsidRDefault="004460CE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460CE" w:rsidRPr="006069E5" w:rsidRDefault="004460C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4460CE" w:rsidRPr="006069E5" w:rsidRDefault="004460C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4460CE" w:rsidRPr="006069E5" w:rsidRDefault="004460CE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080" w:type="dxa"/>
          </w:tcPr>
          <w:p w:rsidR="004460CE" w:rsidRPr="006069E5" w:rsidRDefault="004460CE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080" w:type="dxa"/>
          </w:tcPr>
          <w:p w:rsidR="004460CE" w:rsidRPr="006069E5" w:rsidRDefault="004460CE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134" w:type="dxa"/>
          </w:tcPr>
          <w:p w:rsidR="004460CE" w:rsidRPr="006069E5" w:rsidRDefault="004460CE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</w:tr>
      <w:tr w:rsidR="004460CE" w:rsidRPr="006069E5">
        <w:tc>
          <w:tcPr>
            <w:tcW w:w="1151" w:type="dxa"/>
          </w:tcPr>
          <w:p w:rsidR="004460CE" w:rsidRPr="006069E5" w:rsidRDefault="004460C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460CE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460CE" w:rsidRDefault="004460CE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4460CE" w:rsidRDefault="004460CE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4460CE" w:rsidRDefault="004460CE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4460CE" w:rsidRDefault="004460CE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60CE" w:rsidRPr="007A5CB9" w:rsidRDefault="004460CE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4460CE" w:rsidRPr="006069E5" w:rsidRDefault="004460CE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460CE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4460CE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60CE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60CE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60CE" w:rsidRPr="006069E5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4460CE" w:rsidRPr="0024685E" w:rsidRDefault="004460C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4460CE" w:rsidRPr="006069E5" w:rsidRDefault="004460C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460CE" w:rsidRPr="006069E5" w:rsidRDefault="004460C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460CE" w:rsidRPr="006069E5" w:rsidRDefault="004460C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460CE" w:rsidRPr="006069E5" w:rsidRDefault="004460C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460CE" w:rsidRPr="006069E5" w:rsidRDefault="004460C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460CE" w:rsidRDefault="004460CE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0CE" w:rsidRDefault="004460CE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0CE" w:rsidRDefault="004460CE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0CE" w:rsidRDefault="004460C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460CE" w:rsidRDefault="004460C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460CE" w:rsidRPr="0064236D" w:rsidRDefault="004460CE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4460CE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0CE" w:rsidRDefault="004460CE" w:rsidP="007D6942">
      <w:r>
        <w:separator/>
      </w:r>
    </w:p>
  </w:endnote>
  <w:endnote w:type="continuationSeparator" w:id="0">
    <w:p w:rsidR="004460CE" w:rsidRDefault="004460CE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0CE" w:rsidRDefault="004460CE" w:rsidP="007D6942">
      <w:r>
        <w:separator/>
      </w:r>
    </w:p>
  </w:footnote>
  <w:footnote w:type="continuationSeparator" w:id="0">
    <w:p w:rsidR="004460CE" w:rsidRDefault="004460CE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CE" w:rsidRDefault="004460CE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4460CE" w:rsidRPr="00A80EF1" w:rsidRDefault="004460CE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47DD0"/>
    <w:rsid w:val="00B75B97"/>
    <w:rsid w:val="00B80DD0"/>
    <w:rsid w:val="00B80FE0"/>
    <w:rsid w:val="00B90E2F"/>
    <w:rsid w:val="00B975E4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399</TotalTime>
  <Pages>2</Pages>
  <Words>215</Words>
  <Characters>1227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133</cp:revision>
  <cp:lastPrinted>2021-12-22T10:45:00Z</cp:lastPrinted>
  <dcterms:created xsi:type="dcterms:W3CDTF">2021-05-31T11:19:00Z</dcterms:created>
  <dcterms:modified xsi:type="dcterms:W3CDTF">2021-12-29T06:38:00Z</dcterms:modified>
</cp:coreProperties>
</file>