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EC" w:rsidRDefault="003821EC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821EC" w:rsidRDefault="003821EC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821EC" w:rsidRDefault="003821EC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821EC" w:rsidRDefault="003821EC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№286</w:t>
      </w:r>
    </w:p>
    <w:p w:rsidR="003821EC" w:rsidRPr="00B9521B" w:rsidRDefault="003821EC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21EC" w:rsidRPr="00D737C3" w:rsidRDefault="003821E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821EC" w:rsidRDefault="003821E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821EC" w:rsidRPr="00B9521B" w:rsidRDefault="003821EC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B9521B">
        <w:rPr>
          <w:b/>
          <w:bCs/>
        </w:rPr>
        <w:t xml:space="preserve"> 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 на 2022 год</w:t>
      </w:r>
    </w:p>
    <w:p w:rsidR="003821EC" w:rsidRDefault="003821EC" w:rsidP="00B9521B">
      <w:pPr>
        <w:jc w:val="center"/>
        <w:rPr>
          <w:b/>
          <w:bCs/>
        </w:rPr>
      </w:pPr>
    </w:p>
    <w:p w:rsidR="003821EC" w:rsidRPr="003500BD" w:rsidRDefault="003821EC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821EC" w:rsidRPr="006069E5">
        <w:tc>
          <w:tcPr>
            <w:tcW w:w="1162" w:type="dxa"/>
            <w:vMerge w:val="restart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821EC" w:rsidRPr="006069E5">
        <w:tc>
          <w:tcPr>
            <w:tcW w:w="1162" w:type="dxa"/>
            <w:vMerge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821EC" w:rsidRPr="006069E5" w:rsidRDefault="003821E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821EC" w:rsidRPr="006069E5" w:rsidRDefault="003821E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821EC" w:rsidRPr="006069E5" w:rsidRDefault="003821E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821EC" w:rsidRPr="006069E5" w:rsidRDefault="003821E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821EC" w:rsidRPr="0064236D" w:rsidRDefault="003821E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821EC" w:rsidRPr="006069E5">
        <w:trPr>
          <w:tblHeader/>
        </w:trPr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821EC" w:rsidRPr="006069E5" w:rsidRDefault="003821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821EC" w:rsidRPr="006069E5"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3821EC" w:rsidRDefault="003821EC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B9521B">
              <w:rPr>
                <w:rFonts w:ascii="Times New Roman" w:hAnsi="Times New Roman" w:cs="Times New Roman"/>
              </w:rPr>
              <w:t>а «Совершенствование деятельности МБУ «ФОСК «Виктория» по предоставлению муниципальных услуг»</w:t>
            </w:r>
          </w:p>
          <w:p w:rsidR="003821EC" w:rsidRPr="00B9521B" w:rsidRDefault="003821EC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21EC" w:rsidRPr="006069E5"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821EC" w:rsidRPr="006069E5" w:rsidRDefault="003821EC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3821EC" w:rsidRPr="006069E5" w:rsidRDefault="003821EC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821EC" w:rsidRDefault="003821EC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</w:t>
            </w:r>
          </w:p>
          <w:p w:rsidR="003821EC" w:rsidRDefault="003821EC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821EC" w:rsidRDefault="003821EC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821EC" w:rsidRPr="00B9521B" w:rsidRDefault="003821EC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  <w:p w:rsidR="003821EC" w:rsidRPr="00DD68EE" w:rsidRDefault="003821EC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992 1102 7110100330 611</w:t>
            </w:r>
          </w:p>
        </w:tc>
        <w:tc>
          <w:tcPr>
            <w:tcW w:w="1260" w:type="dxa"/>
          </w:tcPr>
          <w:p w:rsidR="003821EC" w:rsidRPr="006069E5" w:rsidRDefault="003821EC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1095,4</w:t>
            </w:r>
          </w:p>
        </w:tc>
        <w:tc>
          <w:tcPr>
            <w:tcW w:w="1080" w:type="dxa"/>
          </w:tcPr>
          <w:p w:rsidR="003821EC" w:rsidRPr="006069E5" w:rsidRDefault="003821EC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080" w:type="dxa"/>
          </w:tcPr>
          <w:p w:rsidR="003821EC" w:rsidRPr="006069E5" w:rsidRDefault="003821EC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1307,3</w:t>
            </w:r>
          </w:p>
        </w:tc>
        <w:tc>
          <w:tcPr>
            <w:tcW w:w="1134" w:type="dxa"/>
          </w:tcPr>
          <w:p w:rsidR="003821EC" w:rsidRPr="006069E5" w:rsidRDefault="003821EC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1584,5</w:t>
            </w:r>
          </w:p>
        </w:tc>
      </w:tr>
      <w:tr w:rsidR="003821EC" w:rsidRPr="006069E5"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821EC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821EC" w:rsidRPr="00580DF5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3821EC" w:rsidRPr="007A5CB9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821EC" w:rsidRPr="006069E5" w:rsidRDefault="003821EC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821EC" w:rsidRPr="006069E5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821EC" w:rsidRPr="0024685E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821EC" w:rsidRPr="006069E5"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821EC" w:rsidRPr="006069E5" w:rsidRDefault="003821E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821EC" w:rsidRPr="006069E5" w:rsidRDefault="003821EC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821EC" w:rsidRPr="00B975E4" w:rsidRDefault="003821E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821EC" w:rsidRDefault="003821E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21EC" w:rsidRPr="00D87360"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3821EC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7360">
              <w:rPr>
                <w:rFonts w:ascii="Times New Roman" w:hAnsi="Times New Roman" w:cs="Times New Roman"/>
              </w:rPr>
              <w:t>Подпрограмма «Развитие массового спорта в Старотитаровском сельском поселении Темрюкского района»</w:t>
            </w:r>
          </w:p>
          <w:p w:rsidR="003821EC" w:rsidRPr="00D87360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21EC" w:rsidRPr="006069E5"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3821EC" w:rsidRPr="006069E5" w:rsidRDefault="003821EC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821EC" w:rsidRPr="00BA2BC5" w:rsidRDefault="003821EC" w:rsidP="00BA2BC5">
            <w:pPr>
              <w:ind w:firstLine="0"/>
              <w:rPr>
                <w:rFonts w:ascii="Times New Roman" w:hAnsi="Times New Roman" w:cs="Times New Roman"/>
              </w:rPr>
            </w:pPr>
            <w:r w:rsidRPr="00BA2BC5">
              <w:rPr>
                <w:rFonts w:ascii="Times New Roman" w:hAnsi="Times New Roman" w:cs="Times New Roman"/>
              </w:rPr>
              <w:t>проведение спортивно массовых мероприятий</w:t>
            </w:r>
          </w:p>
          <w:p w:rsidR="003821EC" w:rsidRPr="006069E5" w:rsidRDefault="003821E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821EC" w:rsidRPr="006069E5" w:rsidRDefault="003821EC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821EC" w:rsidRPr="00B9521B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3821EC" w:rsidRPr="00DD68EE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821EC" w:rsidRPr="006069E5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3821EC" w:rsidRPr="006069E5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992 1102 7120100380 611</w:t>
            </w:r>
          </w:p>
        </w:tc>
        <w:tc>
          <w:tcPr>
            <w:tcW w:w="1260" w:type="dxa"/>
          </w:tcPr>
          <w:p w:rsidR="003821EC" w:rsidRPr="006069E5" w:rsidRDefault="003821EC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3821EC" w:rsidRPr="006069E5" w:rsidRDefault="003821EC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3821EC" w:rsidRPr="006069E5" w:rsidRDefault="003821EC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3821EC" w:rsidRPr="006069E5" w:rsidRDefault="003821EC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821EC" w:rsidRPr="006069E5"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821EC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821EC" w:rsidRPr="00580DF5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3821EC" w:rsidRPr="007A5CB9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821EC" w:rsidRPr="006069E5" w:rsidRDefault="003821EC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821EC" w:rsidRPr="006069E5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821EC" w:rsidRPr="0024685E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821EC" w:rsidRPr="006069E5"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821EC" w:rsidRPr="006069E5" w:rsidRDefault="003821E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821EC" w:rsidRPr="006069E5" w:rsidRDefault="003821EC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821EC" w:rsidRPr="00B975E4" w:rsidRDefault="003821E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821EC" w:rsidRDefault="003821E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21EC" w:rsidRPr="006069E5"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3821EC" w:rsidRPr="00240A6A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40A6A">
              <w:rPr>
                <w:rFonts w:ascii="Times New Roman" w:hAnsi="Times New Roman" w:cs="Times New Roman"/>
              </w:rPr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 </w:t>
            </w:r>
          </w:p>
        </w:tc>
      </w:tr>
      <w:tr w:rsidR="003821EC" w:rsidRPr="006069E5"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3821EC" w:rsidRPr="006069E5" w:rsidRDefault="003821EC" w:rsidP="004D645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821EC" w:rsidRPr="006069E5" w:rsidRDefault="003821EC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разработка проектно-сметной документации для реконструкции Стадиона (зем. участок</w:t>
            </w:r>
          </w:p>
        </w:tc>
        <w:tc>
          <w:tcPr>
            <w:tcW w:w="941" w:type="dxa"/>
            <w:vAlign w:val="center"/>
          </w:tcPr>
          <w:p w:rsidR="003821EC" w:rsidRPr="006069E5" w:rsidRDefault="003821EC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821EC" w:rsidRPr="00B9521B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3821EC" w:rsidRPr="00DD68EE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821EC" w:rsidRPr="006069E5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3821EC" w:rsidRPr="006069E5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992 1102 7130100390 611</w:t>
            </w:r>
          </w:p>
        </w:tc>
        <w:tc>
          <w:tcPr>
            <w:tcW w:w="1260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821EC" w:rsidRPr="006069E5" w:rsidRDefault="003821E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3821EC" w:rsidRPr="006069E5">
        <w:tc>
          <w:tcPr>
            <w:tcW w:w="1151" w:type="dxa"/>
          </w:tcPr>
          <w:p w:rsidR="003821EC" w:rsidRPr="006069E5" w:rsidRDefault="003821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821EC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821EC" w:rsidRPr="00580DF5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3821EC" w:rsidRPr="007A5CB9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821EC" w:rsidRPr="006069E5" w:rsidRDefault="003821EC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821EC" w:rsidRPr="006069E5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821EC" w:rsidRPr="0024685E" w:rsidRDefault="003821EC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821EC" w:rsidRPr="006069E5" w:rsidRDefault="003821EC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821EC" w:rsidRDefault="003821E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21EC" w:rsidRDefault="003821E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21EC" w:rsidRDefault="003821E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21EC" w:rsidRDefault="003821E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821EC" w:rsidRDefault="003821E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821EC" w:rsidRPr="0064236D" w:rsidRDefault="003821E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3821EC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1EC" w:rsidRDefault="003821EC" w:rsidP="007D6942">
      <w:r>
        <w:separator/>
      </w:r>
    </w:p>
  </w:endnote>
  <w:endnote w:type="continuationSeparator" w:id="0">
    <w:p w:rsidR="003821EC" w:rsidRDefault="003821EC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1EC" w:rsidRDefault="003821EC" w:rsidP="007D6942">
      <w:r>
        <w:separator/>
      </w:r>
    </w:p>
  </w:footnote>
  <w:footnote w:type="continuationSeparator" w:id="0">
    <w:p w:rsidR="003821EC" w:rsidRDefault="003821EC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1EC" w:rsidRDefault="003821EC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3821EC" w:rsidRPr="00A80EF1" w:rsidRDefault="003821E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51D95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6D5E"/>
    <w:rsid w:val="00212251"/>
    <w:rsid w:val="002246DC"/>
    <w:rsid w:val="00240A6A"/>
    <w:rsid w:val="00240DF8"/>
    <w:rsid w:val="00241A34"/>
    <w:rsid w:val="00244277"/>
    <w:rsid w:val="0024685E"/>
    <w:rsid w:val="00250BFB"/>
    <w:rsid w:val="00285170"/>
    <w:rsid w:val="00287CA6"/>
    <w:rsid w:val="00287F42"/>
    <w:rsid w:val="00294148"/>
    <w:rsid w:val="0029793F"/>
    <w:rsid w:val="002A054F"/>
    <w:rsid w:val="002B2635"/>
    <w:rsid w:val="002C78C8"/>
    <w:rsid w:val="002D6B95"/>
    <w:rsid w:val="00302555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821EC"/>
    <w:rsid w:val="00385E56"/>
    <w:rsid w:val="00393B47"/>
    <w:rsid w:val="003A1A1D"/>
    <w:rsid w:val="003C7B36"/>
    <w:rsid w:val="003D106F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366A2"/>
    <w:rsid w:val="0054691E"/>
    <w:rsid w:val="00546AAB"/>
    <w:rsid w:val="00555C25"/>
    <w:rsid w:val="00564935"/>
    <w:rsid w:val="00580DF5"/>
    <w:rsid w:val="00584CF8"/>
    <w:rsid w:val="005A36C7"/>
    <w:rsid w:val="005B0797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B1054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247D"/>
    <w:rsid w:val="0082162F"/>
    <w:rsid w:val="00833765"/>
    <w:rsid w:val="00851081"/>
    <w:rsid w:val="00856713"/>
    <w:rsid w:val="00867F65"/>
    <w:rsid w:val="00874FC3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E6FA9"/>
    <w:rsid w:val="00905C09"/>
    <w:rsid w:val="0091231C"/>
    <w:rsid w:val="00916317"/>
    <w:rsid w:val="009178F6"/>
    <w:rsid w:val="00930E70"/>
    <w:rsid w:val="00943806"/>
    <w:rsid w:val="00954C8E"/>
    <w:rsid w:val="00960535"/>
    <w:rsid w:val="0096355C"/>
    <w:rsid w:val="00963883"/>
    <w:rsid w:val="00963AA6"/>
    <w:rsid w:val="00967F4E"/>
    <w:rsid w:val="0098228E"/>
    <w:rsid w:val="0099006E"/>
    <w:rsid w:val="009916E6"/>
    <w:rsid w:val="009A7CC2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A6D12"/>
    <w:rsid w:val="00AC03D6"/>
    <w:rsid w:val="00AC272C"/>
    <w:rsid w:val="00AC4B7D"/>
    <w:rsid w:val="00AD1F69"/>
    <w:rsid w:val="00AD3966"/>
    <w:rsid w:val="00AE1814"/>
    <w:rsid w:val="00AF3ADF"/>
    <w:rsid w:val="00B05BE6"/>
    <w:rsid w:val="00B05C63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D3F21"/>
    <w:rsid w:val="00BE5B19"/>
    <w:rsid w:val="00BF6D41"/>
    <w:rsid w:val="00C26FF2"/>
    <w:rsid w:val="00C27A6B"/>
    <w:rsid w:val="00C33EA9"/>
    <w:rsid w:val="00C35E09"/>
    <w:rsid w:val="00C400CB"/>
    <w:rsid w:val="00C71732"/>
    <w:rsid w:val="00C74FCF"/>
    <w:rsid w:val="00C7608E"/>
    <w:rsid w:val="00C95192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602FD"/>
    <w:rsid w:val="00D70BE1"/>
    <w:rsid w:val="00D737C3"/>
    <w:rsid w:val="00D7385B"/>
    <w:rsid w:val="00D87360"/>
    <w:rsid w:val="00D93DD1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57BE0"/>
    <w:rsid w:val="00E57E39"/>
    <w:rsid w:val="00E67030"/>
    <w:rsid w:val="00E73D5F"/>
    <w:rsid w:val="00E8140E"/>
    <w:rsid w:val="00ED3983"/>
    <w:rsid w:val="00EF1BAD"/>
    <w:rsid w:val="00EF3939"/>
    <w:rsid w:val="00F10576"/>
    <w:rsid w:val="00F14138"/>
    <w:rsid w:val="00F14534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422</TotalTime>
  <Pages>4</Pages>
  <Words>483</Words>
  <Characters>2758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149</cp:revision>
  <cp:lastPrinted>2021-07-05T12:26:00Z</cp:lastPrinted>
  <dcterms:created xsi:type="dcterms:W3CDTF">2021-05-31T11:19:00Z</dcterms:created>
  <dcterms:modified xsi:type="dcterms:W3CDTF">2021-12-29T06:36:00Z</dcterms:modified>
</cp:coreProperties>
</file>