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65" w:rsidRDefault="00F82665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82665" w:rsidRDefault="00F82665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F82665" w:rsidRDefault="00F82665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F82665" w:rsidRDefault="00F82665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№284</w:t>
      </w:r>
    </w:p>
    <w:p w:rsidR="00F82665" w:rsidRPr="00A0260D" w:rsidRDefault="00F82665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2665" w:rsidRDefault="00F8266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82665" w:rsidRPr="00D737C3" w:rsidRDefault="00F8266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82665" w:rsidRDefault="00F8266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F82665" w:rsidRPr="00A0260D" w:rsidRDefault="00F82665" w:rsidP="00A0260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  в Старотитаровском сельском поселении Темрюкского района» на 2022 год</w:t>
      </w:r>
    </w:p>
    <w:p w:rsidR="00F82665" w:rsidRDefault="00F82665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F82665" w:rsidRPr="006069E5">
        <w:tc>
          <w:tcPr>
            <w:tcW w:w="1162" w:type="dxa"/>
            <w:vMerge w:val="restart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F82665" w:rsidRPr="006069E5">
        <w:tc>
          <w:tcPr>
            <w:tcW w:w="1162" w:type="dxa"/>
            <w:vMerge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2665" w:rsidRPr="006069E5" w:rsidRDefault="00F8266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F82665" w:rsidRPr="006069E5" w:rsidRDefault="00F8266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F82665" w:rsidRPr="006069E5" w:rsidRDefault="00F8266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F82665" w:rsidRPr="006069E5" w:rsidRDefault="00F8266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F82665" w:rsidRPr="0064236D" w:rsidRDefault="00F8266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F82665" w:rsidRPr="006069E5">
        <w:trPr>
          <w:tblHeader/>
        </w:trPr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82665" w:rsidRPr="006069E5" w:rsidRDefault="00F8266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F82665" w:rsidRPr="00383247" w:rsidRDefault="00F82665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BA2">
              <w:rPr>
                <w:rFonts w:ascii="Times New Roman" w:hAnsi="Times New Roman" w:cs="Times New Roman"/>
              </w:rPr>
              <w:t xml:space="preserve">Подпрограмма </w:t>
            </w:r>
            <w:r w:rsidRPr="00383247">
              <w:rPr>
                <w:rFonts w:ascii="Times New Roman" w:hAnsi="Times New Roman" w:cs="Times New Roman"/>
              </w:rPr>
              <w:t xml:space="preserve"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 </w:t>
            </w:r>
          </w:p>
          <w:p w:rsidR="00F82665" w:rsidRPr="00930D5F" w:rsidRDefault="00F82665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82665" w:rsidRPr="002D1A4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D1A45">
              <w:rPr>
                <w:rFonts w:ascii="Times New Roman" w:hAnsi="Times New Roman" w:cs="Times New Roman"/>
              </w:rPr>
              <w:t>разработка ПСД на установку видеонаблюдения: объект - Сквер  по ул. Ленина</w:t>
            </w:r>
          </w:p>
          <w:p w:rsidR="00F82665" w:rsidRPr="007A5CB9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82665" w:rsidRPr="006069E5" w:rsidRDefault="00F82665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930D5F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F82665" w:rsidRPr="008B5654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992 0310 5710110080 244</w:t>
            </w:r>
          </w:p>
        </w:tc>
        <w:tc>
          <w:tcPr>
            <w:tcW w:w="126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82665" w:rsidRPr="007A5CB9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социального объекта – Сквер по ул. Ленина системой видеонаблюдения</w:t>
            </w:r>
          </w:p>
        </w:tc>
        <w:tc>
          <w:tcPr>
            <w:tcW w:w="941" w:type="dxa"/>
            <w:vAlign w:val="center"/>
          </w:tcPr>
          <w:p w:rsidR="00F82665" w:rsidRPr="006069E5" w:rsidRDefault="00F82665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82665" w:rsidRPr="0024685E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82665" w:rsidRPr="007A5CB9" w:rsidRDefault="00F8266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82665" w:rsidRPr="006069E5" w:rsidRDefault="00F8266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82665" w:rsidRPr="006069E5" w:rsidRDefault="00F8266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82665" w:rsidRPr="0024685E" w:rsidRDefault="00F8266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F82665" w:rsidRDefault="00F82665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«Обеспечение первичных мер пожарной безопасности в Старотитаровском сельском поселении Темрюкского района»</w:t>
            </w:r>
          </w:p>
          <w:p w:rsidR="00F82665" w:rsidRPr="001E2BA2" w:rsidRDefault="00F82665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69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16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82665" w:rsidRDefault="00F82665" w:rsidP="007E1EF9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82665" w:rsidRPr="006069E5" w:rsidRDefault="00F82665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930D5F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F82665" w:rsidRPr="008B5654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F82665" w:rsidRPr="006069E5" w:rsidRDefault="00F82665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34" w:type="dxa"/>
          </w:tcPr>
          <w:p w:rsidR="00F82665" w:rsidRPr="006069E5" w:rsidRDefault="00F82665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первичными средствами пожаротушения  и средствами защиты</w:t>
            </w:r>
            <w:r w:rsidRPr="00121AED">
              <w:t xml:space="preserve"> </w:t>
            </w:r>
            <w:r w:rsidRPr="00C57F83">
              <w:rPr>
                <w:rFonts w:ascii="Times New Roman" w:hAnsi="Times New Roman" w:cs="Times New Roman"/>
              </w:rPr>
              <w:t>добровольной пожарной охраны</w:t>
            </w:r>
          </w:p>
          <w:p w:rsidR="00F82665" w:rsidRPr="007A5CB9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82665" w:rsidRPr="006069E5" w:rsidRDefault="00F82665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82665" w:rsidRPr="0024685E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16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941" w:type="dxa"/>
            <w:vAlign w:val="center"/>
          </w:tcPr>
          <w:p w:rsidR="00F82665" w:rsidRPr="006069E5" w:rsidRDefault="00F82665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930D5F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F82665" w:rsidRPr="008B5654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информационной и агитационной работы</w:t>
            </w:r>
          </w:p>
          <w:p w:rsidR="00F82665" w:rsidRPr="007A5CB9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82665" w:rsidRPr="006069E5" w:rsidRDefault="00F82665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82665" w:rsidRPr="0024685E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16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</w:rPr>
              <w:t>пер</w:t>
            </w:r>
            <w:r w:rsidRPr="00F41BC1">
              <w:rPr>
                <w:rFonts w:ascii="Times New Roman" w:hAnsi="Times New Roman" w:cs="Times New Roman"/>
              </w:rPr>
              <w:t>. Ильича</w:t>
            </w:r>
            <w:r>
              <w:rPr>
                <w:rFonts w:ascii="Times New Roman" w:hAnsi="Times New Roman" w:cs="Times New Roman"/>
              </w:rPr>
              <w:t>,</w:t>
            </w:r>
            <w:r w:rsidRPr="00F41BC1">
              <w:rPr>
                <w:rFonts w:ascii="Times New Roman" w:hAnsi="Times New Roman" w:cs="Times New Roman"/>
              </w:rPr>
              <w:t xml:space="preserve"> ул. Железнодорожная</w:t>
            </w:r>
          </w:p>
        </w:tc>
        <w:tc>
          <w:tcPr>
            <w:tcW w:w="941" w:type="dxa"/>
            <w:vAlign w:val="center"/>
          </w:tcPr>
          <w:p w:rsidR="00F82665" w:rsidRPr="006069E5" w:rsidRDefault="00F82665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930D5F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F82665" w:rsidRPr="008B5654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8266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82665" w:rsidRPr="007A5CB9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оснащению пер</w:t>
            </w:r>
            <w:r w:rsidRPr="00F41BC1">
              <w:rPr>
                <w:rFonts w:ascii="Times New Roman" w:hAnsi="Times New Roman" w:cs="Times New Roman"/>
              </w:rPr>
              <w:t>. Ильича</w:t>
            </w:r>
            <w:r>
              <w:rPr>
                <w:rFonts w:ascii="Times New Roman" w:hAnsi="Times New Roman" w:cs="Times New Roman"/>
              </w:rPr>
              <w:t>,</w:t>
            </w:r>
            <w:r w:rsidRPr="00F41BC1">
              <w:rPr>
                <w:rFonts w:ascii="Times New Roman" w:hAnsi="Times New Roman" w:cs="Times New Roman"/>
              </w:rPr>
              <w:t xml:space="preserve"> ул. Железнодорожная</w:t>
            </w:r>
            <w:r>
              <w:rPr>
                <w:rFonts w:ascii="Times New Roman" w:hAnsi="Times New Roman" w:cs="Times New Roman"/>
              </w:rPr>
              <w:t xml:space="preserve"> пожарными гидрантами</w:t>
            </w:r>
          </w:p>
        </w:tc>
        <w:tc>
          <w:tcPr>
            <w:tcW w:w="941" w:type="dxa"/>
            <w:vAlign w:val="center"/>
          </w:tcPr>
          <w:p w:rsidR="00F82665" w:rsidRPr="006069E5" w:rsidRDefault="00F82665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6069E5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82665" w:rsidRPr="0024685E" w:rsidRDefault="00F82665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82665" w:rsidRPr="006069E5" w:rsidRDefault="00F8266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82665" w:rsidRPr="007A5CB9" w:rsidRDefault="00F8266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82665" w:rsidRPr="006069E5" w:rsidRDefault="00F8266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82665" w:rsidRPr="006069E5" w:rsidRDefault="00F8266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82665" w:rsidRPr="0024685E" w:rsidRDefault="00F8266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F8266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F82665" w:rsidRPr="008E131A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F82665" w:rsidRPr="006069E5" w:rsidRDefault="00F82665" w:rsidP="008E13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82665" w:rsidRPr="008E131A" w:rsidRDefault="00F8266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расходы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F82665" w:rsidRPr="006069E5" w:rsidRDefault="00F82665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930D5F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F82665" w:rsidRPr="008B5654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82665" w:rsidRPr="006069E5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82665" w:rsidRPr="006069E5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080" w:type="dxa"/>
          </w:tcPr>
          <w:p w:rsidR="00F82665" w:rsidRPr="006069E5" w:rsidRDefault="00F82665" w:rsidP="00F609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82665" w:rsidRDefault="00F82665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82665" w:rsidRPr="007A5CB9" w:rsidRDefault="00F82665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стимулированию народных дружинников</w:t>
            </w:r>
            <w:r w:rsidRPr="008E131A">
              <w:rPr>
                <w:rFonts w:ascii="Times New Roman" w:hAnsi="Times New Roman" w:cs="Times New Roman"/>
              </w:rPr>
              <w:t xml:space="preserve">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F82665" w:rsidRPr="006069E5" w:rsidRDefault="00F82665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6069E5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82665" w:rsidRPr="0024685E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16" w:type="dxa"/>
          </w:tcPr>
          <w:p w:rsidR="00F82665" w:rsidRPr="006069E5" w:rsidRDefault="00F82665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82665" w:rsidRDefault="00F82665" w:rsidP="00C15BA4">
            <w:pPr>
              <w:pStyle w:val="a0"/>
              <w:rPr>
                <w:rFonts w:ascii="Times New Roman" w:hAnsi="Times New Roman" w:cs="Times New Roman"/>
              </w:rPr>
            </w:pPr>
            <w:r w:rsidRPr="000A3268">
              <w:rPr>
                <w:rFonts w:ascii="Times New Roman" w:hAnsi="Times New Roman" w:cs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F82665" w:rsidRPr="007A5CB9" w:rsidRDefault="00F8266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82665" w:rsidRPr="006069E5" w:rsidRDefault="00F82665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930D5F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F82665" w:rsidRPr="008B5654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82665" w:rsidRPr="006069E5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82665" w:rsidRPr="006069E5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82665" w:rsidRPr="006069E5" w:rsidRDefault="00F826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2665" w:rsidRPr="006069E5">
        <w:tc>
          <w:tcPr>
            <w:tcW w:w="1151" w:type="dxa"/>
          </w:tcPr>
          <w:p w:rsidR="00F82665" w:rsidRPr="006069E5" w:rsidRDefault="00F8266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82665" w:rsidRDefault="00F82665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82665" w:rsidRPr="007A5CB9" w:rsidRDefault="00F82665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 предупреждению конфликтов на</w:t>
            </w:r>
            <w:r w:rsidRPr="000A3268">
              <w:rPr>
                <w:rFonts w:ascii="Times New Roman" w:hAnsi="Times New Roman" w:cs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941" w:type="dxa"/>
            <w:vAlign w:val="center"/>
          </w:tcPr>
          <w:p w:rsidR="00F82665" w:rsidRPr="006069E5" w:rsidRDefault="00F82665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82665" w:rsidRPr="006069E5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82665" w:rsidRPr="0024685E" w:rsidRDefault="00F82665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82665" w:rsidRPr="006069E5" w:rsidRDefault="00F82665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F82665" w:rsidRDefault="00F8266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2665" w:rsidRDefault="00F8266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2665" w:rsidRDefault="00F8266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2665" w:rsidRDefault="00F8266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82665" w:rsidRDefault="00F8266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F82665" w:rsidRPr="0064236D" w:rsidRDefault="00F8266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F8266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665" w:rsidRDefault="00F82665" w:rsidP="007D6942">
      <w:r>
        <w:separator/>
      </w:r>
    </w:p>
  </w:endnote>
  <w:endnote w:type="continuationSeparator" w:id="0">
    <w:p w:rsidR="00F82665" w:rsidRDefault="00F8266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665" w:rsidRDefault="00F82665" w:rsidP="007D6942">
      <w:r>
        <w:separator/>
      </w:r>
    </w:p>
  </w:footnote>
  <w:footnote w:type="continuationSeparator" w:id="0">
    <w:p w:rsidR="00F82665" w:rsidRDefault="00F8266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665" w:rsidRDefault="00F8266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F82665" w:rsidRPr="00A80EF1" w:rsidRDefault="00F8266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5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5E83"/>
    <w:rsid w:val="000471A7"/>
    <w:rsid w:val="0005160B"/>
    <w:rsid w:val="000677DD"/>
    <w:rsid w:val="00076146"/>
    <w:rsid w:val="00092349"/>
    <w:rsid w:val="000A1CD9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2BA2"/>
    <w:rsid w:val="001E7088"/>
    <w:rsid w:val="001F2603"/>
    <w:rsid w:val="001F6E6B"/>
    <w:rsid w:val="00206D5E"/>
    <w:rsid w:val="00212251"/>
    <w:rsid w:val="00223BE5"/>
    <w:rsid w:val="002246DC"/>
    <w:rsid w:val="0023172A"/>
    <w:rsid w:val="00237032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B3C0E"/>
    <w:rsid w:val="002D1A45"/>
    <w:rsid w:val="00302555"/>
    <w:rsid w:val="00322B49"/>
    <w:rsid w:val="0032383C"/>
    <w:rsid w:val="00331CAC"/>
    <w:rsid w:val="00336F1A"/>
    <w:rsid w:val="003432B5"/>
    <w:rsid w:val="003454FC"/>
    <w:rsid w:val="00352444"/>
    <w:rsid w:val="00364D1A"/>
    <w:rsid w:val="003751AA"/>
    <w:rsid w:val="00383247"/>
    <w:rsid w:val="00385E56"/>
    <w:rsid w:val="00393B47"/>
    <w:rsid w:val="003A1A1D"/>
    <w:rsid w:val="003A3BD7"/>
    <w:rsid w:val="003C7B36"/>
    <w:rsid w:val="003D747F"/>
    <w:rsid w:val="003F1BDD"/>
    <w:rsid w:val="003F2D98"/>
    <w:rsid w:val="004227BB"/>
    <w:rsid w:val="004335C1"/>
    <w:rsid w:val="00452B4E"/>
    <w:rsid w:val="00461630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105E5"/>
    <w:rsid w:val="005366A2"/>
    <w:rsid w:val="0054691E"/>
    <w:rsid w:val="00546AAB"/>
    <w:rsid w:val="00555C25"/>
    <w:rsid w:val="00564935"/>
    <w:rsid w:val="00580DF5"/>
    <w:rsid w:val="00584CF8"/>
    <w:rsid w:val="005B0797"/>
    <w:rsid w:val="005B60FB"/>
    <w:rsid w:val="005E372B"/>
    <w:rsid w:val="006069E5"/>
    <w:rsid w:val="0061250E"/>
    <w:rsid w:val="00635D37"/>
    <w:rsid w:val="0063740B"/>
    <w:rsid w:val="00641C11"/>
    <w:rsid w:val="0064236D"/>
    <w:rsid w:val="00664C9A"/>
    <w:rsid w:val="0067380F"/>
    <w:rsid w:val="006811EE"/>
    <w:rsid w:val="00682270"/>
    <w:rsid w:val="00682450"/>
    <w:rsid w:val="00685BB4"/>
    <w:rsid w:val="006F1FB0"/>
    <w:rsid w:val="006F2B84"/>
    <w:rsid w:val="0070118C"/>
    <w:rsid w:val="00705B7B"/>
    <w:rsid w:val="0071727A"/>
    <w:rsid w:val="0071770D"/>
    <w:rsid w:val="007202BC"/>
    <w:rsid w:val="00780C3B"/>
    <w:rsid w:val="007A5CB9"/>
    <w:rsid w:val="007D6942"/>
    <w:rsid w:val="007E1EF9"/>
    <w:rsid w:val="007F7199"/>
    <w:rsid w:val="0080164D"/>
    <w:rsid w:val="008032DD"/>
    <w:rsid w:val="0081247D"/>
    <w:rsid w:val="00827962"/>
    <w:rsid w:val="00833765"/>
    <w:rsid w:val="00843816"/>
    <w:rsid w:val="00851081"/>
    <w:rsid w:val="00853FCF"/>
    <w:rsid w:val="00857FE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C650D"/>
    <w:rsid w:val="008E131A"/>
    <w:rsid w:val="008E6FA9"/>
    <w:rsid w:val="00905C09"/>
    <w:rsid w:val="0091430F"/>
    <w:rsid w:val="00916317"/>
    <w:rsid w:val="00930D5F"/>
    <w:rsid w:val="00930E70"/>
    <w:rsid w:val="00954C8E"/>
    <w:rsid w:val="00960535"/>
    <w:rsid w:val="00960C0C"/>
    <w:rsid w:val="0096196B"/>
    <w:rsid w:val="0096355C"/>
    <w:rsid w:val="00963883"/>
    <w:rsid w:val="00967F4E"/>
    <w:rsid w:val="009C2CF1"/>
    <w:rsid w:val="009D0193"/>
    <w:rsid w:val="009D2659"/>
    <w:rsid w:val="009D37BC"/>
    <w:rsid w:val="00A0201C"/>
    <w:rsid w:val="00A0260D"/>
    <w:rsid w:val="00A05631"/>
    <w:rsid w:val="00A07C8B"/>
    <w:rsid w:val="00A10279"/>
    <w:rsid w:val="00A1246C"/>
    <w:rsid w:val="00A24EA6"/>
    <w:rsid w:val="00A41751"/>
    <w:rsid w:val="00A417F1"/>
    <w:rsid w:val="00A61DEF"/>
    <w:rsid w:val="00A63C9E"/>
    <w:rsid w:val="00A80EF1"/>
    <w:rsid w:val="00A9268B"/>
    <w:rsid w:val="00A95943"/>
    <w:rsid w:val="00AC03D6"/>
    <w:rsid w:val="00AC272C"/>
    <w:rsid w:val="00AC4B7D"/>
    <w:rsid w:val="00AD1F69"/>
    <w:rsid w:val="00AD3966"/>
    <w:rsid w:val="00AE1814"/>
    <w:rsid w:val="00AF3ADF"/>
    <w:rsid w:val="00B150A3"/>
    <w:rsid w:val="00B47DD0"/>
    <w:rsid w:val="00B63D09"/>
    <w:rsid w:val="00B75B97"/>
    <w:rsid w:val="00B80DD0"/>
    <w:rsid w:val="00B80FE0"/>
    <w:rsid w:val="00B866D3"/>
    <w:rsid w:val="00B975E4"/>
    <w:rsid w:val="00BA24BF"/>
    <w:rsid w:val="00BC61DC"/>
    <w:rsid w:val="00BF6D41"/>
    <w:rsid w:val="00C00C08"/>
    <w:rsid w:val="00C15BA4"/>
    <w:rsid w:val="00C26DA5"/>
    <w:rsid w:val="00C27A6B"/>
    <w:rsid w:val="00C35E09"/>
    <w:rsid w:val="00C400CB"/>
    <w:rsid w:val="00C4036D"/>
    <w:rsid w:val="00C57F83"/>
    <w:rsid w:val="00C71732"/>
    <w:rsid w:val="00C74FCF"/>
    <w:rsid w:val="00C7608E"/>
    <w:rsid w:val="00C8240F"/>
    <w:rsid w:val="00CB195E"/>
    <w:rsid w:val="00CB64CE"/>
    <w:rsid w:val="00CC0F3B"/>
    <w:rsid w:val="00CD668E"/>
    <w:rsid w:val="00CE4593"/>
    <w:rsid w:val="00CF3AB6"/>
    <w:rsid w:val="00D03576"/>
    <w:rsid w:val="00D046B1"/>
    <w:rsid w:val="00D0612F"/>
    <w:rsid w:val="00D102AB"/>
    <w:rsid w:val="00D20829"/>
    <w:rsid w:val="00D5605F"/>
    <w:rsid w:val="00D70A5E"/>
    <w:rsid w:val="00D70BE1"/>
    <w:rsid w:val="00D737C3"/>
    <w:rsid w:val="00D7385B"/>
    <w:rsid w:val="00DA618F"/>
    <w:rsid w:val="00DB13DD"/>
    <w:rsid w:val="00DB24AE"/>
    <w:rsid w:val="00DB2A7E"/>
    <w:rsid w:val="00DB31CC"/>
    <w:rsid w:val="00DB721F"/>
    <w:rsid w:val="00DC6D6A"/>
    <w:rsid w:val="00E01366"/>
    <w:rsid w:val="00E3318F"/>
    <w:rsid w:val="00E452D8"/>
    <w:rsid w:val="00E54550"/>
    <w:rsid w:val="00E57BE0"/>
    <w:rsid w:val="00E57E39"/>
    <w:rsid w:val="00E67030"/>
    <w:rsid w:val="00E73D5F"/>
    <w:rsid w:val="00E8140E"/>
    <w:rsid w:val="00EB1257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487B"/>
    <w:rsid w:val="00F6099E"/>
    <w:rsid w:val="00F8232B"/>
    <w:rsid w:val="00F82665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9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420</TotalTime>
  <Pages>5</Pages>
  <Words>644</Words>
  <Characters>3671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152</cp:revision>
  <cp:lastPrinted>2021-07-05T12:26:00Z</cp:lastPrinted>
  <dcterms:created xsi:type="dcterms:W3CDTF">2021-05-31T11:19:00Z</dcterms:created>
  <dcterms:modified xsi:type="dcterms:W3CDTF">2021-12-29T06:34:00Z</dcterms:modified>
</cp:coreProperties>
</file>