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896" w:rsidRDefault="00677896" w:rsidP="00AC21A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677896" w:rsidRDefault="00677896" w:rsidP="00AC21A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677896" w:rsidRDefault="00677896" w:rsidP="00AC21A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677896" w:rsidRDefault="00677896" w:rsidP="00AC21A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28.12.2021 №283</w:t>
      </w:r>
    </w:p>
    <w:p w:rsidR="00677896" w:rsidRDefault="00677896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677896" w:rsidRPr="00D737C3" w:rsidRDefault="00677896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677896" w:rsidRDefault="00677896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677896" w:rsidRPr="00876237" w:rsidRDefault="00677896" w:rsidP="00876237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876237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 «О подготовке землеустроительной документации на территории</w:t>
      </w:r>
    </w:p>
    <w:p w:rsidR="00677896" w:rsidRPr="00876237" w:rsidRDefault="00677896" w:rsidP="00876237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876237">
        <w:rPr>
          <w:rFonts w:ascii="Times New Roman" w:hAnsi="Times New Roman" w:cs="Times New Roman"/>
          <w:b/>
          <w:bCs/>
          <w:sz w:val="28"/>
          <w:szCs w:val="28"/>
        </w:rPr>
        <w:t>Старотитаровского сельского поселения Темрюкского района»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76237">
        <w:rPr>
          <w:rFonts w:ascii="Times New Roman" w:hAnsi="Times New Roman" w:cs="Times New Roman"/>
          <w:b/>
          <w:bCs/>
          <w:sz w:val="28"/>
          <w:szCs w:val="28"/>
        </w:rPr>
        <w:t>на 2022 год</w:t>
      </w:r>
    </w:p>
    <w:p w:rsidR="00677896" w:rsidRDefault="00677896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77896" w:rsidRPr="00D737C3" w:rsidRDefault="00677896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677896" w:rsidRPr="006069E5">
        <w:tc>
          <w:tcPr>
            <w:tcW w:w="1162" w:type="dxa"/>
            <w:vMerge w:val="restart"/>
          </w:tcPr>
          <w:p w:rsidR="00677896" w:rsidRPr="006069E5" w:rsidRDefault="0067789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677896" w:rsidRPr="006069E5" w:rsidRDefault="0067789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677896" w:rsidRPr="006069E5" w:rsidRDefault="0067789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677896" w:rsidRPr="006069E5" w:rsidRDefault="0067789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677896" w:rsidRPr="006069E5" w:rsidRDefault="0067789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677896" w:rsidRPr="006069E5" w:rsidRDefault="0067789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677896" w:rsidRPr="006069E5" w:rsidRDefault="0067789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677896" w:rsidRPr="006069E5">
        <w:tc>
          <w:tcPr>
            <w:tcW w:w="1162" w:type="dxa"/>
            <w:vMerge/>
          </w:tcPr>
          <w:p w:rsidR="00677896" w:rsidRPr="006069E5" w:rsidRDefault="0067789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677896" w:rsidRPr="006069E5" w:rsidRDefault="0067789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677896" w:rsidRPr="006069E5" w:rsidRDefault="0067789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677896" w:rsidRPr="006069E5" w:rsidRDefault="0067789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677896" w:rsidRPr="006069E5" w:rsidRDefault="0067789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677896" w:rsidRPr="006069E5" w:rsidRDefault="0067789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677896" w:rsidRPr="006069E5" w:rsidRDefault="00677896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677896" w:rsidRPr="006069E5" w:rsidRDefault="00677896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677896" w:rsidRPr="006069E5" w:rsidRDefault="00677896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677896" w:rsidRPr="006069E5" w:rsidRDefault="00677896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677896" w:rsidRPr="0064236D" w:rsidRDefault="00677896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677896" w:rsidRPr="006069E5">
        <w:trPr>
          <w:tblHeader/>
        </w:trPr>
        <w:tc>
          <w:tcPr>
            <w:tcW w:w="1151" w:type="dxa"/>
          </w:tcPr>
          <w:p w:rsidR="00677896" w:rsidRPr="006069E5" w:rsidRDefault="0067789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677896" w:rsidRPr="006069E5" w:rsidRDefault="0067789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677896" w:rsidRPr="006069E5" w:rsidRDefault="0067789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677896" w:rsidRPr="006069E5" w:rsidRDefault="0067789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677896" w:rsidRPr="006069E5" w:rsidRDefault="0067789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677896" w:rsidRPr="006069E5" w:rsidRDefault="0067789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677896" w:rsidRPr="006069E5" w:rsidRDefault="0067789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677896" w:rsidRPr="006069E5" w:rsidRDefault="0067789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677896" w:rsidRPr="006069E5" w:rsidRDefault="0067789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677896" w:rsidRPr="006069E5" w:rsidRDefault="0067789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677896" w:rsidRPr="006069E5">
        <w:tc>
          <w:tcPr>
            <w:tcW w:w="1151" w:type="dxa"/>
          </w:tcPr>
          <w:p w:rsidR="00677896" w:rsidRPr="006069E5" w:rsidRDefault="00677896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677896" w:rsidRPr="006069E5" w:rsidRDefault="00677896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677896" w:rsidRPr="006069E5" w:rsidRDefault="00677896" w:rsidP="008B565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02555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941" w:type="dxa"/>
            <w:vAlign w:val="center"/>
          </w:tcPr>
          <w:p w:rsidR="00677896" w:rsidRPr="006069E5" w:rsidRDefault="00677896" w:rsidP="001E708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677896" w:rsidRPr="008B5654" w:rsidRDefault="00677896" w:rsidP="00B975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B5654">
              <w:rPr>
                <w:rFonts w:ascii="Times New Roman" w:hAnsi="Times New Roman" w:cs="Times New Roman"/>
              </w:rPr>
              <w:t>Начальник отдела по имущественным вопросам и вопросам ЖКХ администрации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677896" w:rsidRPr="006069E5" w:rsidRDefault="00677896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г.- 31.12.2022 г.</w:t>
            </w:r>
          </w:p>
        </w:tc>
        <w:tc>
          <w:tcPr>
            <w:tcW w:w="1800" w:type="dxa"/>
          </w:tcPr>
          <w:p w:rsidR="00677896" w:rsidRPr="006069E5" w:rsidRDefault="00677896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992 0412 5910110160 244</w:t>
            </w:r>
          </w:p>
        </w:tc>
        <w:tc>
          <w:tcPr>
            <w:tcW w:w="1260" w:type="dxa"/>
          </w:tcPr>
          <w:p w:rsidR="00677896" w:rsidRPr="006069E5" w:rsidRDefault="00677896" w:rsidP="00692F3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677896" w:rsidRPr="006069E5" w:rsidRDefault="00677896" w:rsidP="00692F3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677896" w:rsidRPr="006069E5" w:rsidRDefault="00677896" w:rsidP="00692F3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677896" w:rsidRPr="006069E5" w:rsidRDefault="00677896" w:rsidP="00692F3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</w:tr>
      <w:tr w:rsidR="00677896" w:rsidRPr="006069E5">
        <w:tc>
          <w:tcPr>
            <w:tcW w:w="1151" w:type="dxa"/>
          </w:tcPr>
          <w:p w:rsidR="00677896" w:rsidRPr="006069E5" w:rsidRDefault="00677896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677896" w:rsidRDefault="00677896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Контрольное </w:t>
            </w:r>
          </w:p>
          <w:p w:rsidR="00677896" w:rsidRDefault="00677896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677896" w:rsidRDefault="00677896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677896" w:rsidRDefault="00677896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677896" w:rsidRPr="007A5CB9" w:rsidRDefault="00677896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 xml:space="preserve">1.1.1. </w:t>
            </w:r>
            <w:r>
              <w:rPr>
                <w:rFonts w:ascii="Times New Roman" w:hAnsi="Times New Roman" w:cs="Times New Roman"/>
              </w:rPr>
              <w:t>Осуществлены  мероприятия по проведению</w:t>
            </w:r>
            <w:r w:rsidRPr="00E57BE0">
              <w:t xml:space="preserve"> </w:t>
            </w:r>
            <w:r w:rsidRPr="008B5654">
              <w:rPr>
                <w:rFonts w:ascii="Times New Roman" w:hAnsi="Times New Roman" w:cs="Times New Roman"/>
              </w:rPr>
              <w:t>подготовк</w:t>
            </w:r>
            <w:r>
              <w:rPr>
                <w:rFonts w:ascii="Times New Roman" w:hAnsi="Times New Roman" w:cs="Times New Roman"/>
              </w:rPr>
              <w:t>и</w:t>
            </w:r>
            <w:r w:rsidRPr="008B5654">
              <w:rPr>
                <w:rFonts w:ascii="Times New Roman" w:hAnsi="Times New Roman" w:cs="Times New Roman"/>
              </w:rPr>
              <w:t xml:space="preserve"> межевого плана на земельные участки</w:t>
            </w:r>
          </w:p>
        </w:tc>
        <w:tc>
          <w:tcPr>
            <w:tcW w:w="941" w:type="dxa"/>
            <w:vAlign w:val="center"/>
          </w:tcPr>
          <w:p w:rsidR="00677896" w:rsidRPr="006069E5" w:rsidRDefault="00677896" w:rsidP="000D610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677896" w:rsidRPr="006069E5" w:rsidRDefault="00677896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677896" w:rsidRPr="0024685E" w:rsidRDefault="00677896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31.12.2022 г.</w:t>
            </w:r>
          </w:p>
        </w:tc>
        <w:tc>
          <w:tcPr>
            <w:tcW w:w="1800" w:type="dxa"/>
          </w:tcPr>
          <w:p w:rsidR="00677896" w:rsidRPr="006069E5" w:rsidRDefault="00677896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677896" w:rsidRPr="006069E5" w:rsidRDefault="00677896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677896" w:rsidRPr="006069E5" w:rsidRDefault="00677896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677896" w:rsidRPr="006069E5" w:rsidRDefault="00677896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677896" w:rsidRPr="006069E5" w:rsidRDefault="00677896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677896" w:rsidRDefault="00677896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77896" w:rsidRDefault="00677896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77896" w:rsidRDefault="00677896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77896" w:rsidRDefault="00677896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677896" w:rsidRDefault="00677896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677896" w:rsidRPr="0064236D" w:rsidRDefault="00677896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         Л.В. Кубрак</w:t>
      </w:r>
    </w:p>
    <w:sectPr w:rsidR="00677896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7896" w:rsidRDefault="00677896" w:rsidP="007D6942">
      <w:r>
        <w:separator/>
      </w:r>
    </w:p>
  </w:endnote>
  <w:endnote w:type="continuationSeparator" w:id="0">
    <w:p w:rsidR="00677896" w:rsidRDefault="00677896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7896" w:rsidRDefault="00677896" w:rsidP="007D6942">
      <w:r>
        <w:separator/>
      </w:r>
    </w:p>
  </w:footnote>
  <w:footnote w:type="continuationSeparator" w:id="0">
    <w:p w:rsidR="00677896" w:rsidRDefault="00677896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896" w:rsidRDefault="00677896">
    <w:pPr>
      <w:pStyle w:val="Header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251660288;visibility:visible;mso-position-horizontal-relative:page;mso-position-vertical-relative:page" o:allowincell="f" stroked="f">
          <v:textbox style="layout-flow:vertical">
            <w:txbxContent>
              <w:p w:rsidR="00677896" w:rsidRPr="00A80EF1" w:rsidRDefault="00677896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05E02"/>
    <w:rsid w:val="00006012"/>
    <w:rsid w:val="00012E4E"/>
    <w:rsid w:val="000174DA"/>
    <w:rsid w:val="00021570"/>
    <w:rsid w:val="000471A7"/>
    <w:rsid w:val="000677DD"/>
    <w:rsid w:val="00076146"/>
    <w:rsid w:val="00092349"/>
    <w:rsid w:val="00097ABE"/>
    <w:rsid w:val="000A1CD9"/>
    <w:rsid w:val="000B49E9"/>
    <w:rsid w:val="000B56F5"/>
    <w:rsid w:val="000D610F"/>
    <w:rsid w:val="000F1792"/>
    <w:rsid w:val="000F2A1C"/>
    <w:rsid w:val="000F5077"/>
    <w:rsid w:val="000F75A3"/>
    <w:rsid w:val="001057E4"/>
    <w:rsid w:val="001135AC"/>
    <w:rsid w:val="00115768"/>
    <w:rsid w:val="00120544"/>
    <w:rsid w:val="00125796"/>
    <w:rsid w:val="00130F43"/>
    <w:rsid w:val="001471D0"/>
    <w:rsid w:val="00164E78"/>
    <w:rsid w:val="00172D66"/>
    <w:rsid w:val="00185F36"/>
    <w:rsid w:val="0018768F"/>
    <w:rsid w:val="001B7323"/>
    <w:rsid w:val="001C4424"/>
    <w:rsid w:val="001D011F"/>
    <w:rsid w:val="001E7088"/>
    <w:rsid w:val="001F2603"/>
    <w:rsid w:val="00206D5E"/>
    <w:rsid w:val="00212251"/>
    <w:rsid w:val="002246DC"/>
    <w:rsid w:val="002365B5"/>
    <w:rsid w:val="00240DF8"/>
    <w:rsid w:val="0024685E"/>
    <w:rsid w:val="00250BFB"/>
    <w:rsid w:val="00285170"/>
    <w:rsid w:val="00287F42"/>
    <w:rsid w:val="002918E7"/>
    <w:rsid w:val="00294148"/>
    <w:rsid w:val="0029793F"/>
    <w:rsid w:val="002A054F"/>
    <w:rsid w:val="002B2635"/>
    <w:rsid w:val="00302555"/>
    <w:rsid w:val="00322B49"/>
    <w:rsid w:val="0032383C"/>
    <w:rsid w:val="00336F1A"/>
    <w:rsid w:val="003432B5"/>
    <w:rsid w:val="003454FC"/>
    <w:rsid w:val="00352444"/>
    <w:rsid w:val="00364D1A"/>
    <w:rsid w:val="003751AA"/>
    <w:rsid w:val="00385E56"/>
    <w:rsid w:val="00393B47"/>
    <w:rsid w:val="003A1A1D"/>
    <w:rsid w:val="003C635E"/>
    <w:rsid w:val="003C7B36"/>
    <w:rsid w:val="003D747F"/>
    <w:rsid w:val="003F1BDD"/>
    <w:rsid w:val="003F2D98"/>
    <w:rsid w:val="004227BB"/>
    <w:rsid w:val="004335C1"/>
    <w:rsid w:val="00452B4E"/>
    <w:rsid w:val="00472DFB"/>
    <w:rsid w:val="00477E9D"/>
    <w:rsid w:val="0049599F"/>
    <w:rsid w:val="004C466D"/>
    <w:rsid w:val="004D08C1"/>
    <w:rsid w:val="004D5D87"/>
    <w:rsid w:val="004E0B9F"/>
    <w:rsid w:val="004E1784"/>
    <w:rsid w:val="004F53C4"/>
    <w:rsid w:val="005366A2"/>
    <w:rsid w:val="0054691E"/>
    <w:rsid w:val="00546AAB"/>
    <w:rsid w:val="00555C25"/>
    <w:rsid w:val="00564935"/>
    <w:rsid w:val="00580DF5"/>
    <w:rsid w:val="00584CF8"/>
    <w:rsid w:val="005B0797"/>
    <w:rsid w:val="005E372B"/>
    <w:rsid w:val="006069E5"/>
    <w:rsid w:val="00635D37"/>
    <w:rsid w:val="0064236D"/>
    <w:rsid w:val="0067380F"/>
    <w:rsid w:val="00677896"/>
    <w:rsid w:val="006811EE"/>
    <w:rsid w:val="00682270"/>
    <w:rsid w:val="00682450"/>
    <w:rsid w:val="00692F34"/>
    <w:rsid w:val="006B7CCA"/>
    <w:rsid w:val="006F1FB0"/>
    <w:rsid w:val="006F2B84"/>
    <w:rsid w:val="0070118C"/>
    <w:rsid w:val="00705B7B"/>
    <w:rsid w:val="0071727A"/>
    <w:rsid w:val="0071770D"/>
    <w:rsid w:val="00780C3B"/>
    <w:rsid w:val="007A5CB9"/>
    <w:rsid w:val="007D6942"/>
    <w:rsid w:val="007F7199"/>
    <w:rsid w:val="0080164D"/>
    <w:rsid w:val="008032DD"/>
    <w:rsid w:val="0081247D"/>
    <w:rsid w:val="00833765"/>
    <w:rsid w:val="00851081"/>
    <w:rsid w:val="00867F65"/>
    <w:rsid w:val="00876237"/>
    <w:rsid w:val="008955A6"/>
    <w:rsid w:val="008A6FA1"/>
    <w:rsid w:val="008B5654"/>
    <w:rsid w:val="008C0505"/>
    <w:rsid w:val="008C1A19"/>
    <w:rsid w:val="008C28BE"/>
    <w:rsid w:val="008C3B45"/>
    <w:rsid w:val="008E6FA9"/>
    <w:rsid w:val="00905C09"/>
    <w:rsid w:val="00915046"/>
    <w:rsid w:val="00916317"/>
    <w:rsid w:val="00930E70"/>
    <w:rsid w:val="00954C8E"/>
    <w:rsid w:val="00960535"/>
    <w:rsid w:val="0096355C"/>
    <w:rsid w:val="00963883"/>
    <w:rsid w:val="00967F4E"/>
    <w:rsid w:val="009C2CF1"/>
    <w:rsid w:val="009D2659"/>
    <w:rsid w:val="009D37BC"/>
    <w:rsid w:val="009D6819"/>
    <w:rsid w:val="00A0201C"/>
    <w:rsid w:val="00A10279"/>
    <w:rsid w:val="00A24EA6"/>
    <w:rsid w:val="00A36CC3"/>
    <w:rsid w:val="00A41751"/>
    <w:rsid w:val="00A417F1"/>
    <w:rsid w:val="00A63C9E"/>
    <w:rsid w:val="00A80EF1"/>
    <w:rsid w:val="00A9268B"/>
    <w:rsid w:val="00AC03D6"/>
    <w:rsid w:val="00AC21A3"/>
    <w:rsid w:val="00AC272C"/>
    <w:rsid w:val="00AC4B7D"/>
    <w:rsid w:val="00AD1F69"/>
    <w:rsid w:val="00AD3966"/>
    <w:rsid w:val="00AE1814"/>
    <w:rsid w:val="00AF3ADF"/>
    <w:rsid w:val="00B150A3"/>
    <w:rsid w:val="00B47DD0"/>
    <w:rsid w:val="00B75B97"/>
    <w:rsid w:val="00B80DD0"/>
    <w:rsid w:val="00B80FE0"/>
    <w:rsid w:val="00B975E4"/>
    <w:rsid w:val="00BC61DC"/>
    <w:rsid w:val="00BF6D41"/>
    <w:rsid w:val="00C27A6B"/>
    <w:rsid w:val="00C35E09"/>
    <w:rsid w:val="00C400CB"/>
    <w:rsid w:val="00C71732"/>
    <w:rsid w:val="00C74FCF"/>
    <w:rsid w:val="00C7608E"/>
    <w:rsid w:val="00CB195E"/>
    <w:rsid w:val="00CB64CE"/>
    <w:rsid w:val="00CC0F3B"/>
    <w:rsid w:val="00CD668E"/>
    <w:rsid w:val="00CE4593"/>
    <w:rsid w:val="00CF3AB6"/>
    <w:rsid w:val="00D046B1"/>
    <w:rsid w:val="00D0612F"/>
    <w:rsid w:val="00D102AB"/>
    <w:rsid w:val="00D20829"/>
    <w:rsid w:val="00D53114"/>
    <w:rsid w:val="00D5605F"/>
    <w:rsid w:val="00D70BE1"/>
    <w:rsid w:val="00D737C3"/>
    <w:rsid w:val="00D7385B"/>
    <w:rsid w:val="00DA618F"/>
    <w:rsid w:val="00DB24AE"/>
    <w:rsid w:val="00DB2A7E"/>
    <w:rsid w:val="00DB31CC"/>
    <w:rsid w:val="00DB721F"/>
    <w:rsid w:val="00DC6D6A"/>
    <w:rsid w:val="00E01366"/>
    <w:rsid w:val="00E3318F"/>
    <w:rsid w:val="00E57BE0"/>
    <w:rsid w:val="00E57E39"/>
    <w:rsid w:val="00E67030"/>
    <w:rsid w:val="00E73D5F"/>
    <w:rsid w:val="00E8140E"/>
    <w:rsid w:val="00F10576"/>
    <w:rsid w:val="00F14138"/>
    <w:rsid w:val="00F20843"/>
    <w:rsid w:val="00F233BB"/>
    <w:rsid w:val="00F2569A"/>
    <w:rsid w:val="00F27FC1"/>
    <w:rsid w:val="00F352F4"/>
    <w:rsid w:val="00F40D21"/>
    <w:rsid w:val="00F4487B"/>
    <w:rsid w:val="00F8232B"/>
    <w:rsid w:val="00FC4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5B97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5E372B"/>
    <w:pPr>
      <w:ind w:firstLine="0"/>
    </w:pPr>
  </w:style>
  <w:style w:type="paragraph" w:customStyle="1" w:styleId="a0">
    <w:name w:val="Прижатый влево"/>
    <w:basedOn w:val="Normal"/>
    <w:next w:val="Normal"/>
    <w:uiPriority w:val="99"/>
    <w:rsid w:val="006F2B84"/>
    <w:pPr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036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385</TotalTime>
  <Pages>2</Pages>
  <Words>205</Words>
  <Characters>1170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Наталья</cp:lastModifiedBy>
  <cp:revision>126</cp:revision>
  <cp:lastPrinted>2021-07-05T12:26:00Z</cp:lastPrinted>
  <dcterms:created xsi:type="dcterms:W3CDTF">2021-05-31T11:19:00Z</dcterms:created>
  <dcterms:modified xsi:type="dcterms:W3CDTF">2021-12-29T06:32:00Z</dcterms:modified>
</cp:coreProperties>
</file>