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DF8" w:rsidRDefault="00B00DF8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00DF8" w:rsidRDefault="00B00DF8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B00DF8" w:rsidRDefault="00B00DF8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B00DF8" w:rsidRDefault="00B00DF8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280</w:t>
      </w:r>
    </w:p>
    <w:p w:rsidR="00B00DF8" w:rsidRPr="00D737C3" w:rsidRDefault="00B00DF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Pr="00D737C3" w:rsidRDefault="00B00DF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Pr="0064236D" w:rsidRDefault="00B00DF8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Default="00B00DF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B00DF8" w:rsidRPr="00D737C3" w:rsidRDefault="00B00DF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B00DF8" w:rsidRDefault="00B00DF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B00DF8" w:rsidRDefault="00B00DF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Pr="00D737C3" w:rsidRDefault="00B00DF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Pr="00D737C3" w:rsidRDefault="00B00DF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B00DF8" w:rsidRPr="006069E5">
        <w:tc>
          <w:tcPr>
            <w:tcW w:w="1162" w:type="dxa"/>
            <w:vMerge w:val="restart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B00DF8" w:rsidRPr="006069E5">
        <w:tc>
          <w:tcPr>
            <w:tcW w:w="1162" w:type="dxa"/>
            <w:vMerge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00DF8" w:rsidRPr="006069E5" w:rsidRDefault="00B00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B00DF8" w:rsidRPr="0064236D" w:rsidRDefault="00B00DF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B00DF8" w:rsidRPr="006069E5">
        <w:trPr>
          <w:tblHeader/>
        </w:trPr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B00DF8" w:rsidRPr="006069E5">
        <w:trPr>
          <w:trHeight w:val="147"/>
        </w:trPr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B00DF8" w:rsidRPr="006069E5" w:rsidRDefault="00B00DF8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B00DF8" w:rsidRPr="006069E5" w:rsidRDefault="00B00DF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1763,6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00DF8" w:rsidRPr="00CF021E" w:rsidRDefault="00B00DF8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(0,3 км)</w:t>
            </w:r>
          </w:p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B00DF8" w:rsidRPr="006069E5" w:rsidRDefault="00B00DF8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00DF8" w:rsidRPr="006069E5" w:rsidRDefault="00B00DF8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B00DF8" w:rsidRDefault="00B00DF8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B00DF8" w:rsidRPr="006F2B84" w:rsidRDefault="00B00DF8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B00DF8" w:rsidRPr="006069E5" w:rsidRDefault="00B00DF8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00DF8" w:rsidRDefault="00B00DF8" w:rsidP="006F2B84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B00DF8" w:rsidRPr="006069E5" w:rsidRDefault="00B00DF8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00DF8" w:rsidRPr="006069E5" w:rsidRDefault="00B00DF8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00DF8" w:rsidRPr="006069E5" w:rsidRDefault="00B00DF8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B00DF8" w:rsidRPr="006069E5" w:rsidRDefault="00B00DF8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1140,6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1710,9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1710,9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1711,0</w:t>
            </w: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00DF8" w:rsidRPr="005B1A54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B00DF8" w:rsidRPr="006069E5" w:rsidRDefault="00B00DF8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00DF8" w:rsidRPr="006069E5" w:rsidRDefault="00B00DF8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00DF8" w:rsidRPr="006069E5" w:rsidRDefault="00B00DF8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B00DF8" w:rsidRPr="006069E5" w:rsidRDefault="00B00DF8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B00DF8" w:rsidRPr="006069E5" w:rsidRDefault="00B00DF8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00DF8" w:rsidRPr="006069E5" w:rsidRDefault="00B00DF8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00DF8" w:rsidRPr="006069E5" w:rsidRDefault="00B00DF8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B00DF8" w:rsidRPr="006069E5" w:rsidRDefault="00B00DF8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379,5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569,5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569,5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569,5</w:t>
            </w:r>
          </w:p>
        </w:tc>
      </w:tr>
      <w:tr w:rsidR="00B00DF8" w:rsidRPr="006069E5">
        <w:tc>
          <w:tcPr>
            <w:tcW w:w="1151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00DF8" w:rsidRPr="006069E5" w:rsidRDefault="00B00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B00DF8" w:rsidRPr="006069E5" w:rsidRDefault="00B00DF8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00DF8" w:rsidRPr="006069E5" w:rsidRDefault="00B00DF8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00DF8" w:rsidRPr="006069E5" w:rsidRDefault="00B00DF8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00DF8" w:rsidRPr="006069E5" w:rsidRDefault="00B00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bookmarkStart w:id="0" w:name="_GoBack"/>
        <w:bookmarkEnd w:id="0"/>
      </w:tr>
    </w:tbl>
    <w:p w:rsidR="00B00DF8" w:rsidRDefault="00B00DF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Default="00B00DF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Pr="003454FC" w:rsidRDefault="00B00DF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F8" w:rsidRDefault="00B00DF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00DF8" w:rsidRDefault="00B00DF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00DF8" w:rsidRPr="008A6FA1" w:rsidRDefault="00B00DF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p w:rsidR="00B00DF8" w:rsidRPr="0064236D" w:rsidRDefault="00B00DF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B00DF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DF8" w:rsidRDefault="00B00DF8" w:rsidP="007D6942">
      <w:r>
        <w:separator/>
      </w:r>
    </w:p>
  </w:endnote>
  <w:endnote w:type="continuationSeparator" w:id="0">
    <w:p w:rsidR="00B00DF8" w:rsidRDefault="00B00DF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DF8" w:rsidRDefault="00B00DF8" w:rsidP="007D6942">
      <w:r>
        <w:separator/>
      </w:r>
    </w:p>
  </w:footnote>
  <w:footnote w:type="continuationSeparator" w:id="0">
    <w:p w:rsidR="00B00DF8" w:rsidRDefault="00B00DF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F8" w:rsidRDefault="00B00DF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B00DF8" w:rsidRPr="00A80EF1" w:rsidRDefault="00B00DF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471A7"/>
    <w:rsid w:val="000677DD"/>
    <w:rsid w:val="00092349"/>
    <w:rsid w:val="000A1CD9"/>
    <w:rsid w:val="000F5077"/>
    <w:rsid w:val="001057E4"/>
    <w:rsid w:val="00130F43"/>
    <w:rsid w:val="00161501"/>
    <w:rsid w:val="00164E78"/>
    <w:rsid w:val="001D011F"/>
    <w:rsid w:val="001E7088"/>
    <w:rsid w:val="001F2603"/>
    <w:rsid w:val="001F3245"/>
    <w:rsid w:val="00206D5E"/>
    <w:rsid w:val="00212251"/>
    <w:rsid w:val="00250BFB"/>
    <w:rsid w:val="00285170"/>
    <w:rsid w:val="00294148"/>
    <w:rsid w:val="002A054F"/>
    <w:rsid w:val="002F36D3"/>
    <w:rsid w:val="0032383C"/>
    <w:rsid w:val="003432B5"/>
    <w:rsid w:val="003454FC"/>
    <w:rsid w:val="00352444"/>
    <w:rsid w:val="00393B47"/>
    <w:rsid w:val="003A1A1D"/>
    <w:rsid w:val="003C7B36"/>
    <w:rsid w:val="004335C1"/>
    <w:rsid w:val="00452B4E"/>
    <w:rsid w:val="004B3288"/>
    <w:rsid w:val="004C466D"/>
    <w:rsid w:val="004D5D87"/>
    <w:rsid w:val="004F53C4"/>
    <w:rsid w:val="00564935"/>
    <w:rsid w:val="00596F35"/>
    <w:rsid w:val="005A4A6A"/>
    <w:rsid w:val="005B0797"/>
    <w:rsid w:val="005B1A54"/>
    <w:rsid w:val="005B477A"/>
    <w:rsid w:val="005E372B"/>
    <w:rsid w:val="006069E5"/>
    <w:rsid w:val="0064236D"/>
    <w:rsid w:val="0066225D"/>
    <w:rsid w:val="0067380F"/>
    <w:rsid w:val="006811EE"/>
    <w:rsid w:val="00682270"/>
    <w:rsid w:val="00682450"/>
    <w:rsid w:val="006C4A2B"/>
    <w:rsid w:val="006F2B84"/>
    <w:rsid w:val="00705B7B"/>
    <w:rsid w:val="0071727A"/>
    <w:rsid w:val="0078143B"/>
    <w:rsid w:val="007B04AA"/>
    <w:rsid w:val="007D6942"/>
    <w:rsid w:val="007F7199"/>
    <w:rsid w:val="0080164D"/>
    <w:rsid w:val="0081247D"/>
    <w:rsid w:val="00815D35"/>
    <w:rsid w:val="00825B36"/>
    <w:rsid w:val="00851081"/>
    <w:rsid w:val="008955A6"/>
    <w:rsid w:val="008A6FA1"/>
    <w:rsid w:val="008C28BE"/>
    <w:rsid w:val="008F3293"/>
    <w:rsid w:val="00905C09"/>
    <w:rsid w:val="0096355C"/>
    <w:rsid w:val="00963883"/>
    <w:rsid w:val="00972CA6"/>
    <w:rsid w:val="009D37BC"/>
    <w:rsid w:val="009D5976"/>
    <w:rsid w:val="00A10279"/>
    <w:rsid w:val="00A24EA6"/>
    <w:rsid w:val="00A41751"/>
    <w:rsid w:val="00A63C9E"/>
    <w:rsid w:val="00A80EF1"/>
    <w:rsid w:val="00A9268B"/>
    <w:rsid w:val="00AC03D6"/>
    <w:rsid w:val="00AC4B7D"/>
    <w:rsid w:val="00AD57AC"/>
    <w:rsid w:val="00AE5B7D"/>
    <w:rsid w:val="00B00DF8"/>
    <w:rsid w:val="00B47DD0"/>
    <w:rsid w:val="00B75B97"/>
    <w:rsid w:val="00BD745F"/>
    <w:rsid w:val="00C302EA"/>
    <w:rsid w:val="00C35E09"/>
    <w:rsid w:val="00C408F2"/>
    <w:rsid w:val="00C50116"/>
    <w:rsid w:val="00C71732"/>
    <w:rsid w:val="00C74FCF"/>
    <w:rsid w:val="00C7608E"/>
    <w:rsid w:val="00CC0F3B"/>
    <w:rsid w:val="00CF021E"/>
    <w:rsid w:val="00D51557"/>
    <w:rsid w:val="00D737C3"/>
    <w:rsid w:val="00DA1DE2"/>
    <w:rsid w:val="00DB24AE"/>
    <w:rsid w:val="00DB721F"/>
    <w:rsid w:val="00DC6D6A"/>
    <w:rsid w:val="00E3318F"/>
    <w:rsid w:val="00E57E39"/>
    <w:rsid w:val="00E65D56"/>
    <w:rsid w:val="00E73D5F"/>
    <w:rsid w:val="00E8140E"/>
    <w:rsid w:val="00F10576"/>
    <w:rsid w:val="00F20843"/>
    <w:rsid w:val="00F233BB"/>
    <w:rsid w:val="00F40D21"/>
    <w:rsid w:val="00F4487B"/>
    <w:rsid w:val="00F8232B"/>
    <w:rsid w:val="00FA1E9E"/>
    <w:rsid w:val="00FC4C64"/>
    <w:rsid w:val="00FD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5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327</TotalTime>
  <Pages>4</Pages>
  <Words>461</Words>
  <Characters>2633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69</cp:revision>
  <cp:lastPrinted>2021-12-27T06:10:00Z</cp:lastPrinted>
  <dcterms:created xsi:type="dcterms:W3CDTF">2021-05-31T11:19:00Z</dcterms:created>
  <dcterms:modified xsi:type="dcterms:W3CDTF">2021-12-29T06:28:00Z</dcterms:modified>
</cp:coreProperties>
</file>