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FE3" w:rsidRDefault="006F0FE3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F0FE3" w:rsidRDefault="006F0FE3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6F0FE3" w:rsidRDefault="006F0FE3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6F0FE3" w:rsidRDefault="006F0FE3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№279</w:t>
      </w:r>
    </w:p>
    <w:p w:rsidR="006F0FE3" w:rsidRDefault="006F0FE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F0FE3" w:rsidRDefault="006F0FE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F0FE3" w:rsidRPr="00D737C3" w:rsidRDefault="006F0FE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F0FE3" w:rsidRDefault="006F0FE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6F0FE3" w:rsidRPr="00D737C3" w:rsidRDefault="006F0FE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0F2A1C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6F0FE3" w:rsidRDefault="006F0FE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0FE3" w:rsidRPr="00D737C3" w:rsidRDefault="006F0FE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6F0FE3" w:rsidRPr="006069E5">
        <w:tc>
          <w:tcPr>
            <w:tcW w:w="1162" w:type="dxa"/>
            <w:vMerge w:val="restart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6F0FE3" w:rsidRPr="006069E5">
        <w:tc>
          <w:tcPr>
            <w:tcW w:w="1162" w:type="dxa"/>
            <w:vMerge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F0FE3" w:rsidRPr="006069E5" w:rsidRDefault="006F0FE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6F0FE3" w:rsidRPr="006069E5" w:rsidRDefault="006F0FE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6F0FE3" w:rsidRPr="006069E5" w:rsidRDefault="006F0FE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6F0FE3" w:rsidRPr="006069E5" w:rsidRDefault="006F0FE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6F0FE3" w:rsidRPr="0064236D" w:rsidRDefault="006F0FE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6F0FE3" w:rsidRPr="006069E5">
        <w:trPr>
          <w:tblHeader/>
        </w:trPr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6F0FE3" w:rsidRDefault="006F0FE3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AF3ADF">
              <w:rPr>
                <w:rFonts w:ascii="Times New Roman" w:hAnsi="Times New Roman" w:cs="Times New Roman"/>
              </w:rPr>
              <w:t>«Обеспечение деятельности муниципального бюджетного учреждения «Организация системы благоустройства»»</w:t>
            </w:r>
          </w:p>
          <w:p w:rsidR="006F0FE3" w:rsidRPr="006069E5" w:rsidRDefault="006F0FE3" w:rsidP="008669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6F0FE3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F0FE3" w:rsidRDefault="006F0FE3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обеспечения деятельности МБУ «Организация системы благоустройства»</w:t>
            </w:r>
          </w:p>
          <w:p w:rsidR="006F0FE3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F0FE3" w:rsidRPr="006069E5" w:rsidRDefault="006F0FE3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6F0FE3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992 0503 6310100590 611</w:t>
            </w:r>
          </w:p>
          <w:p w:rsidR="006F0FE3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6F0FE3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F0FE3" w:rsidRPr="006069E5" w:rsidRDefault="006F0FE3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1682,8</w:t>
            </w:r>
          </w:p>
        </w:tc>
        <w:tc>
          <w:tcPr>
            <w:tcW w:w="1080" w:type="dxa"/>
          </w:tcPr>
          <w:p w:rsidR="006F0FE3" w:rsidRPr="006069E5" w:rsidRDefault="006F0FE3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2524,2</w:t>
            </w:r>
          </w:p>
        </w:tc>
        <w:tc>
          <w:tcPr>
            <w:tcW w:w="1080" w:type="dxa"/>
          </w:tcPr>
          <w:p w:rsidR="006F0FE3" w:rsidRPr="006069E5" w:rsidRDefault="006F0FE3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2524,2</w:t>
            </w:r>
          </w:p>
        </w:tc>
        <w:tc>
          <w:tcPr>
            <w:tcW w:w="1134" w:type="dxa"/>
          </w:tcPr>
          <w:p w:rsidR="006F0FE3" w:rsidRPr="006069E5" w:rsidRDefault="006F0FE3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2524,3</w:t>
            </w: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6F0FE3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F0FE3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6F0FE3" w:rsidRPr="007A5CB9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F0FE3" w:rsidRPr="006069E5" w:rsidRDefault="006F0FE3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F0FE3" w:rsidRPr="006069E5" w:rsidRDefault="006F0FE3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F0FE3" w:rsidRPr="0024685E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  <w:r w:rsidRPr="0024685E">
              <w:rPr>
                <w:rFonts w:ascii="Times New Roman" w:hAnsi="Times New Roman" w:cs="Times New Roman"/>
              </w:rPr>
              <w:t>.2022 г.</w:t>
            </w:r>
          </w:p>
        </w:tc>
        <w:tc>
          <w:tcPr>
            <w:tcW w:w="1800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F0FE3" w:rsidRPr="006069E5" w:rsidRDefault="006F0FE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6F0FE3" w:rsidRPr="00967F4E" w:rsidRDefault="006F0FE3" w:rsidP="008669E9">
            <w:pPr>
              <w:jc w:val="center"/>
              <w:rPr>
                <w:rFonts w:ascii="Times New Roman" w:hAnsi="Times New Roman" w:cs="Times New Roman"/>
              </w:rPr>
            </w:pPr>
            <w:r w:rsidRPr="00967F4E">
              <w:rPr>
                <w:rFonts w:ascii="Times New Roman" w:hAnsi="Times New Roman" w:cs="Times New Roman"/>
              </w:rPr>
              <w:t>Подпрограмма «Прочее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6F0FE3" w:rsidRPr="00BF6D41" w:rsidRDefault="006F0FE3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6F0FE3" w:rsidRDefault="006F0FE3" w:rsidP="00954C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F0FE3" w:rsidRPr="006069E5" w:rsidRDefault="006F0FE3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941" w:type="dxa"/>
            <w:vAlign w:val="center"/>
          </w:tcPr>
          <w:p w:rsidR="006F0FE3" w:rsidRPr="006069E5" w:rsidRDefault="006F0FE3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F0FE3" w:rsidRPr="006069E5" w:rsidRDefault="006F0FE3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F0FE3" w:rsidRPr="006069E5" w:rsidRDefault="006F0FE3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6F0FE3" w:rsidRPr="006069E5" w:rsidRDefault="006F0FE3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6F0FE3" w:rsidRPr="006069E5" w:rsidRDefault="006F0FE3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1080" w:type="dxa"/>
          </w:tcPr>
          <w:p w:rsidR="006F0FE3" w:rsidRPr="006069E5" w:rsidRDefault="006F0FE3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</w:t>
            </w:r>
          </w:p>
        </w:tc>
        <w:tc>
          <w:tcPr>
            <w:tcW w:w="1080" w:type="dxa"/>
          </w:tcPr>
          <w:p w:rsidR="006F0FE3" w:rsidRPr="006069E5" w:rsidRDefault="006F0FE3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134" w:type="dxa"/>
          </w:tcPr>
          <w:p w:rsidR="006F0FE3" w:rsidRPr="006069E5" w:rsidRDefault="006F0FE3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6F0FE3" w:rsidRDefault="006F0FE3" w:rsidP="00336F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 Осуществлены  мероприятия по у</w:t>
            </w:r>
            <w:r w:rsidRPr="00867F65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867F65">
              <w:rPr>
                <w:rFonts w:ascii="Times New Roman" w:hAnsi="Times New Roman" w:cs="Times New Roman"/>
              </w:rPr>
              <w:t xml:space="preserve">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6F0FE3" w:rsidRPr="006069E5" w:rsidRDefault="006F0FE3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F0FE3" w:rsidRPr="006069E5" w:rsidRDefault="006F0FE3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F0FE3" w:rsidRPr="0049599F" w:rsidRDefault="006F0FE3" w:rsidP="00A0201C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6F0FE3" w:rsidRPr="006069E5" w:rsidRDefault="006F0FE3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F0FE3" w:rsidRPr="006069E5" w:rsidRDefault="006F0FE3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F0FE3" w:rsidRPr="006069E5" w:rsidRDefault="006F0FE3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F0FE3" w:rsidRPr="006069E5" w:rsidRDefault="006F0FE3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F0FE3" w:rsidRPr="006069E5" w:rsidRDefault="006F0FE3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16" w:type="dxa"/>
          </w:tcPr>
          <w:p w:rsidR="006F0FE3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F0FE3" w:rsidRPr="006069E5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  <w:p w:rsidR="006F0FE3" w:rsidRPr="006069E5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F0FE3" w:rsidRPr="006069E5" w:rsidRDefault="006F0FE3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F0FE3" w:rsidRPr="006069E5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F0FE3" w:rsidRPr="006069E5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6F0FE3" w:rsidRPr="006069E5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6F0FE3" w:rsidRPr="006069E5" w:rsidRDefault="006F0FE3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080" w:type="dxa"/>
          </w:tcPr>
          <w:p w:rsidR="006F0FE3" w:rsidRPr="006069E5" w:rsidRDefault="006F0FE3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080" w:type="dxa"/>
          </w:tcPr>
          <w:p w:rsidR="006F0FE3" w:rsidRPr="006069E5" w:rsidRDefault="006F0FE3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134" w:type="dxa"/>
          </w:tcPr>
          <w:p w:rsidR="006F0FE3" w:rsidRPr="006069E5" w:rsidRDefault="006F0FE3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6F0FE3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F0FE3" w:rsidRPr="006069E5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 Осуществлены  мероприятия по обеспечению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941" w:type="dxa"/>
            <w:vAlign w:val="center"/>
          </w:tcPr>
          <w:p w:rsidR="006F0FE3" w:rsidRPr="006069E5" w:rsidRDefault="006F0FE3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F0FE3" w:rsidRPr="006069E5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F0FE3" w:rsidRPr="0049599F" w:rsidRDefault="006F0FE3" w:rsidP="005F732A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6F0FE3" w:rsidRPr="006069E5" w:rsidRDefault="006F0FE3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F0FE3" w:rsidRPr="006069E5" w:rsidRDefault="006F0FE3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F0FE3" w:rsidRPr="006069E5" w:rsidRDefault="006F0FE3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F0FE3" w:rsidRPr="006069E5" w:rsidRDefault="006F0FE3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F0FE3" w:rsidRPr="006069E5" w:rsidRDefault="006F0FE3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6F0FE3" w:rsidRDefault="006F0FE3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6D41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F6D41">
              <w:rPr>
                <w:rFonts w:ascii="Times New Roman" w:hAnsi="Times New Roman" w:cs="Times New Roman"/>
              </w:rPr>
              <w:t xml:space="preserve"> «Организация уличного освещения Старотитаровского сельского поселения Темрюкского района»</w:t>
            </w:r>
          </w:p>
          <w:p w:rsidR="006F0FE3" w:rsidRPr="00AF3ADF" w:rsidRDefault="006F0FE3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6F0FE3" w:rsidRDefault="006F0FE3" w:rsidP="00AF3AD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F0FE3" w:rsidRDefault="006F0FE3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  <w:p w:rsidR="006F0FE3" w:rsidRPr="006069E5" w:rsidRDefault="006F0FE3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F0FE3" w:rsidRPr="006069E5" w:rsidRDefault="006F0FE3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F0FE3" w:rsidRPr="006069E5" w:rsidRDefault="006F0FE3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F0FE3" w:rsidRPr="006069E5" w:rsidRDefault="006F0FE3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6F0FE3" w:rsidRPr="006069E5" w:rsidRDefault="006F0FE3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992 0503 6330110350 244</w:t>
            </w:r>
          </w:p>
        </w:tc>
        <w:tc>
          <w:tcPr>
            <w:tcW w:w="1260" w:type="dxa"/>
          </w:tcPr>
          <w:p w:rsidR="006F0FE3" w:rsidRPr="006069E5" w:rsidRDefault="006F0FE3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F0FE3" w:rsidRPr="006069E5" w:rsidRDefault="006F0FE3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080" w:type="dxa"/>
          </w:tcPr>
          <w:p w:rsidR="006F0FE3" w:rsidRPr="006069E5" w:rsidRDefault="006F0FE3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F0FE3" w:rsidRPr="006069E5" w:rsidRDefault="006F0FE3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</w:tr>
      <w:tr w:rsidR="006F0FE3" w:rsidRPr="006069E5">
        <w:tc>
          <w:tcPr>
            <w:tcW w:w="1151" w:type="dxa"/>
          </w:tcPr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6F0FE3" w:rsidRDefault="006F0FE3" w:rsidP="000B56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F0FE3" w:rsidRPr="006069E5" w:rsidRDefault="006F0FE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 Осуществлены  мероприятия по п</w:t>
            </w:r>
            <w:r w:rsidRPr="00336F1A">
              <w:rPr>
                <w:rFonts w:ascii="Times New Roman" w:hAnsi="Times New Roman" w:cs="Times New Roman"/>
              </w:rPr>
              <w:t>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36F1A">
              <w:rPr>
                <w:rFonts w:ascii="Times New Roman" w:hAnsi="Times New Roman" w:cs="Times New Roman"/>
              </w:rPr>
              <w:t xml:space="preserve"> технической исправности уличного освещения</w:t>
            </w:r>
          </w:p>
        </w:tc>
        <w:tc>
          <w:tcPr>
            <w:tcW w:w="941" w:type="dxa"/>
            <w:vAlign w:val="center"/>
          </w:tcPr>
          <w:p w:rsidR="006F0FE3" w:rsidRPr="006069E5" w:rsidRDefault="006F0FE3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F0FE3" w:rsidRPr="006069E5" w:rsidRDefault="006F0FE3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F0FE3" w:rsidRPr="00AE1814" w:rsidRDefault="006F0FE3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E1814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6F0FE3" w:rsidRPr="006069E5" w:rsidRDefault="006F0FE3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F0FE3" w:rsidRPr="006069E5" w:rsidRDefault="006F0FE3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F0FE3" w:rsidRPr="006069E5" w:rsidRDefault="006F0FE3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F0FE3" w:rsidRPr="006069E5" w:rsidRDefault="006F0FE3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F0FE3" w:rsidRPr="006069E5" w:rsidRDefault="006F0FE3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6F0FE3" w:rsidRDefault="006F0FE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0FE3" w:rsidRDefault="006F0FE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0FE3" w:rsidRDefault="006F0FE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0FE3" w:rsidRDefault="006F0FE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0FE3" w:rsidRDefault="006F0FE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F0FE3" w:rsidRDefault="006F0FE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6F0FE3" w:rsidRPr="0064236D" w:rsidRDefault="006F0FE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6F0FE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FE3" w:rsidRDefault="006F0FE3" w:rsidP="007D6942">
      <w:r>
        <w:separator/>
      </w:r>
    </w:p>
  </w:endnote>
  <w:endnote w:type="continuationSeparator" w:id="0">
    <w:p w:rsidR="006F0FE3" w:rsidRDefault="006F0FE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FE3" w:rsidRDefault="006F0FE3" w:rsidP="007D6942">
      <w:r>
        <w:separator/>
      </w:r>
    </w:p>
  </w:footnote>
  <w:footnote w:type="continuationSeparator" w:id="0">
    <w:p w:rsidR="006F0FE3" w:rsidRDefault="006F0FE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FE3" w:rsidRDefault="006F0FE3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6F0FE3" w:rsidRPr="00A80EF1" w:rsidRDefault="006F0FE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471A7"/>
    <w:rsid w:val="000677DD"/>
    <w:rsid w:val="000777E4"/>
    <w:rsid w:val="00092349"/>
    <w:rsid w:val="000A1CD9"/>
    <w:rsid w:val="000A2560"/>
    <w:rsid w:val="000B49E9"/>
    <w:rsid w:val="000B56F5"/>
    <w:rsid w:val="000F2A1C"/>
    <w:rsid w:val="000F5077"/>
    <w:rsid w:val="000F75A3"/>
    <w:rsid w:val="001057E4"/>
    <w:rsid w:val="0011488C"/>
    <w:rsid w:val="00120544"/>
    <w:rsid w:val="00125796"/>
    <w:rsid w:val="00130F43"/>
    <w:rsid w:val="001471D0"/>
    <w:rsid w:val="001608A0"/>
    <w:rsid w:val="00164E78"/>
    <w:rsid w:val="00172D66"/>
    <w:rsid w:val="00185F36"/>
    <w:rsid w:val="0018768F"/>
    <w:rsid w:val="001B7323"/>
    <w:rsid w:val="001D011F"/>
    <w:rsid w:val="001E7088"/>
    <w:rsid w:val="001F2603"/>
    <w:rsid w:val="001F3221"/>
    <w:rsid w:val="00206D5E"/>
    <w:rsid w:val="00212251"/>
    <w:rsid w:val="00240DF8"/>
    <w:rsid w:val="0024685E"/>
    <w:rsid w:val="00250BFB"/>
    <w:rsid w:val="00251F5A"/>
    <w:rsid w:val="00285170"/>
    <w:rsid w:val="00287F42"/>
    <w:rsid w:val="00294148"/>
    <w:rsid w:val="0029793F"/>
    <w:rsid w:val="002A054F"/>
    <w:rsid w:val="002F49BE"/>
    <w:rsid w:val="002F6A31"/>
    <w:rsid w:val="00320321"/>
    <w:rsid w:val="0032383C"/>
    <w:rsid w:val="00336F1A"/>
    <w:rsid w:val="003429F7"/>
    <w:rsid w:val="003432B5"/>
    <w:rsid w:val="003454FC"/>
    <w:rsid w:val="00352444"/>
    <w:rsid w:val="00385E56"/>
    <w:rsid w:val="00393B47"/>
    <w:rsid w:val="003A1A1D"/>
    <w:rsid w:val="003C38F1"/>
    <w:rsid w:val="003C7B36"/>
    <w:rsid w:val="003D747F"/>
    <w:rsid w:val="003D7694"/>
    <w:rsid w:val="003F2D98"/>
    <w:rsid w:val="004227BB"/>
    <w:rsid w:val="004335C1"/>
    <w:rsid w:val="00452B4E"/>
    <w:rsid w:val="00472DFB"/>
    <w:rsid w:val="0049599F"/>
    <w:rsid w:val="004C466D"/>
    <w:rsid w:val="004D5D87"/>
    <w:rsid w:val="004E0B9F"/>
    <w:rsid w:val="004E1784"/>
    <w:rsid w:val="004F53C4"/>
    <w:rsid w:val="00533B1F"/>
    <w:rsid w:val="005366A2"/>
    <w:rsid w:val="005448A7"/>
    <w:rsid w:val="0054691E"/>
    <w:rsid w:val="00546AAB"/>
    <w:rsid w:val="00564935"/>
    <w:rsid w:val="00584CF8"/>
    <w:rsid w:val="005A5E3F"/>
    <w:rsid w:val="005B0797"/>
    <w:rsid w:val="005B2C24"/>
    <w:rsid w:val="005E372B"/>
    <w:rsid w:val="005F732A"/>
    <w:rsid w:val="006069E5"/>
    <w:rsid w:val="0064236D"/>
    <w:rsid w:val="0067380F"/>
    <w:rsid w:val="006811EE"/>
    <w:rsid w:val="00682270"/>
    <w:rsid w:val="00682450"/>
    <w:rsid w:val="006F0FE3"/>
    <w:rsid w:val="006F2B84"/>
    <w:rsid w:val="00702C6D"/>
    <w:rsid w:val="00705B7B"/>
    <w:rsid w:val="0071727A"/>
    <w:rsid w:val="00780C3B"/>
    <w:rsid w:val="007A5CB9"/>
    <w:rsid w:val="007D6942"/>
    <w:rsid w:val="007F7199"/>
    <w:rsid w:val="0080164D"/>
    <w:rsid w:val="0081247D"/>
    <w:rsid w:val="00814570"/>
    <w:rsid w:val="00851081"/>
    <w:rsid w:val="008669E9"/>
    <w:rsid w:val="00867F65"/>
    <w:rsid w:val="008955A6"/>
    <w:rsid w:val="008A6FA1"/>
    <w:rsid w:val="008B5C63"/>
    <w:rsid w:val="008C1A19"/>
    <w:rsid w:val="008C28BE"/>
    <w:rsid w:val="008E6FA9"/>
    <w:rsid w:val="00905C09"/>
    <w:rsid w:val="00916317"/>
    <w:rsid w:val="00954C8E"/>
    <w:rsid w:val="00960535"/>
    <w:rsid w:val="0096355C"/>
    <w:rsid w:val="00963883"/>
    <w:rsid w:val="00967F4E"/>
    <w:rsid w:val="00974F1D"/>
    <w:rsid w:val="009D2659"/>
    <w:rsid w:val="009D37BC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3966"/>
    <w:rsid w:val="00AE1814"/>
    <w:rsid w:val="00AF3ADF"/>
    <w:rsid w:val="00B150A3"/>
    <w:rsid w:val="00B216B7"/>
    <w:rsid w:val="00B47DD0"/>
    <w:rsid w:val="00B50FF0"/>
    <w:rsid w:val="00B75B97"/>
    <w:rsid w:val="00BF6D41"/>
    <w:rsid w:val="00C35E09"/>
    <w:rsid w:val="00C71732"/>
    <w:rsid w:val="00C74FCF"/>
    <w:rsid w:val="00C7608E"/>
    <w:rsid w:val="00C84C61"/>
    <w:rsid w:val="00CB64CE"/>
    <w:rsid w:val="00CC0F3B"/>
    <w:rsid w:val="00CE050C"/>
    <w:rsid w:val="00D20829"/>
    <w:rsid w:val="00D25B9A"/>
    <w:rsid w:val="00D737C3"/>
    <w:rsid w:val="00D7385B"/>
    <w:rsid w:val="00DB24AE"/>
    <w:rsid w:val="00DB2A7E"/>
    <w:rsid w:val="00DB31CC"/>
    <w:rsid w:val="00DB721F"/>
    <w:rsid w:val="00DC6D6A"/>
    <w:rsid w:val="00E01366"/>
    <w:rsid w:val="00E0735E"/>
    <w:rsid w:val="00E3318F"/>
    <w:rsid w:val="00E57E39"/>
    <w:rsid w:val="00E67030"/>
    <w:rsid w:val="00E73D5F"/>
    <w:rsid w:val="00E8140E"/>
    <w:rsid w:val="00EB3269"/>
    <w:rsid w:val="00EC6447"/>
    <w:rsid w:val="00F10576"/>
    <w:rsid w:val="00F20843"/>
    <w:rsid w:val="00F226EF"/>
    <w:rsid w:val="00F233BB"/>
    <w:rsid w:val="00F255AF"/>
    <w:rsid w:val="00F2569A"/>
    <w:rsid w:val="00F352F4"/>
    <w:rsid w:val="00F40D21"/>
    <w:rsid w:val="00F4487B"/>
    <w:rsid w:val="00F8232B"/>
    <w:rsid w:val="00FC4C64"/>
    <w:rsid w:val="00FC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45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377</TotalTime>
  <Pages>4</Pages>
  <Words>508</Words>
  <Characters>2899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107</cp:revision>
  <cp:lastPrinted>2021-07-05T12:26:00Z</cp:lastPrinted>
  <dcterms:created xsi:type="dcterms:W3CDTF">2021-05-31T11:19:00Z</dcterms:created>
  <dcterms:modified xsi:type="dcterms:W3CDTF">2021-12-29T06:26:00Z</dcterms:modified>
</cp:coreProperties>
</file>