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6A" w:rsidRPr="00C36DC8" w:rsidRDefault="00652A6A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2</w:t>
      </w:r>
    </w:p>
    <w:p w:rsidR="00652A6A" w:rsidRPr="00C36DC8" w:rsidRDefault="00652A6A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администрации</w:t>
      </w:r>
    </w:p>
    <w:p w:rsidR="00652A6A" w:rsidRDefault="00652A6A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</w:t>
      </w:r>
    </w:p>
    <w:p w:rsidR="00652A6A" w:rsidRPr="00C36DC8" w:rsidRDefault="00652A6A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52A6A" w:rsidRDefault="00652A6A" w:rsidP="009100C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28.12.2021 № 276</w:t>
      </w:r>
    </w:p>
    <w:p w:rsidR="00652A6A" w:rsidRDefault="00652A6A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52A6A" w:rsidRPr="00D11775" w:rsidRDefault="00652A6A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52A6A" w:rsidRPr="00D11775" w:rsidRDefault="00652A6A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11775">
        <w:rPr>
          <w:rFonts w:ascii="Times New Roman" w:hAnsi="Times New Roman" w:cs="Times New Roman"/>
          <w:sz w:val="28"/>
          <w:szCs w:val="28"/>
        </w:rPr>
        <w:t>программе</w:t>
      </w:r>
    </w:p>
    <w:p w:rsidR="00652A6A" w:rsidRPr="00D11775" w:rsidRDefault="00652A6A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11775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</w:t>
      </w:r>
    </w:p>
    <w:p w:rsidR="00652A6A" w:rsidRPr="00D11775" w:rsidRDefault="00652A6A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</w:p>
    <w:p w:rsidR="00652A6A" w:rsidRPr="00D11775" w:rsidRDefault="00652A6A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 xml:space="preserve"> в Старотитаровском сельском </w:t>
      </w:r>
    </w:p>
    <w:p w:rsidR="00652A6A" w:rsidRPr="00D11775" w:rsidRDefault="00652A6A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2A6A" w:rsidRPr="00D11775" w:rsidRDefault="00652A6A" w:rsidP="009A6491">
      <w:pPr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от 02.11.2020 г.</w:t>
      </w:r>
      <w:r w:rsidRPr="00D11775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</w:rPr>
        <w:t>201</w:t>
      </w:r>
    </w:p>
    <w:p w:rsidR="00652A6A" w:rsidRPr="00D11775" w:rsidRDefault="00652A6A" w:rsidP="00DC23D0">
      <w:pPr>
        <w:tabs>
          <w:tab w:val="left" w:pos="133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52A6A" w:rsidRDefault="00652A6A" w:rsidP="00DC2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2A6A" w:rsidRDefault="00652A6A" w:rsidP="00DC2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77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D11775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подпрограммы  «Поддержка и развитие малого и среднего предпринимательства в Старотитаровском сельском поселении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52A6A" w:rsidRPr="00D11775" w:rsidRDefault="00652A6A" w:rsidP="00DC23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A6A" w:rsidRDefault="00652A6A" w:rsidP="003C6883">
      <w:pPr>
        <w:jc w:val="right"/>
        <w:rPr>
          <w:rFonts w:ascii="Times New Roman" w:hAnsi="Times New Roman" w:cs="Times New Roman"/>
        </w:rPr>
      </w:pPr>
    </w:p>
    <w:tbl>
      <w:tblPr>
        <w:tblW w:w="153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652A6A">
        <w:tc>
          <w:tcPr>
            <w:tcW w:w="648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52A6A">
        <w:tc>
          <w:tcPr>
            <w:tcW w:w="64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</w:p>
        </w:tc>
      </w:tr>
      <w:tr w:rsidR="00652A6A">
        <w:tc>
          <w:tcPr>
            <w:tcW w:w="64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44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2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</w:p>
        </w:tc>
      </w:tr>
      <w:tr w:rsidR="00652A6A">
        <w:tc>
          <w:tcPr>
            <w:tcW w:w="64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652A6A" w:rsidRDefault="00652A6A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652A6A" w:rsidRPr="00D47072" w:rsidRDefault="00652A6A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A6A">
        <w:tc>
          <w:tcPr>
            <w:tcW w:w="64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Задачи</w:t>
            </w:r>
          </w:p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0" w:type="dxa"/>
            <w:gridSpan w:val="10"/>
          </w:tcPr>
          <w:p w:rsidR="00652A6A" w:rsidRPr="00634E67" w:rsidRDefault="00652A6A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652A6A" w:rsidRPr="00634E67" w:rsidRDefault="00652A6A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52A6A" w:rsidRDefault="00652A6A" w:rsidP="00DC23D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34E67">
              <w:rPr>
                <w:rFonts w:ascii="Times New Roman" w:hAnsi="Times New Roman" w:cs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652A6A" w:rsidRPr="00EC544E" w:rsidRDefault="00652A6A" w:rsidP="00DC23D0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A6A">
        <w:trPr>
          <w:trHeight w:val="2112"/>
        </w:trPr>
        <w:tc>
          <w:tcPr>
            <w:tcW w:w="64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2" w:type="dxa"/>
          </w:tcPr>
          <w:p w:rsidR="00652A6A" w:rsidRDefault="00652A6A" w:rsidP="00634E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C03ED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9C03ED">
              <w:rPr>
                <w:rFonts w:ascii="Times New Roman" w:hAnsi="Times New Roman" w:cs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EC54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150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150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652A6A" w:rsidRPr="00EC544E" w:rsidRDefault="00652A6A" w:rsidP="00C15CF9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Администрация </w:t>
            </w:r>
            <w:r w:rsidRPr="00EC544E">
              <w:rPr>
                <w:rFonts w:ascii="Times New Roman" w:hAnsi="Times New Roman" w:cs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652A6A">
        <w:tc>
          <w:tcPr>
            <w:tcW w:w="64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2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150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1500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</w:tcPr>
          <w:p w:rsidR="00652A6A" w:rsidRPr="00A1500F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  <w:r w:rsidRPr="00A150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52A6A" w:rsidRPr="00EC544E" w:rsidRDefault="00652A6A" w:rsidP="00C15C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A6A" w:rsidRDefault="00652A6A" w:rsidP="00DC23D0">
      <w:pPr>
        <w:rPr>
          <w:rFonts w:ascii="Times New Roman" w:hAnsi="Times New Roman" w:cs="Times New Roman"/>
        </w:rPr>
      </w:pPr>
    </w:p>
    <w:p w:rsidR="00652A6A" w:rsidRDefault="00652A6A" w:rsidP="00DC23D0">
      <w:pPr>
        <w:rPr>
          <w:rFonts w:ascii="Times New Roman" w:hAnsi="Times New Roman" w:cs="Times New Roman"/>
        </w:rPr>
      </w:pPr>
    </w:p>
    <w:p w:rsidR="00652A6A" w:rsidRDefault="00652A6A" w:rsidP="00DC23D0">
      <w:pPr>
        <w:rPr>
          <w:rFonts w:ascii="Times New Roman" w:hAnsi="Times New Roman" w:cs="Times New Roman"/>
        </w:rPr>
      </w:pPr>
    </w:p>
    <w:p w:rsidR="00652A6A" w:rsidRDefault="00652A6A" w:rsidP="00DC23D0">
      <w:pPr>
        <w:rPr>
          <w:rFonts w:ascii="Times New Roman" w:hAnsi="Times New Roman" w:cs="Times New Roman"/>
        </w:rPr>
      </w:pPr>
    </w:p>
    <w:bookmarkEnd w:id="0"/>
    <w:p w:rsidR="00652A6A" w:rsidRPr="00D11775" w:rsidRDefault="00652A6A" w:rsidP="00EE1958">
      <w:pPr>
        <w:pStyle w:val="BodyText"/>
        <w:spacing w:after="0"/>
        <w:ind w:right="-142" w:firstLine="142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52A6A" w:rsidRPr="00D11775" w:rsidRDefault="00652A6A" w:rsidP="00EE1958">
      <w:pPr>
        <w:pStyle w:val="BodyText"/>
        <w:spacing w:after="0"/>
        <w:ind w:right="-142" w:firstLine="142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652A6A" w:rsidRPr="00D11775" w:rsidRDefault="00652A6A" w:rsidP="00EE1958">
      <w:pPr>
        <w:pStyle w:val="BodyText"/>
        <w:spacing w:after="0"/>
        <w:ind w:right="-142" w:firstLine="142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652A6A" w:rsidRPr="00D11775" w:rsidRDefault="00652A6A">
      <w:pPr>
        <w:rPr>
          <w:rFonts w:ascii="Times New Roman" w:hAnsi="Times New Roman" w:cs="Times New Roman"/>
          <w:sz w:val="28"/>
          <w:szCs w:val="28"/>
        </w:rPr>
      </w:pPr>
    </w:p>
    <w:sectPr w:rsidR="00652A6A" w:rsidRPr="00D11775" w:rsidSect="009A6491">
      <w:headerReference w:type="default" r:id="rId7"/>
      <w:pgSz w:w="16840" w:h="11907" w:orient="landscape" w:code="9"/>
      <w:pgMar w:top="1797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A6A" w:rsidRDefault="00652A6A">
      <w:r>
        <w:separator/>
      </w:r>
    </w:p>
  </w:endnote>
  <w:endnote w:type="continuationSeparator" w:id="0">
    <w:p w:rsidR="00652A6A" w:rsidRDefault="00652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A6A" w:rsidRDefault="00652A6A">
      <w:r>
        <w:separator/>
      </w:r>
    </w:p>
  </w:footnote>
  <w:footnote w:type="continuationSeparator" w:id="0">
    <w:p w:rsidR="00652A6A" w:rsidRDefault="00652A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A6A" w:rsidRDefault="00652A6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52A6A" w:rsidRDefault="00652A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95DAA"/>
    <w:rsid w:val="001A28A4"/>
    <w:rsid w:val="001A603E"/>
    <w:rsid w:val="001A6FE6"/>
    <w:rsid w:val="001D438F"/>
    <w:rsid w:val="001E134E"/>
    <w:rsid w:val="001E489F"/>
    <w:rsid w:val="001E64CF"/>
    <w:rsid w:val="001F130E"/>
    <w:rsid w:val="00204A70"/>
    <w:rsid w:val="00207A02"/>
    <w:rsid w:val="00220E51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06068"/>
    <w:rsid w:val="00514CFD"/>
    <w:rsid w:val="00517B13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E7733"/>
    <w:rsid w:val="005F4300"/>
    <w:rsid w:val="00624DB5"/>
    <w:rsid w:val="00634E67"/>
    <w:rsid w:val="00635BC1"/>
    <w:rsid w:val="006455A5"/>
    <w:rsid w:val="00652A6A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0C57"/>
    <w:rsid w:val="006F5A4F"/>
    <w:rsid w:val="007020E4"/>
    <w:rsid w:val="00703C6F"/>
    <w:rsid w:val="00705888"/>
    <w:rsid w:val="00735685"/>
    <w:rsid w:val="007509B6"/>
    <w:rsid w:val="007528EF"/>
    <w:rsid w:val="007568B3"/>
    <w:rsid w:val="00775D65"/>
    <w:rsid w:val="00791DE4"/>
    <w:rsid w:val="0079677E"/>
    <w:rsid w:val="007A6384"/>
    <w:rsid w:val="007B34C4"/>
    <w:rsid w:val="007B71E5"/>
    <w:rsid w:val="007C2ABE"/>
    <w:rsid w:val="007C3B8D"/>
    <w:rsid w:val="007F3398"/>
    <w:rsid w:val="00804AAE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B39D2"/>
    <w:rsid w:val="008D4716"/>
    <w:rsid w:val="008F1FBE"/>
    <w:rsid w:val="008F3336"/>
    <w:rsid w:val="008F523A"/>
    <w:rsid w:val="009100CB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A6491"/>
    <w:rsid w:val="009B2A51"/>
    <w:rsid w:val="009B6D7E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500F"/>
    <w:rsid w:val="00A1695C"/>
    <w:rsid w:val="00A23C33"/>
    <w:rsid w:val="00A23D77"/>
    <w:rsid w:val="00A36A1F"/>
    <w:rsid w:val="00A3740B"/>
    <w:rsid w:val="00A40CFD"/>
    <w:rsid w:val="00A54AE0"/>
    <w:rsid w:val="00A57BD0"/>
    <w:rsid w:val="00A65613"/>
    <w:rsid w:val="00A66766"/>
    <w:rsid w:val="00A83FE2"/>
    <w:rsid w:val="00A874EA"/>
    <w:rsid w:val="00A87FA6"/>
    <w:rsid w:val="00AA0281"/>
    <w:rsid w:val="00AC3DE7"/>
    <w:rsid w:val="00AC690D"/>
    <w:rsid w:val="00AD3B9F"/>
    <w:rsid w:val="00AE218C"/>
    <w:rsid w:val="00AE7724"/>
    <w:rsid w:val="00AF1D20"/>
    <w:rsid w:val="00B06BE3"/>
    <w:rsid w:val="00B11BB8"/>
    <w:rsid w:val="00B350EF"/>
    <w:rsid w:val="00B45B21"/>
    <w:rsid w:val="00B54883"/>
    <w:rsid w:val="00B65CCC"/>
    <w:rsid w:val="00B6642E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6DC8"/>
    <w:rsid w:val="00C3705A"/>
    <w:rsid w:val="00C41A41"/>
    <w:rsid w:val="00C53CBF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11B1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B2F74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15B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4E6A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 w:cs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7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4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4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4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74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280</Words>
  <Characters>1600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Наталья</cp:lastModifiedBy>
  <cp:revision>34</cp:revision>
  <cp:lastPrinted>2014-12-09T12:10:00Z</cp:lastPrinted>
  <dcterms:created xsi:type="dcterms:W3CDTF">2014-11-12T06:48:00Z</dcterms:created>
  <dcterms:modified xsi:type="dcterms:W3CDTF">2021-12-29T08:37:00Z</dcterms:modified>
</cp:coreProperties>
</file>