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F04C14" w:rsidRPr="004E6D75" w:rsidTr="00957C3C">
        <w:tc>
          <w:tcPr>
            <w:tcW w:w="9322" w:type="dxa"/>
          </w:tcPr>
          <w:p w:rsidR="00F04C14" w:rsidRPr="004E6D75" w:rsidRDefault="00F04C14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F04C14" w:rsidRPr="00C96AAF" w:rsidRDefault="00F04C14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1</w:t>
            </w:r>
          </w:p>
          <w:p w:rsidR="00F04C14" w:rsidRDefault="00F04C14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F04C14" w:rsidRDefault="00F04C14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F04C14" w:rsidRDefault="00F04C14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F04C14" w:rsidRDefault="00F04C14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F04C14" w:rsidRPr="004E6D75" w:rsidRDefault="00F04C14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F04C14" w:rsidRPr="006341E7" w:rsidRDefault="00F04C14" w:rsidP="003E51DA">
      <w:pPr>
        <w:ind w:firstLine="709"/>
        <w:rPr>
          <w:sz w:val="24"/>
          <w:szCs w:val="24"/>
        </w:rPr>
      </w:pPr>
    </w:p>
    <w:p w:rsidR="00F04C14" w:rsidRDefault="00F04C14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F04C14" w:rsidRPr="009931E8" w:rsidRDefault="00F04C14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>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F04C14" w:rsidRDefault="00F04C14" w:rsidP="003E51DA">
      <w:pPr>
        <w:jc w:val="center"/>
        <w:rPr>
          <w:b/>
          <w:szCs w:val="28"/>
        </w:rPr>
      </w:pPr>
    </w:p>
    <w:p w:rsidR="00F04C14" w:rsidRPr="009E44C2" w:rsidRDefault="00F04C14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F04C14" w:rsidRPr="009931E8" w:rsidRDefault="00F04C14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F04C14" w:rsidRPr="009E44C2" w:rsidRDefault="00F04C14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F04C14" w:rsidRPr="009E44C2" w:rsidTr="00F508F2">
        <w:tc>
          <w:tcPr>
            <w:tcW w:w="6012" w:type="dxa"/>
          </w:tcPr>
          <w:p w:rsidR="00F04C14" w:rsidRPr="002940B0" w:rsidRDefault="00F04C1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F04C14" w:rsidRDefault="00F04C14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F04C14" w:rsidRPr="00F470FB" w:rsidRDefault="00F04C14" w:rsidP="00F508F2">
            <w:pPr>
              <w:rPr>
                <w:szCs w:val="28"/>
              </w:rPr>
            </w:pPr>
          </w:p>
        </w:tc>
      </w:tr>
      <w:tr w:rsidR="00F04C14" w:rsidRPr="009E44C2" w:rsidTr="00F508F2">
        <w:tc>
          <w:tcPr>
            <w:tcW w:w="6012" w:type="dxa"/>
          </w:tcPr>
          <w:p w:rsidR="00F04C14" w:rsidRPr="002940B0" w:rsidRDefault="00F04C1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F04C14" w:rsidRDefault="00F04C14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F04C14" w:rsidRPr="00827FDC" w:rsidRDefault="00F04C14" w:rsidP="00F508F2">
            <w:pPr>
              <w:rPr>
                <w:b/>
                <w:szCs w:val="28"/>
              </w:rPr>
            </w:pPr>
          </w:p>
        </w:tc>
      </w:tr>
      <w:tr w:rsidR="00F04C14" w:rsidRPr="009E44C2" w:rsidTr="00F508F2">
        <w:tc>
          <w:tcPr>
            <w:tcW w:w="6012" w:type="dxa"/>
          </w:tcPr>
          <w:p w:rsidR="00F04C14" w:rsidRPr="002940B0" w:rsidRDefault="00F04C1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F04C14" w:rsidRPr="00B812D4" w:rsidRDefault="00F04C14" w:rsidP="00B812D4">
            <w:pPr>
              <w:autoSpaceDE w:val="0"/>
              <w:autoSpaceDN w:val="0"/>
              <w:adjustRightInd w:val="0"/>
              <w:rPr>
                <w:color w:val="1E1E1E"/>
                <w:szCs w:val="28"/>
                <w:lang w:eastAsia="ru-RU"/>
              </w:rPr>
            </w:pP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</w:p>
          <w:p w:rsidR="00F04C14" w:rsidRDefault="00F04C14" w:rsidP="00B812D4">
            <w:pPr>
              <w:contextualSpacing/>
              <w:rPr>
                <w:color w:val="1E1E1E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F04C14" w:rsidRPr="00B730DE" w:rsidRDefault="00F04C14" w:rsidP="00B812D4">
            <w:pPr>
              <w:contextualSpacing/>
              <w:rPr>
                <w:szCs w:val="28"/>
              </w:rPr>
            </w:pPr>
          </w:p>
        </w:tc>
      </w:tr>
      <w:tr w:rsidR="00F04C14" w:rsidRPr="009E44C2" w:rsidTr="00F508F2">
        <w:tc>
          <w:tcPr>
            <w:tcW w:w="6012" w:type="dxa"/>
          </w:tcPr>
          <w:p w:rsidR="00F04C14" w:rsidRPr="002940B0" w:rsidRDefault="00F04C1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F04C14" w:rsidRDefault="00F04C14" w:rsidP="00F508F2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Обеспечение деятельности </w:t>
            </w:r>
            <w:r w:rsidRPr="00A62E76">
              <w:rPr>
                <w:szCs w:val="28"/>
              </w:rPr>
              <w:t xml:space="preserve">муниципального </w:t>
            </w:r>
            <w:r>
              <w:rPr>
                <w:szCs w:val="28"/>
              </w:rPr>
              <w:t>бюджетного</w:t>
            </w:r>
            <w:r w:rsidRPr="00A62E76">
              <w:rPr>
                <w:szCs w:val="28"/>
              </w:rPr>
              <w:t xml:space="preserve"> учреждения «Организация системы благоустройства»</w:t>
            </w:r>
            <w:r w:rsidRPr="00A62E76">
              <w:rPr>
                <w:bCs/>
                <w:szCs w:val="28"/>
              </w:rPr>
              <w:t>»</w:t>
            </w:r>
            <w:r>
              <w:rPr>
                <w:bCs/>
                <w:szCs w:val="28"/>
              </w:rPr>
              <w:t xml:space="preserve"> </w:t>
            </w:r>
          </w:p>
          <w:p w:rsidR="00F04C14" w:rsidRPr="00A95BD9" w:rsidRDefault="00F04C14" w:rsidP="00F508F2">
            <w:pPr>
              <w:rPr>
                <w:szCs w:val="28"/>
              </w:rPr>
            </w:pPr>
          </w:p>
        </w:tc>
      </w:tr>
      <w:tr w:rsidR="00F04C14" w:rsidRPr="009E44C2" w:rsidTr="00F508F2">
        <w:tc>
          <w:tcPr>
            <w:tcW w:w="6012" w:type="dxa"/>
          </w:tcPr>
          <w:p w:rsidR="00F04C14" w:rsidRPr="002940B0" w:rsidRDefault="00F04C1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F04C14" w:rsidRDefault="00F04C14" w:rsidP="00F508F2">
            <w:pPr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F04C14" w:rsidRPr="00627996" w:rsidRDefault="00F04C14" w:rsidP="00F508F2">
            <w:pPr>
              <w:rPr>
                <w:szCs w:val="28"/>
              </w:rPr>
            </w:pPr>
          </w:p>
        </w:tc>
      </w:tr>
      <w:tr w:rsidR="00F04C14" w:rsidRPr="009E44C2" w:rsidTr="00F508F2">
        <w:tc>
          <w:tcPr>
            <w:tcW w:w="6012" w:type="dxa"/>
          </w:tcPr>
          <w:p w:rsidR="00F04C14" w:rsidRPr="002940B0" w:rsidRDefault="00F04C1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F04C14" w:rsidRDefault="00F04C14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F04C14" w:rsidRPr="002503EF" w:rsidRDefault="00F04C14" w:rsidP="00F508F2">
            <w:pPr>
              <w:rPr>
                <w:szCs w:val="28"/>
              </w:rPr>
            </w:pPr>
          </w:p>
        </w:tc>
      </w:tr>
      <w:tr w:rsidR="00F04C14" w:rsidRPr="009E44C2" w:rsidTr="00F508F2">
        <w:tc>
          <w:tcPr>
            <w:tcW w:w="6012" w:type="dxa"/>
          </w:tcPr>
          <w:p w:rsidR="00F04C14" w:rsidRPr="002940B0" w:rsidRDefault="00F04C14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F04C14" w:rsidRPr="009011B8" w:rsidRDefault="00F04C14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</w:tc>
      </w:tr>
      <w:tr w:rsidR="00F04C14" w:rsidRPr="009E44C2" w:rsidTr="00F508F2">
        <w:tc>
          <w:tcPr>
            <w:tcW w:w="6012" w:type="dxa"/>
          </w:tcPr>
          <w:p w:rsidR="00F04C14" w:rsidRPr="002940B0" w:rsidRDefault="00F04C14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F04C14" w:rsidRPr="002940B0" w:rsidRDefault="00F04C14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F04C14" w:rsidRPr="002940B0" w:rsidRDefault="00F04C1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F04C14" w:rsidRPr="009E44C2" w:rsidTr="00F508F2">
        <w:tc>
          <w:tcPr>
            <w:tcW w:w="6012" w:type="dxa"/>
          </w:tcPr>
          <w:p w:rsidR="00F04C14" w:rsidRPr="002940B0" w:rsidRDefault="00F04C14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F04C14" w:rsidRPr="002940B0" w:rsidRDefault="00F04C14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F04C14" w:rsidRPr="002940B0" w:rsidRDefault="00F04C1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F04C14" w:rsidRPr="002940B0" w:rsidRDefault="00F04C1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F04C14" w:rsidRPr="002940B0" w:rsidRDefault="00F04C14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F04C14" w:rsidRPr="009E44C2" w:rsidTr="00F508F2">
        <w:tc>
          <w:tcPr>
            <w:tcW w:w="6012" w:type="dxa"/>
          </w:tcPr>
          <w:p w:rsidR="00F04C14" w:rsidRPr="002940B0" w:rsidRDefault="00F04C14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9 255,5</w:t>
            </w:r>
          </w:p>
        </w:tc>
        <w:tc>
          <w:tcPr>
            <w:tcW w:w="1808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9 255,5</w:t>
            </w:r>
          </w:p>
        </w:tc>
        <w:tc>
          <w:tcPr>
            <w:tcW w:w="2019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4C14" w:rsidRPr="009E44C2" w:rsidTr="00F508F2">
        <w:tc>
          <w:tcPr>
            <w:tcW w:w="6012" w:type="dxa"/>
          </w:tcPr>
          <w:p w:rsidR="00F04C14" w:rsidRPr="002940B0" w:rsidRDefault="00F04C1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4C14" w:rsidRPr="009E44C2" w:rsidTr="00F508F2">
        <w:tc>
          <w:tcPr>
            <w:tcW w:w="6012" w:type="dxa"/>
          </w:tcPr>
          <w:p w:rsidR="00F04C14" w:rsidRPr="002940B0" w:rsidRDefault="00F04C1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9 255,5</w:t>
            </w:r>
          </w:p>
        </w:tc>
        <w:tc>
          <w:tcPr>
            <w:tcW w:w="1808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9 255,5</w:t>
            </w:r>
          </w:p>
        </w:tc>
        <w:tc>
          <w:tcPr>
            <w:tcW w:w="2019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4C14" w:rsidRPr="009E44C2" w:rsidTr="00F508F2">
        <w:tc>
          <w:tcPr>
            <w:tcW w:w="14560" w:type="dxa"/>
            <w:gridSpan w:val="6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04C14" w:rsidRPr="009E44C2" w:rsidTr="00F508F2">
        <w:tc>
          <w:tcPr>
            <w:tcW w:w="6012" w:type="dxa"/>
          </w:tcPr>
          <w:p w:rsidR="00F04C14" w:rsidRPr="002940B0" w:rsidRDefault="00F04C14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4C14" w:rsidRPr="009E44C2" w:rsidTr="00F508F2">
        <w:tc>
          <w:tcPr>
            <w:tcW w:w="6012" w:type="dxa"/>
          </w:tcPr>
          <w:p w:rsidR="00F04C14" w:rsidRPr="002940B0" w:rsidRDefault="00F04C1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4C14" w:rsidRPr="009E44C2" w:rsidTr="00F508F2">
        <w:tc>
          <w:tcPr>
            <w:tcW w:w="6012" w:type="dxa"/>
          </w:tcPr>
          <w:p w:rsidR="00F04C14" w:rsidRPr="002940B0" w:rsidRDefault="00F04C1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4C14" w:rsidRPr="009E44C2" w:rsidTr="00F508F2">
        <w:tc>
          <w:tcPr>
            <w:tcW w:w="14560" w:type="dxa"/>
            <w:gridSpan w:val="6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F04C14" w:rsidRPr="009E44C2" w:rsidTr="00F508F2">
        <w:tc>
          <w:tcPr>
            <w:tcW w:w="6012" w:type="dxa"/>
          </w:tcPr>
          <w:p w:rsidR="00F04C14" w:rsidRPr="002940B0" w:rsidRDefault="00F04C14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4C14" w:rsidRPr="009E44C2" w:rsidTr="00F508F2">
        <w:tc>
          <w:tcPr>
            <w:tcW w:w="6012" w:type="dxa"/>
          </w:tcPr>
          <w:p w:rsidR="00F04C14" w:rsidRPr="002940B0" w:rsidRDefault="00F04C1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4C14" w:rsidRPr="009E44C2" w:rsidTr="00F508F2">
        <w:tc>
          <w:tcPr>
            <w:tcW w:w="6012" w:type="dxa"/>
          </w:tcPr>
          <w:p w:rsidR="00F04C14" w:rsidRPr="002940B0" w:rsidRDefault="00F04C1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4C14" w:rsidRPr="002940B0" w:rsidRDefault="00F04C1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04C14" w:rsidRDefault="00F04C14" w:rsidP="007A6F08">
      <w:pPr>
        <w:jc w:val="center"/>
        <w:rPr>
          <w:b/>
          <w:szCs w:val="28"/>
        </w:rPr>
      </w:pPr>
    </w:p>
    <w:p w:rsidR="00F04C14" w:rsidRDefault="00F04C14" w:rsidP="007A6F08">
      <w:pPr>
        <w:jc w:val="center"/>
        <w:rPr>
          <w:b/>
          <w:szCs w:val="28"/>
        </w:rPr>
      </w:pPr>
    </w:p>
    <w:p w:rsidR="00F04C14" w:rsidRDefault="00F04C14" w:rsidP="007A6F08">
      <w:pPr>
        <w:jc w:val="center"/>
        <w:rPr>
          <w:b/>
          <w:szCs w:val="28"/>
        </w:rPr>
      </w:pPr>
    </w:p>
    <w:p w:rsidR="00F04C14" w:rsidRDefault="00F04C14" w:rsidP="007A6F08">
      <w:pPr>
        <w:jc w:val="center"/>
        <w:rPr>
          <w:b/>
          <w:szCs w:val="28"/>
        </w:rPr>
      </w:pPr>
    </w:p>
    <w:p w:rsidR="00F04C14" w:rsidRDefault="00F04C14" w:rsidP="007A6F08">
      <w:pPr>
        <w:jc w:val="center"/>
        <w:rPr>
          <w:b/>
          <w:szCs w:val="28"/>
        </w:rPr>
      </w:pPr>
    </w:p>
    <w:p w:rsidR="00F04C14" w:rsidRPr="00500747" w:rsidRDefault="00F04C14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F04C14" w:rsidRPr="009931E8" w:rsidRDefault="00F04C14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>»</w:t>
      </w:r>
      <w:r>
        <w:rPr>
          <w:b/>
          <w:szCs w:val="28"/>
        </w:rPr>
        <w:t xml:space="preserve">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F04C14" w:rsidRPr="00500747" w:rsidRDefault="00F04C14" w:rsidP="007A6F08">
      <w:pPr>
        <w:jc w:val="center"/>
        <w:rPr>
          <w:b/>
          <w:szCs w:val="28"/>
        </w:rPr>
      </w:pPr>
    </w:p>
    <w:p w:rsidR="00F04C14" w:rsidRPr="009D244C" w:rsidRDefault="00F04C14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04C14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C14" w:rsidRPr="00DB6469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C14" w:rsidRPr="00DB6469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C14" w:rsidRPr="00DB6469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4C14" w:rsidRPr="00DB6469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04C14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C14" w:rsidRPr="00DB6469" w:rsidRDefault="00F04C1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04C14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C14" w:rsidRPr="00DB6469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C14" w:rsidRPr="00DB6469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C14" w:rsidRPr="00DB6469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C14" w:rsidRPr="00DB6469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C14" w:rsidRPr="00DB6469" w:rsidRDefault="00F04C1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F04C14" w:rsidRDefault="00F04C14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89"/>
        <w:gridCol w:w="420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04C14" w:rsidRPr="00DB6469" w:rsidTr="0087799A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C14" w:rsidRPr="00DB6469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F04C14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C14" w:rsidRPr="00F7595A" w:rsidRDefault="00F04C14" w:rsidP="00DE6DCB">
            <w:pPr>
              <w:autoSpaceDE w:val="0"/>
              <w:autoSpaceDN w:val="0"/>
              <w:adjustRightInd w:val="0"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1E1E1E"/>
                <w:sz w:val="24"/>
                <w:szCs w:val="24"/>
                <w:lang w:eastAsia="ru-RU"/>
              </w:rPr>
              <w:t>организация экономически эффективной системы благоустройства</w:t>
            </w:r>
          </w:p>
          <w:p w:rsidR="00F04C14" w:rsidRPr="00F7595A" w:rsidRDefault="00F04C14" w:rsidP="00DE6DCB">
            <w:pPr>
              <w:contextualSpacing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000000"/>
                <w:sz w:val="24"/>
                <w:szCs w:val="24"/>
                <w:lang w:eastAsia="ru-RU"/>
              </w:rPr>
              <w:t xml:space="preserve">Старотитаровского сельского поселения </w:t>
            </w:r>
            <w:r w:rsidRPr="00F7595A">
              <w:rPr>
                <w:color w:val="1E1E1E"/>
                <w:sz w:val="24"/>
                <w:szCs w:val="24"/>
                <w:lang w:eastAsia="ru-RU"/>
              </w:rPr>
              <w:t>Темрюкского района, отвечающей современным экологическим, санитарно-гигиеническим требованиям и создающей безопасные и комфортные условия для проживания населения</w:t>
            </w:r>
          </w:p>
          <w:p w:rsidR="00F04C14" w:rsidRPr="00F7595A" w:rsidRDefault="00F04C14" w:rsidP="00DE6DCB">
            <w:pPr>
              <w:contextualSpacing/>
              <w:rPr>
                <w:sz w:val="24"/>
                <w:szCs w:val="24"/>
              </w:rPr>
            </w:pPr>
          </w:p>
        </w:tc>
      </w:tr>
      <w:tr w:rsidR="00F04C14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C14" w:rsidRPr="00F7595A" w:rsidRDefault="00F04C14" w:rsidP="00DE6DCB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7595A">
              <w:rPr>
                <w:sz w:val="24"/>
                <w:szCs w:val="24"/>
              </w:rPr>
              <w:t xml:space="preserve">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F7595A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F7595A">
              <w:rPr>
                <w:bCs/>
                <w:sz w:val="24"/>
                <w:szCs w:val="24"/>
              </w:rPr>
              <w:t xml:space="preserve">» </w:t>
            </w:r>
          </w:p>
          <w:p w:rsidR="00F04C14" w:rsidRPr="00F7595A" w:rsidRDefault="00F04C14" w:rsidP="00DE6DCB">
            <w:pPr>
              <w:rPr>
                <w:sz w:val="24"/>
                <w:szCs w:val="24"/>
              </w:rPr>
            </w:pPr>
          </w:p>
        </w:tc>
      </w:tr>
      <w:tr w:rsidR="00F04C14" w:rsidRPr="00DB6469" w:rsidTr="0087799A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0F6657" w:rsidRDefault="00F04C14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условий для обеспечения деятельности МБУ «Организация системы благоустройства» 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C14" w:rsidRPr="00DB6469" w:rsidRDefault="00F04C14" w:rsidP="0087799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4C14" w:rsidRPr="00DB6469" w:rsidRDefault="00F04C14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4C14" w:rsidRPr="00810C31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9 255,5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4C14" w:rsidRPr="00810C31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4C14" w:rsidRPr="00810C31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4C14" w:rsidRPr="00810C31" w:rsidRDefault="00F04C14" w:rsidP="00E546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9 255,5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4C14" w:rsidRPr="00DB6469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C14" w:rsidRPr="00F5764C" w:rsidRDefault="00F04C14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Эффективная организация системы благоустройства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F04C14" w:rsidRPr="00DB6469" w:rsidRDefault="00F04C14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04C14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C14" w:rsidRPr="00DB6469" w:rsidRDefault="00F04C14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C14" w:rsidRPr="00DB6469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C14" w:rsidRPr="00DB6469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C14" w:rsidRPr="00DB6469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C14" w:rsidRPr="00E546D0" w:rsidRDefault="00F04C14" w:rsidP="00E546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C14" w:rsidRPr="00DB6469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C14" w:rsidRPr="00DB6469" w:rsidRDefault="00F04C1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04C14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4C14" w:rsidRPr="00DB6469" w:rsidRDefault="00F04C1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04C14" w:rsidRPr="00DB6469" w:rsidTr="00E3460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C14" w:rsidRPr="00810C31" w:rsidRDefault="00F04C14" w:rsidP="00E3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9 255,5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C14" w:rsidRPr="00DB6469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C14" w:rsidRPr="00DB6469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C14" w:rsidRPr="00810C31" w:rsidRDefault="00F04C14" w:rsidP="001920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9 255,5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C14" w:rsidRPr="00DB6469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F04C14" w:rsidRPr="00DB6469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4C14" w:rsidRPr="00DB6469" w:rsidTr="00E3460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C14" w:rsidRPr="00E3460E" w:rsidRDefault="00F04C14" w:rsidP="00E3460E">
            <w:pPr>
              <w:jc w:val="center"/>
              <w:rPr>
                <w:sz w:val="24"/>
                <w:szCs w:val="24"/>
              </w:rPr>
            </w:pPr>
            <w:r w:rsidRPr="00810C3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 </w:t>
            </w:r>
            <w:r w:rsidRPr="00810C3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55,5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C14" w:rsidRPr="00DB6469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C14" w:rsidRPr="00DB6469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C14" w:rsidRPr="00E3460E" w:rsidRDefault="00F04C14" w:rsidP="00192051">
            <w:pPr>
              <w:jc w:val="center"/>
              <w:rPr>
                <w:sz w:val="24"/>
                <w:szCs w:val="24"/>
              </w:rPr>
            </w:pPr>
            <w:r w:rsidRPr="00810C3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 </w:t>
            </w:r>
            <w:r w:rsidRPr="00810C3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C14" w:rsidRPr="00DB6469" w:rsidRDefault="00F04C14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C14" w:rsidRPr="00DB6469" w:rsidRDefault="00F04C1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F04C14" w:rsidRPr="00DB6469" w:rsidRDefault="00F04C14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F04C14" w:rsidRDefault="00F04C14" w:rsidP="003E51DA">
      <w:pPr>
        <w:jc w:val="center"/>
        <w:rPr>
          <w:b/>
          <w:szCs w:val="28"/>
        </w:rPr>
      </w:pPr>
    </w:p>
    <w:p w:rsidR="00F04C14" w:rsidRPr="009E44C2" w:rsidRDefault="00F04C14" w:rsidP="003E51DA">
      <w:pPr>
        <w:jc w:val="center"/>
        <w:rPr>
          <w:b/>
          <w:szCs w:val="28"/>
        </w:rPr>
      </w:pPr>
    </w:p>
    <w:p w:rsidR="00F04C14" w:rsidRDefault="00F04C14" w:rsidP="007A6F08">
      <w:pPr>
        <w:rPr>
          <w:sz w:val="24"/>
          <w:szCs w:val="24"/>
        </w:rPr>
        <w:sectPr w:rsidR="00F04C14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F04C14" w:rsidRPr="003E51DA" w:rsidRDefault="00F04C14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F04C14" w:rsidRDefault="00F04C14" w:rsidP="003E51DA">
      <w:pPr>
        <w:pStyle w:val="ConsPlusNormal0"/>
        <w:ind w:firstLine="709"/>
        <w:jc w:val="both"/>
      </w:pPr>
    </w:p>
    <w:p w:rsidR="00F04C14" w:rsidRDefault="00F04C14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F04C14" w:rsidRDefault="00F04C14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F04C14" w:rsidRDefault="00F04C14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F04C14" w:rsidRDefault="00F04C14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F04C14" w:rsidRDefault="00F04C14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F04C14" w:rsidRDefault="00F04C14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F04C14" w:rsidRDefault="00F04C14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F04C14" w:rsidRDefault="00F04C14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F04C14" w:rsidRDefault="00F04C14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F04C14" w:rsidRDefault="00F04C14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F04C14" w:rsidRDefault="00F04C14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F04C14" w:rsidRDefault="00F04C14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F04C14" w:rsidRDefault="00F04C14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F04C14" w:rsidRDefault="00F04C14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F04C14" w:rsidRDefault="00F04C14" w:rsidP="00EF6F81">
      <w:pPr>
        <w:jc w:val="center"/>
        <w:rPr>
          <w:b/>
        </w:rPr>
      </w:pPr>
    </w:p>
    <w:p w:rsidR="00F04C14" w:rsidRDefault="00F04C14" w:rsidP="00EF6F81">
      <w:pPr>
        <w:jc w:val="center"/>
        <w:rPr>
          <w:b/>
        </w:rPr>
      </w:pPr>
    </w:p>
    <w:p w:rsidR="00F04C14" w:rsidRDefault="00F04C14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04C14" w:rsidRDefault="00F04C14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04C14" w:rsidRDefault="00F04C14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Е.М. Зимина</w:t>
      </w:r>
    </w:p>
    <w:p w:rsidR="00F04C14" w:rsidRDefault="00F04C14" w:rsidP="00413494">
      <w:pPr>
        <w:jc w:val="both"/>
        <w:rPr>
          <w:szCs w:val="28"/>
        </w:rPr>
      </w:pPr>
    </w:p>
    <w:p w:rsidR="00F04C14" w:rsidRDefault="00F04C14" w:rsidP="00413494">
      <w:pPr>
        <w:jc w:val="both"/>
        <w:rPr>
          <w:szCs w:val="28"/>
        </w:rPr>
      </w:pPr>
    </w:p>
    <w:p w:rsidR="00F04C14" w:rsidRDefault="00F04C14" w:rsidP="00413494">
      <w:pPr>
        <w:jc w:val="both"/>
        <w:rPr>
          <w:szCs w:val="28"/>
        </w:rPr>
      </w:pPr>
    </w:p>
    <w:p w:rsidR="00F04C14" w:rsidRDefault="00F04C14" w:rsidP="00413494">
      <w:pPr>
        <w:jc w:val="both"/>
        <w:rPr>
          <w:szCs w:val="28"/>
        </w:rPr>
      </w:pPr>
    </w:p>
    <w:p w:rsidR="00F04C14" w:rsidRDefault="00F04C14" w:rsidP="00413494">
      <w:pPr>
        <w:jc w:val="both"/>
        <w:rPr>
          <w:szCs w:val="28"/>
        </w:rPr>
      </w:pPr>
    </w:p>
    <w:p w:rsidR="00F04C14" w:rsidRDefault="00F04C14" w:rsidP="00413494">
      <w:pPr>
        <w:jc w:val="both"/>
        <w:rPr>
          <w:b/>
        </w:rPr>
        <w:sectPr w:rsidR="00F04C14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04C14" w:rsidRDefault="00F04C14" w:rsidP="00E6162A">
      <w:pPr>
        <w:jc w:val="center"/>
        <w:rPr>
          <w:b/>
        </w:rPr>
      </w:pPr>
    </w:p>
    <w:sectPr w:rsidR="00F04C1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4C14" w:rsidRDefault="00F04C14" w:rsidP="00EF6F81">
      <w:r>
        <w:separator/>
      </w:r>
    </w:p>
  </w:endnote>
  <w:endnote w:type="continuationSeparator" w:id="0">
    <w:p w:rsidR="00F04C14" w:rsidRDefault="00F04C14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4C14" w:rsidRDefault="00F04C14" w:rsidP="00EF6F81">
      <w:r>
        <w:separator/>
      </w:r>
    </w:p>
  </w:footnote>
  <w:footnote w:type="continuationSeparator" w:id="0">
    <w:p w:rsidR="00F04C14" w:rsidRDefault="00F04C14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C14" w:rsidRDefault="00F04C14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C14" w:rsidRDefault="00F04C14">
    <w:pPr>
      <w:pStyle w:val="Header"/>
      <w:jc w:val="center"/>
    </w:pPr>
  </w:p>
  <w:p w:rsidR="00F04C14" w:rsidRDefault="00F04C14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04C14" w:rsidRPr="004E6D75" w:rsidRDefault="00F04C1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361A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4A8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051"/>
    <w:rsid w:val="0019577F"/>
    <w:rsid w:val="00196BE7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3441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4FED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6755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14A9B"/>
    <w:rsid w:val="00424008"/>
    <w:rsid w:val="004258A2"/>
    <w:rsid w:val="00434175"/>
    <w:rsid w:val="00435242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51C7"/>
    <w:rsid w:val="004C630B"/>
    <w:rsid w:val="004C63B7"/>
    <w:rsid w:val="004D185F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27996"/>
    <w:rsid w:val="00631501"/>
    <w:rsid w:val="00631920"/>
    <w:rsid w:val="006341E7"/>
    <w:rsid w:val="00634440"/>
    <w:rsid w:val="00646C54"/>
    <w:rsid w:val="00653139"/>
    <w:rsid w:val="00660B50"/>
    <w:rsid w:val="00662F28"/>
    <w:rsid w:val="00665E1A"/>
    <w:rsid w:val="006705A4"/>
    <w:rsid w:val="00673752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439A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20310"/>
    <w:rsid w:val="00734314"/>
    <w:rsid w:val="00741C5B"/>
    <w:rsid w:val="00741FA6"/>
    <w:rsid w:val="00745D1A"/>
    <w:rsid w:val="00756022"/>
    <w:rsid w:val="00762BED"/>
    <w:rsid w:val="00770883"/>
    <w:rsid w:val="00775633"/>
    <w:rsid w:val="00782AE6"/>
    <w:rsid w:val="00783D2D"/>
    <w:rsid w:val="0078526C"/>
    <w:rsid w:val="00796C5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0C31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682B"/>
    <w:rsid w:val="00876805"/>
    <w:rsid w:val="0087714C"/>
    <w:rsid w:val="0087799A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2F09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0A8A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44BB5"/>
    <w:rsid w:val="00A47DA3"/>
    <w:rsid w:val="00A51727"/>
    <w:rsid w:val="00A56C25"/>
    <w:rsid w:val="00A62E76"/>
    <w:rsid w:val="00A643EC"/>
    <w:rsid w:val="00A67E38"/>
    <w:rsid w:val="00A70430"/>
    <w:rsid w:val="00A71BA7"/>
    <w:rsid w:val="00A737FD"/>
    <w:rsid w:val="00A7591C"/>
    <w:rsid w:val="00A75FE3"/>
    <w:rsid w:val="00A77D4F"/>
    <w:rsid w:val="00A811B2"/>
    <w:rsid w:val="00A84785"/>
    <w:rsid w:val="00A9085E"/>
    <w:rsid w:val="00A95BD9"/>
    <w:rsid w:val="00A96A8D"/>
    <w:rsid w:val="00AA0D84"/>
    <w:rsid w:val="00AA5C4B"/>
    <w:rsid w:val="00AA5F98"/>
    <w:rsid w:val="00AA7594"/>
    <w:rsid w:val="00AC6410"/>
    <w:rsid w:val="00AC6F55"/>
    <w:rsid w:val="00AD7804"/>
    <w:rsid w:val="00AE09CA"/>
    <w:rsid w:val="00AE7059"/>
    <w:rsid w:val="00AE7A16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30DE"/>
    <w:rsid w:val="00B76896"/>
    <w:rsid w:val="00B812D4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0D0A"/>
    <w:rsid w:val="00BB43B3"/>
    <w:rsid w:val="00BB769B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7DE"/>
    <w:rsid w:val="00C72F57"/>
    <w:rsid w:val="00C75EAF"/>
    <w:rsid w:val="00C76645"/>
    <w:rsid w:val="00C769C5"/>
    <w:rsid w:val="00C80C3D"/>
    <w:rsid w:val="00C811B8"/>
    <w:rsid w:val="00C8136C"/>
    <w:rsid w:val="00C90B2A"/>
    <w:rsid w:val="00C96AAF"/>
    <w:rsid w:val="00CA247E"/>
    <w:rsid w:val="00CA5B4F"/>
    <w:rsid w:val="00CA61D6"/>
    <w:rsid w:val="00CA63B2"/>
    <w:rsid w:val="00CA76C1"/>
    <w:rsid w:val="00CB24FB"/>
    <w:rsid w:val="00CB6D46"/>
    <w:rsid w:val="00CC0414"/>
    <w:rsid w:val="00CC090A"/>
    <w:rsid w:val="00CC3853"/>
    <w:rsid w:val="00CC7611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23270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6DCB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460E"/>
    <w:rsid w:val="00E43186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803BD"/>
    <w:rsid w:val="00E808C4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687A"/>
    <w:rsid w:val="00EF6A40"/>
    <w:rsid w:val="00EF6F81"/>
    <w:rsid w:val="00F00398"/>
    <w:rsid w:val="00F00A4A"/>
    <w:rsid w:val="00F04C14"/>
    <w:rsid w:val="00F05B97"/>
    <w:rsid w:val="00F07995"/>
    <w:rsid w:val="00F14315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7595A"/>
    <w:rsid w:val="00F80B7C"/>
    <w:rsid w:val="00F82450"/>
    <w:rsid w:val="00F83E27"/>
    <w:rsid w:val="00F84016"/>
    <w:rsid w:val="00F8586D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76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2230</TotalTime>
  <Pages>6</Pages>
  <Words>815</Words>
  <Characters>4651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236</cp:revision>
  <cp:lastPrinted>2021-06-11T06:36:00Z</cp:lastPrinted>
  <dcterms:created xsi:type="dcterms:W3CDTF">2018-08-07T11:48:00Z</dcterms:created>
  <dcterms:modified xsi:type="dcterms:W3CDTF">2021-12-09T11:12:00Z</dcterms:modified>
</cp:coreProperties>
</file>