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FD2985" w:rsidRPr="00C96AAF" w:rsidTr="00FD0C3A">
        <w:tc>
          <w:tcPr>
            <w:tcW w:w="8788" w:type="dxa"/>
          </w:tcPr>
          <w:p w:rsidR="00FD2985" w:rsidRPr="00C96AAF" w:rsidRDefault="00FD2985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D2985" w:rsidRPr="00C96AAF" w:rsidRDefault="00FD2985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FD2985" w:rsidRDefault="00FD2985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D2985" w:rsidRPr="00AA240D" w:rsidRDefault="00FD2985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FD2985" w:rsidRPr="00C96AAF" w:rsidRDefault="00FD2985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FD2985" w:rsidRPr="00C96AAF" w:rsidRDefault="00FD2985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FD2985" w:rsidRPr="006341E7" w:rsidRDefault="00FD2985" w:rsidP="003E51DA">
      <w:pPr>
        <w:ind w:firstLine="709"/>
        <w:rPr>
          <w:sz w:val="24"/>
          <w:szCs w:val="24"/>
        </w:rPr>
      </w:pPr>
    </w:p>
    <w:p w:rsidR="00FD2985" w:rsidRDefault="00FD298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D2985" w:rsidRPr="00DE71AE" w:rsidRDefault="00FD2985" w:rsidP="00AA240D">
      <w:pPr>
        <w:jc w:val="center"/>
        <w:rPr>
          <w:b/>
          <w:szCs w:val="28"/>
        </w:rPr>
      </w:pPr>
      <w:r w:rsidRPr="001D3802">
        <w:rPr>
          <w:b/>
          <w:szCs w:val="28"/>
        </w:rPr>
        <w:t>«Защита населения</w:t>
      </w:r>
      <w:r>
        <w:rPr>
          <w:b/>
          <w:szCs w:val="28"/>
        </w:rPr>
        <w:t>,</w:t>
      </w:r>
      <w:r w:rsidRPr="001D3802">
        <w:rPr>
          <w:b/>
          <w:szCs w:val="28"/>
        </w:rPr>
        <w:t xml:space="preserve"> территори</w:t>
      </w:r>
      <w:r>
        <w:rPr>
          <w:b/>
          <w:szCs w:val="28"/>
        </w:rPr>
        <w:t>и</w:t>
      </w:r>
      <w:r w:rsidRPr="001D3802">
        <w:rPr>
          <w:b/>
          <w:szCs w:val="28"/>
        </w:rPr>
        <w:t xml:space="preserve"> Старотитаровского сельского поселения Темрюкского района</w:t>
      </w:r>
      <w:r>
        <w:rPr>
          <w:b/>
          <w:szCs w:val="28"/>
        </w:rPr>
        <w:t xml:space="preserve"> и объектов социальной сферы</w:t>
      </w:r>
      <w:r w:rsidRPr="001D3802">
        <w:rPr>
          <w:b/>
          <w:szCs w:val="28"/>
        </w:rPr>
        <w:t xml:space="preserve"> от чрезвычайных </w:t>
      </w:r>
      <w:r>
        <w:rPr>
          <w:b/>
          <w:szCs w:val="28"/>
        </w:rPr>
        <w:t xml:space="preserve">и техногенных </w:t>
      </w:r>
      <w:r w:rsidRPr="001D3802">
        <w:rPr>
          <w:b/>
          <w:szCs w:val="28"/>
        </w:rPr>
        <w:t>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FD2985" w:rsidRPr="000C41ED" w:rsidRDefault="00FD2985" w:rsidP="003E51DA">
      <w:pPr>
        <w:jc w:val="center"/>
        <w:rPr>
          <w:b/>
          <w:szCs w:val="28"/>
        </w:rPr>
      </w:pPr>
    </w:p>
    <w:p w:rsidR="00FD2985" w:rsidRPr="009E44C2" w:rsidRDefault="00FD298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D2985" w:rsidRPr="00DE71AE" w:rsidRDefault="00FD2985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1D3802">
        <w:rPr>
          <w:b/>
          <w:szCs w:val="28"/>
        </w:rPr>
        <w:t>«Защита населения</w:t>
      </w:r>
      <w:r>
        <w:rPr>
          <w:b/>
          <w:szCs w:val="28"/>
        </w:rPr>
        <w:t>,</w:t>
      </w:r>
      <w:r w:rsidRPr="001D3802">
        <w:rPr>
          <w:b/>
          <w:szCs w:val="28"/>
        </w:rPr>
        <w:t xml:space="preserve"> территори</w:t>
      </w:r>
      <w:r>
        <w:rPr>
          <w:b/>
          <w:szCs w:val="28"/>
        </w:rPr>
        <w:t>и</w:t>
      </w:r>
      <w:r w:rsidRPr="001D3802">
        <w:rPr>
          <w:b/>
          <w:szCs w:val="28"/>
        </w:rPr>
        <w:t xml:space="preserve"> Старотитаровского сельского поселения Темрюкского района</w:t>
      </w:r>
      <w:r>
        <w:rPr>
          <w:b/>
          <w:szCs w:val="28"/>
        </w:rPr>
        <w:t xml:space="preserve"> и объектов социальной сферы</w:t>
      </w:r>
      <w:r w:rsidRPr="001D3802">
        <w:rPr>
          <w:b/>
          <w:szCs w:val="28"/>
        </w:rPr>
        <w:t xml:space="preserve"> от чрезвычайных </w:t>
      </w:r>
      <w:r>
        <w:rPr>
          <w:b/>
          <w:szCs w:val="28"/>
        </w:rPr>
        <w:t xml:space="preserve">и техногенных </w:t>
      </w:r>
      <w:r w:rsidRPr="001D3802">
        <w:rPr>
          <w:b/>
          <w:szCs w:val="28"/>
        </w:rPr>
        <w:t>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FD2985" w:rsidRDefault="00FD298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D2985" w:rsidRDefault="00FD2985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D2985" w:rsidRPr="00AA240D" w:rsidRDefault="00FD2985" w:rsidP="00AA240D">
            <w:pPr>
              <w:rPr>
                <w:szCs w:val="28"/>
              </w:rPr>
            </w:pP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D2985" w:rsidRDefault="00FD2985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FD2985" w:rsidRPr="00827FDC" w:rsidRDefault="00FD2985" w:rsidP="00AA240D">
            <w:pPr>
              <w:rPr>
                <w:b/>
                <w:szCs w:val="28"/>
              </w:rPr>
            </w:pP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D2985" w:rsidRDefault="00FD2985" w:rsidP="000F1BD5">
            <w:pPr>
              <w:rPr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участие в предупреждении и ликвидации последствий чрезвычайных ситуаций в границах Старотитаровского сельского поселения Темрюкского района</w:t>
            </w:r>
          </w:p>
          <w:p w:rsidR="00FD2985" w:rsidRPr="002940B0" w:rsidRDefault="00FD2985" w:rsidP="000F1BD5">
            <w:pPr>
              <w:rPr>
                <w:b/>
                <w:szCs w:val="28"/>
              </w:rPr>
            </w:pP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D2985" w:rsidRPr="002940B0" w:rsidRDefault="00FD2985" w:rsidP="000F1BD5">
            <w:pPr>
              <w:rPr>
                <w:b/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</w:t>
            </w:r>
            <w:r>
              <w:rPr>
                <w:szCs w:val="28"/>
              </w:rPr>
              <w:t>,</w:t>
            </w:r>
            <w:r w:rsidRPr="00910954">
              <w:rPr>
                <w:szCs w:val="28"/>
              </w:rPr>
              <w:t xml:space="preserve"> совершенствование защиты объектов социальной сферы</w:t>
            </w:r>
            <w:r>
              <w:rPr>
                <w:szCs w:val="28"/>
              </w:rPr>
              <w:t xml:space="preserve"> от чрезвычайных и техногенных ситуаций, а также  участие в предупреждении и ликвидации последствий чрезвычайных ситуаций в границах Старотитаровского сельского поселения Темрюкского района</w:t>
            </w: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D2985" w:rsidRDefault="00FD2985" w:rsidP="003A70A7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  <w:p w:rsidR="00FD2985" w:rsidRPr="00D91F7C" w:rsidRDefault="00FD2985" w:rsidP="003A70A7">
            <w:pPr>
              <w:rPr>
                <w:szCs w:val="28"/>
              </w:rPr>
            </w:pP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D2985" w:rsidRDefault="00FD2985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D2985" w:rsidRPr="002503EF" w:rsidRDefault="00FD2985" w:rsidP="000F1BD5">
            <w:pPr>
              <w:rPr>
                <w:szCs w:val="28"/>
              </w:rPr>
            </w:pP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D2985" w:rsidRDefault="00FD2985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FD2985" w:rsidRPr="009011B8" w:rsidRDefault="00FD2985" w:rsidP="000F1BD5">
            <w:pPr>
              <w:rPr>
                <w:szCs w:val="28"/>
              </w:rPr>
            </w:pP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D2985" w:rsidRPr="002940B0" w:rsidRDefault="00FD2985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D2985" w:rsidRPr="002940B0" w:rsidRDefault="00FD2985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D2985" w:rsidRPr="002940B0" w:rsidRDefault="00FD2985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D2985" w:rsidRPr="002940B0" w:rsidRDefault="00FD2985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D2985" w:rsidRPr="002940B0" w:rsidRDefault="00FD2985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D2985" w:rsidRPr="002940B0" w:rsidRDefault="00FD2985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2985" w:rsidRPr="002940B0" w:rsidRDefault="00FD2985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2985" w:rsidRPr="002940B0" w:rsidRDefault="00FD2985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2985" w:rsidRPr="002940B0" w:rsidRDefault="00FD2985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2985" w:rsidRPr="002940B0" w:rsidRDefault="00FD2985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2985" w:rsidRPr="002940B0" w:rsidRDefault="00FD2985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2985" w:rsidRPr="009E44C2" w:rsidTr="000F1BD5">
        <w:tc>
          <w:tcPr>
            <w:tcW w:w="14560" w:type="dxa"/>
            <w:gridSpan w:val="6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2985" w:rsidRPr="009E44C2" w:rsidTr="000F1BD5">
        <w:tc>
          <w:tcPr>
            <w:tcW w:w="14560" w:type="dxa"/>
            <w:gridSpan w:val="6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2985" w:rsidRPr="009E44C2" w:rsidTr="000F1BD5">
        <w:tc>
          <w:tcPr>
            <w:tcW w:w="6012" w:type="dxa"/>
          </w:tcPr>
          <w:p w:rsidR="00FD2985" w:rsidRPr="002940B0" w:rsidRDefault="00FD2985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2985" w:rsidRPr="002940B0" w:rsidRDefault="00FD2985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D2985" w:rsidRDefault="00FD2985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D2985" w:rsidRDefault="00FD2985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D2985" w:rsidRPr="009A1CC2" w:rsidRDefault="00FD2985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FD2985" w:rsidRPr="00DE71AE" w:rsidRDefault="00FD2985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«Защита населения</w:t>
      </w:r>
      <w:r>
        <w:rPr>
          <w:b/>
          <w:szCs w:val="28"/>
        </w:rPr>
        <w:t>,</w:t>
      </w:r>
      <w:r w:rsidRPr="001D3802">
        <w:rPr>
          <w:b/>
          <w:szCs w:val="28"/>
        </w:rPr>
        <w:t xml:space="preserve"> территори</w:t>
      </w:r>
      <w:r>
        <w:rPr>
          <w:b/>
          <w:szCs w:val="28"/>
        </w:rPr>
        <w:t>и</w:t>
      </w:r>
      <w:r w:rsidRPr="001D3802">
        <w:rPr>
          <w:b/>
          <w:szCs w:val="28"/>
        </w:rPr>
        <w:t xml:space="preserve"> Старотитаровского сельского поселения Темрюкского района</w:t>
      </w:r>
      <w:r>
        <w:rPr>
          <w:b/>
          <w:szCs w:val="28"/>
        </w:rPr>
        <w:t xml:space="preserve"> и объектов социальной сферы</w:t>
      </w:r>
      <w:r w:rsidRPr="001D3802">
        <w:rPr>
          <w:b/>
          <w:szCs w:val="28"/>
        </w:rPr>
        <w:t xml:space="preserve"> от чрезвычайных </w:t>
      </w:r>
      <w:r>
        <w:rPr>
          <w:b/>
          <w:szCs w:val="28"/>
        </w:rPr>
        <w:t xml:space="preserve">и техногенных </w:t>
      </w:r>
      <w:r w:rsidRPr="001D3802">
        <w:rPr>
          <w:b/>
          <w:szCs w:val="28"/>
        </w:rPr>
        <w:t>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FD2985" w:rsidRPr="00500747" w:rsidRDefault="00FD2985" w:rsidP="007A6F08">
      <w:pPr>
        <w:jc w:val="center"/>
        <w:rPr>
          <w:b/>
          <w:szCs w:val="28"/>
        </w:rPr>
      </w:pPr>
    </w:p>
    <w:p w:rsidR="00FD2985" w:rsidRPr="009D244C" w:rsidRDefault="00FD2985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FD298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D2985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D2985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D2985" w:rsidRPr="00E724E6" w:rsidRDefault="00FD2985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FD2985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FD2985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85" w:rsidRDefault="00FD2985" w:rsidP="000F1BD5">
            <w:pPr>
              <w:rPr>
                <w:sz w:val="24"/>
                <w:szCs w:val="24"/>
              </w:rPr>
            </w:pPr>
            <w:r w:rsidRPr="00D64399">
              <w:rPr>
                <w:sz w:val="24"/>
                <w:szCs w:val="24"/>
              </w:rPr>
              <w:t>создание необходимых условий защиты жизни и здоровья граждан, а также  участие в предупреждении и ликвидации последствий чрезвычайных ситуаций в границах Старотитаровского сельского поселения Темрюкского района</w:t>
            </w:r>
          </w:p>
          <w:p w:rsidR="00FD2985" w:rsidRPr="00E724E6" w:rsidRDefault="00FD2985" w:rsidP="000F1BD5">
            <w:pPr>
              <w:rPr>
                <w:sz w:val="24"/>
                <w:szCs w:val="24"/>
              </w:rPr>
            </w:pPr>
          </w:p>
        </w:tc>
      </w:tr>
      <w:tr w:rsidR="00FD2985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85" w:rsidRDefault="00FD2985" w:rsidP="000F1BD5">
            <w:pPr>
              <w:rPr>
                <w:sz w:val="24"/>
                <w:szCs w:val="24"/>
              </w:rPr>
            </w:pPr>
            <w:r w:rsidRPr="00D64399">
              <w:rPr>
                <w:sz w:val="24"/>
                <w:szCs w:val="24"/>
              </w:rPr>
              <w:t>обеспечение оборудованием, совершенствование защиты объектов социальной сферы от чрезвычайных и техногенных ситуаций, а также  участие в предупреждении и ликвидации последствий чрезвычайных ситуаций в границах Старотитаровского сельского поселения Темрюкского района</w:t>
            </w:r>
          </w:p>
          <w:p w:rsidR="00FD2985" w:rsidRPr="00D64399" w:rsidRDefault="00FD2985" w:rsidP="000F1BD5">
            <w:pPr>
              <w:rPr>
                <w:sz w:val="24"/>
                <w:szCs w:val="24"/>
              </w:rPr>
            </w:pPr>
          </w:p>
        </w:tc>
      </w:tr>
      <w:tr w:rsidR="00FD2985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54F20" w:rsidRDefault="00FD2985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FD2985" w:rsidRPr="00C57F83" w:rsidRDefault="00FD2985" w:rsidP="00E54F20">
            <w:pPr>
              <w:pStyle w:val="a0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985" w:rsidRPr="00E724E6" w:rsidRDefault="00FD2985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D2985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985" w:rsidRPr="00E724E6" w:rsidRDefault="00FD2985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985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D298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FD2985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85" w:rsidRPr="00E724E6" w:rsidRDefault="00FD2985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D2985" w:rsidRPr="00E724E6" w:rsidRDefault="00FD2985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D2985" w:rsidRPr="00E724E6" w:rsidRDefault="00FD2985" w:rsidP="003E51DA">
      <w:pPr>
        <w:jc w:val="center"/>
        <w:rPr>
          <w:b/>
          <w:sz w:val="24"/>
          <w:szCs w:val="24"/>
        </w:rPr>
      </w:pPr>
    </w:p>
    <w:p w:rsidR="00FD2985" w:rsidRPr="00E724E6" w:rsidRDefault="00FD2985" w:rsidP="003E51DA">
      <w:pPr>
        <w:jc w:val="center"/>
        <w:rPr>
          <w:b/>
          <w:sz w:val="24"/>
          <w:szCs w:val="24"/>
        </w:rPr>
      </w:pPr>
    </w:p>
    <w:p w:rsidR="00FD2985" w:rsidRDefault="00FD2985" w:rsidP="007A6F08">
      <w:pPr>
        <w:rPr>
          <w:sz w:val="24"/>
          <w:szCs w:val="24"/>
        </w:rPr>
        <w:sectPr w:rsidR="00FD298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D2985" w:rsidRPr="003E51DA" w:rsidRDefault="00FD2985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D2985" w:rsidRDefault="00FD2985" w:rsidP="003E51DA">
      <w:pPr>
        <w:pStyle w:val="ConsPlusNormal0"/>
        <w:ind w:firstLine="709"/>
        <w:jc w:val="both"/>
      </w:pPr>
    </w:p>
    <w:p w:rsidR="00FD2985" w:rsidRDefault="00FD298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D2985" w:rsidRDefault="00FD298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D2985" w:rsidRDefault="00FD298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D2985" w:rsidRDefault="00FD298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D2985" w:rsidRDefault="00FD298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D2985" w:rsidRDefault="00FD298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D2985" w:rsidRDefault="00FD298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D2985" w:rsidRDefault="00FD298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D2985" w:rsidRDefault="00FD298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D2985" w:rsidRDefault="00FD298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D2985" w:rsidRDefault="00FD298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D2985" w:rsidRDefault="00FD298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D2985" w:rsidRDefault="00FD298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D2985" w:rsidRDefault="00FD298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D2985" w:rsidRDefault="00FD2985" w:rsidP="00EF6F81">
      <w:pPr>
        <w:jc w:val="center"/>
        <w:rPr>
          <w:b/>
        </w:rPr>
      </w:pPr>
    </w:p>
    <w:p w:rsidR="00FD2985" w:rsidRDefault="00FD2985" w:rsidP="00EF6F81">
      <w:pPr>
        <w:jc w:val="center"/>
        <w:rPr>
          <w:b/>
        </w:rPr>
      </w:pPr>
    </w:p>
    <w:p w:rsidR="00FD2985" w:rsidRDefault="00FD2985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D2985" w:rsidRDefault="00FD2985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FD2985" w:rsidRDefault="00FD2985" w:rsidP="00413494">
      <w:pPr>
        <w:jc w:val="both"/>
        <w:rPr>
          <w:b/>
        </w:rPr>
        <w:sectPr w:rsidR="00FD298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D2985" w:rsidRDefault="00FD2985" w:rsidP="00E6162A">
      <w:pPr>
        <w:jc w:val="center"/>
        <w:rPr>
          <w:b/>
        </w:rPr>
      </w:pPr>
    </w:p>
    <w:sectPr w:rsidR="00FD298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985" w:rsidRDefault="00FD2985" w:rsidP="00EF6F81">
      <w:r>
        <w:separator/>
      </w:r>
    </w:p>
  </w:endnote>
  <w:endnote w:type="continuationSeparator" w:id="0">
    <w:p w:rsidR="00FD2985" w:rsidRDefault="00FD298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985" w:rsidRDefault="00FD2985" w:rsidP="00EF6F81">
      <w:r>
        <w:separator/>
      </w:r>
    </w:p>
  </w:footnote>
  <w:footnote w:type="continuationSeparator" w:id="0">
    <w:p w:rsidR="00FD2985" w:rsidRDefault="00FD298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85" w:rsidRDefault="00FD298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985" w:rsidRDefault="00FD2985">
    <w:pPr>
      <w:pStyle w:val="Header"/>
      <w:jc w:val="center"/>
    </w:pPr>
  </w:p>
  <w:p w:rsidR="00FD2985" w:rsidRDefault="00FD298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D2985" w:rsidRPr="00C96AAF" w:rsidRDefault="00FD298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6B4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1A97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70A7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416F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5145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13F65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6A74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4399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2F01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2985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2153</TotalTime>
  <Pages>6</Pages>
  <Words>855</Words>
  <Characters>4880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229</cp:revision>
  <cp:lastPrinted>2021-06-11T06:36:00Z</cp:lastPrinted>
  <dcterms:created xsi:type="dcterms:W3CDTF">2018-08-07T11:48:00Z</dcterms:created>
  <dcterms:modified xsi:type="dcterms:W3CDTF">2021-12-09T08:42:00Z</dcterms:modified>
</cp:coreProperties>
</file>