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3A22AB" w:rsidRPr="00064846" w:rsidTr="00064846">
        <w:tc>
          <w:tcPr>
            <w:tcW w:w="8934" w:type="dxa"/>
          </w:tcPr>
          <w:p w:rsidR="003A22AB" w:rsidRPr="00064846" w:rsidRDefault="003A22AB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3A22AB" w:rsidRPr="00EE5BAC" w:rsidRDefault="003A22AB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</w:t>
            </w:r>
            <w:r w:rsidRPr="00EE5BAC">
              <w:rPr>
                <w:kern w:val="1"/>
                <w:szCs w:val="28"/>
                <w:lang w:eastAsia="zh-CN"/>
              </w:rPr>
              <w:t>РИЛОЖЕНИЕ</w:t>
            </w:r>
          </w:p>
          <w:p w:rsidR="003A22AB" w:rsidRPr="00EE5BAC" w:rsidRDefault="003A22AB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3A22AB" w:rsidRPr="00EE5BAC" w:rsidRDefault="003A22AB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3A22AB" w:rsidRPr="00064846" w:rsidRDefault="003A22AB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22.12.2021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268</w:t>
            </w:r>
          </w:p>
        </w:tc>
      </w:tr>
    </w:tbl>
    <w:p w:rsidR="003A22AB" w:rsidRPr="00885C29" w:rsidRDefault="003A22AB" w:rsidP="001157F7"/>
    <w:p w:rsidR="003A22AB" w:rsidRPr="00EE5BAC" w:rsidRDefault="003A22AB" w:rsidP="002A68D5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3A22AB" w:rsidRDefault="003A22AB" w:rsidP="002A68D5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3A22AB" w:rsidRPr="00EE5BAC" w:rsidRDefault="003A22AB" w:rsidP="002A68D5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3A22AB" w:rsidRPr="00EE5BAC" w:rsidRDefault="003A22AB" w:rsidP="002A68D5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3A22AB" w:rsidRDefault="003A22AB" w:rsidP="002A68D5">
      <w:pPr>
        <w:jc w:val="right"/>
        <w:rPr>
          <w:b/>
          <w:szCs w:val="28"/>
        </w:rPr>
      </w:pP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 xml:space="preserve">28.10.2021 </w:t>
      </w:r>
      <w:r w:rsidRPr="00EE5BAC">
        <w:rPr>
          <w:kern w:val="1"/>
          <w:szCs w:val="28"/>
          <w:lang w:eastAsia="zh-CN"/>
        </w:rPr>
        <w:t>№</w:t>
      </w:r>
      <w:r>
        <w:rPr>
          <w:kern w:val="1"/>
          <w:szCs w:val="28"/>
          <w:lang w:eastAsia="zh-CN"/>
        </w:rPr>
        <w:t xml:space="preserve"> 221</w:t>
      </w:r>
    </w:p>
    <w:p w:rsidR="003A22AB" w:rsidRDefault="003A22AB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3A22AB" w:rsidRPr="00033748" w:rsidRDefault="003A22AB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3A22AB" w:rsidRPr="00950972" w:rsidRDefault="003A22A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A22AB" w:rsidRPr="00855115" w:rsidRDefault="003A22AB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A22AB" w:rsidRPr="00157189" w:rsidRDefault="003A22AB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A22AB" w:rsidRDefault="003A22AB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3A22AB" w:rsidRPr="007B5B84" w:rsidRDefault="003A22AB" w:rsidP="007B5B84">
            <w:pPr>
              <w:rPr>
                <w:szCs w:val="28"/>
              </w:rPr>
            </w:pP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A22AB" w:rsidRDefault="003A22AB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3A22AB" w:rsidRPr="004D1434" w:rsidRDefault="003A22AB" w:rsidP="007B5B84">
            <w:pPr>
              <w:rPr>
                <w:szCs w:val="28"/>
              </w:rPr>
            </w:pP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3A22AB" w:rsidRPr="000C3C23" w:rsidRDefault="003A22AB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A22AB" w:rsidRDefault="003A22AB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3A22AB" w:rsidRDefault="003A22AB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3A22AB" w:rsidRPr="009F7348" w:rsidRDefault="003A22AB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3A22AB" w:rsidRPr="00E77B66" w:rsidRDefault="003A22AB" w:rsidP="00164E63">
            <w:pPr>
              <w:pStyle w:val="a0"/>
            </w:pP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A22AB" w:rsidRDefault="003A22AB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3A22AB" w:rsidRPr="00A46A72" w:rsidRDefault="003A22AB" w:rsidP="006F209F">
            <w:pPr>
              <w:rPr>
                <w:szCs w:val="28"/>
              </w:rPr>
            </w:pP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A22AB" w:rsidRPr="00A46A72" w:rsidRDefault="003A22AB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A22AB" w:rsidRPr="00190885" w:rsidRDefault="003A22AB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3A22AB" w:rsidRPr="00190885" w:rsidRDefault="003A22A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3A22AB" w:rsidRPr="00190885" w:rsidRDefault="003A22AB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3A22AB" w:rsidRPr="00190885" w:rsidRDefault="003A22A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3A22AB" w:rsidRPr="00190885" w:rsidRDefault="003A22A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3A22AB" w:rsidRPr="00190885" w:rsidRDefault="003A22A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6 785,6</w:t>
            </w:r>
          </w:p>
        </w:tc>
        <w:tc>
          <w:tcPr>
            <w:tcW w:w="1842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6 785,6</w:t>
            </w:r>
          </w:p>
        </w:tc>
        <w:tc>
          <w:tcPr>
            <w:tcW w:w="201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6 785,6</w:t>
            </w:r>
          </w:p>
        </w:tc>
        <w:tc>
          <w:tcPr>
            <w:tcW w:w="1842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6 785,6</w:t>
            </w:r>
          </w:p>
        </w:tc>
        <w:tc>
          <w:tcPr>
            <w:tcW w:w="201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A22AB" w:rsidRPr="008A6FA1" w:rsidTr="006F209F">
        <w:tc>
          <w:tcPr>
            <w:tcW w:w="14560" w:type="dxa"/>
            <w:gridSpan w:val="6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A22AB" w:rsidRPr="008A6FA1" w:rsidTr="006F209F">
        <w:tc>
          <w:tcPr>
            <w:tcW w:w="14560" w:type="dxa"/>
            <w:gridSpan w:val="6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</w:p>
        </w:tc>
      </w:tr>
      <w:tr w:rsidR="003A22AB" w:rsidRPr="008A6FA1" w:rsidTr="006F209F">
        <w:tc>
          <w:tcPr>
            <w:tcW w:w="6374" w:type="dxa"/>
          </w:tcPr>
          <w:p w:rsidR="003A22AB" w:rsidRPr="00190885" w:rsidRDefault="003A22AB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A22AB" w:rsidRPr="00190885" w:rsidRDefault="003A22A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A22AB" w:rsidRDefault="003A22AB" w:rsidP="00EF6F81">
      <w:pPr>
        <w:jc w:val="center"/>
        <w:rPr>
          <w:szCs w:val="28"/>
        </w:rPr>
        <w:sectPr w:rsidR="003A22A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A22AB" w:rsidRDefault="003A22AB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3A22AB" w:rsidRDefault="003A22AB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3A22AB" w:rsidRDefault="003A22AB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3A22AB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A22AB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2AB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2AB" w:rsidRPr="00500747" w:rsidRDefault="003A22AB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22AB" w:rsidRDefault="003A22AB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3A22AB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4F3F4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4F3F4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4F3F4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4F3F4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4F3F4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4F3F4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4F3F4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4F3F4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4F3F4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4F3F4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2AB" w:rsidRPr="004F3F4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3A22AB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2AB" w:rsidRPr="009B64B2" w:rsidRDefault="003A22AB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3A22AB" w:rsidRPr="009B64B2" w:rsidRDefault="003A22AB" w:rsidP="006F209F">
            <w:pPr>
              <w:rPr>
                <w:sz w:val="24"/>
                <w:szCs w:val="24"/>
              </w:rPr>
            </w:pPr>
          </w:p>
        </w:tc>
      </w:tr>
      <w:tr w:rsidR="003A22AB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2AB" w:rsidRPr="009B64B2" w:rsidRDefault="003A22AB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3A22AB" w:rsidRPr="007B6A88" w:rsidRDefault="003A22AB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22AB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72468C" w:rsidRDefault="003A22AB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6 785,6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6 785,6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2AB" w:rsidRPr="00A46040" w:rsidRDefault="003A22AB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A22AB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6 785,6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6 785,6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A22AB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DF7337" w:rsidRDefault="003A22AB" w:rsidP="000319AE">
            <w:pPr>
              <w:jc w:val="center"/>
              <w:rPr>
                <w:sz w:val="24"/>
                <w:szCs w:val="24"/>
              </w:rPr>
            </w:pPr>
            <w:r w:rsidRPr="00DF7337">
              <w:rPr>
                <w:sz w:val="24"/>
                <w:szCs w:val="24"/>
              </w:rPr>
              <w:t>6 7</w:t>
            </w:r>
            <w:r>
              <w:rPr>
                <w:sz w:val="24"/>
                <w:szCs w:val="24"/>
              </w:rPr>
              <w:t>85</w:t>
            </w:r>
            <w:r w:rsidRPr="00DF7337">
              <w:rPr>
                <w:sz w:val="24"/>
                <w:szCs w:val="24"/>
              </w:rPr>
              <w:t>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DF7337" w:rsidRDefault="003A22AB" w:rsidP="00162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6 785</w:t>
            </w:r>
            <w:r w:rsidRPr="00DF7337">
              <w:rPr>
                <w:sz w:val="24"/>
                <w:szCs w:val="24"/>
              </w:rPr>
              <w:t>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2AB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DF7337" w:rsidRDefault="003A22AB" w:rsidP="000319AE">
            <w:pPr>
              <w:jc w:val="center"/>
              <w:rPr>
                <w:sz w:val="24"/>
                <w:szCs w:val="24"/>
              </w:rPr>
            </w:pPr>
            <w:r w:rsidRPr="00DF7337">
              <w:rPr>
                <w:sz w:val="24"/>
                <w:szCs w:val="24"/>
              </w:rPr>
              <w:t>6 7</w:t>
            </w:r>
            <w:r>
              <w:rPr>
                <w:sz w:val="24"/>
                <w:szCs w:val="24"/>
              </w:rPr>
              <w:t>85</w:t>
            </w:r>
            <w:r w:rsidRPr="00DF7337">
              <w:rPr>
                <w:sz w:val="24"/>
                <w:szCs w:val="24"/>
              </w:rPr>
              <w:t>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DF7337" w:rsidRDefault="003A22AB" w:rsidP="00162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6 785</w:t>
            </w:r>
            <w:r w:rsidRPr="00DF7337">
              <w:rPr>
                <w:sz w:val="24"/>
                <w:szCs w:val="24"/>
              </w:rPr>
              <w:t>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AB" w:rsidRPr="00B6573C" w:rsidRDefault="003A22AB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3A22AB" w:rsidRPr="00B6573C" w:rsidRDefault="003A22AB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A22AB" w:rsidRDefault="003A22AB" w:rsidP="00EF6F81">
      <w:pPr>
        <w:jc w:val="center"/>
        <w:rPr>
          <w:szCs w:val="28"/>
        </w:rPr>
      </w:pPr>
    </w:p>
    <w:p w:rsidR="003A22AB" w:rsidRDefault="003A22AB" w:rsidP="00EF6F81">
      <w:pPr>
        <w:jc w:val="center"/>
        <w:rPr>
          <w:szCs w:val="28"/>
        </w:rPr>
      </w:pPr>
    </w:p>
    <w:p w:rsidR="003A22AB" w:rsidRDefault="003A22AB" w:rsidP="00EF6F81">
      <w:pPr>
        <w:jc w:val="center"/>
        <w:rPr>
          <w:szCs w:val="28"/>
        </w:rPr>
      </w:pPr>
    </w:p>
    <w:p w:rsidR="003A22AB" w:rsidRDefault="003A22AB" w:rsidP="00EF6F81">
      <w:pPr>
        <w:jc w:val="center"/>
        <w:rPr>
          <w:szCs w:val="28"/>
        </w:rPr>
      </w:pPr>
    </w:p>
    <w:p w:rsidR="003A22AB" w:rsidRDefault="003A22AB" w:rsidP="0083637B">
      <w:pPr>
        <w:rPr>
          <w:szCs w:val="28"/>
        </w:rPr>
      </w:pPr>
      <w:r>
        <w:rPr>
          <w:szCs w:val="28"/>
        </w:rPr>
        <w:t>Заместитель главы Старотитаровского</w:t>
      </w:r>
    </w:p>
    <w:p w:rsidR="003A22AB" w:rsidRDefault="003A22AB" w:rsidP="0083637B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                                                               Т.И. Опарина</w:t>
      </w:r>
    </w:p>
    <w:p w:rsidR="003A22AB" w:rsidRDefault="003A22AB" w:rsidP="00EF6F81">
      <w:pPr>
        <w:jc w:val="center"/>
        <w:rPr>
          <w:szCs w:val="28"/>
        </w:rPr>
        <w:sectPr w:rsidR="003A22A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 xml:space="preserve">                              </w:t>
      </w:r>
    </w:p>
    <w:p w:rsidR="003A22AB" w:rsidRDefault="003A22AB" w:rsidP="00484E94">
      <w:pPr>
        <w:ind w:firstLine="709"/>
        <w:jc w:val="both"/>
        <w:rPr>
          <w:szCs w:val="28"/>
        </w:rPr>
      </w:pPr>
    </w:p>
    <w:p w:rsidR="003A22AB" w:rsidRDefault="003A22AB" w:rsidP="001F5CA2">
      <w:pPr>
        <w:jc w:val="center"/>
        <w:rPr>
          <w:b/>
        </w:rPr>
      </w:pPr>
    </w:p>
    <w:sectPr w:rsidR="003A22A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2AB" w:rsidRDefault="003A22AB" w:rsidP="00EF6F81">
      <w:r>
        <w:separator/>
      </w:r>
    </w:p>
  </w:endnote>
  <w:endnote w:type="continuationSeparator" w:id="0">
    <w:p w:rsidR="003A22AB" w:rsidRDefault="003A22A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2AB" w:rsidRDefault="003A22AB" w:rsidP="00EF6F81">
      <w:r>
        <w:separator/>
      </w:r>
    </w:p>
  </w:footnote>
  <w:footnote w:type="continuationSeparator" w:id="0">
    <w:p w:rsidR="003A22AB" w:rsidRDefault="003A22A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AB" w:rsidRDefault="003A22A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AB" w:rsidRDefault="003A22AB">
    <w:pPr>
      <w:pStyle w:val="Header"/>
      <w:jc w:val="center"/>
    </w:pPr>
  </w:p>
  <w:p w:rsidR="003A22AB" w:rsidRDefault="003A22A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A22AB" w:rsidRPr="00064846" w:rsidRDefault="003A22A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379B6"/>
    <w:rsid w:val="00046F33"/>
    <w:rsid w:val="000520B4"/>
    <w:rsid w:val="0005300F"/>
    <w:rsid w:val="0005555B"/>
    <w:rsid w:val="00063EDE"/>
    <w:rsid w:val="00064846"/>
    <w:rsid w:val="000669A4"/>
    <w:rsid w:val="00067C9E"/>
    <w:rsid w:val="00073545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28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68D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405A"/>
    <w:rsid w:val="00345A6E"/>
    <w:rsid w:val="00347A6F"/>
    <w:rsid w:val="003547EA"/>
    <w:rsid w:val="003559DB"/>
    <w:rsid w:val="00357F42"/>
    <w:rsid w:val="0037180A"/>
    <w:rsid w:val="003724CA"/>
    <w:rsid w:val="00374409"/>
    <w:rsid w:val="0037448A"/>
    <w:rsid w:val="00374C60"/>
    <w:rsid w:val="00375839"/>
    <w:rsid w:val="00376342"/>
    <w:rsid w:val="0038326C"/>
    <w:rsid w:val="00385F3F"/>
    <w:rsid w:val="00394A6D"/>
    <w:rsid w:val="003979F5"/>
    <w:rsid w:val="003A0AD1"/>
    <w:rsid w:val="003A22AB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5D5A"/>
    <w:rsid w:val="004E660F"/>
    <w:rsid w:val="004F3F4C"/>
    <w:rsid w:val="00500747"/>
    <w:rsid w:val="0050378D"/>
    <w:rsid w:val="0050519C"/>
    <w:rsid w:val="00506C43"/>
    <w:rsid w:val="00510238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C01"/>
    <w:rsid w:val="005E3ACA"/>
    <w:rsid w:val="005E7A49"/>
    <w:rsid w:val="005F2B9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A41C0"/>
    <w:rsid w:val="007A4F64"/>
    <w:rsid w:val="007A6F08"/>
    <w:rsid w:val="007B07E9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3637B"/>
    <w:rsid w:val="0084599C"/>
    <w:rsid w:val="00845C4E"/>
    <w:rsid w:val="00846A87"/>
    <w:rsid w:val="00846C01"/>
    <w:rsid w:val="00855115"/>
    <w:rsid w:val="00856E1E"/>
    <w:rsid w:val="00871B5F"/>
    <w:rsid w:val="00876805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9013AF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21A0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7E59"/>
    <w:rsid w:val="00AC26F6"/>
    <w:rsid w:val="00AC6410"/>
    <w:rsid w:val="00AC6F55"/>
    <w:rsid w:val="00AD7804"/>
    <w:rsid w:val="00AE09CA"/>
    <w:rsid w:val="00AE1FA7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341F7"/>
    <w:rsid w:val="00D3506A"/>
    <w:rsid w:val="00D4650A"/>
    <w:rsid w:val="00D50A29"/>
    <w:rsid w:val="00D510F8"/>
    <w:rsid w:val="00D534F0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18DD"/>
    <w:rsid w:val="00DC2DD5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571EC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74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2354</TotalTime>
  <Pages>6</Pages>
  <Words>633</Words>
  <Characters>3609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250</cp:revision>
  <cp:lastPrinted>2021-09-28T10:09:00Z</cp:lastPrinted>
  <dcterms:created xsi:type="dcterms:W3CDTF">2018-08-07T11:48:00Z</dcterms:created>
  <dcterms:modified xsi:type="dcterms:W3CDTF">2021-12-22T07:11:00Z</dcterms:modified>
</cp:coreProperties>
</file>