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9F3421" w:rsidRPr="00EE5BAC" w:rsidTr="006E2C64">
        <w:tc>
          <w:tcPr>
            <w:tcW w:w="8934" w:type="dxa"/>
          </w:tcPr>
          <w:p w:rsidR="009F3421" w:rsidRPr="00EE5BAC" w:rsidRDefault="009F3421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9F3421" w:rsidRPr="00EE5BAC" w:rsidRDefault="009F3421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9F3421" w:rsidRPr="00EE5BAC" w:rsidRDefault="009F3421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F3421" w:rsidRPr="00EE5BAC" w:rsidRDefault="009F3421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F3421" w:rsidRPr="00EE5BAC" w:rsidRDefault="009F3421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22.12.2021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267</w:t>
            </w:r>
          </w:p>
          <w:p w:rsidR="009F3421" w:rsidRPr="00EE5BAC" w:rsidRDefault="009F3421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F3421" w:rsidRPr="00EE5BAC" w:rsidRDefault="009F3421" w:rsidP="00F26D62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9F3421" w:rsidRDefault="009F3421" w:rsidP="00F26D62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9F3421" w:rsidRPr="00EE5BAC" w:rsidRDefault="009F3421" w:rsidP="00F26D62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9F3421" w:rsidRPr="00EE5BAC" w:rsidRDefault="009F3421" w:rsidP="00F26D62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9F3421" w:rsidRPr="00EE5BAC" w:rsidRDefault="009F3421" w:rsidP="00F26D62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>28.10.2021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224</w:t>
      </w:r>
    </w:p>
    <w:p w:rsidR="009F3421" w:rsidRDefault="009F342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F3421" w:rsidRPr="00E72665" w:rsidRDefault="009F3421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9F3421" w:rsidRDefault="009F3421" w:rsidP="00BB769B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9F3421" w:rsidRPr="00950972" w:rsidRDefault="009F342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F3421" w:rsidRPr="00E72665" w:rsidRDefault="009F3421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9F3421" w:rsidRDefault="009F3421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F3421" w:rsidRPr="00855115" w:rsidRDefault="009F3421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F3421" w:rsidRDefault="009F3421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9F3421" w:rsidRDefault="009F3421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9F3421" w:rsidRPr="00190885" w:rsidRDefault="009F3421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F3421" w:rsidRDefault="009F3421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9F3421" w:rsidRDefault="009F3421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9F3421" w:rsidRDefault="009F3421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9F3421" w:rsidRPr="00190885" w:rsidRDefault="009F3421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F3421" w:rsidRPr="00632FA9" w:rsidRDefault="009F3421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9F3421" w:rsidRPr="00632FA9" w:rsidRDefault="009F3421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9F3421" w:rsidRPr="00632FA9" w:rsidRDefault="009F3421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9F3421" w:rsidRPr="00190885" w:rsidRDefault="009F3421" w:rsidP="003C6838">
            <w:pPr>
              <w:jc w:val="center"/>
              <w:rPr>
                <w:b/>
                <w:szCs w:val="28"/>
              </w:rPr>
            </w:pP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F3421" w:rsidRDefault="009F3421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9F3421" w:rsidRPr="00190885" w:rsidRDefault="009F3421" w:rsidP="003C6838">
            <w:pPr>
              <w:rPr>
                <w:b/>
                <w:szCs w:val="28"/>
              </w:rPr>
            </w:pP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F3421" w:rsidRDefault="009F3421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9F3421" w:rsidRDefault="009F3421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9F3421" w:rsidRPr="001B47D8" w:rsidRDefault="009F3421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9F3421" w:rsidRPr="009F22D5" w:rsidRDefault="009F3421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F3421" w:rsidRPr="000C3C23" w:rsidRDefault="009F3421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F3421" w:rsidRPr="008D5828" w:rsidRDefault="009F342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9F3421" w:rsidRPr="008D5828" w:rsidRDefault="009F342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9F3421" w:rsidRPr="008D5828" w:rsidRDefault="009F342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9F3421" w:rsidRPr="008D5828" w:rsidRDefault="009F342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9F3421" w:rsidRDefault="009F3421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9F3421" w:rsidRDefault="009F3421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9F3421" w:rsidRPr="00AA5F98" w:rsidRDefault="009F3421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9F3421" w:rsidRPr="00487189" w:rsidRDefault="009F3421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9F3421" w:rsidRPr="000C3C23" w:rsidRDefault="009F3421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F3421" w:rsidRPr="00A46A72" w:rsidRDefault="009F3421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F3421" w:rsidRPr="00A46A72" w:rsidRDefault="009F3421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F3421" w:rsidRPr="00190885" w:rsidRDefault="009F3421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F3421" w:rsidRPr="00190885" w:rsidRDefault="009F3421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F3421" w:rsidRPr="00190885" w:rsidRDefault="009F3421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F3421" w:rsidRPr="00190885" w:rsidRDefault="009F3421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F3421" w:rsidRPr="00190885" w:rsidRDefault="009F3421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F3421" w:rsidRPr="00190885" w:rsidRDefault="009F3421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11 426,4</w:t>
            </w:r>
          </w:p>
        </w:tc>
        <w:tc>
          <w:tcPr>
            <w:tcW w:w="1842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11 426,4</w:t>
            </w:r>
          </w:p>
        </w:tc>
        <w:tc>
          <w:tcPr>
            <w:tcW w:w="201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11 426,4</w:t>
            </w:r>
          </w:p>
        </w:tc>
        <w:tc>
          <w:tcPr>
            <w:tcW w:w="1842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11 426,4</w:t>
            </w:r>
          </w:p>
        </w:tc>
        <w:tc>
          <w:tcPr>
            <w:tcW w:w="201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3421" w:rsidRPr="008A6FA1" w:rsidTr="003C6838">
        <w:tc>
          <w:tcPr>
            <w:tcW w:w="14560" w:type="dxa"/>
            <w:gridSpan w:val="6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3421" w:rsidRPr="008A6FA1" w:rsidTr="003C6838">
        <w:tc>
          <w:tcPr>
            <w:tcW w:w="14560" w:type="dxa"/>
            <w:gridSpan w:val="6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</w:p>
        </w:tc>
      </w:tr>
      <w:tr w:rsidR="009F3421" w:rsidRPr="008A6FA1" w:rsidTr="003C6838">
        <w:tc>
          <w:tcPr>
            <w:tcW w:w="6374" w:type="dxa"/>
          </w:tcPr>
          <w:p w:rsidR="009F3421" w:rsidRPr="00190885" w:rsidRDefault="009F3421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F3421" w:rsidRPr="00190885" w:rsidRDefault="009F342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F3421" w:rsidRDefault="009F3421" w:rsidP="00B97B72">
      <w:pPr>
        <w:pStyle w:val="ListParagraph"/>
        <w:ind w:left="360"/>
        <w:rPr>
          <w:b/>
          <w:sz w:val="24"/>
          <w:szCs w:val="24"/>
        </w:rPr>
      </w:pPr>
    </w:p>
    <w:p w:rsidR="009F3421" w:rsidRPr="00B97B72" w:rsidRDefault="009F3421" w:rsidP="00B97B72">
      <w:pPr>
        <w:pStyle w:val="ListParagraph"/>
        <w:ind w:left="360"/>
        <w:rPr>
          <w:b/>
          <w:sz w:val="24"/>
          <w:szCs w:val="24"/>
        </w:rPr>
      </w:pPr>
    </w:p>
    <w:p w:rsidR="009F3421" w:rsidRPr="00A74297" w:rsidRDefault="009F3421" w:rsidP="00225687">
      <w:pPr>
        <w:jc w:val="center"/>
        <w:rPr>
          <w:b/>
          <w:szCs w:val="28"/>
        </w:rPr>
      </w:pPr>
    </w:p>
    <w:p w:rsidR="009F3421" w:rsidRPr="00225687" w:rsidRDefault="009F3421">
      <w:pPr>
        <w:rPr>
          <w:sz w:val="6"/>
          <w:szCs w:val="6"/>
        </w:rPr>
      </w:pPr>
    </w:p>
    <w:p w:rsidR="009F3421" w:rsidRDefault="009F3421" w:rsidP="004B2B3D">
      <w:pPr>
        <w:pStyle w:val="ConsPlusNormal0"/>
      </w:pPr>
      <w:r>
        <w:t>Заместитель главы</w:t>
      </w:r>
    </w:p>
    <w:p w:rsidR="009F3421" w:rsidRDefault="009F3421" w:rsidP="004B2B3D">
      <w:pPr>
        <w:pStyle w:val="ConsPlusNormal0"/>
      </w:pPr>
      <w:r>
        <w:t xml:space="preserve">Старотитаровского сельского </w:t>
      </w:r>
    </w:p>
    <w:p w:rsidR="009F3421" w:rsidRPr="004B2B3D" w:rsidRDefault="009F3421" w:rsidP="004B2B3D">
      <w:pPr>
        <w:pStyle w:val="ConsPlusNormal0"/>
      </w:pPr>
      <w:r>
        <w:t>поселения Темрюкского района                                                                                                                           Т.И. Опарина</w:t>
      </w:r>
    </w:p>
    <w:sectPr w:rsidR="009F3421" w:rsidRPr="004B2B3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421" w:rsidRDefault="009F3421" w:rsidP="00EF6F81">
      <w:r>
        <w:separator/>
      </w:r>
    </w:p>
  </w:endnote>
  <w:endnote w:type="continuationSeparator" w:id="0">
    <w:p w:rsidR="009F3421" w:rsidRDefault="009F342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421" w:rsidRDefault="009F3421" w:rsidP="00EF6F81">
      <w:r>
        <w:separator/>
      </w:r>
    </w:p>
  </w:footnote>
  <w:footnote w:type="continuationSeparator" w:id="0">
    <w:p w:rsidR="009F3421" w:rsidRDefault="009F342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421" w:rsidRDefault="009F342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421" w:rsidRDefault="009F3421">
    <w:pPr>
      <w:pStyle w:val="Header"/>
      <w:jc w:val="center"/>
    </w:pPr>
  </w:p>
  <w:p w:rsidR="009F3421" w:rsidRDefault="009F342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F3421" w:rsidRPr="00EE5BAC" w:rsidRDefault="009F342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44D6"/>
    <w:rsid w:val="002C7291"/>
    <w:rsid w:val="002D2249"/>
    <w:rsid w:val="002D47E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E79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2B3D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138"/>
    <w:rsid w:val="004E184B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E1060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B55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2E4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3421"/>
    <w:rsid w:val="009F7BB1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2312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0C1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150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229E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2C96"/>
    <w:rsid w:val="00DA4ED8"/>
    <w:rsid w:val="00DA5916"/>
    <w:rsid w:val="00DA787B"/>
    <w:rsid w:val="00DC605B"/>
    <w:rsid w:val="00DD1C2E"/>
    <w:rsid w:val="00DD49F6"/>
    <w:rsid w:val="00DD5F0A"/>
    <w:rsid w:val="00DD618F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37DDB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26D62"/>
    <w:rsid w:val="00F31FEC"/>
    <w:rsid w:val="00F32117"/>
    <w:rsid w:val="00F36F38"/>
    <w:rsid w:val="00F43866"/>
    <w:rsid w:val="00F43926"/>
    <w:rsid w:val="00F441D3"/>
    <w:rsid w:val="00F61079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2155</TotalTime>
  <Pages>4</Pages>
  <Words>654</Words>
  <Characters>3731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238</cp:revision>
  <cp:lastPrinted>2021-09-03T06:31:00Z</cp:lastPrinted>
  <dcterms:created xsi:type="dcterms:W3CDTF">2018-08-07T11:48:00Z</dcterms:created>
  <dcterms:modified xsi:type="dcterms:W3CDTF">2021-12-22T06:58:00Z</dcterms:modified>
</cp:coreProperties>
</file>