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D4" w:rsidRPr="0013320F" w:rsidRDefault="00943FD4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ПРИЛОЖ</w:t>
      </w:r>
      <w:r>
        <w:rPr>
          <w:rFonts w:ascii="Times New Roman" w:hAnsi="Times New Roman"/>
          <w:spacing w:val="-12"/>
          <w:sz w:val="28"/>
          <w:szCs w:val="28"/>
        </w:rPr>
        <w:t>ЕНИЕ № 2</w:t>
      </w:r>
    </w:p>
    <w:p w:rsidR="00943FD4" w:rsidRPr="0013320F" w:rsidRDefault="00943FD4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к  постановлению администрации</w:t>
      </w:r>
    </w:p>
    <w:p w:rsidR="00943FD4" w:rsidRDefault="00943FD4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Старотитаровского сельского</w:t>
      </w:r>
    </w:p>
    <w:p w:rsidR="00943FD4" w:rsidRPr="0013320F" w:rsidRDefault="00943FD4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 xml:space="preserve"> поселения Темрюкского района</w:t>
      </w:r>
    </w:p>
    <w:p w:rsidR="00943FD4" w:rsidRPr="0013320F" w:rsidRDefault="00943FD4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10.12.2021 г.</w:t>
      </w:r>
      <w:r w:rsidRPr="0013320F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247</w:t>
      </w:r>
    </w:p>
    <w:p w:rsidR="00943FD4" w:rsidRDefault="00943FD4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3FD4" w:rsidRPr="00BB7DB1" w:rsidRDefault="00943FD4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43FD4" w:rsidRPr="00B73C78" w:rsidRDefault="00943FD4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943FD4" w:rsidRDefault="00943FD4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943FD4" w:rsidRDefault="00943FD4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943FD4" w:rsidRDefault="00943FD4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943FD4" w:rsidRPr="00F971B5" w:rsidRDefault="00943FD4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943FD4" w:rsidRPr="00F971B5" w:rsidRDefault="00943FD4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943FD4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43FD4" w:rsidRPr="00CA4C97" w:rsidRDefault="00943FD4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02.11.2020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198</w:t>
            </w:r>
          </w:p>
          <w:p w:rsidR="00943FD4" w:rsidRDefault="00943FD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3FD4" w:rsidRPr="00F971B5" w:rsidRDefault="00943FD4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</w:t>
            </w:r>
          </w:p>
          <w:p w:rsidR="00943FD4" w:rsidRDefault="00943FD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943FD4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943FD4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1F7E97" w:rsidRDefault="00943FD4" w:rsidP="001F7E97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 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1F7E97">
                    <w:rPr>
                      <w:rFonts w:ascii="Times New Roman" w:hAnsi="Times New Roman"/>
                    </w:rPr>
                    <w:t>Старотитаровском сельском поселении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943FD4" w:rsidRPr="008A308E" w:rsidRDefault="00943FD4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и устойчивости бюджета </w:t>
                  </w:r>
                  <w:r w:rsidRPr="001F7E97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.  </w:t>
                  </w: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E5501" w:rsidRDefault="00943FD4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943FD4" w:rsidRPr="00EE5501" w:rsidRDefault="00943FD4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943FD4" w:rsidRPr="00EE5501" w:rsidRDefault="00943FD4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943FD4" w:rsidRPr="00EE5501" w:rsidRDefault="00943FD4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943FD4" w:rsidRPr="00EE5501" w:rsidRDefault="00943FD4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943FD4" w:rsidRPr="00EE5501" w:rsidRDefault="00943FD4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943FD4" w:rsidRPr="008A308E" w:rsidRDefault="00943FD4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943FD4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B45B21" w:rsidRDefault="00943FD4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5 954,9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5 954,9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943FD4" w:rsidRPr="008B3FC1" w:rsidRDefault="00943FD4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943FD4" w:rsidRPr="00213E07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943FD4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943FD4" w:rsidRPr="00D518EA" w:rsidRDefault="00943FD4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943FD4" w:rsidRDefault="00943FD4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943FD4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943FD4" w:rsidRPr="00D518EA" w:rsidRDefault="00943FD4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обучение по охране труда, ТО автомобиля, автострахование)</w:t>
                  </w:r>
                </w:p>
                <w:p w:rsidR="00943FD4" w:rsidRPr="00213E07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283,7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283,7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943FD4" w:rsidRPr="008B3FC1" w:rsidRDefault="00943FD4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запчасти, канцтовары)</w:t>
                  </w:r>
                </w:p>
                <w:p w:rsidR="00943FD4" w:rsidRPr="00213E07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273,9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273,9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943FD4" w:rsidRPr="008B3FC1" w:rsidRDefault="00943FD4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213E07" w:rsidRDefault="00943FD4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186,6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186,8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D65B41" w:rsidRDefault="00943FD4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943FD4" w:rsidRPr="008B3FC1" w:rsidRDefault="00943FD4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943FD4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7 046,4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7 046,4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FD4" w:rsidRPr="00EC544E" w:rsidRDefault="00943FD4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43FD4" w:rsidRDefault="00943FD4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3FD4" w:rsidRPr="00043F79" w:rsidRDefault="00943FD4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943FD4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943FD4" w:rsidRDefault="00943FD4" w:rsidP="00D65B41">
            <w:pPr>
              <w:pStyle w:val="a3"/>
              <w:ind w:left="72" w:right="-108" w:hanging="72"/>
            </w:pPr>
          </w:p>
        </w:tc>
      </w:tr>
    </w:tbl>
    <w:p w:rsidR="00943FD4" w:rsidRPr="009E3E21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943FD4" w:rsidRPr="009E3E21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943FD4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943FD4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43FD4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43FD4" w:rsidRDefault="00943FD4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3FD4" w:rsidRPr="009E3E21" w:rsidRDefault="00943FD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943FD4" w:rsidRPr="009E3E21" w:rsidSect="00304C91">
      <w:headerReference w:type="default" r:id="rId7"/>
      <w:pgSz w:w="16840" w:h="11907" w:orient="landscape" w:code="9"/>
      <w:pgMar w:top="1797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D4" w:rsidRDefault="00943FD4">
      <w:r>
        <w:separator/>
      </w:r>
    </w:p>
  </w:endnote>
  <w:endnote w:type="continuationSeparator" w:id="0">
    <w:p w:rsidR="00943FD4" w:rsidRDefault="00943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D4" w:rsidRDefault="00943FD4">
      <w:r>
        <w:separator/>
      </w:r>
    </w:p>
  </w:footnote>
  <w:footnote w:type="continuationSeparator" w:id="0">
    <w:p w:rsidR="00943FD4" w:rsidRDefault="00943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D4" w:rsidRDefault="00943FD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43FD4" w:rsidRDefault="00943F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57D3F"/>
    <w:rsid w:val="0006685C"/>
    <w:rsid w:val="0008186C"/>
    <w:rsid w:val="00083DC5"/>
    <w:rsid w:val="00091270"/>
    <w:rsid w:val="0009408B"/>
    <w:rsid w:val="000A2DCB"/>
    <w:rsid w:val="000B60A1"/>
    <w:rsid w:val="000C13B0"/>
    <w:rsid w:val="000C2D3F"/>
    <w:rsid w:val="000D18D7"/>
    <w:rsid w:val="000D3DCD"/>
    <w:rsid w:val="000D464E"/>
    <w:rsid w:val="000E625F"/>
    <w:rsid w:val="000E75E6"/>
    <w:rsid w:val="000F4B5E"/>
    <w:rsid w:val="00101F21"/>
    <w:rsid w:val="00103633"/>
    <w:rsid w:val="00105934"/>
    <w:rsid w:val="001135D6"/>
    <w:rsid w:val="00115531"/>
    <w:rsid w:val="00117AE8"/>
    <w:rsid w:val="001329B3"/>
    <w:rsid w:val="0013320F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1F7E97"/>
    <w:rsid w:val="00201A3A"/>
    <w:rsid w:val="00201FED"/>
    <w:rsid w:val="0020221B"/>
    <w:rsid w:val="00207A02"/>
    <w:rsid w:val="00213E07"/>
    <w:rsid w:val="00222F09"/>
    <w:rsid w:val="00230AE8"/>
    <w:rsid w:val="00233D2F"/>
    <w:rsid w:val="00241AD2"/>
    <w:rsid w:val="002440A1"/>
    <w:rsid w:val="002442F5"/>
    <w:rsid w:val="00246E75"/>
    <w:rsid w:val="002470D0"/>
    <w:rsid w:val="002569A3"/>
    <w:rsid w:val="002613D3"/>
    <w:rsid w:val="00296AFC"/>
    <w:rsid w:val="002A0B28"/>
    <w:rsid w:val="002C678D"/>
    <w:rsid w:val="002C7281"/>
    <w:rsid w:val="002D3993"/>
    <w:rsid w:val="002D7464"/>
    <w:rsid w:val="002E26F0"/>
    <w:rsid w:val="0030427E"/>
    <w:rsid w:val="00304C91"/>
    <w:rsid w:val="003234FB"/>
    <w:rsid w:val="00335FBF"/>
    <w:rsid w:val="00341333"/>
    <w:rsid w:val="00347146"/>
    <w:rsid w:val="00365218"/>
    <w:rsid w:val="00371319"/>
    <w:rsid w:val="003832F3"/>
    <w:rsid w:val="00387BE9"/>
    <w:rsid w:val="0039254F"/>
    <w:rsid w:val="003C2B74"/>
    <w:rsid w:val="003C70FC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81794"/>
    <w:rsid w:val="004B19A3"/>
    <w:rsid w:val="004B2BE8"/>
    <w:rsid w:val="004B4179"/>
    <w:rsid w:val="004C1660"/>
    <w:rsid w:val="004C2110"/>
    <w:rsid w:val="004C3D5B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0385D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D0D17"/>
    <w:rsid w:val="006F0F69"/>
    <w:rsid w:val="006F5A4F"/>
    <w:rsid w:val="007020E4"/>
    <w:rsid w:val="00703C6F"/>
    <w:rsid w:val="00705888"/>
    <w:rsid w:val="0071363F"/>
    <w:rsid w:val="007236B5"/>
    <w:rsid w:val="00735685"/>
    <w:rsid w:val="0075330B"/>
    <w:rsid w:val="00771E71"/>
    <w:rsid w:val="00776411"/>
    <w:rsid w:val="00791DE4"/>
    <w:rsid w:val="007978EF"/>
    <w:rsid w:val="007A6384"/>
    <w:rsid w:val="007B34C4"/>
    <w:rsid w:val="007B39C8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3764"/>
    <w:rsid w:val="0085437C"/>
    <w:rsid w:val="00854570"/>
    <w:rsid w:val="008575A6"/>
    <w:rsid w:val="00860322"/>
    <w:rsid w:val="00860D71"/>
    <w:rsid w:val="00865C98"/>
    <w:rsid w:val="008712A2"/>
    <w:rsid w:val="00897D68"/>
    <w:rsid w:val="008A308E"/>
    <w:rsid w:val="008B1809"/>
    <w:rsid w:val="008B3FC1"/>
    <w:rsid w:val="008C4628"/>
    <w:rsid w:val="008D293A"/>
    <w:rsid w:val="008D4716"/>
    <w:rsid w:val="008F1FBE"/>
    <w:rsid w:val="008F3336"/>
    <w:rsid w:val="008F523A"/>
    <w:rsid w:val="00915096"/>
    <w:rsid w:val="009156D9"/>
    <w:rsid w:val="00924534"/>
    <w:rsid w:val="00937729"/>
    <w:rsid w:val="0094354E"/>
    <w:rsid w:val="00943FD4"/>
    <w:rsid w:val="00944798"/>
    <w:rsid w:val="00945652"/>
    <w:rsid w:val="00956039"/>
    <w:rsid w:val="009561E5"/>
    <w:rsid w:val="00956BF9"/>
    <w:rsid w:val="00957A20"/>
    <w:rsid w:val="00961844"/>
    <w:rsid w:val="00967FEF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E6A28"/>
    <w:rsid w:val="009F2DB2"/>
    <w:rsid w:val="009F38FC"/>
    <w:rsid w:val="009F7276"/>
    <w:rsid w:val="00A003D6"/>
    <w:rsid w:val="00A05F87"/>
    <w:rsid w:val="00A10969"/>
    <w:rsid w:val="00A1695C"/>
    <w:rsid w:val="00A26DD5"/>
    <w:rsid w:val="00A36A1F"/>
    <w:rsid w:val="00A3740B"/>
    <w:rsid w:val="00A571AD"/>
    <w:rsid w:val="00A65613"/>
    <w:rsid w:val="00A73385"/>
    <w:rsid w:val="00A874EA"/>
    <w:rsid w:val="00A87FA6"/>
    <w:rsid w:val="00AA0281"/>
    <w:rsid w:val="00AA44E6"/>
    <w:rsid w:val="00AD1ACE"/>
    <w:rsid w:val="00AD28C1"/>
    <w:rsid w:val="00AD3B9F"/>
    <w:rsid w:val="00AF1D20"/>
    <w:rsid w:val="00B0697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A1B07"/>
    <w:rsid w:val="00BB2CE2"/>
    <w:rsid w:val="00BB7DB1"/>
    <w:rsid w:val="00BC2657"/>
    <w:rsid w:val="00BE1431"/>
    <w:rsid w:val="00BF0A99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75E6A"/>
    <w:rsid w:val="00C8736B"/>
    <w:rsid w:val="00C97828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16F5"/>
    <w:rsid w:val="00D8394A"/>
    <w:rsid w:val="00D90843"/>
    <w:rsid w:val="00D91C0D"/>
    <w:rsid w:val="00D945B2"/>
    <w:rsid w:val="00DA0A23"/>
    <w:rsid w:val="00DA41B9"/>
    <w:rsid w:val="00DA7648"/>
    <w:rsid w:val="00DB0824"/>
    <w:rsid w:val="00DB66F9"/>
    <w:rsid w:val="00DC483E"/>
    <w:rsid w:val="00DC4CC5"/>
    <w:rsid w:val="00DE02F8"/>
    <w:rsid w:val="00DE0A33"/>
    <w:rsid w:val="00E02BC4"/>
    <w:rsid w:val="00E14488"/>
    <w:rsid w:val="00E159BA"/>
    <w:rsid w:val="00E26412"/>
    <w:rsid w:val="00E420D1"/>
    <w:rsid w:val="00E43354"/>
    <w:rsid w:val="00E43EB1"/>
    <w:rsid w:val="00E51EA1"/>
    <w:rsid w:val="00E600BB"/>
    <w:rsid w:val="00E76568"/>
    <w:rsid w:val="00E77F78"/>
    <w:rsid w:val="00E82D20"/>
    <w:rsid w:val="00E86F36"/>
    <w:rsid w:val="00E9156E"/>
    <w:rsid w:val="00EA2C09"/>
    <w:rsid w:val="00EA7C72"/>
    <w:rsid w:val="00EB3538"/>
    <w:rsid w:val="00EC1E2F"/>
    <w:rsid w:val="00EC3760"/>
    <w:rsid w:val="00EC544E"/>
    <w:rsid w:val="00ED387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511B1"/>
    <w:rsid w:val="00F60205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1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16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3</Pages>
  <Words>502</Words>
  <Characters>2866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65</cp:revision>
  <cp:lastPrinted>2014-09-25T13:09:00Z</cp:lastPrinted>
  <dcterms:created xsi:type="dcterms:W3CDTF">2014-11-12T06:48:00Z</dcterms:created>
  <dcterms:modified xsi:type="dcterms:W3CDTF">2021-12-13T07:57:00Z</dcterms:modified>
</cp:coreProperties>
</file>