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DA787B" w:rsidRPr="00EE5BAC" w:rsidTr="006E2C64">
        <w:tc>
          <w:tcPr>
            <w:tcW w:w="8934" w:type="dxa"/>
          </w:tcPr>
          <w:p w:rsidR="00DA787B" w:rsidRPr="00EE5BAC" w:rsidRDefault="00DA787B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DA787B" w:rsidRPr="00EE5BAC" w:rsidRDefault="00DA787B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DA787B" w:rsidRPr="00EE5BAC" w:rsidRDefault="00DA787B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DA787B" w:rsidRPr="00EE5BAC" w:rsidRDefault="00DA787B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DA787B" w:rsidRPr="00EE5BAC" w:rsidRDefault="00DA787B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A787B" w:rsidRPr="00EE5BAC" w:rsidRDefault="00DA787B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A787B" w:rsidRPr="00EE5BAC" w:rsidRDefault="00DA787B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28.10.2021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224</w:t>
            </w:r>
          </w:p>
          <w:p w:rsidR="00DA787B" w:rsidRPr="00EE5BAC" w:rsidRDefault="00DA787B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DA787B" w:rsidRPr="00885C29" w:rsidRDefault="00DA787B" w:rsidP="001157F7"/>
    <w:p w:rsidR="00DA787B" w:rsidRDefault="00DA787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DA787B" w:rsidRDefault="00DA787B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DA787B" w:rsidRPr="00E72665" w:rsidRDefault="00DA787B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DA787B" w:rsidRPr="00BB769B" w:rsidRDefault="00DA787B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DA787B" w:rsidRDefault="00DA787B" w:rsidP="00BB769B">
      <w:pPr>
        <w:jc w:val="center"/>
        <w:rPr>
          <w:b/>
          <w:szCs w:val="28"/>
        </w:rPr>
      </w:pPr>
    </w:p>
    <w:p w:rsidR="00DA787B" w:rsidRPr="00950972" w:rsidRDefault="00DA787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DA787B" w:rsidRDefault="00DA787B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DA787B" w:rsidRPr="00E72665" w:rsidRDefault="00DA787B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DA787B" w:rsidRDefault="00DA787B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A787B" w:rsidRPr="00855115" w:rsidRDefault="00DA787B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A787B" w:rsidRDefault="00DA787B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DA787B" w:rsidRDefault="00DA787B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DA787B" w:rsidRPr="00190885" w:rsidRDefault="00DA787B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A787B" w:rsidRDefault="00DA787B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DA787B" w:rsidRDefault="00DA787B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DA787B" w:rsidRDefault="00DA787B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DA787B" w:rsidRPr="00190885" w:rsidRDefault="00DA787B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A787B" w:rsidRPr="00632FA9" w:rsidRDefault="00DA787B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DA787B" w:rsidRPr="00632FA9" w:rsidRDefault="00DA787B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DA787B" w:rsidRPr="00632FA9" w:rsidRDefault="00DA787B" w:rsidP="003C6838">
            <w:pPr>
              <w:rPr>
                <w:rStyle w:val="a4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DA787B" w:rsidRPr="00190885" w:rsidRDefault="00DA787B" w:rsidP="003C6838">
            <w:pPr>
              <w:jc w:val="center"/>
              <w:rPr>
                <w:b/>
                <w:szCs w:val="28"/>
              </w:rPr>
            </w:pP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A787B" w:rsidRDefault="00DA787B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DA787B" w:rsidRPr="00190885" w:rsidRDefault="00DA787B" w:rsidP="003C6838">
            <w:pPr>
              <w:rPr>
                <w:b/>
                <w:szCs w:val="28"/>
              </w:rPr>
            </w:pP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A787B" w:rsidRDefault="00DA787B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DA787B" w:rsidRDefault="00DA787B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DA787B" w:rsidRPr="001B47D8" w:rsidRDefault="00DA787B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DA787B" w:rsidRPr="009F22D5" w:rsidRDefault="00DA787B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A787B" w:rsidRPr="000C3C23" w:rsidRDefault="00DA787B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A787B" w:rsidRPr="008D5828" w:rsidRDefault="00DA787B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DA787B" w:rsidRPr="008D5828" w:rsidRDefault="00DA787B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DA787B" w:rsidRPr="008D5828" w:rsidRDefault="00DA787B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DA787B" w:rsidRPr="008D5828" w:rsidRDefault="00DA787B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DA787B" w:rsidRDefault="00DA787B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DA787B" w:rsidRDefault="00DA787B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DA787B" w:rsidRPr="00AA5F98" w:rsidRDefault="00DA787B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DA787B" w:rsidRPr="00487189" w:rsidRDefault="00DA787B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DA787B" w:rsidRPr="000C3C23" w:rsidRDefault="00DA787B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A787B" w:rsidRPr="00A46A72" w:rsidRDefault="00DA787B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A787B" w:rsidRPr="00A46A72" w:rsidRDefault="00DA787B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A787B" w:rsidRPr="00190885" w:rsidRDefault="00DA787B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DA787B" w:rsidRPr="00190885" w:rsidRDefault="00DA787B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DA787B" w:rsidRPr="00190885" w:rsidRDefault="00DA787B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DA787B" w:rsidRPr="00190885" w:rsidRDefault="00DA787B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DA787B" w:rsidRPr="00190885" w:rsidRDefault="00DA787B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DA787B" w:rsidRPr="00190885" w:rsidRDefault="00DA787B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10 731,6</w:t>
            </w:r>
          </w:p>
        </w:tc>
        <w:tc>
          <w:tcPr>
            <w:tcW w:w="1842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10 731,6</w:t>
            </w:r>
          </w:p>
        </w:tc>
        <w:tc>
          <w:tcPr>
            <w:tcW w:w="201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10 731,6</w:t>
            </w:r>
          </w:p>
        </w:tc>
        <w:tc>
          <w:tcPr>
            <w:tcW w:w="1842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10 731,6</w:t>
            </w:r>
          </w:p>
        </w:tc>
        <w:tc>
          <w:tcPr>
            <w:tcW w:w="201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A787B" w:rsidRPr="008A6FA1" w:rsidTr="003C6838">
        <w:tc>
          <w:tcPr>
            <w:tcW w:w="14560" w:type="dxa"/>
            <w:gridSpan w:val="6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A787B" w:rsidRPr="008A6FA1" w:rsidTr="003C6838">
        <w:tc>
          <w:tcPr>
            <w:tcW w:w="14560" w:type="dxa"/>
            <w:gridSpan w:val="6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</w:p>
        </w:tc>
      </w:tr>
      <w:tr w:rsidR="00DA787B" w:rsidRPr="008A6FA1" w:rsidTr="003C6838">
        <w:tc>
          <w:tcPr>
            <w:tcW w:w="6374" w:type="dxa"/>
          </w:tcPr>
          <w:p w:rsidR="00DA787B" w:rsidRPr="00190885" w:rsidRDefault="00DA787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A787B" w:rsidRPr="00190885" w:rsidRDefault="00DA787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A787B" w:rsidRDefault="00DA787B" w:rsidP="00B97B72">
      <w:pPr>
        <w:pStyle w:val="ListParagraph"/>
        <w:ind w:left="360"/>
        <w:rPr>
          <w:b/>
          <w:sz w:val="24"/>
          <w:szCs w:val="24"/>
        </w:rPr>
      </w:pPr>
    </w:p>
    <w:p w:rsidR="00DA787B" w:rsidRPr="00B97B72" w:rsidRDefault="00DA787B" w:rsidP="00B97B72">
      <w:pPr>
        <w:pStyle w:val="ListParagraph"/>
        <w:ind w:left="360"/>
        <w:rPr>
          <w:b/>
          <w:sz w:val="24"/>
          <w:szCs w:val="24"/>
        </w:rPr>
      </w:pPr>
    </w:p>
    <w:p w:rsidR="00DA787B" w:rsidRDefault="00DA787B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DA787B" w:rsidRPr="006E50EB" w:rsidRDefault="00DA787B" w:rsidP="00C459CD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DA787B" w:rsidRDefault="00DA787B" w:rsidP="00225687">
      <w:pPr>
        <w:ind w:firstLine="709"/>
        <w:jc w:val="both"/>
      </w:pPr>
    </w:p>
    <w:p w:rsidR="00DA787B" w:rsidRDefault="00DA787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A787B" w:rsidRDefault="00DA787B" w:rsidP="00EF6F81">
      <w:pPr>
        <w:jc w:val="center"/>
        <w:rPr>
          <w:szCs w:val="28"/>
        </w:rPr>
      </w:pPr>
    </w:p>
    <w:p w:rsidR="00DA787B" w:rsidRDefault="00DA787B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DA787B" w:rsidRDefault="00DA787B" w:rsidP="00225687">
      <w:pPr>
        <w:jc w:val="center"/>
        <w:rPr>
          <w:b/>
          <w:szCs w:val="28"/>
        </w:rPr>
      </w:pPr>
    </w:p>
    <w:p w:rsidR="00DA787B" w:rsidRPr="00A74297" w:rsidRDefault="00DA787B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DA787B" w:rsidTr="003C6838">
        <w:tc>
          <w:tcPr>
            <w:tcW w:w="648" w:type="dxa"/>
            <w:vMerge w:val="restart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A787B" w:rsidRPr="00AC26F6" w:rsidRDefault="00DA787B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A787B" w:rsidRPr="00AC26F6" w:rsidRDefault="00DA787B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DA787B" w:rsidTr="003C6838">
        <w:tc>
          <w:tcPr>
            <w:tcW w:w="648" w:type="dxa"/>
            <w:vMerge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DA787B" w:rsidRPr="00AC26F6" w:rsidRDefault="00DA787B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DA787B" w:rsidRPr="00AC26F6" w:rsidRDefault="00DA787B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2021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DA787B" w:rsidTr="003C6838">
        <w:tc>
          <w:tcPr>
            <w:tcW w:w="648" w:type="dxa"/>
          </w:tcPr>
          <w:p w:rsidR="00DA787B" w:rsidRPr="00AC26F6" w:rsidRDefault="00DA787B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DA787B" w:rsidRPr="00AC26F6" w:rsidRDefault="00DA787B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DA787B" w:rsidRPr="00AC26F6" w:rsidRDefault="00DA787B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DA787B" w:rsidRPr="00AC26F6" w:rsidRDefault="00DA787B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DA787B" w:rsidRPr="00AC26F6" w:rsidRDefault="00DA787B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DA787B" w:rsidRPr="00AC26F6" w:rsidRDefault="00DA787B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DA787B" w:rsidTr="003C6838">
        <w:tc>
          <w:tcPr>
            <w:tcW w:w="648" w:type="dxa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DA787B" w:rsidRPr="00AC26F6" w:rsidRDefault="00DA787B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DA787B" w:rsidRPr="00AC26F6" w:rsidRDefault="00DA787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DA787B" w:rsidRPr="00AC26F6" w:rsidRDefault="00DA787B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DA787B" w:rsidRPr="00AC26F6" w:rsidRDefault="00DA787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DA787B" w:rsidRPr="00AC26F6" w:rsidRDefault="00DA787B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DA787B" w:rsidRPr="00AC26F6" w:rsidRDefault="00DA787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DA787B" w:rsidRPr="00AC26F6" w:rsidRDefault="00DA787B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DA787B" w:rsidRPr="00AC26F6" w:rsidRDefault="00DA787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DA787B" w:rsidRPr="00AC26F6" w:rsidRDefault="00DA787B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DA787B" w:rsidRPr="00AC26F6" w:rsidRDefault="00DA787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DA787B" w:rsidRDefault="00DA787B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DA787B" w:rsidRPr="00073560" w:rsidRDefault="00DA787B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DA787B" w:rsidRPr="00073560" w:rsidRDefault="00DA787B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DA787B" w:rsidRPr="00073560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073560" w:rsidRDefault="00DA787B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DA787B" w:rsidRPr="00073560" w:rsidRDefault="00DA787B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DA787B" w:rsidRPr="00073560" w:rsidRDefault="00DA787B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DA787B" w:rsidRPr="00073560" w:rsidRDefault="00DA787B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DA787B" w:rsidRPr="00073560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073560" w:rsidRDefault="00DA787B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DA787B" w:rsidRPr="00073560" w:rsidRDefault="00DA787B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DA787B" w:rsidRPr="00AC26F6" w:rsidRDefault="00DA787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DA787B" w:rsidRDefault="00DA787B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DA787B" w:rsidRPr="00AC26F6" w:rsidRDefault="00DA787B" w:rsidP="003C6838">
            <w:pPr>
              <w:jc w:val="center"/>
              <w:rPr>
                <w:szCs w:val="28"/>
              </w:rPr>
            </w:pP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DA787B" w:rsidRPr="00066141" w:rsidRDefault="00DA787B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DA787B" w:rsidRPr="00C25175" w:rsidRDefault="00DA787B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A787B" w:rsidRPr="00C25175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C25175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DA787B" w:rsidRPr="00877383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A787B" w:rsidTr="003C6838">
        <w:tc>
          <w:tcPr>
            <w:tcW w:w="648" w:type="dxa"/>
            <w:vAlign w:val="center"/>
          </w:tcPr>
          <w:p w:rsidR="00DA787B" w:rsidRPr="00AC26F6" w:rsidRDefault="00DA787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DA787B" w:rsidRPr="00C25175" w:rsidRDefault="00DA787B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DA787B" w:rsidRPr="00C25175" w:rsidRDefault="00DA787B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DA787B" w:rsidRPr="00C25175" w:rsidRDefault="00DA787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A787B" w:rsidRPr="00C25175" w:rsidRDefault="00DA787B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DA787B" w:rsidRPr="00C25175" w:rsidRDefault="00DA787B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DA787B" w:rsidRPr="00225687" w:rsidRDefault="00DA787B">
      <w:pPr>
        <w:rPr>
          <w:sz w:val="6"/>
          <w:szCs w:val="6"/>
        </w:rPr>
      </w:pPr>
    </w:p>
    <w:p w:rsidR="00DA787B" w:rsidRDefault="00DA787B" w:rsidP="0054045D">
      <w:pPr>
        <w:pStyle w:val="ConsPlusNormal0"/>
        <w:jc w:val="center"/>
        <w:rPr>
          <w:b/>
        </w:rPr>
      </w:pPr>
    </w:p>
    <w:p w:rsidR="00DA787B" w:rsidRDefault="00DA787B" w:rsidP="0054045D">
      <w:pPr>
        <w:pStyle w:val="ConsPlusNormal0"/>
        <w:jc w:val="center"/>
        <w:rPr>
          <w:b/>
        </w:rPr>
      </w:pPr>
    </w:p>
    <w:p w:rsidR="00DA787B" w:rsidRDefault="00DA787B" w:rsidP="0054045D">
      <w:pPr>
        <w:pStyle w:val="ConsPlusNormal0"/>
        <w:jc w:val="center"/>
        <w:rPr>
          <w:b/>
        </w:rPr>
      </w:pPr>
    </w:p>
    <w:p w:rsidR="00DA787B" w:rsidRDefault="00DA787B" w:rsidP="0054045D">
      <w:pPr>
        <w:pStyle w:val="ConsPlusNormal0"/>
        <w:jc w:val="center"/>
        <w:rPr>
          <w:b/>
        </w:rPr>
      </w:pPr>
    </w:p>
    <w:p w:rsidR="00DA787B" w:rsidRDefault="00DA787B" w:rsidP="0054045D">
      <w:pPr>
        <w:pStyle w:val="ConsPlusNormal0"/>
        <w:jc w:val="center"/>
        <w:rPr>
          <w:b/>
        </w:rPr>
      </w:pPr>
    </w:p>
    <w:p w:rsidR="00DA787B" w:rsidRDefault="00DA787B" w:rsidP="0054045D">
      <w:pPr>
        <w:pStyle w:val="ConsPlusNormal0"/>
        <w:jc w:val="center"/>
        <w:rPr>
          <w:b/>
        </w:rPr>
      </w:pPr>
    </w:p>
    <w:p w:rsidR="00DA787B" w:rsidRDefault="00DA787B" w:rsidP="0054045D">
      <w:pPr>
        <w:pStyle w:val="ConsPlusNormal0"/>
        <w:jc w:val="center"/>
        <w:rPr>
          <w:b/>
        </w:rPr>
      </w:pPr>
    </w:p>
    <w:p w:rsidR="00DA787B" w:rsidRDefault="00DA787B" w:rsidP="0054045D">
      <w:pPr>
        <w:pStyle w:val="ConsPlusNormal0"/>
        <w:jc w:val="center"/>
        <w:rPr>
          <w:b/>
        </w:rPr>
      </w:pPr>
    </w:p>
    <w:p w:rsidR="00DA787B" w:rsidRDefault="00DA787B" w:rsidP="0054045D">
      <w:pPr>
        <w:pStyle w:val="ConsPlusNormal0"/>
        <w:jc w:val="center"/>
        <w:rPr>
          <w:b/>
        </w:rPr>
      </w:pPr>
    </w:p>
    <w:p w:rsidR="00DA787B" w:rsidRPr="003C75F8" w:rsidRDefault="00DA787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DA787B" w:rsidRPr="003C75F8" w:rsidRDefault="00DA787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DA787B" w:rsidRDefault="00DA787B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DA787B" w:rsidRPr="00E72665" w:rsidRDefault="00DA787B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DA787B" w:rsidRPr="004B4ECB" w:rsidTr="003C6838">
        <w:tc>
          <w:tcPr>
            <w:tcW w:w="594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DA787B" w:rsidRDefault="00DA787B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DA787B" w:rsidRPr="004B4ECB" w:rsidTr="003C6838">
        <w:trPr>
          <w:tblHeader/>
        </w:trPr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DA787B" w:rsidRPr="004B4ECB" w:rsidRDefault="00DA787B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DA787B" w:rsidRPr="004B4ECB" w:rsidRDefault="00DA787B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DA787B" w:rsidRPr="004B4ECB" w:rsidRDefault="00DA787B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DA787B" w:rsidRPr="004B4ECB" w:rsidRDefault="00DA787B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DA787B" w:rsidRPr="004B4ECB" w:rsidRDefault="00DA787B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DA787B" w:rsidRPr="004B4ECB" w:rsidRDefault="00DA787B" w:rsidP="003C6838">
            <w:pPr>
              <w:rPr>
                <w:sz w:val="24"/>
                <w:szCs w:val="24"/>
              </w:rPr>
            </w:pP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A787B" w:rsidRPr="004B4ECB" w:rsidRDefault="00DA787B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A787B" w:rsidRPr="00FB3F3C" w:rsidRDefault="00DA787B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DA787B" w:rsidRDefault="00DA787B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A787B" w:rsidRPr="004B4ECB" w:rsidRDefault="00DA787B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DA787B" w:rsidRPr="004B4ECB" w:rsidRDefault="00DA787B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A787B" w:rsidRPr="00B87EEC" w:rsidRDefault="00DA787B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DA787B" w:rsidRPr="00B87EEC" w:rsidRDefault="00DA787B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DA787B" w:rsidRPr="00B87EEC" w:rsidRDefault="00DA787B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исполненной бухгалтерской отчетности</w:t>
            </w:r>
            <w:r w:rsidRPr="00B87EEC">
              <w:t>;</w:t>
            </w:r>
          </w:p>
          <w:p w:rsidR="00DA787B" w:rsidRPr="00B87EEC" w:rsidRDefault="00DA787B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DA787B" w:rsidRPr="00B87EEC" w:rsidRDefault="00DA787B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DA787B" w:rsidRPr="004B4ECB" w:rsidRDefault="00DA787B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DA787B" w:rsidRPr="004B4ECB" w:rsidRDefault="00DA787B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DA787B" w:rsidRPr="004B4ECB" w:rsidRDefault="00DA787B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A787B" w:rsidRPr="00255ED6" w:rsidRDefault="00DA787B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DA787B" w:rsidRPr="00255ED6" w:rsidRDefault="00DA787B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DA787B" w:rsidRPr="00255ED6" w:rsidRDefault="00DA787B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DA787B" w:rsidRPr="00255ED6" w:rsidRDefault="00DA787B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DA787B" w:rsidRPr="004B4ECB" w:rsidRDefault="00DA787B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DA787B" w:rsidRPr="004B4ECB" w:rsidRDefault="00DA787B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A787B" w:rsidRPr="00B853B0" w:rsidRDefault="00DA787B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DA787B" w:rsidRPr="00B853B0" w:rsidRDefault="00DA787B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где:</w:t>
            </w:r>
          </w:p>
          <w:p w:rsidR="00DA787B" w:rsidRPr="00B853B0" w:rsidRDefault="00DA787B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DA787B" w:rsidRPr="00B853B0" w:rsidRDefault="00DA787B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DA787B" w:rsidRPr="004B4ECB" w:rsidRDefault="00DA787B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DA787B" w:rsidRPr="004B4ECB" w:rsidRDefault="00DA787B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DA787B" w:rsidRPr="004B4ECB" w:rsidRDefault="00DA787B" w:rsidP="003C6838">
            <w:pPr>
              <w:rPr>
                <w:bCs/>
                <w:sz w:val="24"/>
                <w:szCs w:val="24"/>
              </w:rPr>
            </w:pPr>
          </w:p>
          <w:p w:rsidR="00DA787B" w:rsidRPr="004B4ECB" w:rsidRDefault="00DA787B" w:rsidP="003C6838">
            <w:pPr>
              <w:rPr>
                <w:bCs/>
                <w:sz w:val="24"/>
                <w:szCs w:val="24"/>
              </w:rPr>
            </w:pPr>
          </w:p>
          <w:p w:rsidR="00DA787B" w:rsidRPr="004B4ECB" w:rsidRDefault="00DA787B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DA787B" w:rsidRPr="004B4ECB" w:rsidRDefault="00DA787B" w:rsidP="003C6838">
            <w:pPr>
              <w:rPr>
                <w:sz w:val="24"/>
                <w:szCs w:val="24"/>
              </w:rPr>
            </w:pPr>
          </w:p>
        </w:tc>
      </w:tr>
      <w:tr w:rsidR="00DA787B" w:rsidRPr="004B4ECB" w:rsidTr="003C6838">
        <w:trPr>
          <w:trHeight w:val="1548"/>
        </w:trPr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DA787B" w:rsidRPr="004B4ECB" w:rsidRDefault="00DA787B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A787B" w:rsidRPr="00B853B0" w:rsidRDefault="00DA787B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DA787B" w:rsidRPr="00B853B0" w:rsidRDefault="00DA787B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DA787B" w:rsidRPr="00924005" w:rsidRDefault="00DA787B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DA787B" w:rsidRPr="00B853B0" w:rsidRDefault="00DA787B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DA787B" w:rsidRPr="004B4ECB" w:rsidRDefault="00DA787B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DA787B" w:rsidRPr="00924005" w:rsidRDefault="00DA787B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DA787B" w:rsidRPr="00924005" w:rsidRDefault="00DA787B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A787B" w:rsidRPr="004B4ECB" w:rsidTr="003C6838">
        <w:trPr>
          <w:trHeight w:val="1253"/>
        </w:trPr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2.2</w:t>
            </w:r>
          </w:p>
        </w:tc>
        <w:tc>
          <w:tcPr>
            <w:tcW w:w="2761" w:type="dxa"/>
          </w:tcPr>
          <w:p w:rsidR="00DA787B" w:rsidRPr="004B4ECB" w:rsidRDefault="00DA787B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A787B" w:rsidRPr="00B853B0" w:rsidRDefault="00DA787B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DA787B" w:rsidRPr="0016103B" w:rsidRDefault="00DA787B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DA787B" w:rsidRPr="00FD664C" w:rsidRDefault="00DA787B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DA787B" w:rsidRPr="00B853B0" w:rsidRDefault="00DA787B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DA787B" w:rsidRPr="004B4ECB" w:rsidRDefault="00DA787B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A787B" w:rsidRPr="000D173C" w:rsidRDefault="00DA787B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A787B" w:rsidRPr="009D2332" w:rsidRDefault="00DA787B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A787B" w:rsidRPr="009D2332" w:rsidRDefault="00DA787B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DA787B" w:rsidRPr="009D2332" w:rsidRDefault="00DA787B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A787B" w:rsidRPr="004B4ECB" w:rsidTr="003C6838">
        <w:tc>
          <w:tcPr>
            <w:tcW w:w="591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A787B" w:rsidRPr="004B4ECB" w:rsidRDefault="00DA787B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A787B" w:rsidRPr="00B853B0" w:rsidRDefault="00DA787B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DA787B" w:rsidRPr="000D173C" w:rsidRDefault="00DA787B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DA787B" w:rsidRPr="00FD664C" w:rsidRDefault="00DA787B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DA787B" w:rsidRPr="00B853B0" w:rsidRDefault="00DA787B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DA787B" w:rsidRPr="004B4ECB" w:rsidRDefault="00DA787B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A787B" w:rsidRPr="004B4ECB" w:rsidRDefault="00DA787B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Default="00DA787B" w:rsidP="00FA1A72">
      <w:pPr>
        <w:jc w:val="both"/>
        <w:rPr>
          <w:szCs w:val="28"/>
        </w:rPr>
      </w:pPr>
    </w:p>
    <w:p w:rsidR="00DA787B" w:rsidRPr="00FD34F6" w:rsidRDefault="00DA787B">
      <w:pPr>
        <w:rPr>
          <w:sz w:val="6"/>
          <w:szCs w:val="6"/>
        </w:rPr>
      </w:pPr>
    </w:p>
    <w:p w:rsidR="00DA787B" w:rsidRDefault="00DA787B" w:rsidP="00CC0414">
      <w:pPr>
        <w:ind w:firstLine="709"/>
        <w:rPr>
          <w:sz w:val="24"/>
          <w:szCs w:val="24"/>
        </w:rPr>
      </w:pPr>
    </w:p>
    <w:p w:rsidR="00DA787B" w:rsidRDefault="00DA787B" w:rsidP="00EF6F81">
      <w:pPr>
        <w:jc w:val="center"/>
        <w:rPr>
          <w:szCs w:val="28"/>
        </w:rPr>
        <w:sectPr w:rsidR="00DA787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A787B" w:rsidRPr="00484E94" w:rsidRDefault="00DA787B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A787B" w:rsidRDefault="00DA787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DA787B" w:rsidRPr="00484E94" w:rsidRDefault="00DA787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787B" w:rsidRPr="0016103B" w:rsidRDefault="00DA787B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A787B" w:rsidRPr="00484E94" w:rsidRDefault="00DA787B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DA787B" w:rsidRDefault="00DA787B" w:rsidP="00484E94">
      <w:pPr>
        <w:jc w:val="both"/>
      </w:pPr>
    </w:p>
    <w:p w:rsidR="00DA787B" w:rsidRDefault="00DA787B" w:rsidP="00484E94">
      <w:pPr>
        <w:jc w:val="both"/>
      </w:pPr>
    </w:p>
    <w:p w:rsidR="00DA787B" w:rsidRPr="00484E94" w:rsidRDefault="00DA787B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A787B" w:rsidRPr="00484E94" w:rsidRDefault="00DA787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A787B" w:rsidRDefault="00DA787B" w:rsidP="00484E94">
      <w:pPr>
        <w:pStyle w:val="ConsPlusNormal0"/>
        <w:jc w:val="both"/>
        <w:rPr>
          <w:szCs w:val="28"/>
        </w:rPr>
      </w:pPr>
    </w:p>
    <w:p w:rsidR="00DA787B" w:rsidRPr="00484E94" w:rsidRDefault="00DA787B" w:rsidP="00484E94">
      <w:pPr>
        <w:pStyle w:val="ConsPlusNormal0"/>
        <w:jc w:val="both"/>
        <w:rPr>
          <w:szCs w:val="28"/>
        </w:rPr>
      </w:pP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A787B" w:rsidRDefault="00DA787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A787B" w:rsidRPr="007F34E4" w:rsidRDefault="00DA787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A787B" w:rsidRPr="007F34E4" w:rsidRDefault="00DA787B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A787B" w:rsidRPr="007F34E4" w:rsidRDefault="00DA787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A787B" w:rsidRPr="007F34E4" w:rsidRDefault="00DA787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A787B" w:rsidRPr="007F34E4" w:rsidRDefault="00DA787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A787B" w:rsidRDefault="00DA787B" w:rsidP="00484E94">
      <w:pPr>
        <w:ind w:firstLine="709"/>
        <w:jc w:val="both"/>
        <w:rPr>
          <w:szCs w:val="28"/>
        </w:rPr>
      </w:pPr>
    </w:p>
    <w:p w:rsidR="00DA787B" w:rsidRDefault="00DA787B" w:rsidP="00484E94">
      <w:pPr>
        <w:ind w:firstLine="709"/>
        <w:jc w:val="both"/>
        <w:rPr>
          <w:szCs w:val="28"/>
        </w:rPr>
      </w:pPr>
    </w:p>
    <w:p w:rsidR="00DA787B" w:rsidRDefault="00DA787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A787B" w:rsidRDefault="00DA787B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DA787B" w:rsidRDefault="00DA787B" w:rsidP="00D3554B">
      <w:pPr>
        <w:rPr>
          <w:szCs w:val="28"/>
        </w:rPr>
        <w:sectPr w:rsidR="00DA787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DA787B" w:rsidRDefault="00DA787B" w:rsidP="001F5CA2">
      <w:pPr>
        <w:jc w:val="center"/>
        <w:rPr>
          <w:b/>
        </w:rPr>
      </w:pPr>
    </w:p>
    <w:sectPr w:rsidR="00DA787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87B" w:rsidRDefault="00DA787B" w:rsidP="00EF6F81">
      <w:r>
        <w:separator/>
      </w:r>
    </w:p>
  </w:endnote>
  <w:endnote w:type="continuationSeparator" w:id="0">
    <w:p w:rsidR="00DA787B" w:rsidRDefault="00DA787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87B" w:rsidRDefault="00DA787B" w:rsidP="00EF6F81">
      <w:r>
        <w:separator/>
      </w:r>
    </w:p>
  </w:footnote>
  <w:footnote w:type="continuationSeparator" w:id="0">
    <w:p w:rsidR="00DA787B" w:rsidRDefault="00DA787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87B" w:rsidRDefault="00DA787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87B" w:rsidRDefault="00DA787B">
    <w:pPr>
      <w:pStyle w:val="Header"/>
      <w:jc w:val="center"/>
    </w:pPr>
  </w:p>
  <w:p w:rsidR="00DA787B" w:rsidRDefault="00DA787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A787B" w:rsidRPr="00EE5BAC" w:rsidRDefault="00DA787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50378D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E1060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37DDB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9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2148</TotalTime>
  <Pages>14</Pages>
  <Words>2262</Words>
  <Characters>12898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233</cp:revision>
  <cp:lastPrinted>2021-09-03T06:31:00Z</cp:lastPrinted>
  <dcterms:created xsi:type="dcterms:W3CDTF">2018-08-07T11:48:00Z</dcterms:created>
  <dcterms:modified xsi:type="dcterms:W3CDTF">2021-10-29T07:19:00Z</dcterms:modified>
</cp:coreProperties>
</file>