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8003D" w:rsidRPr="00064846" w:rsidTr="00064846">
        <w:tc>
          <w:tcPr>
            <w:tcW w:w="8934" w:type="dxa"/>
          </w:tcPr>
          <w:p w:rsidR="00F8003D" w:rsidRPr="00064846" w:rsidRDefault="00F8003D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8003D" w:rsidRPr="00EE5BAC" w:rsidRDefault="00F8003D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8003D" w:rsidRPr="00EE5BAC" w:rsidRDefault="00F8003D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8003D" w:rsidRPr="00EE5BAC" w:rsidRDefault="00F8003D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8003D" w:rsidRPr="00EE5BAC" w:rsidRDefault="00F8003D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8003D" w:rsidRPr="00EE5BAC" w:rsidRDefault="00F8003D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8003D" w:rsidRPr="00064846" w:rsidRDefault="00F8003D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222</w:t>
            </w:r>
          </w:p>
        </w:tc>
      </w:tr>
    </w:tbl>
    <w:p w:rsidR="00F8003D" w:rsidRPr="00885C29" w:rsidRDefault="00F8003D" w:rsidP="001157F7"/>
    <w:p w:rsidR="00F8003D" w:rsidRDefault="00F8003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8003D" w:rsidRPr="00DC12AA" w:rsidRDefault="00F8003D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F8003D" w:rsidRDefault="00F8003D" w:rsidP="00C3496C">
      <w:pPr>
        <w:rPr>
          <w:b/>
          <w:szCs w:val="28"/>
        </w:rPr>
      </w:pPr>
    </w:p>
    <w:p w:rsidR="00F8003D" w:rsidRDefault="00F8003D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8003D" w:rsidRPr="00DC12AA" w:rsidRDefault="00F8003D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F8003D" w:rsidRPr="00950972" w:rsidRDefault="00F8003D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Pr="00855115" w:rsidRDefault="00F8003D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8003D" w:rsidRDefault="00F8003D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8003D" w:rsidRPr="00157189" w:rsidRDefault="00F8003D" w:rsidP="006F209F">
            <w:pPr>
              <w:rPr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Default="00F8003D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8003D" w:rsidRPr="00190885" w:rsidRDefault="00F8003D" w:rsidP="006F209F">
            <w:pPr>
              <w:rPr>
                <w:b/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Default="00F8003D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8003D" w:rsidRPr="00190885" w:rsidRDefault="00F8003D" w:rsidP="006F209F">
            <w:pPr>
              <w:rPr>
                <w:b/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Default="00F8003D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F8003D" w:rsidRPr="007B5B84" w:rsidRDefault="00F8003D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Default="00F8003D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F8003D" w:rsidRPr="004D1434" w:rsidRDefault="00F8003D" w:rsidP="007B5B84">
            <w:pPr>
              <w:rPr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8003D" w:rsidRPr="000C3C23" w:rsidRDefault="00F8003D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Default="00F8003D" w:rsidP="00C76CC6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F8003D" w:rsidRPr="00E77B66" w:rsidRDefault="00F8003D" w:rsidP="00E77B66">
            <w:pPr>
              <w:rPr>
                <w:lang w:eastAsia="ru-RU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8003D" w:rsidRDefault="00F8003D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8003D" w:rsidRPr="00A46A72" w:rsidRDefault="00F8003D" w:rsidP="006F209F">
            <w:pPr>
              <w:rPr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8003D" w:rsidRPr="00A46A72" w:rsidRDefault="00F8003D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8003D" w:rsidRPr="00190885" w:rsidRDefault="00F8003D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8003D" w:rsidRPr="00190885" w:rsidRDefault="00F8003D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8003D" w:rsidRPr="00190885" w:rsidRDefault="00F8003D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8003D" w:rsidRPr="00190885" w:rsidRDefault="00F8003D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8003D" w:rsidRPr="00190885" w:rsidRDefault="00F8003D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8003D" w:rsidRPr="00190885" w:rsidRDefault="00F8003D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8003D" w:rsidRPr="008A6FA1" w:rsidTr="006F209F">
        <w:tc>
          <w:tcPr>
            <w:tcW w:w="14560" w:type="dxa"/>
            <w:gridSpan w:val="6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8003D" w:rsidRPr="008A6FA1" w:rsidTr="006F209F">
        <w:tc>
          <w:tcPr>
            <w:tcW w:w="14560" w:type="dxa"/>
            <w:gridSpan w:val="6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</w:p>
        </w:tc>
      </w:tr>
      <w:tr w:rsidR="00F8003D" w:rsidRPr="008A6FA1" w:rsidTr="006F209F">
        <w:tc>
          <w:tcPr>
            <w:tcW w:w="6374" w:type="dxa"/>
          </w:tcPr>
          <w:p w:rsidR="00F8003D" w:rsidRPr="00190885" w:rsidRDefault="00F8003D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8003D" w:rsidRPr="00190885" w:rsidRDefault="00F8003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8003D" w:rsidRDefault="00F8003D" w:rsidP="00EF6F81">
      <w:pPr>
        <w:jc w:val="center"/>
        <w:rPr>
          <w:szCs w:val="28"/>
        </w:rPr>
        <w:sectPr w:rsidR="00F8003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8003D" w:rsidRDefault="00F8003D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F8003D" w:rsidRPr="00DC12AA" w:rsidRDefault="00F8003D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F8003D" w:rsidRDefault="00F8003D" w:rsidP="00225687">
      <w:pPr>
        <w:ind w:firstLine="709"/>
        <w:jc w:val="both"/>
      </w:pPr>
    </w:p>
    <w:p w:rsidR="00F8003D" w:rsidRDefault="00F8003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8003D" w:rsidRDefault="00F8003D" w:rsidP="00EF6F81">
      <w:pPr>
        <w:jc w:val="center"/>
        <w:rPr>
          <w:szCs w:val="28"/>
        </w:rPr>
      </w:pPr>
    </w:p>
    <w:p w:rsidR="00F8003D" w:rsidRPr="00DC12AA" w:rsidRDefault="00F8003D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F8003D" w:rsidRPr="00631DB2" w:rsidRDefault="00F8003D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8003D" w:rsidTr="006F209F">
        <w:tc>
          <w:tcPr>
            <w:tcW w:w="648" w:type="dxa"/>
            <w:vMerge w:val="restart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8003D" w:rsidRPr="00AC26F6" w:rsidRDefault="00F8003D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8003D" w:rsidRPr="00AC26F6" w:rsidRDefault="00F8003D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8003D" w:rsidTr="006F209F">
        <w:tc>
          <w:tcPr>
            <w:tcW w:w="648" w:type="dxa"/>
            <w:vMerge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8003D" w:rsidRPr="00AC26F6" w:rsidRDefault="00F8003D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8003D" w:rsidRPr="00AC26F6" w:rsidRDefault="00F8003D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8003D" w:rsidTr="006F209F">
        <w:tc>
          <w:tcPr>
            <w:tcW w:w="648" w:type="dxa"/>
          </w:tcPr>
          <w:p w:rsidR="00F8003D" w:rsidRPr="00AC26F6" w:rsidRDefault="00F8003D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8003D" w:rsidRPr="00AC26F6" w:rsidRDefault="00F8003D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8003D" w:rsidRPr="00AC26F6" w:rsidRDefault="00F8003D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8003D" w:rsidRPr="00AC26F6" w:rsidRDefault="00F8003D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8003D" w:rsidRPr="00AC26F6" w:rsidRDefault="00F8003D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8003D" w:rsidRPr="00AC26F6" w:rsidRDefault="00F8003D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8003D" w:rsidTr="006F209F">
        <w:tc>
          <w:tcPr>
            <w:tcW w:w="648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8003D" w:rsidRDefault="00F8003D" w:rsidP="007E2E61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F8003D" w:rsidRPr="008903E0" w:rsidRDefault="00F8003D" w:rsidP="008903E0">
            <w:pPr>
              <w:pStyle w:val="a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F8003D" w:rsidRPr="00AC26F6" w:rsidRDefault="00F8003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F8003D" w:rsidRPr="00A74297" w:rsidRDefault="00F8003D" w:rsidP="00225687">
      <w:pPr>
        <w:jc w:val="center"/>
        <w:rPr>
          <w:b/>
          <w:szCs w:val="28"/>
        </w:rPr>
      </w:pPr>
    </w:p>
    <w:p w:rsidR="00F8003D" w:rsidRPr="00225687" w:rsidRDefault="00F8003D">
      <w:pPr>
        <w:rPr>
          <w:sz w:val="6"/>
          <w:szCs w:val="6"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Default="00F8003D" w:rsidP="0054045D">
      <w:pPr>
        <w:pStyle w:val="ConsPlusNormal0"/>
        <w:jc w:val="center"/>
        <w:rPr>
          <w:b/>
        </w:rPr>
      </w:pPr>
    </w:p>
    <w:p w:rsidR="00F8003D" w:rsidRPr="003C75F8" w:rsidRDefault="00F8003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8003D" w:rsidRPr="003C75F8" w:rsidRDefault="00F8003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8003D" w:rsidRPr="00DC12AA" w:rsidRDefault="00F8003D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F8003D" w:rsidRPr="00515088" w:rsidTr="006F209F">
        <w:tc>
          <w:tcPr>
            <w:tcW w:w="593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F8003D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F8003D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8003D" w:rsidRPr="00D91BFA" w:rsidRDefault="00F8003D" w:rsidP="000319AE">
            <w:pPr>
              <w:pStyle w:val="a0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F8003D" w:rsidRPr="00515088" w:rsidRDefault="00F8003D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8003D" w:rsidRDefault="00F8003D" w:rsidP="0054045D">
      <w:pPr>
        <w:jc w:val="center"/>
        <w:rPr>
          <w:b/>
          <w:szCs w:val="28"/>
        </w:rPr>
      </w:pPr>
    </w:p>
    <w:p w:rsidR="00F8003D" w:rsidRDefault="00F8003D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F8003D" w:rsidRPr="00C2162A" w:rsidRDefault="00F8003D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F8003D" w:rsidRDefault="00F8003D" w:rsidP="00CC0414">
      <w:pPr>
        <w:jc w:val="center"/>
        <w:rPr>
          <w:b/>
          <w:szCs w:val="28"/>
        </w:rPr>
      </w:pPr>
    </w:p>
    <w:p w:rsidR="00F8003D" w:rsidRDefault="00F8003D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F8003D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8003D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3D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500747" w:rsidRDefault="00F8003D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003D" w:rsidRDefault="00F8003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F8003D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4F3F4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8003D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72468C" w:rsidRDefault="00F8003D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F8003D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7B6A88" w:rsidRDefault="00F8003D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F8003D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72468C" w:rsidRDefault="00F8003D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03D" w:rsidRPr="004F3F4C" w:rsidRDefault="00F8003D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8003D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8003D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0319AE" w:rsidRDefault="00F8003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0319AE" w:rsidRDefault="00F8003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003D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0319AE" w:rsidRDefault="00F8003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0319AE" w:rsidRDefault="00F8003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03D" w:rsidRPr="00B6573C" w:rsidRDefault="00F8003D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F8003D" w:rsidRPr="00B6573C" w:rsidRDefault="00F8003D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8003D" w:rsidRDefault="00F8003D" w:rsidP="00EF6F81">
      <w:pPr>
        <w:jc w:val="center"/>
        <w:rPr>
          <w:szCs w:val="28"/>
        </w:rPr>
      </w:pPr>
    </w:p>
    <w:p w:rsidR="00F8003D" w:rsidRDefault="00F8003D" w:rsidP="00EF6F81">
      <w:pPr>
        <w:jc w:val="center"/>
        <w:rPr>
          <w:szCs w:val="28"/>
        </w:rPr>
        <w:sectPr w:rsidR="00F8003D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8003D" w:rsidRPr="00484E94" w:rsidRDefault="00F8003D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8003D" w:rsidRPr="00484E94" w:rsidRDefault="00F8003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8003D" w:rsidRPr="00484E94" w:rsidRDefault="00F8003D" w:rsidP="00484E94">
      <w:pPr>
        <w:pStyle w:val="ConsPlusNormal0"/>
        <w:jc w:val="center"/>
        <w:rPr>
          <w:szCs w:val="28"/>
        </w:rPr>
      </w:pPr>
    </w:p>
    <w:p w:rsidR="00F8003D" w:rsidRPr="0016103B" w:rsidRDefault="00F8003D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8003D" w:rsidRPr="00484E94" w:rsidRDefault="00F8003D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8003D" w:rsidRPr="00484E94" w:rsidRDefault="00F8003D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F8003D" w:rsidRDefault="00F8003D" w:rsidP="00484E94">
      <w:pPr>
        <w:jc w:val="both"/>
      </w:pPr>
    </w:p>
    <w:p w:rsidR="00F8003D" w:rsidRPr="00484E94" w:rsidRDefault="00F8003D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8003D" w:rsidRPr="00484E94" w:rsidRDefault="00F8003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8003D" w:rsidRPr="00484E94" w:rsidRDefault="00F8003D" w:rsidP="00484E94">
      <w:pPr>
        <w:pStyle w:val="ConsPlusNormal0"/>
        <w:jc w:val="both"/>
        <w:rPr>
          <w:szCs w:val="28"/>
        </w:rPr>
      </w:pP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8003D" w:rsidRDefault="00F8003D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8003D" w:rsidRPr="007F34E4" w:rsidRDefault="00F8003D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8003D" w:rsidRPr="007F34E4" w:rsidRDefault="00F8003D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8003D" w:rsidRPr="007F34E4" w:rsidRDefault="00F80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8003D" w:rsidRPr="007F34E4" w:rsidRDefault="00F8003D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8003D" w:rsidRPr="007F34E4" w:rsidRDefault="00F8003D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8003D" w:rsidRDefault="00F8003D" w:rsidP="00484E94">
      <w:pPr>
        <w:ind w:firstLine="709"/>
        <w:jc w:val="both"/>
        <w:rPr>
          <w:szCs w:val="28"/>
        </w:rPr>
      </w:pPr>
    </w:p>
    <w:p w:rsidR="00F8003D" w:rsidRDefault="00F8003D" w:rsidP="00484E94">
      <w:pPr>
        <w:ind w:firstLine="709"/>
        <w:jc w:val="both"/>
        <w:rPr>
          <w:szCs w:val="28"/>
        </w:rPr>
      </w:pPr>
    </w:p>
    <w:p w:rsidR="00F8003D" w:rsidRDefault="00F8003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8003D" w:rsidRDefault="00F8003D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8003D" w:rsidRDefault="00F8003D" w:rsidP="00956CCE">
      <w:pPr>
        <w:rPr>
          <w:szCs w:val="28"/>
        </w:rPr>
        <w:sectPr w:rsidR="00F8003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F8003D" w:rsidRDefault="00F8003D" w:rsidP="001F5CA2">
      <w:pPr>
        <w:jc w:val="center"/>
        <w:rPr>
          <w:b/>
        </w:rPr>
      </w:pPr>
    </w:p>
    <w:sectPr w:rsidR="00F8003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03D" w:rsidRDefault="00F8003D" w:rsidP="00EF6F81">
      <w:r>
        <w:separator/>
      </w:r>
    </w:p>
  </w:endnote>
  <w:endnote w:type="continuationSeparator" w:id="0">
    <w:p w:rsidR="00F8003D" w:rsidRDefault="00F8003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03D" w:rsidRDefault="00F8003D" w:rsidP="00EF6F81">
      <w:r>
        <w:separator/>
      </w:r>
    </w:p>
  </w:footnote>
  <w:footnote w:type="continuationSeparator" w:id="0">
    <w:p w:rsidR="00F8003D" w:rsidRDefault="00F8003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03D" w:rsidRDefault="00F8003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03D" w:rsidRDefault="00F8003D">
    <w:pPr>
      <w:pStyle w:val="Header"/>
      <w:jc w:val="center"/>
    </w:pPr>
  </w:p>
  <w:p w:rsidR="00F8003D" w:rsidRDefault="00F8003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8003D" w:rsidRPr="00064846" w:rsidRDefault="00F8003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3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2121</TotalTime>
  <Pages>11</Pages>
  <Words>1706</Words>
  <Characters>9728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2021-10-29T07:26:00Z</dcterms:modified>
</cp:coreProperties>
</file>