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26345E" w:rsidRPr="004E6D75" w:rsidTr="00957C3C">
        <w:tc>
          <w:tcPr>
            <w:tcW w:w="9322" w:type="dxa"/>
          </w:tcPr>
          <w:p w:rsidR="0026345E" w:rsidRPr="004E6D75" w:rsidRDefault="0026345E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26345E" w:rsidRPr="00C96AAF" w:rsidRDefault="0026345E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26345E" w:rsidRDefault="0026345E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6345E" w:rsidRPr="004B60E9" w:rsidRDefault="0026345E" w:rsidP="004B60E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26345E" w:rsidRPr="00DA00D1" w:rsidRDefault="0026345E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26345E" w:rsidRPr="004E6D75" w:rsidRDefault="0026345E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26345E" w:rsidRPr="006341E7" w:rsidRDefault="0026345E" w:rsidP="003E51DA">
      <w:pPr>
        <w:ind w:firstLine="709"/>
        <w:rPr>
          <w:sz w:val="24"/>
          <w:szCs w:val="24"/>
        </w:rPr>
      </w:pPr>
    </w:p>
    <w:p w:rsidR="0026345E" w:rsidRDefault="0026345E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6345E" w:rsidRPr="00F032F5" w:rsidRDefault="0026345E" w:rsidP="004B60E9">
      <w:pPr>
        <w:jc w:val="center"/>
        <w:rPr>
          <w:b/>
          <w:szCs w:val="28"/>
        </w:rPr>
      </w:pP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 администрации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26345E" w:rsidRDefault="0026345E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26345E" w:rsidRPr="009E44C2" w:rsidRDefault="0026345E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6345E" w:rsidRPr="00F032F5" w:rsidRDefault="0026345E" w:rsidP="002C0137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 администрации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26345E" w:rsidRPr="009E44C2" w:rsidRDefault="0026345E" w:rsidP="003E51DA">
      <w:pPr>
        <w:jc w:val="center"/>
        <w:rPr>
          <w:b/>
          <w:szCs w:val="28"/>
        </w:rPr>
      </w:pPr>
    </w:p>
    <w:p w:rsidR="0026345E" w:rsidRDefault="0026345E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26345E" w:rsidRPr="009E44C2" w:rsidTr="00F508F2">
        <w:tc>
          <w:tcPr>
            <w:tcW w:w="6012" w:type="dxa"/>
          </w:tcPr>
          <w:p w:rsidR="0026345E" w:rsidRPr="002940B0" w:rsidRDefault="0026345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6345E" w:rsidRDefault="0026345E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26345E" w:rsidRPr="00F470FB" w:rsidRDefault="0026345E" w:rsidP="00F508F2">
            <w:pPr>
              <w:rPr>
                <w:szCs w:val="28"/>
              </w:rPr>
            </w:pPr>
          </w:p>
        </w:tc>
      </w:tr>
      <w:tr w:rsidR="0026345E" w:rsidRPr="009E44C2" w:rsidTr="00F508F2">
        <w:tc>
          <w:tcPr>
            <w:tcW w:w="6012" w:type="dxa"/>
          </w:tcPr>
          <w:p w:rsidR="0026345E" w:rsidRPr="002940B0" w:rsidRDefault="0026345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6345E" w:rsidRDefault="0026345E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26345E" w:rsidRPr="00827FDC" w:rsidRDefault="0026345E" w:rsidP="00F508F2">
            <w:pPr>
              <w:rPr>
                <w:b/>
                <w:szCs w:val="28"/>
              </w:rPr>
            </w:pPr>
          </w:p>
        </w:tc>
      </w:tr>
      <w:tr w:rsidR="0026345E" w:rsidRPr="009E44C2" w:rsidTr="00F508F2">
        <w:tc>
          <w:tcPr>
            <w:tcW w:w="6012" w:type="dxa"/>
          </w:tcPr>
          <w:p w:rsidR="0026345E" w:rsidRPr="002940B0" w:rsidRDefault="0026345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6345E" w:rsidRDefault="0026345E" w:rsidP="00001F8B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26345E" w:rsidRPr="00E6543F" w:rsidRDefault="0026345E" w:rsidP="00F508F2">
            <w:pPr>
              <w:contextualSpacing/>
              <w:rPr>
                <w:b/>
                <w:szCs w:val="28"/>
              </w:rPr>
            </w:pPr>
          </w:p>
        </w:tc>
      </w:tr>
      <w:tr w:rsidR="0026345E" w:rsidRPr="000A145D" w:rsidTr="00F508F2">
        <w:tc>
          <w:tcPr>
            <w:tcW w:w="6012" w:type="dxa"/>
          </w:tcPr>
          <w:p w:rsidR="0026345E" w:rsidRPr="002940B0" w:rsidRDefault="0026345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6345E" w:rsidRDefault="0026345E" w:rsidP="00F508F2">
            <w:pPr>
              <w:rPr>
                <w:szCs w:val="28"/>
              </w:rPr>
            </w:pPr>
            <w:r w:rsidRPr="000A145D">
              <w:rPr>
                <w:szCs w:val="28"/>
              </w:rPr>
              <w:t>Создание, развитие и обслуживание информационной и телекоммуникационной инфраструктуры администрации Старотитаровского сельского поселения Темрюкского района</w:t>
            </w:r>
          </w:p>
          <w:p w:rsidR="0026345E" w:rsidRPr="000A145D" w:rsidRDefault="0026345E" w:rsidP="00F508F2">
            <w:pPr>
              <w:rPr>
                <w:szCs w:val="28"/>
              </w:rPr>
            </w:pPr>
          </w:p>
        </w:tc>
      </w:tr>
      <w:tr w:rsidR="0026345E" w:rsidRPr="009E44C2" w:rsidTr="00F508F2">
        <w:tc>
          <w:tcPr>
            <w:tcW w:w="6012" w:type="dxa"/>
          </w:tcPr>
          <w:p w:rsidR="0026345E" w:rsidRPr="002940B0" w:rsidRDefault="0026345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6345E" w:rsidRDefault="0026345E" w:rsidP="00B10514">
            <w:pPr>
              <w:rPr>
                <w:szCs w:val="28"/>
              </w:rPr>
            </w:pPr>
            <w:r>
              <w:rPr>
                <w:szCs w:val="28"/>
              </w:rPr>
              <w:t>- количество обслуживаемых абонентских номеров;</w:t>
            </w:r>
          </w:p>
          <w:p w:rsidR="0026345E" w:rsidRDefault="0026345E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количество </w:t>
            </w:r>
            <w:r w:rsidRPr="00DE1C92">
              <w:rPr>
                <w:szCs w:val="28"/>
              </w:rPr>
              <w:t>програ</w:t>
            </w:r>
            <w:r>
              <w:rPr>
                <w:szCs w:val="28"/>
              </w:rPr>
              <w:t>м</w:t>
            </w:r>
            <w:r w:rsidRPr="00DE1C92">
              <w:rPr>
                <w:szCs w:val="28"/>
              </w:rPr>
              <w:t>много обеспечения и приобретения простых (неисключительных) лицензий на использование программного обеспечения</w:t>
            </w:r>
            <w:r>
              <w:rPr>
                <w:szCs w:val="28"/>
              </w:rPr>
              <w:t>;</w:t>
            </w:r>
          </w:p>
          <w:p w:rsidR="0026345E" w:rsidRDefault="0026345E" w:rsidP="00B10514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26345E" w:rsidRDefault="0026345E" w:rsidP="00B10514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26345E" w:rsidRDefault="0026345E" w:rsidP="00B10514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26345E" w:rsidRDefault="0026345E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26345E" w:rsidRPr="009E6C09" w:rsidRDefault="0026345E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</w:tr>
      <w:tr w:rsidR="0026345E" w:rsidRPr="009E44C2" w:rsidTr="00F508F2">
        <w:tc>
          <w:tcPr>
            <w:tcW w:w="6012" w:type="dxa"/>
          </w:tcPr>
          <w:p w:rsidR="0026345E" w:rsidRPr="002940B0" w:rsidRDefault="0026345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6345E" w:rsidRDefault="0026345E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26345E" w:rsidRPr="002503EF" w:rsidRDefault="0026345E" w:rsidP="00F508F2">
            <w:pPr>
              <w:rPr>
                <w:szCs w:val="28"/>
              </w:rPr>
            </w:pPr>
          </w:p>
        </w:tc>
      </w:tr>
      <w:tr w:rsidR="0026345E" w:rsidRPr="009E44C2" w:rsidTr="00F508F2">
        <w:tc>
          <w:tcPr>
            <w:tcW w:w="6012" w:type="dxa"/>
          </w:tcPr>
          <w:p w:rsidR="0026345E" w:rsidRPr="002940B0" w:rsidRDefault="0026345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6345E" w:rsidRDefault="0026345E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26345E" w:rsidRPr="009011B8" w:rsidRDefault="0026345E" w:rsidP="00F508F2">
            <w:pPr>
              <w:rPr>
                <w:szCs w:val="28"/>
              </w:rPr>
            </w:pPr>
          </w:p>
        </w:tc>
      </w:tr>
      <w:tr w:rsidR="0026345E" w:rsidRPr="009E44C2" w:rsidTr="00F508F2">
        <w:tc>
          <w:tcPr>
            <w:tcW w:w="6012" w:type="dxa"/>
          </w:tcPr>
          <w:p w:rsidR="0026345E" w:rsidRPr="002940B0" w:rsidRDefault="0026345E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6345E" w:rsidRPr="002940B0" w:rsidRDefault="0026345E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6345E" w:rsidRPr="002940B0" w:rsidRDefault="0026345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6345E" w:rsidRPr="009E44C2" w:rsidTr="00F508F2">
        <w:tc>
          <w:tcPr>
            <w:tcW w:w="6012" w:type="dxa"/>
          </w:tcPr>
          <w:p w:rsidR="0026345E" w:rsidRPr="002940B0" w:rsidRDefault="0026345E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6345E" w:rsidRPr="002940B0" w:rsidRDefault="0026345E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6345E" w:rsidRPr="002940B0" w:rsidRDefault="0026345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6345E" w:rsidRPr="002940B0" w:rsidRDefault="0026345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6345E" w:rsidRPr="002940B0" w:rsidRDefault="0026345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26345E" w:rsidRPr="009E44C2" w:rsidTr="00F508F2">
        <w:tc>
          <w:tcPr>
            <w:tcW w:w="6012" w:type="dxa"/>
          </w:tcPr>
          <w:p w:rsidR="0026345E" w:rsidRPr="002940B0" w:rsidRDefault="0026345E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1 131,9</w:t>
            </w:r>
          </w:p>
        </w:tc>
        <w:tc>
          <w:tcPr>
            <w:tcW w:w="1808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1 131,9</w:t>
            </w:r>
          </w:p>
        </w:tc>
        <w:tc>
          <w:tcPr>
            <w:tcW w:w="2019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6345E" w:rsidRPr="009E44C2" w:rsidTr="00F508F2">
        <w:tc>
          <w:tcPr>
            <w:tcW w:w="6012" w:type="dxa"/>
          </w:tcPr>
          <w:p w:rsidR="0026345E" w:rsidRPr="002940B0" w:rsidRDefault="0026345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6345E" w:rsidRPr="009E44C2" w:rsidTr="00F508F2">
        <w:tc>
          <w:tcPr>
            <w:tcW w:w="6012" w:type="dxa"/>
          </w:tcPr>
          <w:p w:rsidR="0026345E" w:rsidRPr="002940B0" w:rsidRDefault="0026345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1 131,9</w:t>
            </w:r>
          </w:p>
        </w:tc>
        <w:tc>
          <w:tcPr>
            <w:tcW w:w="1808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1 131,9</w:t>
            </w:r>
          </w:p>
        </w:tc>
        <w:tc>
          <w:tcPr>
            <w:tcW w:w="2019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6345E" w:rsidRPr="009E44C2" w:rsidTr="00F508F2">
        <w:tc>
          <w:tcPr>
            <w:tcW w:w="14560" w:type="dxa"/>
            <w:gridSpan w:val="6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6345E" w:rsidRPr="009E44C2" w:rsidTr="00F508F2">
        <w:tc>
          <w:tcPr>
            <w:tcW w:w="6012" w:type="dxa"/>
          </w:tcPr>
          <w:p w:rsidR="0026345E" w:rsidRPr="002940B0" w:rsidRDefault="0026345E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6345E" w:rsidRPr="009E44C2" w:rsidTr="00F508F2">
        <w:tc>
          <w:tcPr>
            <w:tcW w:w="6012" w:type="dxa"/>
          </w:tcPr>
          <w:p w:rsidR="0026345E" w:rsidRPr="002940B0" w:rsidRDefault="0026345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6345E" w:rsidRPr="009E44C2" w:rsidTr="00F508F2">
        <w:tc>
          <w:tcPr>
            <w:tcW w:w="6012" w:type="dxa"/>
          </w:tcPr>
          <w:p w:rsidR="0026345E" w:rsidRPr="002940B0" w:rsidRDefault="0026345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6345E" w:rsidRPr="009E44C2" w:rsidTr="00F508F2">
        <w:tc>
          <w:tcPr>
            <w:tcW w:w="14560" w:type="dxa"/>
            <w:gridSpan w:val="6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6345E" w:rsidRPr="009E44C2" w:rsidTr="00F508F2">
        <w:tc>
          <w:tcPr>
            <w:tcW w:w="6012" w:type="dxa"/>
          </w:tcPr>
          <w:p w:rsidR="0026345E" w:rsidRPr="002940B0" w:rsidRDefault="0026345E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6345E" w:rsidRPr="009E44C2" w:rsidTr="00F508F2">
        <w:tc>
          <w:tcPr>
            <w:tcW w:w="6012" w:type="dxa"/>
          </w:tcPr>
          <w:p w:rsidR="0026345E" w:rsidRPr="002940B0" w:rsidRDefault="0026345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6345E" w:rsidRPr="009E44C2" w:rsidTr="00F508F2">
        <w:tc>
          <w:tcPr>
            <w:tcW w:w="6012" w:type="dxa"/>
          </w:tcPr>
          <w:p w:rsidR="0026345E" w:rsidRPr="002940B0" w:rsidRDefault="0026345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6345E" w:rsidRPr="002940B0" w:rsidRDefault="002634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6345E" w:rsidRDefault="0026345E" w:rsidP="007A6F08">
      <w:pPr>
        <w:jc w:val="center"/>
        <w:rPr>
          <w:b/>
          <w:szCs w:val="28"/>
        </w:rPr>
      </w:pPr>
    </w:p>
    <w:p w:rsidR="0026345E" w:rsidRDefault="0026345E" w:rsidP="007A6F08">
      <w:pPr>
        <w:jc w:val="center"/>
        <w:rPr>
          <w:b/>
          <w:szCs w:val="28"/>
        </w:rPr>
      </w:pPr>
    </w:p>
    <w:p w:rsidR="0026345E" w:rsidRDefault="0026345E" w:rsidP="007A6F08">
      <w:pPr>
        <w:jc w:val="center"/>
        <w:rPr>
          <w:b/>
          <w:szCs w:val="28"/>
        </w:rPr>
      </w:pPr>
    </w:p>
    <w:p w:rsidR="0026345E" w:rsidRDefault="0026345E" w:rsidP="007A6F08">
      <w:pPr>
        <w:jc w:val="center"/>
        <w:rPr>
          <w:b/>
          <w:szCs w:val="28"/>
        </w:rPr>
      </w:pPr>
    </w:p>
    <w:p w:rsidR="0026345E" w:rsidRDefault="0026345E" w:rsidP="007A6F08">
      <w:pPr>
        <w:jc w:val="center"/>
        <w:rPr>
          <w:b/>
          <w:szCs w:val="28"/>
        </w:rPr>
      </w:pPr>
    </w:p>
    <w:p w:rsidR="0026345E" w:rsidRDefault="0026345E" w:rsidP="007A6F08">
      <w:pPr>
        <w:jc w:val="center"/>
        <w:rPr>
          <w:b/>
          <w:szCs w:val="28"/>
        </w:rPr>
      </w:pPr>
    </w:p>
    <w:p w:rsidR="0026345E" w:rsidRDefault="0026345E" w:rsidP="007A6F08">
      <w:pPr>
        <w:jc w:val="center"/>
        <w:rPr>
          <w:b/>
          <w:szCs w:val="28"/>
        </w:rPr>
      </w:pPr>
    </w:p>
    <w:p w:rsidR="0026345E" w:rsidRDefault="0026345E" w:rsidP="007A6F08">
      <w:pPr>
        <w:jc w:val="center"/>
        <w:rPr>
          <w:b/>
          <w:szCs w:val="28"/>
        </w:rPr>
      </w:pPr>
    </w:p>
    <w:p w:rsidR="0026345E" w:rsidRDefault="0026345E" w:rsidP="007A6F08">
      <w:pPr>
        <w:jc w:val="center"/>
        <w:rPr>
          <w:b/>
          <w:szCs w:val="28"/>
        </w:rPr>
      </w:pPr>
    </w:p>
    <w:p w:rsidR="0026345E" w:rsidRDefault="0026345E" w:rsidP="007A6F08">
      <w:pPr>
        <w:jc w:val="center"/>
        <w:rPr>
          <w:b/>
          <w:szCs w:val="28"/>
        </w:rPr>
      </w:pPr>
    </w:p>
    <w:p w:rsidR="0026345E" w:rsidRDefault="0026345E" w:rsidP="007A6F08">
      <w:pPr>
        <w:jc w:val="center"/>
        <w:rPr>
          <w:b/>
          <w:szCs w:val="28"/>
        </w:rPr>
      </w:pPr>
    </w:p>
    <w:p w:rsidR="0026345E" w:rsidRDefault="0026345E" w:rsidP="007A6F08">
      <w:pPr>
        <w:jc w:val="center"/>
        <w:rPr>
          <w:b/>
          <w:szCs w:val="28"/>
        </w:rPr>
      </w:pPr>
    </w:p>
    <w:p w:rsidR="0026345E" w:rsidRDefault="0026345E" w:rsidP="007A6F08">
      <w:pPr>
        <w:jc w:val="center"/>
        <w:rPr>
          <w:b/>
          <w:szCs w:val="28"/>
        </w:rPr>
      </w:pPr>
    </w:p>
    <w:p w:rsidR="0026345E" w:rsidRDefault="0026345E" w:rsidP="007A6F08">
      <w:pPr>
        <w:jc w:val="center"/>
        <w:rPr>
          <w:b/>
          <w:szCs w:val="28"/>
        </w:rPr>
      </w:pPr>
    </w:p>
    <w:p w:rsidR="0026345E" w:rsidRDefault="0026345E" w:rsidP="007A6F08">
      <w:pPr>
        <w:jc w:val="center"/>
        <w:rPr>
          <w:b/>
          <w:szCs w:val="28"/>
        </w:rPr>
      </w:pPr>
    </w:p>
    <w:p w:rsidR="0026345E" w:rsidRDefault="0026345E" w:rsidP="007A6F08">
      <w:pPr>
        <w:jc w:val="center"/>
        <w:rPr>
          <w:b/>
          <w:szCs w:val="28"/>
        </w:rPr>
      </w:pPr>
    </w:p>
    <w:p w:rsidR="0026345E" w:rsidRDefault="0026345E" w:rsidP="007A6F08">
      <w:pPr>
        <w:jc w:val="center"/>
        <w:rPr>
          <w:b/>
          <w:szCs w:val="28"/>
        </w:rPr>
      </w:pPr>
    </w:p>
    <w:p w:rsidR="0026345E" w:rsidRDefault="0026345E" w:rsidP="007A6F08">
      <w:pPr>
        <w:jc w:val="center"/>
        <w:rPr>
          <w:b/>
          <w:szCs w:val="28"/>
        </w:rPr>
      </w:pPr>
    </w:p>
    <w:p w:rsidR="0026345E" w:rsidRPr="00500747" w:rsidRDefault="0026345E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26345E" w:rsidRPr="00F032F5" w:rsidRDefault="0026345E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 администрации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26345E" w:rsidRDefault="0026345E" w:rsidP="007A6F08">
      <w:pPr>
        <w:jc w:val="center"/>
        <w:rPr>
          <w:b/>
          <w:szCs w:val="28"/>
        </w:rPr>
      </w:pPr>
    </w:p>
    <w:p w:rsidR="0026345E" w:rsidRPr="00500747" w:rsidRDefault="0026345E" w:rsidP="007A6F08">
      <w:pPr>
        <w:jc w:val="center"/>
        <w:rPr>
          <w:b/>
          <w:szCs w:val="28"/>
        </w:rPr>
      </w:pPr>
    </w:p>
    <w:p w:rsidR="0026345E" w:rsidRPr="009D244C" w:rsidRDefault="0026345E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6345E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6345E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6345E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6345E" w:rsidRDefault="0026345E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6345E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26345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345E" w:rsidRDefault="0026345E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87C2C">
              <w:rPr>
                <w:sz w:val="24"/>
                <w:szCs w:val="24"/>
              </w:rPr>
              <w:t>овышение эффективности использования</w:t>
            </w:r>
            <w:r w:rsidRPr="00B87C2C">
              <w:rPr>
                <w:b/>
                <w:sz w:val="24"/>
                <w:szCs w:val="24"/>
              </w:rPr>
              <w:t xml:space="preserve"> </w:t>
            </w:r>
            <w:r w:rsidRPr="00B87C2C">
              <w:rPr>
                <w:sz w:val="24"/>
                <w:szCs w:val="24"/>
              </w:rPr>
              <w:t>информационно - коммуникационных технологий для обеспечения информационного взаимодействия органов местного самоуправления с организациями Темрюкского района и Краснодарского края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26345E" w:rsidRPr="00B87C2C" w:rsidRDefault="0026345E" w:rsidP="00F508F2">
            <w:pPr>
              <w:rPr>
                <w:sz w:val="24"/>
                <w:szCs w:val="24"/>
              </w:rPr>
            </w:pPr>
          </w:p>
        </w:tc>
      </w:tr>
      <w:tr w:rsidR="0026345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345E" w:rsidRDefault="0026345E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87C2C">
              <w:rPr>
                <w:sz w:val="24"/>
                <w:szCs w:val="24"/>
              </w:rPr>
              <w:t>оздание, развитие и обслуживание информационной и телекоммуникационной инфраструктуры администрации Старотитаровского сельского поселения Темрюкского района</w:t>
            </w:r>
          </w:p>
          <w:p w:rsidR="0026345E" w:rsidRPr="00B87C2C" w:rsidRDefault="0026345E" w:rsidP="00F508F2">
            <w:pPr>
              <w:rPr>
                <w:sz w:val="24"/>
                <w:szCs w:val="24"/>
              </w:rPr>
            </w:pPr>
          </w:p>
        </w:tc>
      </w:tr>
      <w:tr w:rsidR="0026345E" w:rsidRPr="00DB6469" w:rsidTr="00005991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0F6657" w:rsidRDefault="0026345E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услуги связи и интернет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00599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45E" w:rsidRPr="003E5F3C" w:rsidRDefault="0026345E" w:rsidP="003E5F3C">
            <w:pPr>
              <w:jc w:val="center"/>
              <w:rPr>
                <w:bCs/>
                <w:sz w:val="24"/>
                <w:szCs w:val="24"/>
              </w:rPr>
            </w:pPr>
            <w:r w:rsidRPr="003E5F3C">
              <w:rPr>
                <w:bCs/>
                <w:sz w:val="24"/>
                <w:szCs w:val="24"/>
                <w:lang w:val="en-US"/>
              </w:rPr>
              <w:t>100% исполнение</w:t>
            </w:r>
          </w:p>
          <w:p w:rsidR="0026345E" w:rsidRPr="003E5F3C" w:rsidRDefault="0026345E" w:rsidP="003E5F3C">
            <w:pPr>
              <w:jc w:val="center"/>
              <w:rPr>
                <w:bCs/>
                <w:sz w:val="24"/>
                <w:szCs w:val="24"/>
              </w:rPr>
            </w:pPr>
            <w:r w:rsidRPr="003E5F3C">
              <w:rPr>
                <w:bCs/>
                <w:sz w:val="24"/>
                <w:szCs w:val="24"/>
              </w:rPr>
              <w:t>б</w:t>
            </w:r>
            <w:r w:rsidRPr="003E5F3C">
              <w:rPr>
                <w:bCs/>
                <w:sz w:val="24"/>
                <w:szCs w:val="24"/>
                <w:lang w:val="en-US"/>
              </w:rPr>
              <w:t>юджета</w:t>
            </w:r>
          </w:p>
          <w:p w:rsidR="0026345E" w:rsidRPr="00957C3C" w:rsidRDefault="0026345E" w:rsidP="00F508F2">
            <w:pPr>
              <w:rPr>
                <w:sz w:val="24"/>
                <w:szCs w:val="24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6345E" w:rsidRPr="00DB6469" w:rsidTr="000B15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314CD2" w:rsidRDefault="0026345E" w:rsidP="00F508F2">
            <w:pPr>
              <w:pStyle w:val="a0"/>
              <w:rPr>
                <w:rFonts w:ascii="Times New Roman" w:hAnsi="Times New Roman" w:cs="Times New Roman"/>
              </w:rPr>
            </w:pPr>
            <w:r w:rsidRPr="00314CD2">
              <w:rPr>
                <w:rFonts w:ascii="Times New Roman" w:hAnsi="Times New Roman" w:cs="Times New Roman"/>
              </w:rPr>
              <w:t>сопровождение специализированного програм</w:t>
            </w:r>
            <w:r>
              <w:rPr>
                <w:rFonts w:ascii="Times New Roman" w:hAnsi="Times New Roman" w:cs="Times New Roman"/>
              </w:rPr>
              <w:t>м</w:t>
            </w:r>
            <w:r w:rsidRPr="00314CD2">
              <w:rPr>
                <w:rFonts w:ascii="Times New Roman" w:hAnsi="Times New Roman" w:cs="Times New Roman"/>
              </w:rPr>
              <w:t>ного обеспечения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021B6A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информационно-технологическое обеспечение и бесперебойное функционирование программных продуктов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6345E" w:rsidRPr="00DB6469" w:rsidTr="00A720F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B01502" w:rsidRDefault="0026345E" w:rsidP="00B0150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01502">
              <w:rPr>
                <w:rFonts w:ascii="Times New Roman" w:hAnsi="Times New Roman" w:cs="Times New Roman"/>
              </w:rPr>
              <w:t xml:space="preserve">ехническое обслуживание и регламентно-профилактический ремонт </w:t>
            </w:r>
          </w:p>
          <w:p w:rsidR="0026345E" w:rsidRPr="00B01502" w:rsidRDefault="0026345E" w:rsidP="00B01502">
            <w:pPr>
              <w:pStyle w:val="a0"/>
              <w:rPr>
                <w:rFonts w:ascii="Times New Roman" w:hAnsi="Times New Roman" w:cs="Times New Roman"/>
              </w:rPr>
            </w:pPr>
            <w:r w:rsidRPr="00B01502">
              <w:rPr>
                <w:rFonts w:ascii="Times New Roman" w:hAnsi="Times New Roman" w:cs="Times New Roman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021B6A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6345E" w:rsidRPr="00DB6469" w:rsidTr="001538A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E56035" w:rsidRDefault="0026345E" w:rsidP="00F508F2">
            <w:pPr>
              <w:pStyle w:val="a0"/>
              <w:rPr>
                <w:rFonts w:ascii="Times New Roman" w:hAnsi="Times New Roman" w:cs="Times New Roman"/>
              </w:rPr>
            </w:pPr>
            <w:r w:rsidRPr="00E56035">
              <w:rPr>
                <w:rFonts w:ascii="Times New Roman" w:hAnsi="Times New Roman" w:cs="Times New Roman"/>
              </w:rPr>
              <w:t>приобретение основных средств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021B6A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администрации Старотитаровского сельского поселения Темрюкского района современной вычислительной и оргтехникой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6345E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8D2DFC" w:rsidRDefault="0026345E" w:rsidP="00F508F2">
            <w:pPr>
              <w:pStyle w:val="a0"/>
              <w:rPr>
                <w:rFonts w:ascii="Times New Roman" w:hAnsi="Times New Roman" w:cs="Times New Roman"/>
              </w:rPr>
            </w:pPr>
            <w:r w:rsidRPr="008D2DFC">
              <w:rPr>
                <w:rFonts w:ascii="Times New Roman" w:hAnsi="Times New Roman" w:cs="Times New Roman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021B6A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6345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1 131,9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6345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6345E" w:rsidRPr="00DB6469" w:rsidTr="00F508F2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1 131,9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345E" w:rsidRPr="00DB6469" w:rsidTr="00F508F2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1 131,9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5E" w:rsidRPr="00DB6469" w:rsidRDefault="002634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6345E" w:rsidRPr="00DB6469" w:rsidRDefault="002634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6345E" w:rsidRDefault="0026345E" w:rsidP="003E51DA">
      <w:pPr>
        <w:jc w:val="center"/>
        <w:rPr>
          <w:b/>
          <w:szCs w:val="28"/>
        </w:rPr>
      </w:pPr>
    </w:p>
    <w:p w:rsidR="0026345E" w:rsidRPr="009E44C2" w:rsidRDefault="0026345E" w:rsidP="003E51DA">
      <w:pPr>
        <w:jc w:val="center"/>
        <w:rPr>
          <w:b/>
          <w:szCs w:val="28"/>
        </w:rPr>
      </w:pPr>
    </w:p>
    <w:p w:rsidR="0026345E" w:rsidRDefault="0026345E" w:rsidP="007A6F08">
      <w:pPr>
        <w:rPr>
          <w:sz w:val="24"/>
          <w:szCs w:val="24"/>
        </w:rPr>
        <w:sectPr w:rsidR="0026345E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6345E" w:rsidRPr="003E51DA" w:rsidRDefault="0026345E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26345E" w:rsidRDefault="0026345E" w:rsidP="003E51DA">
      <w:pPr>
        <w:pStyle w:val="ConsPlusNormal0"/>
        <w:ind w:firstLine="709"/>
        <w:jc w:val="both"/>
      </w:pPr>
    </w:p>
    <w:p w:rsidR="0026345E" w:rsidRDefault="0026345E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6345E" w:rsidRDefault="0026345E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6345E" w:rsidRDefault="0026345E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6345E" w:rsidRDefault="0026345E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6345E" w:rsidRDefault="0026345E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6345E" w:rsidRDefault="0026345E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6345E" w:rsidRDefault="0026345E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6345E" w:rsidRDefault="0026345E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6345E" w:rsidRDefault="0026345E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6345E" w:rsidRDefault="0026345E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6345E" w:rsidRDefault="0026345E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6345E" w:rsidRDefault="0026345E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6345E" w:rsidRDefault="0026345E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6345E" w:rsidRDefault="0026345E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6345E" w:rsidRDefault="0026345E" w:rsidP="00EF6F81">
      <w:pPr>
        <w:jc w:val="center"/>
        <w:rPr>
          <w:b/>
        </w:rPr>
      </w:pPr>
    </w:p>
    <w:p w:rsidR="0026345E" w:rsidRDefault="0026345E" w:rsidP="00EF6F81">
      <w:pPr>
        <w:jc w:val="center"/>
        <w:rPr>
          <w:b/>
        </w:rPr>
      </w:pPr>
    </w:p>
    <w:p w:rsidR="0026345E" w:rsidRDefault="0026345E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26345E" w:rsidRDefault="0026345E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26345E" w:rsidRDefault="0026345E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26345E" w:rsidRDefault="0026345E" w:rsidP="00413494">
      <w:pPr>
        <w:jc w:val="both"/>
        <w:rPr>
          <w:szCs w:val="28"/>
        </w:rPr>
      </w:pPr>
    </w:p>
    <w:p w:rsidR="0026345E" w:rsidRDefault="0026345E" w:rsidP="00413494">
      <w:pPr>
        <w:jc w:val="both"/>
        <w:rPr>
          <w:szCs w:val="28"/>
        </w:rPr>
      </w:pPr>
    </w:p>
    <w:p w:rsidR="0026345E" w:rsidRDefault="0026345E" w:rsidP="00413494">
      <w:pPr>
        <w:jc w:val="both"/>
        <w:rPr>
          <w:szCs w:val="28"/>
        </w:rPr>
      </w:pPr>
    </w:p>
    <w:p w:rsidR="0026345E" w:rsidRDefault="0026345E" w:rsidP="00413494">
      <w:pPr>
        <w:jc w:val="both"/>
        <w:rPr>
          <w:szCs w:val="28"/>
        </w:rPr>
      </w:pPr>
    </w:p>
    <w:p w:rsidR="0026345E" w:rsidRDefault="0026345E" w:rsidP="00413494">
      <w:pPr>
        <w:jc w:val="both"/>
        <w:rPr>
          <w:szCs w:val="28"/>
        </w:rPr>
      </w:pPr>
    </w:p>
    <w:p w:rsidR="0026345E" w:rsidRDefault="0026345E" w:rsidP="00413494">
      <w:pPr>
        <w:jc w:val="both"/>
        <w:rPr>
          <w:b/>
        </w:rPr>
        <w:sectPr w:rsidR="0026345E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6345E" w:rsidRDefault="0026345E" w:rsidP="00E6162A">
      <w:pPr>
        <w:jc w:val="center"/>
        <w:rPr>
          <w:b/>
        </w:rPr>
      </w:pPr>
    </w:p>
    <w:sectPr w:rsidR="0026345E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45E" w:rsidRDefault="0026345E" w:rsidP="00EF6F81">
      <w:r>
        <w:separator/>
      </w:r>
    </w:p>
  </w:endnote>
  <w:endnote w:type="continuationSeparator" w:id="0">
    <w:p w:rsidR="0026345E" w:rsidRDefault="0026345E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45E" w:rsidRDefault="0026345E" w:rsidP="00EF6F81">
      <w:r>
        <w:separator/>
      </w:r>
    </w:p>
  </w:footnote>
  <w:footnote w:type="continuationSeparator" w:id="0">
    <w:p w:rsidR="0026345E" w:rsidRDefault="0026345E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45E" w:rsidRDefault="0026345E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45E" w:rsidRDefault="0026345E">
    <w:pPr>
      <w:pStyle w:val="Header"/>
      <w:jc w:val="center"/>
    </w:pPr>
  </w:p>
  <w:p w:rsidR="0026345E" w:rsidRDefault="0026345E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6345E" w:rsidRPr="004E6D75" w:rsidRDefault="0026345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05991"/>
    <w:rsid w:val="00010261"/>
    <w:rsid w:val="00017FA2"/>
    <w:rsid w:val="00021B6A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145D"/>
    <w:rsid w:val="000A5167"/>
    <w:rsid w:val="000B1569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345E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137"/>
    <w:rsid w:val="002C031E"/>
    <w:rsid w:val="002C7291"/>
    <w:rsid w:val="002D2249"/>
    <w:rsid w:val="002D6BB0"/>
    <w:rsid w:val="002E291E"/>
    <w:rsid w:val="002E5323"/>
    <w:rsid w:val="002E62B4"/>
    <w:rsid w:val="00306055"/>
    <w:rsid w:val="00314CD2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6BDD"/>
    <w:rsid w:val="003724CA"/>
    <w:rsid w:val="00374409"/>
    <w:rsid w:val="0037448A"/>
    <w:rsid w:val="00376342"/>
    <w:rsid w:val="0038326C"/>
    <w:rsid w:val="00385F3F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5F3C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424B"/>
    <w:rsid w:val="004B60E9"/>
    <w:rsid w:val="004B6573"/>
    <w:rsid w:val="004C1AA9"/>
    <w:rsid w:val="004C630B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1202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FEF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464B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4E45"/>
    <w:rsid w:val="00876805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6C09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150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A68"/>
    <w:rsid w:val="00B87C2C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1C92"/>
    <w:rsid w:val="00DE264F"/>
    <w:rsid w:val="00DE754D"/>
    <w:rsid w:val="00DF23BC"/>
    <w:rsid w:val="00DF27D4"/>
    <w:rsid w:val="00E00492"/>
    <w:rsid w:val="00E005C3"/>
    <w:rsid w:val="00E03A2A"/>
    <w:rsid w:val="00E11527"/>
    <w:rsid w:val="00E17C37"/>
    <w:rsid w:val="00E21615"/>
    <w:rsid w:val="00E23571"/>
    <w:rsid w:val="00E24387"/>
    <w:rsid w:val="00E26841"/>
    <w:rsid w:val="00E33916"/>
    <w:rsid w:val="00E43186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91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2138</TotalTime>
  <Pages>8</Pages>
  <Words>1073</Words>
  <Characters>6120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208</cp:revision>
  <cp:lastPrinted>2021-06-11T06:36:00Z</cp:lastPrinted>
  <dcterms:created xsi:type="dcterms:W3CDTF">2018-08-07T11:48:00Z</dcterms:created>
  <dcterms:modified xsi:type="dcterms:W3CDTF">2021-09-07T08:51:00Z</dcterms:modified>
</cp:coreProperties>
</file>