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709" w:type="dxa"/>
        <w:tblLook w:val="00A0"/>
      </w:tblPr>
      <w:tblGrid>
        <w:gridCol w:w="9322"/>
        <w:gridCol w:w="5387"/>
      </w:tblGrid>
      <w:tr w:rsidR="00642907" w:rsidRPr="004E6D75" w:rsidTr="00957C3C">
        <w:tc>
          <w:tcPr>
            <w:tcW w:w="9322" w:type="dxa"/>
          </w:tcPr>
          <w:p w:rsidR="00642907" w:rsidRPr="004E6D75" w:rsidRDefault="00642907" w:rsidP="001157F7">
            <w:pPr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:rsidR="00642907" w:rsidRPr="00C96AAF" w:rsidRDefault="00642907" w:rsidP="00957C3C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ПРИЛОЖЕНИЕ № 1</w:t>
            </w:r>
          </w:p>
          <w:p w:rsidR="00642907" w:rsidRDefault="00642907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642907" w:rsidRDefault="00642907" w:rsidP="00250B58">
            <w:pPr>
              <w:tabs>
                <w:tab w:val="left" w:pos="7035"/>
              </w:tabs>
              <w:jc w:val="right"/>
              <w:rPr>
                <w:szCs w:val="28"/>
              </w:rPr>
            </w:pPr>
            <w:r w:rsidRPr="00043D63">
              <w:rPr>
                <w:szCs w:val="28"/>
              </w:rPr>
              <w:t>«Развитие жилищно-коммунального</w:t>
            </w:r>
          </w:p>
          <w:p w:rsidR="00642907" w:rsidRDefault="00642907" w:rsidP="00250B58">
            <w:pPr>
              <w:tabs>
                <w:tab w:val="left" w:pos="7035"/>
              </w:tabs>
              <w:jc w:val="right"/>
              <w:rPr>
                <w:szCs w:val="28"/>
              </w:rPr>
            </w:pPr>
            <w:r w:rsidRPr="00043D63">
              <w:rPr>
                <w:szCs w:val="28"/>
              </w:rPr>
              <w:t xml:space="preserve"> хозяйства в Старотитаровском сельском</w:t>
            </w:r>
          </w:p>
          <w:p w:rsidR="00642907" w:rsidRDefault="00642907" w:rsidP="00250B58">
            <w:pPr>
              <w:tabs>
                <w:tab w:val="left" w:pos="7035"/>
              </w:tabs>
              <w:jc w:val="right"/>
              <w:rPr>
                <w:szCs w:val="28"/>
              </w:rPr>
            </w:pPr>
            <w:r w:rsidRPr="00043D63">
              <w:rPr>
                <w:szCs w:val="28"/>
              </w:rPr>
              <w:t xml:space="preserve"> посе</w:t>
            </w:r>
            <w:r>
              <w:rPr>
                <w:szCs w:val="28"/>
              </w:rPr>
              <w:t xml:space="preserve">лении Темрюкского района» </w:t>
            </w:r>
          </w:p>
          <w:p w:rsidR="00642907" w:rsidRPr="004E6D75" w:rsidRDefault="00642907" w:rsidP="009931E8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 xml:space="preserve">  </w:t>
            </w:r>
          </w:p>
        </w:tc>
      </w:tr>
    </w:tbl>
    <w:p w:rsidR="00642907" w:rsidRPr="006341E7" w:rsidRDefault="00642907" w:rsidP="003E51DA">
      <w:pPr>
        <w:ind w:firstLine="709"/>
        <w:rPr>
          <w:sz w:val="24"/>
          <w:szCs w:val="24"/>
        </w:rPr>
      </w:pPr>
    </w:p>
    <w:p w:rsidR="00642907" w:rsidRDefault="00642907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642907" w:rsidRPr="00250B58" w:rsidRDefault="00642907" w:rsidP="009931E8">
      <w:pPr>
        <w:jc w:val="center"/>
        <w:rPr>
          <w:b/>
        </w:rPr>
      </w:pPr>
      <w:r w:rsidRPr="00AA249F">
        <w:rPr>
          <w:b/>
          <w:bCs/>
          <w:szCs w:val="28"/>
        </w:rPr>
        <w:t>«Развитие водо</w:t>
      </w:r>
      <w:r>
        <w:rPr>
          <w:b/>
          <w:bCs/>
          <w:szCs w:val="28"/>
        </w:rPr>
        <w:t>проводно-канализационного комплекса</w:t>
      </w:r>
      <w:r w:rsidRPr="00AA249F">
        <w:rPr>
          <w:b/>
          <w:bCs/>
          <w:szCs w:val="28"/>
        </w:rPr>
        <w:t xml:space="preserve"> Старотитаровско</w:t>
      </w:r>
      <w:r>
        <w:rPr>
          <w:b/>
          <w:bCs/>
          <w:szCs w:val="28"/>
        </w:rPr>
        <w:t>го</w:t>
      </w:r>
      <w:r w:rsidRPr="00AA249F">
        <w:rPr>
          <w:b/>
          <w:bCs/>
          <w:szCs w:val="28"/>
        </w:rPr>
        <w:t xml:space="preserve"> сельско</w:t>
      </w:r>
      <w:r>
        <w:rPr>
          <w:b/>
          <w:bCs/>
          <w:szCs w:val="28"/>
        </w:rPr>
        <w:t>го</w:t>
      </w:r>
      <w:r w:rsidRPr="00AA249F">
        <w:rPr>
          <w:b/>
          <w:bCs/>
          <w:szCs w:val="28"/>
        </w:rPr>
        <w:t xml:space="preserve"> посе</w:t>
      </w:r>
      <w:r>
        <w:rPr>
          <w:b/>
          <w:bCs/>
          <w:szCs w:val="28"/>
        </w:rPr>
        <w:t xml:space="preserve">ления Темрюкского района» </w:t>
      </w:r>
      <w:r w:rsidRPr="009931E8">
        <w:rPr>
          <w:b/>
        </w:rPr>
        <w:t xml:space="preserve">муниципальной программы </w:t>
      </w:r>
      <w:r>
        <w:rPr>
          <w:b/>
        </w:rPr>
        <w:t>«</w:t>
      </w:r>
      <w:r w:rsidRPr="00250B58">
        <w:rPr>
          <w:b/>
          <w:szCs w:val="28"/>
        </w:rPr>
        <w:t>Развитие жилищно-коммунального хозяйства в Старотитаровском сельском поселении Темрюкского района»</w:t>
      </w:r>
    </w:p>
    <w:p w:rsidR="00642907" w:rsidRDefault="00642907" w:rsidP="003E51DA">
      <w:pPr>
        <w:jc w:val="center"/>
        <w:rPr>
          <w:b/>
          <w:szCs w:val="28"/>
        </w:rPr>
      </w:pPr>
    </w:p>
    <w:p w:rsidR="00642907" w:rsidRPr="009E44C2" w:rsidRDefault="00642907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642907" w:rsidRPr="00250B58" w:rsidRDefault="00642907" w:rsidP="00250B58">
      <w:pPr>
        <w:jc w:val="center"/>
        <w:rPr>
          <w:b/>
        </w:rPr>
      </w:pPr>
      <w:r w:rsidRPr="00AA249F">
        <w:rPr>
          <w:b/>
          <w:bCs/>
          <w:szCs w:val="28"/>
        </w:rPr>
        <w:t>«Развитие водо</w:t>
      </w:r>
      <w:r>
        <w:rPr>
          <w:b/>
          <w:bCs/>
          <w:szCs w:val="28"/>
        </w:rPr>
        <w:t>проводно-канализационного комплекса</w:t>
      </w:r>
      <w:r w:rsidRPr="00AA249F">
        <w:rPr>
          <w:b/>
          <w:bCs/>
          <w:szCs w:val="28"/>
        </w:rPr>
        <w:t xml:space="preserve"> Старотитаровско</w:t>
      </w:r>
      <w:r>
        <w:rPr>
          <w:b/>
          <w:bCs/>
          <w:szCs w:val="28"/>
        </w:rPr>
        <w:t>го</w:t>
      </w:r>
      <w:r w:rsidRPr="00AA249F">
        <w:rPr>
          <w:b/>
          <w:bCs/>
          <w:szCs w:val="28"/>
        </w:rPr>
        <w:t xml:space="preserve"> сельско</w:t>
      </w:r>
      <w:r>
        <w:rPr>
          <w:b/>
          <w:bCs/>
          <w:szCs w:val="28"/>
        </w:rPr>
        <w:t>го</w:t>
      </w:r>
      <w:r w:rsidRPr="00AA249F">
        <w:rPr>
          <w:b/>
          <w:bCs/>
          <w:szCs w:val="28"/>
        </w:rPr>
        <w:t xml:space="preserve"> посе</w:t>
      </w:r>
      <w:r>
        <w:rPr>
          <w:b/>
          <w:bCs/>
          <w:szCs w:val="28"/>
        </w:rPr>
        <w:t xml:space="preserve">ления Темрюкского района» </w:t>
      </w:r>
      <w:r w:rsidRPr="009931E8">
        <w:rPr>
          <w:b/>
        </w:rPr>
        <w:t xml:space="preserve">муниципальной программы </w:t>
      </w:r>
      <w:r>
        <w:rPr>
          <w:b/>
        </w:rPr>
        <w:t>«</w:t>
      </w:r>
      <w:r w:rsidRPr="00250B58">
        <w:rPr>
          <w:b/>
          <w:szCs w:val="28"/>
        </w:rPr>
        <w:t>Развитие жилищно-коммунального хозяйства в Старотитаровском сельском поселении Темрюкского района»</w:t>
      </w:r>
    </w:p>
    <w:p w:rsidR="00642907" w:rsidRPr="009E44C2" w:rsidRDefault="00642907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12"/>
        <w:gridCol w:w="1406"/>
        <w:gridCol w:w="1808"/>
        <w:gridCol w:w="1684"/>
        <w:gridCol w:w="1631"/>
        <w:gridCol w:w="2019"/>
      </w:tblGrid>
      <w:tr w:rsidR="00642907" w:rsidRPr="009E44C2" w:rsidTr="00F508F2">
        <w:tc>
          <w:tcPr>
            <w:tcW w:w="6012" w:type="dxa"/>
          </w:tcPr>
          <w:p w:rsidR="00642907" w:rsidRPr="002940B0" w:rsidRDefault="00642907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642907" w:rsidRDefault="00642907" w:rsidP="00F508F2">
            <w:pPr>
              <w:rPr>
                <w:szCs w:val="28"/>
              </w:rPr>
            </w:pPr>
            <w:r>
              <w:rPr>
                <w:szCs w:val="28"/>
              </w:rPr>
              <w:t>Заместитель главы</w:t>
            </w:r>
            <w:r w:rsidRPr="00F470FB"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  <w:p w:rsidR="00642907" w:rsidRPr="00F470FB" w:rsidRDefault="00642907" w:rsidP="00F508F2">
            <w:pPr>
              <w:rPr>
                <w:szCs w:val="28"/>
              </w:rPr>
            </w:pPr>
          </w:p>
        </w:tc>
      </w:tr>
      <w:tr w:rsidR="00642907" w:rsidRPr="009E44C2" w:rsidTr="00F508F2">
        <w:tc>
          <w:tcPr>
            <w:tcW w:w="6012" w:type="dxa"/>
          </w:tcPr>
          <w:p w:rsidR="00642907" w:rsidRPr="002940B0" w:rsidRDefault="00642907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642907" w:rsidRDefault="00642907" w:rsidP="00F508F2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</w:p>
          <w:p w:rsidR="00642907" w:rsidRPr="00827FDC" w:rsidRDefault="00642907" w:rsidP="00F508F2">
            <w:pPr>
              <w:rPr>
                <w:b/>
                <w:szCs w:val="28"/>
              </w:rPr>
            </w:pPr>
          </w:p>
        </w:tc>
      </w:tr>
      <w:tr w:rsidR="00642907" w:rsidRPr="009E44C2" w:rsidTr="00F508F2">
        <w:tc>
          <w:tcPr>
            <w:tcW w:w="6012" w:type="dxa"/>
          </w:tcPr>
          <w:p w:rsidR="00642907" w:rsidRPr="002940B0" w:rsidRDefault="00642907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Цель подпрограммы</w:t>
            </w:r>
          </w:p>
        </w:tc>
        <w:tc>
          <w:tcPr>
            <w:tcW w:w="8548" w:type="dxa"/>
            <w:gridSpan w:val="5"/>
          </w:tcPr>
          <w:p w:rsidR="00642907" w:rsidRDefault="00642907" w:rsidP="00F508F2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обеспечение населения Старотитаровского сельского поселения питьевой водой и системой канализации, соответствующей требованиям безопасности  и безвредности,</w:t>
            </w:r>
            <w:r w:rsidRPr="002D487F">
              <w:rPr>
                <w:szCs w:val="28"/>
              </w:rPr>
              <w:t xml:space="preserve"> установленным</w:t>
            </w:r>
            <w:r>
              <w:rPr>
                <w:szCs w:val="28"/>
              </w:rPr>
              <w:t>и</w:t>
            </w:r>
            <w:r w:rsidRPr="002D487F">
              <w:rPr>
                <w:szCs w:val="28"/>
              </w:rPr>
              <w:t xml:space="preserve"> в санитарно-эпидемиологических правилах</w:t>
            </w:r>
          </w:p>
          <w:p w:rsidR="00642907" w:rsidRPr="00B730DE" w:rsidRDefault="00642907" w:rsidP="00F508F2">
            <w:pPr>
              <w:contextualSpacing/>
              <w:rPr>
                <w:szCs w:val="28"/>
              </w:rPr>
            </w:pPr>
          </w:p>
        </w:tc>
      </w:tr>
      <w:tr w:rsidR="00642907" w:rsidRPr="009E44C2" w:rsidTr="00F508F2">
        <w:tc>
          <w:tcPr>
            <w:tcW w:w="6012" w:type="dxa"/>
          </w:tcPr>
          <w:p w:rsidR="00642907" w:rsidRPr="002940B0" w:rsidRDefault="00642907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642907" w:rsidRDefault="00642907" w:rsidP="00F508F2">
            <w:pPr>
              <w:rPr>
                <w:szCs w:val="28"/>
              </w:rPr>
            </w:pPr>
            <w:r>
              <w:rPr>
                <w:szCs w:val="28"/>
              </w:rPr>
              <w:t>Гарантированное обеспечение населения питьевой водой и системой канализации</w:t>
            </w:r>
          </w:p>
          <w:p w:rsidR="00642907" w:rsidRPr="00A95BD9" w:rsidRDefault="00642907" w:rsidP="00F508F2">
            <w:pPr>
              <w:rPr>
                <w:szCs w:val="28"/>
              </w:rPr>
            </w:pPr>
          </w:p>
        </w:tc>
      </w:tr>
      <w:tr w:rsidR="00642907" w:rsidRPr="009E44C2" w:rsidTr="00F508F2">
        <w:tc>
          <w:tcPr>
            <w:tcW w:w="6012" w:type="dxa"/>
          </w:tcPr>
          <w:p w:rsidR="00642907" w:rsidRPr="002940B0" w:rsidRDefault="00642907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642907" w:rsidRDefault="00642907" w:rsidP="000B5935">
            <w:pPr>
              <w:rPr>
                <w:szCs w:val="28"/>
              </w:rPr>
            </w:pPr>
            <w:r>
              <w:rPr>
                <w:szCs w:val="28"/>
              </w:rPr>
              <w:t>- т</w:t>
            </w:r>
            <w:r w:rsidRPr="00410400">
              <w:rPr>
                <w:szCs w:val="28"/>
              </w:rPr>
              <w:t>екущий ремонт КНС на пер. Октябрьском</w:t>
            </w:r>
          </w:p>
          <w:p w:rsidR="00642907" w:rsidRPr="00410400" w:rsidRDefault="00642907" w:rsidP="000B5935">
            <w:pPr>
              <w:rPr>
                <w:szCs w:val="28"/>
              </w:rPr>
            </w:pPr>
          </w:p>
        </w:tc>
      </w:tr>
      <w:tr w:rsidR="00642907" w:rsidRPr="009E44C2" w:rsidTr="00F508F2">
        <w:tc>
          <w:tcPr>
            <w:tcW w:w="6012" w:type="dxa"/>
          </w:tcPr>
          <w:p w:rsidR="00642907" w:rsidRPr="002940B0" w:rsidRDefault="00642907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642907" w:rsidRDefault="00642907" w:rsidP="00F508F2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642907" w:rsidRPr="002503EF" w:rsidRDefault="00642907" w:rsidP="00F508F2">
            <w:pPr>
              <w:rPr>
                <w:szCs w:val="28"/>
              </w:rPr>
            </w:pPr>
          </w:p>
        </w:tc>
      </w:tr>
      <w:tr w:rsidR="00642907" w:rsidRPr="009E44C2" w:rsidTr="00F508F2">
        <w:tc>
          <w:tcPr>
            <w:tcW w:w="6012" w:type="dxa"/>
          </w:tcPr>
          <w:p w:rsidR="00642907" w:rsidRPr="002940B0" w:rsidRDefault="00642907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642907" w:rsidRPr="009011B8" w:rsidRDefault="00642907" w:rsidP="00F508F2">
            <w:pPr>
              <w:rPr>
                <w:szCs w:val="28"/>
              </w:rPr>
            </w:pPr>
            <w:r w:rsidRPr="009011B8">
              <w:rPr>
                <w:szCs w:val="28"/>
              </w:rPr>
              <w:t>2022 год</w:t>
            </w:r>
          </w:p>
        </w:tc>
      </w:tr>
      <w:tr w:rsidR="00642907" w:rsidRPr="009E44C2" w:rsidTr="00F508F2">
        <w:tc>
          <w:tcPr>
            <w:tcW w:w="6012" w:type="dxa"/>
          </w:tcPr>
          <w:p w:rsidR="00642907" w:rsidRPr="002940B0" w:rsidRDefault="00642907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642907" w:rsidRPr="002940B0" w:rsidRDefault="00642907" w:rsidP="00F508F2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642907" w:rsidRPr="002940B0" w:rsidRDefault="00642907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642907" w:rsidRPr="009E44C2" w:rsidTr="00F508F2">
        <w:tc>
          <w:tcPr>
            <w:tcW w:w="6012" w:type="dxa"/>
          </w:tcPr>
          <w:p w:rsidR="00642907" w:rsidRPr="002940B0" w:rsidRDefault="00642907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642907" w:rsidRPr="002940B0" w:rsidRDefault="00642907" w:rsidP="00F508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642907" w:rsidRPr="002940B0" w:rsidRDefault="00642907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642907" w:rsidRPr="002940B0" w:rsidRDefault="00642907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642907" w:rsidRPr="002940B0" w:rsidRDefault="00642907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642907" w:rsidRPr="002940B0" w:rsidRDefault="00642907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642907" w:rsidRPr="009E44C2" w:rsidTr="00F508F2">
        <w:tc>
          <w:tcPr>
            <w:tcW w:w="6012" w:type="dxa"/>
          </w:tcPr>
          <w:p w:rsidR="00642907" w:rsidRPr="002940B0" w:rsidRDefault="00642907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06" w:type="dxa"/>
            <w:vAlign w:val="center"/>
          </w:tcPr>
          <w:p w:rsidR="00642907" w:rsidRPr="002940B0" w:rsidRDefault="0064290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10,0</w:t>
            </w:r>
          </w:p>
        </w:tc>
        <w:tc>
          <w:tcPr>
            <w:tcW w:w="1808" w:type="dxa"/>
            <w:vAlign w:val="center"/>
          </w:tcPr>
          <w:p w:rsidR="00642907" w:rsidRPr="002940B0" w:rsidRDefault="0064290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642907" w:rsidRPr="002940B0" w:rsidRDefault="0064290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642907" w:rsidRPr="002940B0" w:rsidRDefault="00642907" w:rsidP="00251890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10,0</w:t>
            </w:r>
          </w:p>
        </w:tc>
        <w:tc>
          <w:tcPr>
            <w:tcW w:w="2019" w:type="dxa"/>
            <w:vAlign w:val="center"/>
          </w:tcPr>
          <w:p w:rsidR="00642907" w:rsidRPr="002940B0" w:rsidRDefault="0064290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642907" w:rsidRPr="009E44C2" w:rsidTr="00F508F2">
        <w:tc>
          <w:tcPr>
            <w:tcW w:w="6012" w:type="dxa"/>
          </w:tcPr>
          <w:p w:rsidR="00642907" w:rsidRPr="002940B0" w:rsidRDefault="00642907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642907" w:rsidRPr="002940B0" w:rsidRDefault="00642907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642907" w:rsidRPr="002940B0" w:rsidRDefault="00642907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642907" w:rsidRPr="002940B0" w:rsidRDefault="00642907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642907" w:rsidRPr="002940B0" w:rsidRDefault="00642907" w:rsidP="00251890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642907" w:rsidRPr="002940B0" w:rsidRDefault="00642907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642907" w:rsidRPr="009E44C2" w:rsidTr="00F508F2">
        <w:tc>
          <w:tcPr>
            <w:tcW w:w="6012" w:type="dxa"/>
          </w:tcPr>
          <w:p w:rsidR="00642907" w:rsidRPr="002940B0" w:rsidRDefault="00642907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642907" w:rsidRPr="002940B0" w:rsidRDefault="0064290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10,0</w:t>
            </w:r>
          </w:p>
        </w:tc>
        <w:tc>
          <w:tcPr>
            <w:tcW w:w="1808" w:type="dxa"/>
            <w:vAlign w:val="center"/>
          </w:tcPr>
          <w:p w:rsidR="00642907" w:rsidRPr="002940B0" w:rsidRDefault="0064290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642907" w:rsidRPr="002940B0" w:rsidRDefault="0064290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642907" w:rsidRPr="002940B0" w:rsidRDefault="00642907" w:rsidP="00251890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10,0</w:t>
            </w:r>
          </w:p>
        </w:tc>
        <w:tc>
          <w:tcPr>
            <w:tcW w:w="2019" w:type="dxa"/>
            <w:vAlign w:val="center"/>
          </w:tcPr>
          <w:p w:rsidR="00642907" w:rsidRPr="002940B0" w:rsidRDefault="0064290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642907" w:rsidRPr="009E44C2" w:rsidTr="00F508F2">
        <w:tc>
          <w:tcPr>
            <w:tcW w:w="14560" w:type="dxa"/>
            <w:gridSpan w:val="6"/>
          </w:tcPr>
          <w:p w:rsidR="00642907" w:rsidRPr="002940B0" w:rsidRDefault="00642907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642907" w:rsidRPr="009E44C2" w:rsidTr="00F508F2">
        <w:tc>
          <w:tcPr>
            <w:tcW w:w="6012" w:type="dxa"/>
          </w:tcPr>
          <w:p w:rsidR="00642907" w:rsidRPr="002940B0" w:rsidRDefault="00642907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06" w:type="dxa"/>
            <w:vAlign w:val="center"/>
          </w:tcPr>
          <w:p w:rsidR="00642907" w:rsidRPr="002940B0" w:rsidRDefault="0064290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642907" w:rsidRPr="002940B0" w:rsidRDefault="0064290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642907" w:rsidRPr="002940B0" w:rsidRDefault="0064290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642907" w:rsidRPr="002940B0" w:rsidRDefault="0064290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642907" w:rsidRPr="002940B0" w:rsidRDefault="0064290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642907" w:rsidRPr="009E44C2" w:rsidTr="00F508F2">
        <w:tc>
          <w:tcPr>
            <w:tcW w:w="6012" w:type="dxa"/>
          </w:tcPr>
          <w:p w:rsidR="00642907" w:rsidRPr="002940B0" w:rsidRDefault="00642907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642907" w:rsidRPr="002940B0" w:rsidRDefault="00642907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642907" w:rsidRPr="002940B0" w:rsidRDefault="00642907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642907" w:rsidRPr="002940B0" w:rsidRDefault="00642907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642907" w:rsidRPr="002940B0" w:rsidRDefault="00642907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642907" w:rsidRPr="002940B0" w:rsidRDefault="00642907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642907" w:rsidRPr="009E44C2" w:rsidTr="00F508F2">
        <w:tc>
          <w:tcPr>
            <w:tcW w:w="6012" w:type="dxa"/>
          </w:tcPr>
          <w:p w:rsidR="00642907" w:rsidRPr="002940B0" w:rsidRDefault="00642907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642907" w:rsidRPr="002940B0" w:rsidRDefault="0064290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642907" w:rsidRPr="002940B0" w:rsidRDefault="0064290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642907" w:rsidRPr="002940B0" w:rsidRDefault="0064290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642907" w:rsidRPr="002940B0" w:rsidRDefault="0064290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642907" w:rsidRPr="002940B0" w:rsidRDefault="0064290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642907" w:rsidRPr="009E44C2" w:rsidTr="00F508F2">
        <w:tc>
          <w:tcPr>
            <w:tcW w:w="14560" w:type="dxa"/>
            <w:gridSpan w:val="6"/>
          </w:tcPr>
          <w:p w:rsidR="00642907" w:rsidRPr="002940B0" w:rsidRDefault="00642907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642907" w:rsidRPr="002940B0" w:rsidRDefault="00642907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642907" w:rsidRPr="009E44C2" w:rsidTr="00F508F2">
        <w:tc>
          <w:tcPr>
            <w:tcW w:w="6012" w:type="dxa"/>
          </w:tcPr>
          <w:p w:rsidR="00642907" w:rsidRPr="002940B0" w:rsidRDefault="00642907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06" w:type="dxa"/>
            <w:vAlign w:val="center"/>
          </w:tcPr>
          <w:p w:rsidR="00642907" w:rsidRPr="002940B0" w:rsidRDefault="0064290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642907" w:rsidRPr="002940B0" w:rsidRDefault="0064290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642907" w:rsidRPr="002940B0" w:rsidRDefault="0064290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642907" w:rsidRPr="002940B0" w:rsidRDefault="0064290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642907" w:rsidRPr="002940B0" w:rsidRDefault="0064290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642907" w:rsidRPr="009E44C2" w:rsidTr="00F508F2">
        <w:tc>
          <w:tcPr>
            <w:tcW w:w="6012" w:type="dxa"/>
          </w:tcPr>
          <w:p w:rsidR="00642907" w:rsidRPr="002940B0" w:rsidRDefault="00642907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642907" w:rsidRPr="002940B0" w:rsidRDefault="00642907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642907" w:rsidRPr="002940B0" w:rsidRDefault="00642907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642907" w:rsidRPr="002940B0" w:rsidRDefault="00642907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642907" w:rsidRPr="002940B0" w:rsidRDefault="00642907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642907" w:rsidRPr="002940B0" w:rsidRDefault="00642907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642907" w:rsidRPr="009E44C2" w:rsidTr="00F508F2">
        <w:tc>
          <w:tcPr>
            <w:tcW w:w="6012" w:type="dxa"/>
          </w:tcPr>
          <w:p w:rsidR="00642907" w:rsidRPr="002940B0" w:rsidRDefault="00642907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642907" w:rsidRPr="002940B0" w:rsidRDefault="0064290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642907" w:rsidRPr="002940B0" w:rsidRDefault="0064290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642907" w:rsidRPr="002940B0" w:rsidRDefault="0064290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642907" w:rsidRPr="002940B0" w:rsidRDefault="0064290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642907" w:rsidRPr="002940B0" w:rsidRDefault="0064290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642907" w:rsidRDefault="00642907" w:rsidP="007A6F08">
      <w:pPr>
        <w:jc w:val="center"/>
        <w:rPr>
          <w:b/>
          <w:szCs w:val="28"/>
        </w:rPr>
      </w:pPr>
    </w:p>
    <w:p w:rsidR="00642907" w:rsidRDefault="00642907" w:rsidP="007A6F08">
      <w:pPr>
        <w:jc w:val="center"/>
        <w:rPr>
          <w:b/>
          <w:szCs w:val="28"/>
        </w:rPr>
      </w:pPr>
    </w:p>
    <w:p w:rsidR="00642907" w:rsidRDefault="00642907" w:rsidP="007A6F08">
      <w:pPr>
        <w:jc w:val="center"/>
        <w:rPr>
          <w:b/>
          <w:szCs w:val="28"/>
        </w:rPr>
      </w:pPr>
    </w:p>
    <w:p w:rsidR="00642907" w:rsidRDefault="00642907" w:rsidP="007A6F08">
      <w:pPr>
        <w:jc w:val="center"/>
        <w:rPr>
          <w:b/>
          <w:szCs w:val="28"/>
        </w:rPr>
      </w:pPr>
    </w:p>
    <w:p w:rsidR="00642907" w:rsidRDefault="00642907" w:rsidP="007A6F08">
      <w:pPr>
        <w:jc w:val="center"/>
        <w:rPr>
          <w:b/>
          <w:szCs w:val="28"/>
        </w:rPr>
      </w:pPr>
    </w:p>
    <w:p w:rsidR="00642907" w:rsidRDefault="00642907" w:rsidP="007A6F08">
      <w:pPr>
        <w:jc w:val="center"/>
        <w:rPr>
          <w:b/>
          <w:szCs w:val="28"/>
        </w:rPr>
      </w:pPr>
    </w:p>
    <w:p w:rsidR="00642907" w:rsidRPr="00500747" w:rsidRDefault="00642907" w:rsidP="007A6F08">
      <w:pPr>
        <w:jc w:val="center"/>
        <w:rPr>
          <w:b/>
          <w:szCs w:val="28"/>
        </w:rPr>
      </w:pPr>
      <w:r>
        <w:rPr>
          <w:b/>
          <w:szCs w:val="28"/>
        </w:rPr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642907" w:rsidRPr="00250B58" w:rsidRDefault="00642907" w:rsidP="000038C5">
      <w:pPr>
        <w:jc w:val="center"/>
        <w:rPr>
          <w:b/>
        </w:rPr>
      </w:pPr>
      <w:r w:rsidRPr="00AA249F">
        <w:rPr>
          <w:b/>
          <w:bCs/>
          <w:szCs w:val="28"/>
        </w:rPr>
        <w:t>«Развитие водо</w:t>
      </w:r>
      <w:r>
        <w:rPr>
          <w:b/>
          <w:bCs/>
          <w:szCs w:val="28"/>
        </w:rPr>
        <w:t>проводно-канализационного комплекса</w:t>
      </w:r>
      <w:r w:rsidRPr="00AA249F">
        <w:rPr>
          <w:b/>
          <w:bCs/>
          <w:szCs w:val="28"/>
        </w:rPr>
        <w:t xml:space="preserve"> Старотитаровско</w:t>
      </w:r>
      <w:r>
        <w:rPr>
          <w:b/>
          <w:bCs/>
          <w:szCs w:val="28"/>
        </w:rPr>
        <w:t>го</w:t>
      </w:r>
      <w:r w:rsidRPr="00AA249F">
        <w:rPr>
          <w:b/>
          <w:bCs/>
          <w:szCs w:val="28"/>
        </w:rPr>
        <w:t xml:space="preserve"> сельско</w:t>
      </w:r>
      <w:r>
        <w:rPr>
          <w:b/>
          <w:bCs/>
          <w:szCs w:val="28"/>
        </w:rPr>
        <w:t>го</w:t>
      </w:r>
      <w:r w:rsidRPr="00AA249F">
        <w:rPr>
          <w:b/>
          <w:bCs/>
          <w:szCs w:val="28"/>
        </w:rPr>
        <w:t xml:space="preserve"> посе</w:t>
      </w:r>
      <w:r>
        <w:rPr>
          <w:b/>
          <w:bCs/>
          <w:szCs w:val="28"/>
        </w:rPr>
        <w:t xml:space="preserve">ления Темрюкского района» </w:t>
      </w:r>
      <w:r w:rsidRPr="009931E8">
        <w:rPr>
          <w:b/>
        </w:rPr>
        <w:t xml:space="preserve">муниципальной программы </w:t>
      </w:r>
      <w:r>
        <w:rPr>
          <w:b/>
        </w:rPr>
        <w:t>«</w:t>
      </w:r>
      <w:r w:rsidRPr="00250B58">
        <w:rPr>
          <w:b/>
          <w:szCs w:val="28"/>
        </w:rPr>
        <w:t>Развитие жилищно-коммунального хозяйства в Старотитаровском сельском поселении Темрюкского района»</w:t>
      </w:r>
    </w:p>
    <w:p w:rsidR="00642907" w:rsidRPr="00500747" w:rsidRDefault="00642907" w:rsidP="007A6F08">
      <w:pPr>
        <w:jc w:val="center"/>
        <w:rPr>
          <w:b/>
          <w:szCs w:val="28"/>
        </w:rPr>
      </w:pPr>
    </w:p>
    <w:p w:rsidR="00642907" w:rsidRPr="009D244C" w:rsidRDefault="00642907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642907" w:rsidRPr="00DB6469" w:rsidTr="00F508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07" w:rsidRPr="00DB6469" w:rsidRDefault="0064290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07" w:rsidRPr="00DB6469" w:rsidRDefault="0064290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907" w:rsidRPr="00DB6469" w:rsidRDefault="0064290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907" w:rsidRPr="00DB6469" w:rsidRDefault="0064290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07" w:rsidRPr="00DB6469" w:rsidRDefault="0064290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907" w:rsidRPr="00DB6469" w:rsidRDefault="0064290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2907" w:rsidRPr="00DB6469" w:rsidRDefault="0064290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642907" w:rsidRPr="00DB6469" w:rsidTr="00F508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07" w:rsidRPr="00DB6469" w:rsidRDefault="00642907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07" w:rsidRPr="00DB6469" w:rsidRDefault="00642907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07" w:rsidRPr="00DB6469" w:rsidRDefault="00642907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07" w:rsidRPr="00DB6469" w:rsidRDefault="00642907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07" w:rsidRPr="00DB6469" w:rsidRDefault="0064290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07" w:rsidRPr="00DB6469" w:rsidRDefault="0064290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07" w:rsidRPr="00DB6469" w:rsidRDefault="00642907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2907" w:rsidRPr="00DB6469" w:rsidRDefault="00642907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642907" w:rsidRPr="00DB6469" w:rsidTr="00F508F2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07" w:rsidRPr="00DB6469" w:rsidRDefault="00642907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07" w:rsidRPr="00DB6469" w:rsidRDefault="00642907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07" w:rsidRPr="00DB6469" w:rsidRDefault="00642907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07" w:rsidRPr="00DB6469" w:rsidRDefault="00642907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07" w:rsidRPr="00DB6469" w:rsidRDefault="00642907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907" w:rsidRPr="00DB6469" w:rsidRDefault="0064290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907" w:rsidRPr="00DB6469" w:rsidRDefault="0064290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907" w:rsidRPr="00DB6469" w:rsidRDefault="0064290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907" w:rsidRPr="00DB6469" w:rsidRDefault="0064290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07" w:rsidRPr="00DB6469" w:rsidRDefault="00642907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2907" w:rsidRPr="00DB6469" w:rsidRDefault="00642907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642907" w:rsidRDefault="00642907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642907" w:rsidRPr="00DB6469" w:rsidTr="00F508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07" w:rsidRPr="00DB6469" w:rsidRDefault="0064290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07" w:rsidRPr="00DB6469" w:rsidRDefault="0064290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07" w:rsidRPr="00DB6469" w:rsidRDefault="0064290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07" w:rsidRPr="00DB6469" w:rsidRDefault="0064290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07" w:rsidRPr="00DB6469" w:rsidRDefault="0064290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07" w:rsidRPr="00DB6469" w:rsidRDefault="0064290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07" w:rsidRPr="00DB6469" w:rsidRDefault="0064290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07" w:rsidRPr="00DB6469" w:rsidRDefault="0064290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07" w:rsidRPr="00DB6469" w:rsidRDefault="0064290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07" w:rsidRPr="00DB6469" w:rsidRDefault="0064290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2907" w:rsidRPr="00DB6469" w:rsidRDefault="0064290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642907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07" w:rsidRPr="00DB6469" w:rsidRDefault="0064290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07" w:rsidRPr="00DB6469" w:rsidRDefault="00642907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2907" w:rsidRPr="000038C5" w:rsidRDefault="00642907" w:rsidP="00251890">
            <w:pPr>
              <w:contextualSpacing/>
              <w:rPr>
                <w:sz w:val="24"/>
                <w:szCs w:val="24"/>
              </w:rPr>
            </w:pPr>
            <w:r w:rsidRPr="000038C5">
              <w:rPr>
                <w:sz w:val="24"/>
                <w:szCs w:val="24"/>
              </w:rPr>
              <w:t>обеспечение населения Старотитаровского сельского поселения питьевой водой и системой канализации, соответствующей требованиям безопасности  и безвредности, установленными в санитарно-эпидемиологических правилах</w:t>
            </w:r>
          </w:p>
          <w:p w:rsidR="00642907" w:rsidRPr="000038C5" w:rsidRDefault="00642907" w:rsidP="00251890">
            <w:pPr>
              <w:contextualSpacing/>
              <w:rPr>
                <w:sz w:val="24"/>
                <w:szCs w:val="24"/>
              </w:rPr>
            </w:pPr>
          </w:p>
        </w:tc>
      </w:tr>
      <w:tr w:rsidR="00642907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07" w:rsidRPr="00DB6469" w:rsidRDefault="0064290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07" w:rsidRPr="00DB6469" w:rsidRDefault="00642907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2907" w:rsidRPr="000038C5" w:rsidRDefault="00642907" w:rsidP="00251890">
            <w:pPr>
              <w:rPr>
                <w:sz w:val="24"/>
                <w:szCs w:val="24"/>
              </w:rPr>
            </w:pPr>
            <w:r w:rsidRPr="000038C5">
              <w:rPr>
                <w:sz w:val="24"/>
                <w:szCs w:val="24"/>
              </w:rPr>
              <w:t>гарантированное обеспечение населения питьевой водой и системой канализации</w:t>
            </w:r>
          </w:p>
        </w:tc>
      </w:tr>
      <w:tr w:rsidR="00642907" w:rsidRPr="00DB6469" w:rsidTr="00957C3C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07" w:rsidRPr="00DB6469" w:rsidRDefault="0064290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07" w:rsidRPr="000038C5" w:rsidRDefault="00642907" w:rsidP="000038C5">
            <w:pPr>
              <w:rPr>
                <w:sz w:val="24"/>
                <w:szCs w:val="24"/>
              </w:rPr>
            </w:pPr>
            <w:r w:rsidRPr="000038C5">
              <w:rPr>
                <w:sz w:val="24"/>
                <w:szCs w:val="24"/>
              </w:rPr>
              <w:t>текущий ремонт и обеспечение обслуживания КНС</w:t>
            </w:r>
          </w:p>
          <w:p w:rsidR="00642907" w:rsidRPr="000F6657" w:rsidRDefault="00642907" w:rsidP="00F508F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07" w:rsidRPr="00DB6469" w:rsidRDefault="00642907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42907" w:rsidRPr="00DB6469" w:rsidRDefault="00642907" w:rsidP="00F508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42907" w:rsidRPr="00DB6469" w:rsidRDefault="0064290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42907" w:rsidRPr="00DB6469" w:rsidRDefault="0064290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42907" w:rsidRPr="00DB6469" w:rsidRDefault="0064290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42907" w:rsidRPr="00DB6469" w:rsidRDefault="0064290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42907" w:rsidRPr="00DB6469" w:rsidRDefault="0064290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2907" w:rsidRPr="00957C3C" w:rsidRDefault="00642907" w:rsidP="00F508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населения системой канализации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</w:tcBorders>
          </w:tcPr>
          <w:p w:rsidR="00642907" w:rsidRPr="00DB6469" w:rsidRDefault="00642907" w:rsidP="00F508F2">
            <w:pPr>
              <w:pStyle w:val="a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642907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07" w:rsidRPr="00DB6469" w:rsidRDefault="0064290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07" w:rsidRPr="00DB6469" w:rsidRDefault="00642907" w:rsidP="00F508F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07" w:rsidRPr="00DB6469" w:rsidRDefault="00642907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907" w:rsidRPr="00DB6469" w:rsidRDefault="00642907" w:rsidP="00F508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907" w:rsidRPr="00DB6469" w:rsidRDefault="0064290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907" w:rsidRPr="00DB6469" w:rsidRDefault="0064290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907" w:rsidRPr="00DB6469" w:rsidRDefault="0064290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907" w:rsidRPr="00DB6469" w:rsidRDefault="0064290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907" w:rsidRPr="00DB6469" w:rsidRDefault="0064290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07" w:rsidRPr="00DB6469" w:rsidRDefault="00642907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2907" w:rsidRPr="00DB6469" w:rsidRDefault="00642907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642907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07" w:rsidRPr="00DB6469" w:rsidRDefault="0064290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07" w:rsidRPr="00DB6469" w:rsidRDefault="00642907" w:rsidP="00F508F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07" w:rsidRPr="00DB6469" w:rsidRDefault="00642907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07" w:rsidRPr="00DB6469" w:rsidRDefault="00642907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07" w:rsidRPr="00DB6469" w:rsidRDefault="00642907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07" w:rsidRPr="00DB6469" w:rsidRDefault="00642907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07" w:rsidRPr="00DB6469" w:rsidRDefault="00642907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07" w:rsidRPr="00DB6469" w:rsidRDefault="00642907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07" w:rsidRPr="00DB6469" w:rsidRDefault="00642907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07" w:rsidRPr="00DB6469" w:rsidRDefault="00642907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2907" w:rsidRPr="00DB6469" w:rsidRDefault="00642907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642907" w:rsidRPr="00DB6469" w:rsidTr="00A9085E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07" w:rsidRPr="00DB6469" w:rsidRDefault="00642907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07" w:rsidRPr="00DB6469" w:rsidRDefault="00642907" w:rsidP="00F508F2">
            <w:pPr>
              <w:pStyle w:val="a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07" w:rsidRPr="00DB6469" w:rsidRDefault="00642907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07" w:rsidRPr="00DB6469" w:rsidRDefault="00642907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907" w:rsidRPr="000038C5" w:rsidRDefault="00642907" w:rsidP="00A9085E">
            <w:pPr>
              <w:jc w:val="center"/>
              <w:rPr>
                <w:sz w:val="24"/>
                <w:szCs w:val="24"/>
              </w:rPr>
            </w:pPr>
            <w:r w:rsidRPr="000038C5">
              <w:rPr>
                <w:sz w:val="24"/>
                <w:szCs w:val="24"/>
              </w:rPr>
              <w:t>10,0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907" w:rsidRPr="00DB6469" w:rsidRDefault="0064290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907" w:rsidRPr="00DB6469" w:rsidRDefault="0064290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907" w:rsidRPr="00DB6469" w:rsidRDefault="0064290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907" w:rsidRPr="00DB6469" w:rsidRDefault="0064290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642907" w:rsidRPr="00DB6469" w:rsidRDefault="0064290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642907" w:rsidRPr="00DB6469" w:rsidRDefault="0064290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42907" w:rsidRPr="00DB6469" w:rsidTr="00A9085E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07" w:rsidRPr="00DB6469" w:rsidRDefault="00642907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07" w:rsidRPr="00DB6469" w:rsidRDefault="00642907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07" w:rsidRPr="00DB6469" w:rsidRDefault="00642907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07" w:rsidRPr="00DB6469" w:rsidRDefault="00642907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907" w:rsidRPr="000038C5" w:rsidRDefault="00642907" w:rsidP="00A9085E">
            <w:pPr>
              <w:jc w:val="center"/>
              <w:rPr>
                <w:sz w:val="24"/>
                <w:szCs w:val="24"/>
              </w:rPr>
            </w:pPr>
            <w:r w:rsidRPr="000038C5">
              <w:rPr>
                <w:sz w:val="24"/>
                <w:szCs w:val="24"/>
              </w:rPr>
              <w:t>10,0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907" w:rsidRPr="00DB6469" w:rsidRDefault="0064290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907" w:rsidRPr="00DB6469" w:rsidRDefault="0064290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907" w:rsidRPr="00DB6469" w:rsidRDefault="0064290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907" w:rsidRPr="00DB6469" w:rsidRDefault="0064290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07" w:rsidRPr="00DB6469" w:rsidRDefault="00642907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642907" w:rsidRPr="00DB6469" w:rsidRDefault="00642907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642907" w:rsidRDefault="00642907" w:rsidP="003E51DA">
      <w:pPr>
        <w:jc w:val="center"/>
        <w:rPr>
          <w:b/>
          <w:szCs w:val="28"/>
        </w:rPr>
      </w:pPr>
    </w:p>
    <w:p w:rsidR="00642907" w:rsidRPr="009E44C2" w:rsidRDefault="00642907" w:rsidP="003E51DA">
      <w:pPr>
        <w:jc w:val="center"/>
        <w:rPr>
          <w:b/>
          <w:szCs w:val="28"/>
        </w:rPr>
      </w:pPr>
    </w:p>
    <w:p w:rsidR="00642907" w:rsidRDefault="00642907" w:rsidP="007A6F08">
      <w:pPr>
        <w:rPr>
          <w:sz w:val="24"/>
          <w:szCs w:val="24"/>
        </w:rPr>
        <w:sectPr w:rsidR="00642907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642907" w:rsidRPr="003E51DA" w:rsidRDefault="00642907" w:rsidP="00834C77">
      <w:pPr>
        <w:pStyle w:val="ListParagraph"/>
        <w:ind w:left="360"/>
        <w:jc w:val="center"/>
        <w:rPr>
          <w:b/>
          <w:szCs w:val="28"/>
        </w:rPr>
      </w:pPr>
      <w:r>
        <w:rPr>
          <w:b/>
        </w:rPr>
        <w:t xml:space="preserve">3. </w:t>
      </w:r>
      <w:r w:rsidRPr="003E51DA">
        <w:rPr>
          <w:b/>
        </w:rPr>
        <w:t>Механизм реализации подпрограммы</w:t>
      </w:r>
    </w:p>
    <w:p w:rsidR="00642907" w:rsidRDefault="00642907" w:rsidP="003E51DA">
      <w:pPr>
        <w:pStyle w:val="ConsPlusNormal0"/>
        <w:ind w:firstLine="709"/>
        <w:jc w:val="both"/>
      </w:pPr>
    </w:p>
    <w:p w:rsidR="00642907" w:rsidRDefault="00642907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642907" w:rsidRDefault="00642907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642907" w:rsidRDefault="00642907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642907" w:rsidRDefault="00642907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642907" w:rsidRDefault="00642907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642907" w:rsidRDefault="00642907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642907" w:rsidRDefault="00642907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642907" w:rsidRDefault="00642907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642907" w:rsidRDefault="00642907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642907" w:rsidRDefault="00642907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642907" w:rsidRDefault="00642907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642907" w:rsidRDefault="00642907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642907" w:rsidRDefault="00642907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642907" w:rsidRDefault="00642907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642907" w:rsidRDefault="00642907" w:rsidP="00EF6F81">
      <w:pPr>
        <w:jc w:val="center"/>
        <w:rPr>
          <w:b/>
        </w:rPr>
      </w:pPr>
    </w:p>
    <w:p w:rsidR="00642907" w:rsidRDefault="00642907" w:rsidP="00EF6F81">
      <w:pPr>
        <w:jc w:val="center"/>
        <w:rPr>
          <w:b/>
        </w:rPr>
      </w:pPr>
    </w:p>
    <w:p w:rsidR="00642907" w:rsidRDefault="00642907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642907" w:rsidRDefault="00642907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642907" w:rsidRDefault="00642907" w:rsidP="00834C77">
      <w:pPr>
        <w:rPr>
          <w:szCs w:val="28"/>
        </w:rPr>
      </w:pPr>
      <w:r>
        <w:rPr>
          <w:szCs w:val="28"/>
        </w:rPr>
        <w:t>поселения Темрюкского района                                                           Е.М. Зимина</w:t>
      </w:r>
    </w:p>
    <w:p w:rsidR="00642907" w:rsidRDefault="00642907" w:rsidP="00413494">
      <w:pPr>
        <w:jc w:val="both"/>
        <w:rPr>
          <w:szCs w:val="28"/>
        </w:rPr>
      </w:pPr>
    </w:p>
    <w:p w:rsidR="00642907" w:rsidRDefault="00642907" w:rsidP="00413494">
      <w:pPr>
        <w:jc w:val="both"/>
        <w:rPr>
          <w:szCs w:val="28"/>
        </w:rPr>
      </w:pPr>
    </w:p>
    <w:p w:rsidR="00642907" w:rsidRDefault="00642907" w:rsidP="00413494">
      <w:pPr>
        <w:jc w:val="both"/>
        <w:rPr>
          <w:szCs w:val="28"/>
        </w:rPr>
      </w:pPr>
    </w:p>
    <w:p w:rsidR="00642907" w:rsidRDefault="00642907" w:rsidP="00413494">
      <w:pPr>
        <w:jc w:val="both"/>
        <w:rPr>
          <w:szCs w:val="28"/>
        </w:rPr>
      </w:pPr>
    </w:p>
    <w:p w:rsidR="00642907" w:rsidRDefault="00642907" w:rsidP="00413494">
      <w:pPr>
        <w:jc w:val="both"/>
        <w:rPr>
          <w:szCs w:val="28"/>
        </w:rPr>
      </w:pPr>
    </w:p>
    <w:p w:rsidR="00642907" w:rsidRDefault="00642907" w:rsidP="00413494">
      <w:pPr>
        <w:jc w:val="both"/>
        <w:rPr>
          <w:b/>
        </w:rPr>
        <w:sectPr w:rsidR="00642907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642907" w:rsidRDefault="00642907" w:rsidP="00E6162A">
      <w:pPr>
        <w:jc w:val="center"/>
        <w:rPr>
          <w:b/>
        </w:rPr>
      </w:pPr>
    </w:p>
    <w:sectPr w:rsidR="00642907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2907" w:rsidRDefault="00642907" w:rsidP="00EF6F81">
      <w:r>
        <w:separator/>
      </w:r>
    </w:p>
  </w:endnote>
  <w:endnote w:type="continuationSeparator" w:id="0">
    <w:p w:rsidR="00642907" w:rsidRDefault="00642907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2907" w:rsidRDefault="00642907" w:rsidP="00EF6F81">
      <w:r>
        <w:separator/>
      </w:r>
    </w:p>
  </w:footnote>
  <w:footnote w:type="continuationSeparator" w:id="0">
    <w:p w:rsidR="00642907" w:rsidRDefault="00642907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2907" w:rsidRDefault="00642907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2907" w:rsidRDefault="00642907">
    <w:pPr>
      <w:pStyle w:val="Header"/>
      <w:jc w:val="center"/>
    </w:pPr>
  </w:p>
  <w:p w:rsidR="00642907" w:rsidRDefault="00642907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642907" w:rsidRPr="004E6D75" w:rsidRDefault="00642907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1BF7"/>
    <w:rsid w:val="000020DB"/>
    <w:rsid w:val="00002E86"/>
    <w:rsid w:val="000038C5"/>
    <w:rsid w:val="00004796"/>
    <w:rsid w:val="00010261"/>
    <w:rsid w:val="00017FA2"/>
    <w:rsid w:val="00023F4D"/>
    <w:rsid w:val="00027FD2"/>
    <w:rsid w:val="00031DF9"/>
    <w:rsid w:val="000348BC"/>
    <w:rsid w:val="0003562F"/>
    <w:rsid w:val="00036BA0"/>
    <w:rsid w:val="00043D63"/>
    <w:rsid w:val="00046F33"/>
    <w:rsid w:val="000520B4"/>
    <w:rsid w:val="0005300F"/>
    <w:rsid w:val="0005555B"/>
    <w:rsid w:val="000669A4"/>
    <w:rsid w:val="00067C9E"/>
    <w:rsid w:val="00073545"/>
    <w:rsid w:val="00084E42"/>
    <w:rsid w:val="000A5167"/>
    <w:rsid w:val="000B4AE6"/>
    <w:rsid w:val="000B5935"/>
    <w:rsid w:val="000C1918"/>
    <w:rsid w:val="000C3FBF"/>
    <w:rsid w:val="000D1B88"/>
    <w:rsid w:val="000D42BE"/>
    <w:rsid w:val="000D5144"/>
    <w:rsid w:val="000E5F26"/>
    <w:rsid w:val="000F3C67"/>
    <w:rsid w:val="000F46A9"/>
    <w:rsid w:val="000F5130"/>
    <w:rsid w:val="000F5E70"/>
    <w:rsid w:val="000F6657"/>
    <w:rsid w:val="000F72CE"/>
    <w:rsid w:val="000F7C02"/>
    <w:rsid w:val="00103E05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2358"/>
    <w:rsid w:val="00165259"/>
    <w:rsid w:val="001658ED"/>
    <w:rsid w:val="00167C70"/>
    <w:rsid w:val="00172D6C"/>
    <w:rsid w:val="00173D9E"/>
    <w:rsid w:val="00176619"/>
    <w:rsid w:val="001813B1"/>
    <w:rsid w:val="00185966"/>
    <w:rsid w:val="0019577F"/>
    <w:rsid w:val="001A1BB4"/>
    <w:rsid w:val="001B26A4"/>
    <w:rsid w:val="001B7870"/>
    <w:rsid w:val="001B7AD5"/>
    <w:rsid w:val="001D080B"/>
    <w:rsid w:val="001D1214"/>
    <w:rsid w:val="001D4E9D"/>
    <w:rsid w:val="001D7910"/>
    <w:rsid w:val="001E468C"/>
    <w:rsid w:val="001E7209"/>
    <w:rsid w:val="001F7787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1CD7"/>
    <w:rsid w:val="00234771"/>
    <w:rsid w:val="00244C9F"/>
    <w:rsid w:val="002503EF"/>
    <w:rsid w:val="00250B58"/>
    <w:rsid w:val="00251890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87797"/>
    <w:rsid w:val="002937AE"/>
    <w:rsid w:val="002940B0"/>
    <w:rsid w:val="00295EB1"/>
    <w:rsid w:val="0029793F"/>
    <w:rsid w:val="002A1837"/>
    <w:rsid w:val="002A39F5"/>
    <w:rsid w:val="002A7838"/>
    <w:rsid w:val="002B24B8"/>
    <w:rsid w:val="002B34B6"/>
    <w:rsid w:val="002C031E"/>
    <w:rsid w:val="002C1DEC"/>
    <w:rsid w:val="002C7291"/>
    <w:rsid w:val="002D2249"/>
    <w:rsid w:val="002D487F"/>
    <w:rsid w:val="002D6BB0"/>
    <w:rsid w:val="002E291E"/>
    <w:rsid w:val="002E5323"/>
    <w:rsid w:val="002E62B4"/>
    <w:rsid w:val="00306055"/>
    <w:rsid w:val="00324FC6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6342"/>
    <w:rsid w:val="0038326C"/>
    <w:rsid w:val="00385F3F"/>
    <w:rsid w:val="003979F5"/>
    <w:rsid w:val="003A0AD1"/>
    <w:rsid w:val="003A3ADE"/>
    <w:rsid w:val="003A5E11"/>
    <w:rsid w:val="003B019F"/>
    <w:rsid w:val="003B4B63"/>
    <w:rsid w:val="003C0848"/>
    <w:rsid w:val="003C0D75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3F64AD"/>
    <w:rsid w:val="003F7BAC"/>
    <w:rsid w:val="004019AF"/>
    <w:rsid w:val="00401C77"/>
    <w:rsid w:val="004058C3"/>
    <w:rsid w:val="00405F4C"/>
    <w:rsid w:val="00406377"/>
    <w:rsid w:val="00410400"/>
    <w:rsid w:val="00413494"/>
    <w:rsid w:val="00424008"/>
    <w:rsid w:val="004258A2"/>
    <w:rsid w:val="00434175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87189"/>
    <w:rsid w:val="00491923"/>
    <w:rsid w:val="00494A1C"/>
    <w:rsid w:val="004A2815"/>
    <w:rsid w:val="004A51A1"/>
    <w:rsid w:val="004B3AAC"/>
    <w:rsid w:val="004B6573"/>
    <w:rsid w:val="004C1AA9"/>
    <w:rsid w:val="004C630B"/>
    <w:rsid w:val="004C63B7"/>
    <w:rsid w:val="004D3592"/>
    <w:rsid w:val="004D4038"/>
    <w:rsid w:val="004E184B"/>
    <w:rsid w:val="004E660F"/>
    <w:rsid w:val="004E6D75"/>
    <w:rsid w:val="00500747"/>
    <w:rsid w:val="0050378D"/>
    <w:rsid w:val="0050519C"/>
    <w:rsid w:val="00506C43"/>
    <w:rsid w:val="00510A00"/>
    <w:rsid w:val="00510D19"/>
    <w:rsid w:val="00523530"/>
    <w:rsid w:val="0053507E"/>
    <w:rsid w:val="0054045D"/>
    <w:rsid w:val="0054063E"/>
    <w:rsid w:val="0055229B"/>
    <w:rsid w:val="00553CFA"/>
    <w:rsid w:val="00563CFB"/>
    <w:rsid w:val="005716FF"/>
    <w:rsid w:val="00571FAC"/>
    <w:rsid w:val="005750C3"/>
    <w:rsid w:val="0058240E"/>
    <w:rsid w:val="00593384"/>
    <w:rsid w:val="00595B9D"/>
    <w:rsid w:val="00597AD0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6B99"/>
    <w:rsid w:val="00617E6B"/>
    <w:rsid w:val="00631501"/>
    <w:rsid w:val="00631920"/>
    <w:rsid w:val="006341E7"/>
    <w:rsid w:val="00634440"/>
    <w:rsid w:val="00642907"/>
    <w:rsid w:val="00653139"/>
    <w:rsid w:val="0065514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5592"/>
    <w:rsid w:val="006F63DF"/>
    <w:rsid w:val="006F74BD"/>
    <w:rsid w:val="007009E5"/>
    <w:rsid w:val="007066D2"/>
    <w:rsid w:val="00707421"/>
    <w:rsid w:val="00710491"/>
    <w:rsid w:val="00734314"/>
    <w:rsid w:val="00741C5B"/>
    <w:rsid w:val="00741FA6"/>
    <w:rsid w:val="00745D1A"/>
    <w:rsid w:val="00756022"/>
    <w:rsid w:val="00770883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1D53"/>
    <w:rsid w:val="007E3A7D"/>
    <w:rsid w:val="007E702A"/>
    <w:rsid w:val="007F1C06"/>
    <w:rsid w:val="007F20C1"/>
    <w:rsid w:val="007F34E4"/>
    <w:rsid w:val="00802B22"/>
    <w:rsid w:val="0080648B"/>
    <w:rsid w:val="00806B35"/>
    <w:rsid w:val="0081373F"/>
    <w:rsid w:val="00823D33"/>
    <w:rsid w:val="00824605"/>
    <w:rsid w:val="00827AAA"/>
    <w:rsid w:val="00827FDC"/>
    <w:rsid w:val="00831B7E"/>
    <w:rsid w:val="00834C77"/>
    <w:rsid w:val="0084599C"/>
    <w:rsid w:val="00845C4E"/>
    <w:rsid w:val="00846A87"/>
    <w:rsid w:val="0086682B"/>
    <w:rsid w:val="00876805"/>
    <w:rsid w:val="0087714C"/>
    <w:rsid w:val="00883BAB"/>
    <w:rsid w:val="00885C29"/>
    <w:rsid w:val="00890443"/>
    <w:rsid w:val="008924E5"/>
    <w:rsid w:val="00896A24"/>
    <w:rsid w:val="008A06FC"/>
    <w:rsid w:val="008A24E1"/>
    <w:rsid w:val="008A32AD"/>
    <w:rsid w:val="008B08D9"/>
    <w:rsid w:val="008B2122"/>
    <w:rsid w:val="008B6D67"/>
    <w:rsid w:val="008C7F0B"/>
    <w:rsid w:val="008D1ADA"/>
    <w:rsid w:val="008D361C"/>
    <w:rsid w:val="008E229A"/>
    <w:rsid w:val="008E3869"/>
    <w:rsid w:val="008E39E4"/>
    <w:rsid w:val="008E65A9"/>
    <w:rsid w:val="008F1C38"/>
    <w:rsid w:val="009011B8"/>
    <w:rsid w:val="009013AF"/>
    <w:rsid w:val="00903425"/>
    <w:rsid w:val="00904240"/>
    <w:rsid w:val="00910293"/>
    <w:rsid w:val="00911DA9"/>
    <w:rsid w:val="0092378A"/>
    <w:rsid w:val="0092688F"/>
    <w:rsid w:val="00937318"/>
    <w:rsid w:val="00944B19"/>
    <w:rsid w:val="00944C39"/>
    <w:rsid w:val="00950F83"/>
    <w:rsid w:val="00953D8F"/>
    <w:rsid w:val="00956FDA"/>
    <w:rsid w:val="00957C3C"/>
    <w:rsid w:val="00963C18"/>
    <w:rsid w:val="00965BF5"/>
    <w:rsid w:val="00970926"/>
    <w:rsid w:val="00972A9E"/>
    <w:rsid w:val="0097458B"/>
    <w:rsid w:val="009745F9"/>
    <w:rsid w:val="009838F0"/>
    <w:rsid w:val="009927A9"/>
    <w:rsid w:val="009931E8"/>
    <w:rsid w:val="00994207"/>
    <w:rsid w:val="00994548"/>
    <w:rsid w:val="0099567A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F2245"/>
    <w:rsid w:val="00A03E7E"/>
    <w:rsid w:val="00A1507B"/>
    <w:rsid w:val="00A23788"/>
    <w:rsid w:val="00A30B42"/>
    <w:rsid w:val="00A30FFE"/>
    <w:rsid w:val="00A44BB5"/>
    <w:rsid w:val="00A47DA3"/>
    <w:rsid w:val="00A56C25"/>
    <w:rsid w:val="00A643EC"/>
    <w:rsid w:val="00A67E38"/>
    <w:rsid w:val="00A70430"/>
    <w:rsid w:val="00A71BA7"/>
    <w:rsid w:val="00A737FD"/>
    <w:rsid w:val="00A7591C"/>
    <w:rsid w:val="00A77D4F"/>
    <w:rsid w:val="00A811B2"/>
    <w:rsid w:val="00A84785"/>
    <w:rsid w:val="00A9085E"/>
    <w:rsid w:val="00A95BD9"/>
    <w:rsid w:val="00A96A8D"/>
    <w:rsid w:val="00AA0D84"/>
    <w:rsid w:val="00AA249F"/>
    <w:rsid w:val="00AA5C4B"/>
    <w:rsid w:val="00AA7594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5A93"/>
    <w:rsid w:val="00B46929"/>
    <w:rsid w:val="00B54485"/>
    <w:rsid w:val="00B562F6"/>
    <w:rsid w:val="00B56C96"/>
    <w:rsid w:val="00B648BF"/>
    <w:rsid w:val="00B67874"/>
    <w:rsid w:val="00B730DE"/>
    <w:rsid w:val="00B76896"/>
    <w:rsid w:val="00B85358"/>
    <w:rsid w:val="00B87A68"/>
    <w:rsid w:val="00B946DD"/>
    <w:rsid w:val="00B94A0C"/>
    <w:rsid w:val="00BA5003"/>
    <w:rsid w:val="00BA5B89"/>
    <w:rsid w:val="00BA76D6"/>
    <w:rsid w:val="00BA7AFB"/>
    <w:rsid w:val="00BB0C38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17458"/>
    <w:rsid w:val="00C23387"/>
    <w:rsid w:val="00C3292C"/>
    <w:rsid w:val="00C4141F"/>
    <w:rsid w:val="00C429D2"/>
    <w:rsid w:val="00C53808"/>
    <w:rsid w:val="00C576C0"/>
    <w:rsid w:val="00C71CC2"/>
    <w:rsid w:val="00C72F57"/>
    <w:rsid w:val="00C75EAF"/>
    <w:rsid w:val="00C76645"/>
    <w:rsid w:val="00C769C5"/>
    <w:rsid w:val="00C8136C"/>
    <w:rsid w:val="00C835AB"/>
    <w:rsid w:val="00C96AAF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7797"/>
    <w:rsid w:val="00CE0668"/>
    <w:rsid w:val="00CE12C3"/>
    <w:rsid w:val="00CE6B3F"/>
    <w:rsid w:val="00CF500C"/>
    <w:rsid w:val="00D047A4"/>
    <w:rsid w:val="00D07253"/>
    <w:rsid w:val="00D1751E"/>
    <w:rsid w:val="00D21B4F"/>
    <w:rsid w:val="00D2251E"/>
    <w:rsid w:val="00D341F7"/>
    <w:rsid w:val="00D3506A"/>
    <w:rsid w:val="00D50A29"/>
    <w:rsid w:val="00D510F8"/>
    <w:rsid w:val="00D57F3E"/>
    <w:rsid w:val="00D65A5D"/>
    <w:rsid w:val="00D66DD0"/>
    <w:rsid w:val="00D74072"/>
    <w:rsid w:val="00D7588E"/>
    <w:rsid w:val="00D814EC"/>
    <w:rsid w:val="00D91580"/>
    <w:rsid w:val="00D9235A"/>
    <w:rsid w:val="00DA00D1"/>
    <w:rsid w:val="00DA07D9"/>
    <w:rsid w:val="00DA0DE0"/>
    <w:rsid w:val="00DA2C96"/>
    <w:rsid w:val="00DA4ED8"/>
    <w:rsid w:val="00DA5916"/>
    <w:rsid w:val="00DB6469"/>
    <w:rsid w:val="00DC605B"/>
    <w:rsid w:val="00DD1C2E"/>
    <w:rsid w:val="00DD49F6"/>
    <w:rsid w:val="00DD5F0A"/>
    <w:rsid w:val="00DE23FA"/>
    <w:rsid w:val="00DE264F"/>
    <w:rsid w:val="00DE754D"/>
    <w:rsid w:val="00DF0E7B"/>
    <w:rsid w:val="00DF23BC"/>
    <w:rsid w:val="00DF27D4"/>
    <w:rsid w:val="00E00492"/>
    <w:rsid w:val="00E005C3"/>
    <w:rsid w:val="00E03A2A"/>
    <w:rsid w:val="00E17C37"/>
    <w:rsid w:val="00E21615"/>
    <w:rsid w:val="00E23571"/>
    <w:rsid w:val="00E24387"/>
    <w:rsid w:val="00E26841"/>
    <w:rsid w:val="00E33916"/>
    <w:rsid w:val="00E3737B"/>
    <w:rsid w:val="00E43186"/>
    <w:rsid w:val="00E5079C"/>
    <w:rsid w:val="00E60BDE"/>
    <w:rsid w:val="00E6162A"/>
    <w:rsid w:val="00E64AB4"/>
    <w:rsid w:val="00E6543F"/>
    <w:rsid w:val="00E70BC2"/>
    <w:rsid w:val="00E73688"/>
    <w:rsid w:val="00E746A1"/>
    <w:rsid w:val="00E803BD"/>
    <w:rsid w:val="00E84B65"/>
    <w:rsid w:val="00E87B77"/>
    <w:rsid w:val="00E90D78"/>
    <w:rsid w:val="00E96452"/>
    <w:rsid w:val="00EA0F1D"/>
    <w:rsid w:val="00EA305A"/>
    <w:rsid w:val="00EA56EB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6972"/>
    <w:rsid w:val="00EE7E4C"/>
    <w:rsid w:val="00EF687A"/>
    <w:rsid w:val="00EF6A40"/>
    <w:rsid w:val="00EF6F81"/>
    <w:rsid w:val="00F00398"/>
    <w:rsid w:val="00F00A4A"/>
    <w:rsid w:val="00F05B97"/>
    <w:rsid w:val="00F162F0"/>
    <w:rsid w:val="00F23492"/>
    <w:rsid w:val="00F31FEC"/>
    <w:rsid w:val="00F32117"/>
    <w:rsid w:val="00F36F38"/>
    <w:rsid w:val="00F400D4"/>
    <w:rsid w:val="00F43866"/>
    <w:rsid w:val="00F43926"/>
    <w:rsid w:val="00F441D3"/>
    <w:rsid w:val="00F470FB"/>
    <w:rsid w:val="00F508F2"/>
    <w:rsid w:val="00F65DF0"/>
    <w:rsid w:val="00F677FC"/>
    <w:rsid w:val="00F67E40"/>
    <w:rsid w:val="00F707E1"/>
    <w:rsid w:val="00F80B7C"/>
    <w:rsid w:val="00F82450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  <w:contextualSpacing/>
    </w:pPr>
  </w:style>
  <w:style w:type="table" w:styleId="TableGrid">
    <w:name w:val="Table Grid"/>
    <w:basedOn w:val="TableNormal"/>
    <w:uiPriority w:val="99"/>
    <w:rsid w:val="00441A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106BBE"/>
    </w:rPr>
  </w:style>
  <w:style w:type="character" w:customStyle="1" w:styleId="a2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266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6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6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6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6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6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6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2153</TotalTime>
  <Pages>6</Pages>
  <Words>768</Words>
  <Characters>4383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221</cp:revision>
  <cp:lastPrinted>2021-06-11T06:36:00Z</cp:lastPrinted>
  <dcterms:created xsi:type="dcterms:W3CDTF">2018-08-07T11:48:00Z</dcterms:created>
  <dcterms:modified xsi:type="dcterms:W3CDTF">2021-09-28T08:53:00Z</dcterms:modified>
</cp:coreProperties>
</file>