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53807" w:rsidRPr="00DF2090" w:rsidTr="00DF2090">
        <w:tc>
          <w:tcPr>
            <w:tcW w:w="8934" w:type="dxa"/>
          </w:tcPr>
          <w:p w:rsidR="00E53807" w:rsidRPr="00DF2090" w:rsidRDefault="00E53807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53807" w:rsidRPr="00EE5BAC" w:rsidRDefault="00E53807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53807" w:rsidRPr="00EE5BAC" w:rsidRDefault="00E53807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53807" w:rsidRPr="00EE5BAC" w:rsidRDefault="00E53807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53807" w:rsidRPr="00EE5BAC" w:rsidRDefault="00E53807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53807" w:rsidRPr="00EE5BAC" w:rsidRDefault="00E53807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53807" w:rsidRPr="00DF2090" w:rsidRDefault="00E53807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28.10.2021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214</w:t>
            </w:r>
          </w:p>
        </w:tc>
      </w:tr>
    </w:tbl>
    <w:p w:rsidR="00E53807" w:rsidRPr="00885C29" w:rsidRDefault="00E53807" w:rsidP="001157F7"/>
    <w:p w:rsidR="00E53807" w:rsidRDefault="00E53807" w:rsidP="001157F7">
      <w:pPr>
        <w:jc w:val="center"/>
        <w:rPr>
          <w:b/>
        </w:rPr>
      </w:pPr>
    </w:p>
    <w:p w:rsidR="00E53807" w:rsidRDefault="00E5380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53807" w:rsidRPr="00FC3BBA" w:rsidRDefault="00E53807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Default="00E53807" w:rsidP="00BB769B">
      <w:pPr>
        <w:jc w:val="center"/>
        <w:rPr>
          <w:b/>
          <w:szCs w:val="28"/>
        </w:rPr>
      </w:pPr>
    </w:p>
    <w:p w:rsidR="00E53807" w:rsidRPr="00950972" w:rsidRDefault="00E5380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53807" w:rsidRPr="00950972" w:rsidRDefault="00E5380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E53807" w:rsidRPr="00FC3BBA" w:rsidRDefault="00E53807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Default="00E53807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Pr="00855115" w:rsidRDefault="00E53807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53807" w:rsidRDefault="00E53807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53807" w:rsidRPr="00157189" w:rsidRDefault="00E53807" w:rsidP="000870F9">
            <w:pPr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Default="00E53807" w:rsidP="000870F9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E53807" w:rsidRPr="00190885" w:rsidRDefault="00E53807" w:rsidP="000870F9">
            <w:pPr>
              <w:rPr>
                <w:b/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Default="00E53807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53807" w:rsidRPr="00190885" w:rsidRDefault="00E53807" w:rsidP="000870F9">
            <w:pPr>
              <w:rPr>
                <w:b/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Pr="00E40609" w:rsidRDefault="00E53807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E53807" w:rsidRPr="00190885" w:rsidRDefault="00E53807" w:rsidP="00596372">
            <w:pPr>
              <w:rPr>
                <w:b/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Pr="00582EA2" w:rsidRDefault="00E53807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E53807" w:rsidRPr="004D1434" w:rsidRDefault="00E53807" w:rsidP="000870F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53807" w:rsidRPr="000C3C23" w:rsidRDefault="00E53807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Default="00E53807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E53807" w:rsidRPr="00596372" w:rsidRDefault="00E53807" w:rsidP="000870F9">
            <w:pPr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53807" w:rsidRDefault="00E53807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53807" w:rsidRPr="00A46A72" w:rsidRDefault="00E53807" w:rsidP="000870F9">
            <w:pPr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53807" w:rsidRPr="00A46A72" w:rsidRDefault="00E53807" w:rsidP="000870F9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53807" w:rsidRPr="00190885" w:rsidRDefault="00E53807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53807" w:rsidRPr="00190885" w:rsidRDefault="00E53807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53807" w:rsidRPr="00190885" w:rsidRDefault="00E53807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53807" w:rsidRPr="00190885" w:rsidRDefault="00E53807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53807" w:rsidRPr="00190885" w:rsidRDefault="00E53807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53807" w:rsidRPr="00190885" w:rsidRDefault="00E53807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53807" w:rsidRPr="008A6FA1" w:rsidTr="000870F9">
        <w:tc>
          <w:tcPr>
            <w:tcW w:w="14560" w:type="dxa"/>
            <w:gridSpan w:val="6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53807" w:rsidRPr="008A6FA1" w:rsidTr="000870F9">
        <w:tc>
          <w:tcPr>
            <w:tcW w:w="14560" w:type="dxa"/>
            <w:gridSpan w:val="6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</w:p>
        </w:tc>
      </w:tr>
      <w:tr w:rsidR="00E53807" w:rsidRPr="008A6FA1" w:rsidTr="000870F9">
        <w:tc>
          <w:tcPr>
            <w:tcW w:w="6374" w:type="dxa"/>
          </w:tcPr>
          <w:p w:rsidR="00E53807" w:rsidRPr="00190885" w:rsidRDefault="00E53807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53807" w:rsidRPr="00190885" w:rsidRDefault="00E53807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53807" w:rsidRDefault="00E53807" w:rsidP="000336F7">
      <w:pPr>
        <w:jc w:val="center"/>
        <w:rPr>
          <w:b/>
          <w:szCs w:val="28"/>
        </w:rPr>
      </w:pPr>
    </w:p>
    <w:p w:rsidR="00E53807" w:rsidRDefault="00E53807" w:rsidP="000336F7">
      <w:pPr>
        <w:jc w:val="center"/>
        <w:rPr>
          <w:b/>
          <w:szCs w:val="28"/>
        </w:rPr>
      </w:pPr>
    </w:p>
    <w:p w:rsidR="00E53807" w:rsidRDefault="00E53807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E53807" w:rsidRPr="00FC3BBA" w:rsidRDefault="00E53807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Pr="004408E3" w:rsidRDefault="00E53807" w:rsidP="007821D3">
      <w:pPr>
        <w:jc w:val="center"/>
        <w:rPr>
          <w:sz w:val="24"/>
          <w:szCs w:val="24"/>
        </w:rPr>
      </w:pPr>
    </w:p>
    <w:p w:rsidR="00E53807" w:rsidRDefault="00E5380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53807" w:rsidRDefault="00E53807" w:rsidP="00EF6F81">
      <w:pPr>
        <w:jc w:val="center"/>
        <w:rPr>
          <w:szCs w:val="28"/>
        </w:rPr>
      </w:pPr>
    </w:p>
    <w:p w:rsidR="00E53807" w:rsidRPr="00FC3BBA" w:rsidRDefault="00E53807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Pr="00A74297" w:rsidRDefault="00E53807" w:rsidP="00225687">
      <w:pPr>
        <w:jc w:val="center"/>
        <w:rPr>
          <w:b/>
          <w:szCs w:val="28"/>
        </w:rPr>
      </w:pPr>
    </w:p>
    <w:p w:rsidR="00E53807" w:rsidRPr="00225687" w:rsidRDefault="00E53807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53807" w:rsidTr="00D02E64">
        <w:tc>
          <w:tcPr>
            <w:tcW w:w="648" w:type="dxa"/>
            <w:vMerge w:val="restart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53807" w:rsidRPr="00AC26F6" w:rsidRDefault="00E53807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53807" w:rsidRPr="00AC26F6" w:rsidRDefault="00E53807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53807" w:rsidTr="00D02E64">
        <w:tc>
          <w:tcPr>
            <w:tcW w:w="648" w:type="dxa"/>
            <w:vMerge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53807" w:rsidRPr="00AC26F6" w:rsidRDefault="00E53807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53807" w:rsidRPr="00AC26F6" w:rsidRDefault="00E53807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53807" w:rsidTr="00D02E64">
        <w:tc>
          <w:tcPr>
            <w:tcW w:w="648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53807" w:rsidRPr="00AC26F6" w:rsidRDefault="00E53807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53807" w:rsidTr="00D02E64">
        <w:tc>
          <w:tcPr>
            <w:tcW w:w="648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E53807" w:rsidRDefault="00E53807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E53807" w:rsidRPr="00AC26F6" w:rsidRDefault="00E53807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3807" w:rsidRPr="00AC26F6" w:rsidRDefault="00E53807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E53807" w:rsidRDefault="00E53807" w:rsidP="0054045D">
      <w:pPr>
        <w:pStyle w:val="ConsPlusNormal0"/>
        <w:jc w:val="center"/>
        <w:rPr>
          <w:b/>
        </w:rPr>
      </w:pPr>
    </w:p>
    <w:p w:rsidR="00E53807" w:rsidRDefault="00E53807" w:rsidP="0054045D">
      <w:pPr>
        <w:pStyle w:val="ConsPlusNormal0"/>
        <w:jc w:val="center"/>
        <w:rPr>
          <w:b/>
        </w:rPr>
      </w:pPr>
    </w:p>
    <w:p w:rsidR="00E53807" w:rsidRDefault="00E53807" w:rsidP="0054045D">
      <w:pPr>
        <w:pStyle w:val="ConsPlusNormal0"/>
        <w:jc w:val="center"/>
        <w:rPr>
          <w:b/>
        </w:rPr>
      </w:pPr>
    </w:p>
    <w:p w:rsidR="00E53807" w:rsidRDefault="00E53807" w:rsidP="0054045D">
      <w:pPr>
        <w:pStyle w:val="ConsPlusNormal0"/>
        <w:jc w:val="center"/>
        <w:rPr>
          <w:b/>
        </w:rPr>
      </w:pPr>
    </w:p>
    <w:p w:rsidR="00E53807" w:rsidRDefault="00E53807" w:rsidP="0054045D">
      <w:pPr>
        <w:pStyle w:val="ConsPlusNormal0"/>
        <w:jc w:val="center"/>
        <w:rPr>
          <w:b/>
        </w:rPr>
      </w:pPr>
    </w:p>
    <w:p w:rsidR="00E53807" w:rsidRDefault="00E53807" w:rsidP="0054045D">
      <w:pPr>
        <w:pStyle w:val="ConsPlusNormal0"/>
        <w:jc w:val="center"/>
        <w:rPr>
          <w:b/>
        </w:rPr>
      </w:pPr>
    </w:p>
    <w:p w:rsidR="00E53807" w:rsidRPr="003C75F8" w:rsidRDefault="00E5380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53807" w:rsidRPr="003C75F8" w:rsidRDefault="00E5380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53807" w:rsidRPr="00FC3BBA" w:rsidRDefault="00E53807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Pr="00A74297" w:rsidRDefault="00E53807" w:rsidP="000123B5">
      <w:pPr>
        <w:jc w:val="center"/>
        <w:rPr>
          <w:b/>
          <w:szCs w:val="28"/>
        </w:rPr>
      </w:pPr>
    </w:p>
    <w:p w:rsidR="00E53807" w:rsidRPr="003C75F8" w:rsidRDefault="00E53807" w:rsidP="000123B5">
      <w:pPr>
        <w:jc w:val="center"/>
      </w:pPr>
    </w:p>
    <w:p w:rsidR="00E53807" w:rsidRPr="0054045D" w:rsidRDefault="00E53807">
      <w:pPr>
        <w:rPr>
          <w:sz w:val="6"/>
          <w:szCs w:val="6"/>
        </w:rPr>
      </w:pPr>
    </w:p>
    <w:p w:rsidR="00E53807" w:rsidRDefault="00E53807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E53807" w:rsidRPr="00BD6669" w:rsidTr="00D02E64">
        <w:tc>
          <w:tcPr>
            <w:tcW w:w="593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E53807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E53807" w:rsidRPr="00C400CB" w:rsidRDefault="00E53807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E53807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E53807" w:rsidRPr="000123B5" w:rsidRDefault="00E53807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E53807" w:rsidRPr="000123B5" w:rsidRDefault="00E53807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E53807" w:rsidRPr="00C400CB" w:rsidRDefault="00E53807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E53807" w:rsidRPr="00C400CB" w:rsidRDefault="00E53807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53807" w:rsidRDefault="00E53807" w:rsidP="00FA1A72">
      <w:pPr>
        <w:jc w:val="both"/>
        <w:rPr>
          <w:szCs w:val="28"/>
        </w:rPr>
      </w:pPr>
    </w:p>
    <w:p w:rsidR="00E53807" w:rsidRDefault="00E53807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E53807" w:rsidRPr="00FC3BBA" w:rsidRDefault="00E53807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53807" w:rsidRPr="00A74297" w:rsidRDefault="00E53807" w:rsidP="001D1415">
      <w:pPr>
        <w:jc w:val="center"/>
        <w:rPr>
          <w:b/>
          <w:szCs w:val="28"/>
        </w:rPr>
      </w:pPr>
    </w:p>
    <w:p w:rsidR="00E53807" w:rsidRDefault="00E5380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53807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53807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807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B6573C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500747" w:rsidRDefault="00E53807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807" w:rsidRDefault="00E53807" w:rsidP="00EF6F81">
      <w:pPr>
        <w:jc w:val="center"/>
        <w:rPr>
          <w:szCs w:val="28"/>
        </w:rPr>
      </w:pPr>
    </w:p>
    <w:p w:rsidR="00E53807" w:rsidRDefault="00E5380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53807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E53807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1D1415" w:rsidRDefault="00E53807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E53807" w:rsidRPr="001D1415" w:rsidRDefault="00E53807" w:rsidP="000870F9">
            <w:pPr>
              <w:rPr>
                <w:b/>
                <w:sz w:val="24"/>
                <w:szCs w:val="24"/>
              </w:rPr>
            </w:pPr>
          </w:p>
        </w:tc>
      </w:tr>
      <w:tr w:rsidR="00E53807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1D1415" w:rsidRDefault="00E53807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E53807" w:rsidRPr="001D1415" w:rsidRDefault="00E53807" w:rsidP="000870F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807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0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07" w:rsidRPr="00ED52A3" w:rsidRDefault="00E53807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53807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53807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53807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3807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807" w:rsidRPr="00C400CB" w:rsidRDefault="00E53807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53807" w:rsidRPr="00C400CB" w:rsidRDefault="00E53807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53807" w:rsidRDefault="00E53807" w:rsidP="00EF6F81">
      <w:pPr>
        <w:jc w:val="center"/>
        <w:rPr>
          <w:szCs w:val="28"/>
        </w:rPr>
        <w:sectPr w:rsidR="00E5380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53807" w:rsidRPr="00484E94" w:rsidRDefault="00E53807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53807" w:rsidRPr="00484E94" w:rsidRDefault="00E5380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53807" w:rsidRPr="00484E94" w:rsidRDefault="00E53807" w:rsidP="00484E94">
      <w:pPr>
        <w:pStyle w:val="ConsPlusNormal0"/>
        <w:jc w:val="center"/>
        <w:rPr>
          <w:szCs w:val="28"/>
        </w:rPr>
      </w:pPr>
    </w:p>
    <w:p w:rsidR="00E53807" w:rsidRPr="0016103B" w:rsidRDefault="00E53807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53807" w:rsidRPr="00484E94" w:rsidRDefault="00E53807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53807" w:rsidRPr="00484E94" w:rsidRDefault="00E53807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E53807" w:rsidRDefault="00E53807" w:rsidP="00484E94">
      <w:pPr>
        <w:jc w:val="both"/>
      </w:pPr>
    </w:p>
    <w:p w:rsidR="00E53807" w:rsidRPr="00484E94" w:rsidRDefault="00E53807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53807" w:rsidRPr="00484E94" w:rsidRDefault="00E5380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53807" w:rsidRPr="00484E94" w:rsidRDefault="00E53807" w:rsidP="00484E94">
      <w:pPr>
        <w:pStyle w:val="ConsPlusNormal0"/>
        <w:jc w:val="both"/>
        <w:rPr>
          <w:szCs w:val="28"/>
        </w:rPr>
      </w:pP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53807" w:rsidRDefault="00E5380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53807" w:rsidRPr="007F34E4" w:rsidRDefault="00E5380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53807" w:rsidRPr="007F34E4" w:rsidRDefault="00E5380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53807" w:rsidRPr="007F34E4" w:rsidRDefault="00E5380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53807" w:rsidRPr="007F34E4" w:rsidRDefault="00E5380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53807" w:rsidRPr="007F34E4" w:rsidRDefault="00E5380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53807" w:rsidRDefault="00E53807" w:rsidP="00484E94">
      <w:pPr>
        <w:ind w:firstLine="709"/>
        <w:jc w:val="both"/>
        <w:rPr>
          <w:szCs w:val="28"/>
        </w:rPr>
      </w:pPr>
    </w:p>
    <w:p w:rsidR="00E53807" w:rsidRDefault="00E53807" w:rsidP="00484E94">
      <w:pPr>
        <w:ind w:firstLine="709"/>
        <w:jc w:val="both"/>
        <w:rPr>
          <w:szCs w:val="28"/>
        </w:rPr>
      </w:pPr>
    </w:p>
    <w:p w:rsidR="00E53807" w:rsidRDefault="00E5380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53807" w:rsidRDefault="00E5380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53807" w:rsidRDefault="00E53807" w:rsidP="00B96477">
      <w:pPr>
        <w:rPr>
          <w:szCs w:val="28"/>
        </w:rPr>
        <w:sectPr w:rsidR="00E5380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Е.М. Зимина</w:t>
      </w:r>
    </w:p>
    <w:p w:rsidR="00E53807" w:rsidRDefault="00E53807" w:rsidP="001F5CA2">
      <w:pPr>
        <w:jc w:val="center"/>
        <w:rPr>
          <w:b/>
        </w:rPr>
      </w:pPr>
    </w:p>
    <w:sectPr w:rsidR="00E5380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807" w:rsidRDefault="00E53807" w:rsidP="00EF6F81">
      <w:r>
        <w:separator/>
      </w:r>
    </w:p>
  </w:endnote>
  <w:endnote w:type="continuationSeparator" w:id="0">
    <w:p w:rsidR="00E53807" w:rsidRDefault="00E5380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807" w:rsidRDefault="00E53807" w:rsidP="00EF6F81">
      <w:r>
        <w:separator/>
      </w:r>
    </w:p>
  </w:footnote>
  <w:footnote w:type="continuationSeparator" w:id="0">
    <w:p w:rsidR="00E53807" w:rsidRDefault="00E5380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07" w:rsidRDefault="00E5380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07" w:rsidRDefault="00E53807">
    <w:pPr>
      <w:pStyle w:val="Header"/>
      <w:jc w:val="center"/>
    </w:pPr>
  </w:p>
  <w:p w:rsidR="00E53807" w:rsidRDefault="00E5380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53807" w:rsidRPr="00DF2090" w:rsidRDefault="00E5380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2103</TotalTime>
  <Pages>10</Pages>
  <Words>1581</Words>
  <Characters>9015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197</cp:revision>
  <cp:lastPrinted>2021-06-11T06:36:00Z</cp:lastPrinted>
  <dcterms:created xsi:type="dcterms:W3CDTF">2018-08-07T11:48:00Z</dcterms:created>
  <dcterms:modified xsi:type="dcterms:W3CDTF">2021-10-29T06:59:00Z</dcterms:modified>
</cp:coreProperties>
</file>