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792C3E" w:rsidRPr="00C96AAF" w:rsidTr="00FD0C3A">
        <w:tc>
          <w:tcPr>
            <w:tcW w:w="8788" w:type="dxa"/>
          </w:tcPr>
          <w:p w:rsidR="00792C3E" w:rsidRPr="00C96AAF" w:rsidRDefault="00792C3E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792C3E" w:rsidRPr="00C96AAF" w:rsidRDefault="00792C3E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792C3E" w:rsidRDefault="00792C3E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792C3E" w:rsidRPr="00AA240D" w:rsidRDefault="00792C3E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792C3E" w:rsidRPr="00C96AAF" w:rsidRDefault="00792C3E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792C3E" w:rsidRPr="00C96AAF" w:rsidRDefault="00792C3E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792C3E" w:rsidRPr="006341E7" w:rsidRDefault="00792C3E" w:rsidP="003E51DA">
      <w:pPr>
        <w:ind w:firstLine="709"/>
        <w:rPr>
          <w:sz w:val="24"/>
          <w:szCs w:val="24"/>
        </w:rPr>
      </w:pPr>
    </w:p>
    <w:p w:rsidR="00792C3E" w:rsidRDefault="00792C3E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792C3E" w:rsidRPr="00DE71AE" w:rsidRDefault="00792C3E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B5171F">
        <w:rPr>
          <w:b/>
        </w:rPr>
        <w:t>Укрепление правопорядка, профилактика правонарушений, усиление борь</w:t>
      </w:r>
      <w:r>
        <w:rPr>
          <w:b/>
        </w:rPr>
        <w:t>бы с преступностью в Старотитаровском</w:t>
      </w:r>
      <w:r w:rsidRPr="00B5171F">
        <w:rPr>
          <w:b/>
        </w:rPr>
        <w:t xml:space="preserve"> сельском поселении Темрюкского района</w:t>
      </w:r>
      <w:r w:rsidRPr="009C2242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792C3E" w:rsidRPr="000C41ED" w:rsidRDefault="00792C3E" w:rsidP="003E51DA">
      <w:pPr>
        <w:jc w:val="center"/>
        <w:rPr>
          <w:b/>
          <w:szCs w:val="28"/>
        </w:rPr>
      </w:pPr>
    </w:p>
    <w:p w:rsidR="00792C3E" w:rsidRPr="009E44C2" w:rsidRDefault="00792C3E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92C3E" w:rsidRPr="00DE71AE" w:rsidRDefault="00792C3E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B5171F">
        <w:rPr>
          <w:b/>
        </w:rPr>
        <w:t>Укрепление правопорядка, профилактика правонарушений, усиление борь</w:t>
      </w:r>
      <w:r>
        <w:rPr>
          <w:b/>
        </w:rPr>
        <w:t>бы с преступностью в Старотитаровском</w:t>
      </w:r>
      <w:r w:rsidRPr="00B5171F">
        <w:rPr>
          <w:b/>
        </w:rPr>
        <w:t xml:space="preserve"> сельском поселении Темрюкского района</w:t>
      </w:r>
      <w:r w:rsidRPr="009C2242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792C3E" w:rsidRDefault="00792C3E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792C3E" w:rsidRPr="009E44C2" w:rsidTr="000F1BD5">
        <w:tc>
          <w:tcPr>
            <w:tcW w:w="6012" w:type="dxa"/>
          </w:tcPr>
          <w:p w:rsidR="00792C3E" w:rsidRPr="002940B0" w:rsidRDefault="00792C3E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792C3E" w:rsidRDefault="00792C3E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92C3E" w:rsidRPr="00AA240D" w:rsidRDefault="00792C3E" w:rsidP="00AA240D">
            <w:pPr>
              <w:rPr>
                <w:szCs w:val="28"/>
              </w:rPr>
            </w:pPr>
          </w:p>
        </w:tc>
      </w:tr>
      <w:tr w:rsidR="00792C3E" w:rsidRPr="009E44C2" w:rsidTr="000F1BD5">
        <w:tc>
          <w:tcPr>
            <w:tcW w:w="6012" w:type="dxa"/>
          </w:tcPr>
          <w:p w:rsidR="00792C3E" w:rsidRPr="002940B0" w:rsidRDefault="00792C3E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792C3E" w:rsidRDefault="00792C3E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792C3E" w:rsidRPr="00827FDC" w:rsidRDefault="00792C3E" w:rsidP="00AA240D">
            <w:pPr>
              <w:rPr>
                <w:b/>
                <w:szCs w:val="28"/>
              </w:rPr>
            </w:pPr>
          </w:p>
        </w:tc>
      </w:tr>
      <w:tr w:rsidR="00792C3E" w:rsidRPr="009E44C2" w:rsidTr="000F1BD5">
        <w:tc>
          <w:tcPr>
            <w:tcW w:w="6012" w:type="dxa"/>
          </w:tcPr>
          <w:p w:rsidR="00792C3E" w:rsidRPr="002940B0" w:rsidRDefault="00792C3E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792C3E" w:rsidRPr="002940B0" w:rsidRDefault="00792C3E" w:rsidP="00D171A7">
            <w:pPr>
              <w:rPr>
                <w:b/>
                <w:szCs w:val="28"/>
              </w:rPr>
            </w:pPr>
            <w:r>
              <w:rPr>
                <w:szCs w:val="28"/>
              </w:rPr>
              <w:t>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 w:rsidRPr="00AA352C">
              <w:rPr>
                <w:noProof/>
                <w:szCs w:val="28"/>
                <w:lang w:eastAsia="ru-RU"/>
              </w:rPr>
              <w:t xml:space="preserve"> в</w:t>
            </w:r>
            <w:r w:rsidRPr="00224609">
              <w:rPr>
                <w:szCs w:val="28"/>
              </w:rPr>
              <w:t>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</w:tc>
      </w:tr>
      <w:tr w:rsidR="00792C3E" w:rsidRPr="009E44C2" w:rsidTr="000F1BD5">
        <w:tc>
          <w:tcPr>
            <w:tcW w:w="6012" w:type="dxa"/>
          </w:tcPr>
          <w:p w:rsidR="00792C3E" w:rsidRPr="002940B0" w:rsidRDefault="00792C3E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792C3E" w:rsidRDefault="00792C3E" w:rsidP="000F1BD5">
            <w:pPr>
              <w:rPr>
                <w:szCs w:val="28"/>
              </w:rPr>
            </w:pPr>
            <w:r>
              <w:rPr>
                <w:szCs w:val="28"/>
              </w:rPr>
      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правонарушений;</w:t>
            </w:r>
          </w:p>
          <w:p w:rsidR="00792C3E" w:rsidRPr="00385949" w:rsidRDefault="00792C3E" w:rsidP="00615325">
            <w:pPr>
              <w:pStyle w:val="a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385949">
              <w:rPr>
                <w:rFonts w:ascii="Times New Roman" w:hAnsi="Times New Roman"/>
                <w:sz w:val="28"/>
                <w:szCs w:val="28"/>
              </w:rPr>
              <w:t>-  воспитания культуры толерантно</w:t>
            </w:r>
            <w:r>
              <w:rPr>
                <w:rFonts w:ascii="Times New Roman" w:hAnsi="Times New Roman"/>
                <w:sz w:val="28"/>
                <w:szCs w:val="28"/>
              </w:rPr>
              <w:t>сти и межнационального согласия</w:t>
            </w:r>
          </w:p>
          <w:p w:rsidR="00792C3E" w:rsidRPr="002940B0" w:rsidRDefault="00792C3E" w:rsidP="000F1BD5">
            <w:pPr>
              <w:rPr>
                <w:b/>
                <w:szCs w:val="28"/>
              </w:rPr>
            </w:pPr>
          </w:p>
        </w:tc>
      </w:tr>
      <w:tr w:rsidR="00792C3E" w:rsidRPr="009E44C2" w:rsidTr="000F1BD5">
        <w:tc>
          <w:tcPr>
            <w:tcW w:w="6012" w:type="dxa"/>
          </w:tcPr>
          <w:p w:rsidR="00792C3E" w:rsidRPr="002940B0" w:rsidRDefault="00792C3E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792C3E" w:rsidRDefault="00792C3E" w:rsidP="0061532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792C3E" w:rsidRDefault="00792C3E" w:rsidP="00615325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792C3E" w:rsidRPr="00615325" w:rsidRDefault="00792C3E" w:rsidP="00615325">
            <w:pPr>
              <w:rPr>
                <w:szCs w:val="28"/>
              </w:rPr>
            </w:pPr>
          </w:p>
        </w:tc>
      </w:tr>
      <w:tr w:rsidR="00792C3E" w:rsidRPr="009E44C2" w:rsidTr="000F1BD5">
        <w:tc>
          <w:tcPr>
            <w:tcW w:w="6012" w:type="dxa"/>
          </w:tcPr>
          <w:p w:rsidR="00792C3E" w:rsidRPr="002940B0" w:rsidRDefault="00792C3E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792C3E" w:rsidRDefault="00792C3E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92C3E" w:rsidRPr="002503EF" w:rsidRDefault="00792C3E" w:rsidP="000F1BD5">
            <w:pPr>
              <w:rPr>
                <w:szCs w:val="28"/>
              </w:rPr>
            </w:pPr>
          </w:p>
        </w:tc>
      </w:tr>
      <w:tr w:rsidR="00792C3E" w:rsidRPr="009E44C2" w:rsidTr="000F1BD5">
        <w:tc>
          <w:tcPr>
            <w:tcW w:w="6012" w:type="dxa"/>
          </w:tcPr>
          <w:p w:rsidR="00792C3E" w:rsidRPr="002940B0" w:rsidRDefault="00792C3E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792C3E" w:rsidRDefault="00792C3E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792C3E" w:rsidRPr="009011B8" w:rsidRDefault="00792C3E" w:rsidP="000F1BD5">
            <w:pPr>
              <w:rPr>
                <w:szCs w:val="28"/>
              </w:rPr>
            </w:pPr>
          </w:p>
        </w:tc>
      </w:tr>
      <w:tr w:rsidR="00792C3E" w:rsidRPr="009E44C2" w:rsidTr="000F1BD5">
        <w:tc>
          <w:tcPr>
            <w:tcW w:w="6012" w:type="dxa"/>
          </w:tcPr>
          <w:p w:rsidR="00792C3E" w:rsidRPr="002940B0" w:rsidRDefault="00792C3E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792C3E" w:rsidRPr="002940B0" w:rsidRDefault="00792C3E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792C3E" w:rsidRPr="002940B0" w:rsidRDefault="00792C3E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792C3E" w:rsidRPr="009E44C2" w:rsidTr="000F1BD5">
        <w:tc>
          <w:tcPr>
            <w:tcW w:w="6012" w:type="dxa"/>
          </w:tcPr>
          <w:p w:rsidR="00792C3E" w:rsidRPr="002940B0" w:rsidRDefault="00792C3E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792C3E" w:rsidRPr="002940B0" w:rsidRDefault="00792C3E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792C3E" w:rsidRPr="002940B0" w:rsidRDefault="00792C3E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792C3E" w:rsidRPr="002940B0" w:rsidRDefault="00792C3E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792C3E" w:rsidRPr="002940B0" w:rsidRDefault="00792C3E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792C3E" w:rsidRPr="009E44C2" w:rsidTr="000F1BD5">
        <w:tc>
          <w:tcPr>
            <w:tcW w:w="6012" w:type="dxa"/>
          </w:tcPr>
          <w:p w:rsidR="00792C3E" w:rsidRPr="002940B0" w:rsidRDefault="00792C3E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122,4</w:t>
            </w:r>
          </w:p>
        </w:tc>
        <w:tc>
          <w:tcPr>
            <w:tcW w:w="1808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122,4</w:t>
            </w:r>
          </w:p>
        </w:tc>
        <w:tc>
          <w:tcPr>
            <w:tcW w:w="2019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2C3E" w:rsidRPr="009E44C2" w:rsidTr="000F1BD5">
        <w:tc>
          <w:tcPr>
            <w:tcW w:w="6012" w:type="dxa"/>
          </w:tcPr>
          <w:p w:rsidR="00792C3E" w:rsidRPr="002940B0" w:rsidRDefault="00792C3E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92C3E" w:rsidRPr="009E44C2" w:rsidTr="000F1BD5">
        <w:tc>
          <w:tcPr>
            <w:tcW w:w="6012" w:type="dxa"/>
          </w:tcPr>
          <w:p w:rsidR="00792C3E" w:rsidRPr="002940B0" w:rsidRDefault="00792C3E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92C3E" w:rsidRPr="002940B0" w:rsidRDefault="00792C3E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122,4</w:t>
            </w:r>
          </w:p>
        </w:tc>
        <w:tc>
          <w:tcPr>
            <w:tcW w:w="1808" w:type="dxa"/>
            <w:vAlign w:val="center"/>
          </w:tcPr>
          <w:p w:rsidR="00792C3E" w:rsidRPr="002940B0" w:rsidRDefault="00792C3E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2C3E" w:rsidRPr="002940B0" w:rsidRDefault="00792C3E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2C3E" w:rsidRPr="002940B0" w:rsidRDefault="00792C3E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122,4</w:t>
            </w:r>
          </w:p>
        </w:tc>
        <w:tc>
          <w:tcPr>
            <w:tcW w:w="2019" w:type="dxa"/>
            <w:vAlign w:val="center"/>
          </w:tcPr>
          <w:p w:rsidR="00792C3E" w:rsidRPr="002940B0" w:rsidRDefault="00792C3E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2C3E" w:rsidRPr="009E44C2" w:rsidTr="000F1BD5">
        <w:tc>
          <w:tcPr>
            <w:tcW w:w="14560" w:type="dxa"/>
            <w:gridSpan w:val="6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92C3E" w:rsidRPr="009E44C2" w:rsidTr="000F1BD5">
        <w:tc>
          <w:tcPr>
            <w:tcW w:w="6012" w:type="dxa"/>
          </w:tcPr>
          <w:p w:rsidR="00792C3E" w:rsidRPr="002940B0" w:rsidRDefault="00792C3E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2C3E" w:rsidRPr="009E44C2" w:rsidTr="000F1BD5">
        <w:tc>
          <w:tcPr>
            <w:tcW w:w="6012" w:type="dxa"/>
          </w:tcPr>
          <w:p w:rsidR="00792C3E" w:rsidRPr="002940B0" w:rsidRDefault="00792C3E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92C3E" w:rsidRPr="009E44C2" w:rsidTr="000F1BD5">
        <w:tc>
          <w:tcPr>
            <w:tcW w:w="6012" w:type="dxa"/>
          </w:tcPr>
          <w:p w:rsidR="00792C3E" w:rsidRPr="002940B0" w:rsidRDefault="00792C3E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2C3E" w:rsidRPr="009E44C2" w:rsidTr="000F1BD5">
        <w:tc>
          <w:tcPr>
            <w:tcW w:w="14560" w:type="dxa"/>
            <w:gridSpan w:val="6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792C3E" w:rsidRPr="009E44C2" w:rsidTr="000F1BD5">
        <w:tc>
          <w:tcPr>
            <w:tcW w:w="6012" w:type="dxa"/>
          </w:tcPr>
          <w:p w:rsidR="00792C3E" w:rsidRPr="002940B0" w:rsidRDefault="00792C3E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2C3E" w:rsidRPr="009E44C2" w:rsidTr="000F1BD5">
        <w:tc>
          <w:tcPr>
            <w:tcW w:w="6012" w:type="dxa"/>
          </w:tcPr>
          <w:p w:rsidR="00792C3E" w:rsidRPr="002940B0" w:rsidRDefault="00792C3E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92C3E" w:rsidRPr="009E44C2" w:rsidTr="000F1BD5">
        <w:tc>
          <w:tcPr>
            <w:tcW w:w="6012" w:type="dxa"/>
          </w:tcPr>
          <w:p w:rsidR="00792C3E" w:rsidRPr="002940B0" w:rsidRDefault="00792C3E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92C3E" w:rsidRPr="002940B0" w:rsidRDefault="00792C3E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92C3E" w:rsidRDefault="00792C3E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92C3E" w:rsidRDefault="00792C3E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92C3E" w:rsidRPr="009A1CC2" w:rsidRDefault="00792C3E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792C3E" w:rsidRPr="00DE71AE" w:rsidRDefault="00792C3E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>Подпрограммы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B5171F">
        <w:rPr>
          <w:b/>
        </w:rPr>
        <w:t>Укрепление правопорядка, профилактика правонарушений, усиление борь</w:t>
      </w:r>
      <w:r>
        <w:rPr>
          <w:b/>
        </w:rPr>
        <w:t>бы с преступностью в Старотитаровском</w:t>
      </w:r>
      <w:r w:rsidRPr="00B5171F">
        <w:rPr>
          <w:b/>
        </w:rPr>
        <w:t xml:space="preserve"> сельском поселении Темрюкского района</w:t>
      </w:r>
      <w:r w:rsidRPr="009C2242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792C3E" w:rsidRPr="00500747" w:rsidRDefault="00792C3E" w:rsidP="007A6F08">
      <w:pPr>
        <w:jc w:val="center"/>
        <w:rPr>
          <w:b/>
          <w:szCs w:val="28"/>
        </w:rPr>
      </w:pPr>
    </w:p>
    <w:p w:rsidR="00792C3E" w:rsidRPr="009D244C" w:rsidRDefault="00792C3E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792C3E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2C3E" w:rsidRPr="00E724E6" w:rsidRDefault="00792C3E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92C3E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92C3E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92C3E" w:rsidRPr="00E724E6" w:rsidRDefault="00792C3E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792C3E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792C3E" w:rsidRPr="00E724E6" w:rsidTr="00E54F20">
        <w:trPr>
          <w:trHeight w:val="6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C3E" w:rsidRDefault="00792C3E" w:rsidP="000F1BD5">
            <w:pPr>
              <w:rPr>
                <w:sz w:val="24"/>
                <w:szCs w:val="24"/>
              </w:rPr>
            </w:pPr>
            <w:r w:rsidRPr="009904FC">
              <w:rPr>
                <w:sz w:val="24"/>
                <w:szCs w:val="24"/>
              </w:rPr>
              <w:t>укрепление правопорядка и усиление борьбы с преступностью в Старотитаровском сельском поселении Темрюкского района, в том числе</w:t>
            </w:r>
            <w:r w:rsidRPr="009904FC">
              <w:rPr>
                <w:noProof/>
                <w:sz w:val="24"/>
                <w:szCs w:val="24"/>
                <w:lang w:eastAsia="ru-RU"/>
              </w:rPr>
              <w:t xml:space="preserve"> в</w:t>
            </w:r>
            <w:r w:rsidRPr="009904FC">
              <w:rPr>
                <w:sz w:val="24"/>
                <w:szCs w:val="24"/>
              </w:rPr>
              <w:t>ыявление и преодоление негативных тенденций межэтнической и межконфессиональной враждебности и нетерпимости, агрессии и насилия на межэтнической основе</w:t>
            </w:r>
          </w:p>
          <w:p w:rsidR="00792C3E" w:rsidRPr="009904FC" w:rsidRDefault="00792C3E" w:rsidP="000F1BD5">
            <w:pPr>
              <w:rPr>
                <w:sz w:val="24"/>
                <w:szCs w:val="24"/>
              </w:rPr>
            </w:pPr>
          </w:p>
        </w:tc>
      </w:tr>
      <w:tr w:rsidR="00792C3E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C3E" w:rsidRPr="009904FC" w:rsidRDefault="00792C3E" w:rsidP="000F1BD5">
            <w:pPr>
              <w:rPr>
                <w:sz w:val="24"/>
                <w:szCs w:val="24"/>
              </w:rPr>
            </w:pPr>
            <w:r w:rsidRPr="009904FC">
              <w:rPr>
                <w:sz w:val="24"/>
                <w:szCs w:val="24"/>
              </w:rPr>
              <w:t>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</w:t>
            </w:r>
          </w:p>
        </w:tc>
      </w:tr>
      <w:tr w:rsidR="00792C3E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9904FC" w:rsidRDefault="00792C3E" w:rsidP="009904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9904FC">
              <w:rPr>
                <w:sz w:val="24"/>
                <w:szCs w:val="24"/>
              </w:rPr>
              <w:t>асходы на выплату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C3E" w:rsidRPr="00E724E6" w:rsidRDefault="00792C3E" w:rsidP="00745AD7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100% исполнение бюджета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92C3E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2C3E" w:rsidRPr="00E724E6" w:rsidRDefault="00792C3E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2C3E" w:rsidRPr="00E724E6" w:rsidTr="005B03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C3E" w:rsidRDefault="00792C3E" w:rsidP="000F1BD5">
            <w:pPr>
              <w:pStyle w:val="a"/>
              <w:rPr>
                <w:rFonts w:ascii="Times New Roman" w:hAnsi="Times New Roman"/>
              </w:rPr>
            </w:pPr>
            <w:r w:rsidRPr="009904FC">
              <w:rPr>
                <w:rFonts w:ascii="Times New Roman" w:hAnsi="Times New Roman"/>
              </w:rPr>
              <w:t>воспитания культуры толерантности и межнационального согласия</w:t>
            </w:r>
          </w:p>
          <w:p w:rsidR="00792C3E" w:rsidRPr="009904FC" w:rsidRDefault="00792C3E" w:rsidP="009904FC">
            <w:pPr>
              <w:rPr>
                <w:lang w:eastAsia="ru-RU"/>
              </w:rPr>
            </w:pPr>
          </w:p>
        </w:tc>
      </w:tr>
      <w:tr w:rsidR="00792C3E" w:rsidRPr="00E724E6" w:rsidTr="00F23E1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Default="00792C3E" w:rsidP="009904FC">
            <w:pPr>
              <w:pStyle w:val="a0"/>
              <w:rPr>
                <w:rFonts w:ascii="Times New Roman" w:hAnsi="Times New Roman"/>
              </w:rPr>
            </w:pPr>
            <w:r w:rsidRPr="000A3268">
              <w:rPr>
                <w:rFonts w:ascii="Times New Roman" w:hAnsi="Times New Roman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792C3E" w:rsidRPr="00E724E6" w:rsidRDefault="00792C3E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4C774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E76F6F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Предупреждение конфликтов на</w:t>
            </w:r>
            <w:r w:rsidRPr="000A3268">
              <w:rPr>
                <w:rFonts w:ascii="Times New Roman" w:hAnsi="Times New Roman"/>
              </w:rPr>
              <w:t xml:space="preserve"> межэтнической и межконфессиональной</w:t>
            </w:r>
            <w:r>
              <w:rPr>
                <w:rFonts w:ascii="Times New Roman" w:hAnsi="Times New Roman"/>
              </w:rPr>
              <w:t xml:space="preserve"> основе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92C3E" w:rsidRPr="00E724E6" w:rsidTr="003D335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4C7743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92C3E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792C3E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3E" w:rsidRPr="00E724E6" w:rsidRDefault="00792C3E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92C3E" w:rsidRPr="00E724E6" w:rsidRDefault="00792C3E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92C3E" w:rsidRPr="00E724E6" w:rsidRDefault="00792C3E" w:rsidP="003E51DA">
      <w:pPr>
        <w:jc w:val="center"/>
        <w:rPr>
          <w:b/>
          <w:sz w:val="24"/>
          <w:szCs w:val="24"/>
        </w:rPr>
      </w:pPr>
    </w:p>
    <w:p w:rsidR="00792C3E" w:rsidRPr="00E724E6" w:rsidRDefault="00792C3E" w:rsidP="003E51DA">
      <w:pPr>
        <w:jc w:val="center"/>
        <w:rPr>
          <w:b/>
          <w:sz w:val="24"/>
          <w:szCs w:val="24"/>
        </w:rPr>
      </w:pPr>
    </w:p>
    <w:p w:rsidR="00792C3E" w:rsidRDefault="00792C3E" w:rsidP="007A6F08">
      <w:pPr>
        <w:rPr>
          <w:sz w:val="24"/>
          <w:szCs w:val="24"/>
        </w:rPr>
        <w:sectPr w:rsidR="00792C3E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792C3E" w:rsidRPr="003E51DA" w:rsidRDefault="00792C3E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792C3E" w:rsidRDefault="00792C3E" w:rsidP="003E51DA">
      <w:pPr>
        <w:pStyle w:val="ConsPlusNormal0"/>
        <w:ind w:firstLine="709"/>
        <w:jc w:val="both"/>
      </w:pPr>
    </w:p>
    <w:p w:rsidR="00792C3E" w:rsidRDefault="00792C3E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792C3E" w:rsidRDefault="00792C3E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792C3E" w:rsidRDefault="00792C3E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792C3E" w:rsidRDefault="00792C3E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92C3E" w:rsidRDefault="00792C3E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92C3E" w:rsidRDefault="00792C3E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792C3E" w:rsidRDefault="00792C3E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792C3E" w:rsidRDefault="00792C3E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792C3E" w:rsidRDefault="00792C3E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792C3E" w:rsidRDefault="00792C3E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792C3E" w:rsidRDefault="00792C3E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92C3E" w:rsidRDefault="00792C3E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792C3E" w:rsidRDefault="00792C3E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792C3E" w:rsidRDefault="00792C3E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92C3E" w:rsidRDefault="00792C3E" w:rsidP="00EF6F81">
      <w:pPr>
        <w:jc w:val="center"/>
        <w:rPr>
          <w:b/>
        </w:rPr>
      </w:pPr>
    </w:p>
    <w:p w:rsidR="00792C3E" w:rsidRDefault="00792C3E" w:rsidP="00EF6F81">
      <w:pPr>
        <w:jc w:val="center"/>
        <w:rPr>
          <w:b/>
        </w:rPr>
      </w:pPr>
    </w:p>
    <w:p w:rsidR="00792C3E" w:rsidRDefault="00792C3E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792C3E" w:rsidRDefault="00792C3E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Е.М. Зимина</w:t>
      </w:r>
    </w:p>
    <w:p w:rsidR="00792C3E" w:rsidRDefault="00792C3E" w:rsidP="00413494">
      <w:pPr>
        <w:jc w:val="both"/>
        <w:rPr>
          <w:b/>
        </w:rPr>
        <w:sectPr w:rsidR="00792C3E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792C3E" w:rsidRDefault="00792C3E" w:rsidP="00E6162A">
      <w:pPr>
        <w:jc w:val="center"/>
        <w:rPr>
          <w:b/>
        </w:rPr>
      </w:pPr>
    </w:p>
    <w:sectPr w:rsidR="00792C3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C3E" w:rsidRDefault="00792C3E" w:rsidP="00EF6F81">
      <w:r>
        <w:separator/>
      </w:r>
    </w:p>
  </w:endnote>
  <w:endnote w:type="continuationSeparator" w:id="0">
    <w:p w:rsidR="00792C3E" w:rsidRDefault="00792C3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C3E" w:rsidRDefault="00792C3E" w:rsidP="00EF6F81">
      <w:r>
        <w:separator/>
      </w:r>
    </w:p>
  </w:footnote>
  <w:footnote w:type="continuationSeparator" w:id="0">
    <w:p w:rsidR="00792C3E" w:rsidRDefault="00792C3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C3E" w:rsidRDefault="00792C3E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C3E" w:rsidRDefault="00792C3E">
    <w:pPr>
      <w:pStyle w:val="Header"/>
      <w:jc w:val="center"/>
    </w:pPr>
  </w:p>
  <w:p w:rsidR="00792C3E" w:rsidRDefault="00792C3E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92C3E" w:rsidRPr="00C96AAF" w:rsidRDefault="00792C3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3268"/>
    <w:rsid w:val="000A5167"/>
    <w:rsid w:val="000B4AE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49B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3802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609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35B3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07AC8"/>
    <w:rsid w:val="00310CA8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949"/>
    <w:rsid w:val="00385F3F"/>
    <w:rsid w:val="003979F5"/>
    <w:rsid w:val="003A0AD1"/>
    <w:rsid w:val="003A3ADE"/>
    <w:rsid w:val="003A5B85"/>
    <w:rsid w:val="003A5E11"/>
    <w:rsid w:val="003A70A7"/>
    <w:rsid w:val="003B019F"/>
    <w:rsid w:val="003C0D75"/>
    <w:rsid w:val="003C7953"/>
    <w:rsid w:val="003D110A"/>
    <w:rsid w:val="003D283C"/>
    <w:rsid w:val="003D3353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0368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5325"/>
    <w:rsid w:val="00617E6B"/>
    <w:rsid w:val="00631501"/>
    <w:rsid w:val="00631920"/>
    <w:rsid w:val="006341E7"/>
    <w:rsid w:val="00634440"/>
    <w:rsid w:val="00650998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113"/>
    <w:rsid w:val="00707421"/>
    <w:rsid w:val="00710491"/>
    <w:rsid w:val="00730E4D"/>
    <w:rsid w:val="00734314"/>
    <w:rsid w:val="00741C5B"/>
    <w:rsid w:val="00741FA6"/>
    <w:rsid w:val="00745AD7"/>
    <w:rsid w:val="00745D1A"/>
    <w:rsid w:val="00756022"/>
    <w:rsid w:val="00766886"/>
    <w:rsid w:val="00782AE6"/>
    <w:rsid w:val="00783D2D"/>
    <w:rsid w:val="0078526C"/>
    <w:rsid w:val="00792C3E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0954"/>
    <w:rsid w:val="0092378A"/>
    <w:rsid w:val="0092688F"/>
    <w:rsid w:val="00937318"/>
    <w:rsid w:val="00944B19"/>
    <w:rsid w:val="00944C39"/>
    <w:rsid w:val="00950F83"/>
    <w:rsid w:val="00953D8F"/>
    <w:rsid w:val="00956FDA"/>
    <w:rsid w:val="00963384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904FC"/>
    <w:rsid w:val="009927A9"/>
    <w:rsid w:val="00994207"/>
    <w:rsid w:val="00994548"/>
    <w:rsid w:val="0099567A"/>
    <w:rsid w:val="009A1BB1"/>
    <w:rsid w:val="009A1CC2"/>
    <w:rsid w:val="009A48A1"/>
    <w:rsid w:val="009B4C82"/>
    <w:rsid w:val="009B6578"/>
    <w:rsid w:val="009C0A30"/>
    <w:rsid w:val="009C2242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352C"/>
    <w:rsid w:val="00AA5C4B"/>
    <w:rsid w:val="00AA7594"/>
    <w:rsid w:val="00AB327D"/>
    <w:rsid w:val="00AC6410"/>
    <w:rsid w:val="00AC6F55"/>
    <w:rsid w:val="00AD154C"/>
    <w:rsid w:val="00AD7804"/>
    <w:rsid w:val="00AE09CA"/>
    <w:rsid w:val="00AE7059"/>
    <w:rsid w:val="00AF1DE5"/>
    <w:rsid w:val="00AF3593"/>
    <w:rsid w:val="00AF35BD"/>
    <w:rsid w:val="00AF362F"/>
    <w:rsid w:val="00B064FA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171F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2479E"/>
    <w:rsid w:val="00C310E2"/>
    <w:rsid w:val="00C3292C"/>
    <w:rsid w:val="00C359F9"/>
    <w:rsid w:val="00C4141F"/>
    <w:rsid w:val="00C429D2"/>
    <w:rsid w:val="00C53808"/>
    <w:rsid w:val="00C576C0"/>
    <w:rsid w:val="00C57F83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71A7"/>
    <w:rsid w:val="00D21B4F"/>
    <w:rsid w:val="00D2251E"/>
    <w:rsid w:val="00D341F7"/>
    <w:rsid w:val="00D3506A"/>
    <w:rsid w:val="00D47EA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1F7C"/>
    <w:rsid w:val="00D9235A"/>
    <w:rsid w:val="00DA07D9"/>
    <w:rsid w:val="00DA0DE0"/>
    <w:rsid w:val="00DA2C96"/>
    <w:rsid w:val="00DA4ED8"/>
    <w:rsid w:val="00DA5916"/>
    <w:rsid w:val="00DA7900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DF6202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54F20"/>
    <w:rsid w:val="00E60BDE"/>
    <w:rsid w:val="00E6162A"/>
    <w:rsid w:val="00E647EB"/>
    <w:rsid w:val="00E70BC2"/>
    <w:rsid w:val="00E724E6"/>
    <w:rsid w:val="00E73688"/>
    <w:rsid w:val="00E746A1"/>
    <w:rsid w:val="00E764BE"/>
    <w:rsid w:val="00E76F6F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23E18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171A7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36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2193</TotalTime>
  <Pages>6</Pages>
  <Words>930</Words>
  <Characters>5305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229</cp:revision>
  <cp:lastPrinted>2021-06-11T06:36:00Z</cp:lastPrinted>
  <dcterms:created xsi:type="dcterms:W3CDTF">2018-08-07T11:48:00Z</dcterms:created>
  <dcterms:modified xsi:type="dcterms:W3CDTF">2021-09-06T10:23:00Z</dcterms:modified>
</cp:coreProperties>
</file>