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160C9" w:rsidRPr="004E6D75" w:rsidTr="002431BD">
        <w:tc>
          <w:tcPr>
            <w:tcW w:w="8788" w:type="dxa"/>
          </w:tcPr>
          <w:p w:rsidR="000160C9" w:rsidRPr="004E6D75" w:rsidRDefault="000160C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160C9" w:rsidRPr="00C96AAF" w:rsidRDefault="000160C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0160C9" w:rsidRDefault="000160C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160C9" w:rsidRPr="008C32F5" w:rsidRDefault="000160C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0160C9" w:rsidRDefault="000160C9" w:rsidP="002431BD">
            <w:pPr>
              <w:jc w:val="right"/>
              <w:rPr>
                <w:szCs w:val="28"/>
              </w:rPr>
            </w:pPr>
          </w:p>
          <w:p w:rsidR="000160C9" w:rsidRPr="004E6D75" w:rsidRDefault="000160C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160C9" w:rsidRPr="006341E7" w:rsidRDefault="000160C9" w:rsidP="003E51DA">
      <w:pPr>
        <w:ind w:firstLine="709"/>
        <w:rPr>
          <w:sz w:val="24"/>
          <w:szCs w:val="24"/>
        </w:rPr>
      </w:pPr>
    </w:p>
    <w:p w:rsidR="000160C9" w:rsidRDefault="000160C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160C9" w:rsidRDefault="000160C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0160C9" w:rsidRDefault="000160C9" w:rsidP="003E51DA">
      <w:pPr>
        <w:jc w:val="center"/>
        <w:rPr>
          <w:b/>
          <w:szCs w:val="28"/>
        </w:rPr>
      </w:pPr>
    </w:p>
    <w:p w:rsidR="000160C9" w:rsidRPr="009E44C2" w:rsidRDefault="000160C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160C9" w:rsidRDefault="000160C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0160C9" w:rsidRPr="009E44C2" w:rsidRDefault="000160C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160C9" w:rsidRPr="00F470FB" w:rsidRDefault="000160C9" w:rsidP="00F508F2">
            <w:pPr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160C9" w:rsidRDefault="000160C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160C9" w:rsidRPr="00827FDC" w:rsidRDefault="000160C9" w:rsidP="00F508F2">
            <w:pPr>
              <w:rPr>
                <w:b/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развитие массового спорта в Старотитаровском сельском поселении Темрюкского района</w:t>
            </w:r>
          </w:p>
          <w:p w:rsidR="000160C9" w:rsidRPr="00E6543F" w:rsidRDefault="000160C9" w:rsidP="00F508F2">
            <w:pPr>
              <w:contextualSpacing/>
              <w:rPr>
                <w:b/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0160C9" w:rsidRPr="00487189" w:rsidRDefault="000160C9" w:rsidP="00F508F2">
            <w:pPr>
              <w:rPr>
                <w:b/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0160C9" w:rsidRPr="00E64AB4" w:rsidRDefault="000160C9" w:rsidP="00E40A63">
            <w:pPr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160C9" w:rsidRPr="002503EF" w:rsidRDefault="000160C9" w:rsidP="00F508F2">
            <w:pPr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160C9" w:rsidRDefault="000160C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0160C9" w:rsidRPr="009011B8" w:rsidRDefault="000160C9" w:rsidP="00F508F2">
            <w:pPr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160C9" w:rsidRPr="002940B0" w:rsidRDefault="000160C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160C9" w:rsidRPr="002940B0" w:rsidRDefault="000160C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160C9" w:rsidRPr="002940B0" w:rsidRDefault="000160C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160C9" w:rsidRPr="002940B0" w:rsidRDefault="000160C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160C9" w:rsidRPr="002940B0" w:rsidRDefault="000160C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160C9" w:rsidRPr="002940B0" w:rsidRDefault="000160C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60C9" w:rsidRPr="009E44C2" w:rsidTr="00F508F2">
        <w:tc>
          <w:tcPr>
            <w:tcW w:w="14560" w:type="dxa"/>
            <w:gridSpan w:val="6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60C9" w:rsidRPr="009E44C2" w:rsidTr="00F508F2">
        <w:tc>
          <w:tcPr>
            <w:tcW w:w="14560" w:type="dxa"/>
            <w:gridSpan w:val="6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160C9" w:rsidRPr="009E44C2" w:rsidTr="00F508F2">
        <w:tc>
          <w:tcPr>
            <w:tcW w:w="6012" w:type="dxa"/>
          </w:tcPr>
          <w:p w:rsidR="000160C9" w:rsidRPr="002940B0" w:rsidRDefault="000160C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160C9" w:rsidRPr="002940B0" w:rsidRDefault="000160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160C9" w:rsidRDefault="000160C9" w:rsidP="007A6F08">
      <w:pPr>
        <w:jc w:val="center"/>
        <w:rPr>
          <w:b/>
          <w:szCs w:val="28"/>
        </w:rPr>
      </w:pPr>
    </w:p>
    <w:p w:rsidR="000160C9" w:rsidRDefault="000160C9" w:rsidP="007A6F08">
      <w:pPr>
        <w:jc w:val="center"/>
        <w:rPr>
          <w:b/>
          <w:szCs w:val="28"/>
        </w:rPr>
      </w:pPr>
    </w:p>
    <w:p w:rsidR="000160C9" w:rsidRDefault="000160C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160C9" w:rsidRDefault="000160C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0160C9" w:rsidRPr="00500747" w:rsidRDefault="000160C9" w:rsidP="007A6F08">
      <w:pPr>
        <w:jc w:val="center"/>
        <w:rPr>
          <w:b/>
          <w:szCs w:val="28"/>
        </w:rPr>
      </w:pPr>
    </w:p>
    <w:p w:rsidR="000160C9" w:rsidRPr="009D244C" w:rsidRDefault="000160C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160C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60C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160C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160C9" w:rsidRDefault="000160C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160C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160C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695CE2" w:rsidRDefault="000160C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0160C9" w:rsidRPr="00695CE2" w:rsidRDefault="000160C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0160C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695CE2" w:rsidRDefault="000160C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0160C9" w:rsidRPr="00695CE2" w:rsidRDefault="000160C9" w:rsidP="00DE6DCB">
            <w:pPr>
              <w:rPr>
                <w:b/>
                <w:sz w:val="24"/>
                <w:szCs w:val="24"/>
              </w:rPr>
            </w:pPr>
          </w:p>
        </w:tc>
      </w:tr>
      <w:tr w:rsidR="000160C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695CE2" w:rsidRDefault="000160C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0160C9" w:rsidRPr="000F6657" w:rsidRDefault="000160C9" w:rsidP="008D3C2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C9" w:rsidRPr="004822E2" w:rsidRDefault="000160C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160C9" w:rsidRDefault="000160C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0160C9" w:rsidRPr="000A5BEE" w:rsidRDefault="000160C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160C9" w:rsidRPr="000A5BEE" w:rsidRDefault="000160C9" w:rsidP="00544C62">
            <w:pPr>
              <w:rPr>
                <w:sz w:val="24"/>
                <w:szCs w:val="24"/>
              </w:rPr>
            </w:pPr>
          </w:p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160C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160C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160C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8D1F04" w:rsidRDefault="000160C9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8D1F04" w:rsidRDefault="000160C9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0C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8D1F04" w:rsidRDefault="000160C9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8D1F04" w:rsidRDefault="000160C9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C9" w:rsidRPr="00DB6469" w:rsidRDefault="000160C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160C9" w:rsidRPr="00DB6469" w:rsidRDefault="000160C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160C9" w:rsidRDefault="000160C9" w:rsidP="003E51DA">
      <w:pPr>
        <w:jc w:val="center"/>
        <w:rPr>
          <w:b/>
          <w:szCs w:val="28"/>
        </w:rPr>
      </w:pPr>
    </w:p>
    <w:p w:rsidR="000160C9" w:rsidRPr="009E44C2" w:rsidRDefault="000160C9" w:rsidP="003E51DA">
      <w:pPr>
        <w:jc w:val="center"/>
        <w:rPr>
          <w:b/>
          <w:szCs w:val="28"/>
        </w:rPr>
      </w:pPr>
    </w:p>
    <w:p w:rsidR="000160C9" w:rsidRDefault="000160C9" w:rsidP="007A6F08">
      <w:pPr>
        <w:rPr>
          <w:sz w:val="24"/>
          <w:szCs w:val="24"/>
        </w:rPr>
        <w:sectPr w:rsidR="000160C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160C9" w:rsidRPr="003E51DA" w:rsidRDefault="000160C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160C9" w:rsidRDefault="000160C9" w:rsidP="003E51DA">
      <w:pPr>
        <w:pStyle w:val="ConsPlusNormal0"/>
        <w:ind w:firstLine="709"/>
        <w:jc w:val="both"/>
      </w:pPr>
    </w:p>
    <w:p w:rsidR="000160C9" w:rsidRDefault="000160C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160C9" w:rsidRDefault="000160C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160C9" w:rsidRDefault="000160C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160C9" w:rsidRDefault="000160C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160C9" w:rsidRDefault="000160C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160C9" w:rsidRDefault="000160C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160C9" w:rsidRDefault="000160C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160C9" w:rsidRDefault="000160C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160C9" w:rsidRDefault="000160C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160C9" w:rsidRDefault="000160C9" w:rsidP="00EF6F81">
      <w:pPr>
        <w:jc w:val="center"/>
        <w:rPr>
          <w:b/>
        </w:rPr>
      </w:pPr>
    </w:p>
    <w:p w:rsidR="000160C9" w:rsidRDefault="000160C9" w:rsidP="00EF6F81">
      <w:pPr>
        <w:jc w:val="center"/>
        <w:rPr>
          <w:b/>
        </w:rPr>
      </w:pPr>
    </w:p>
    <w:p w:rsidR="000160C9" w:rsidRDefault="000160C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160C9" w:rsidRDefault="000160C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160C9" w:rsidRDefault="000160C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160C9" w:rsidRDefault="000160C9" w:rsidP="00413494">
      <w:pPr>
        <w:jc w:val="both"/>
        <w:rPr>
          <w:szCs w:val="28"/>
        </w:rPr>
      </w:pPr>
    </w:p>
    <w:p w:rsidR="000160C9" w:rsidRDefault="000160C9" w:rsidP="00413494">
      <w:pPr>
        <w:jc w:val="both"/>
        <w:rPr>
          <w:szCs w:val="28"/>
        </w:rPr>
      </w:pPr>
    </w:p>
    <w:p w:rsidR="000160C9" w:rsidRDefault="000160C9" w:rsidP="00413494">
      <w:pPr>
        <w:jc w:val="both"/>
        <w:rPr>
          <w:szCs w:val="28"/>
        </w:rPr>
      </w:pPr>
    </w:p>
    <w:p w:rsidR="000160C9" w:rsidRDefault="000160C9" w:rsidP="00413494">
      <w:pPr>
        <w:jc w:val="both"/>
        <w:rPr>
          <w:szCs w:val="28"/>
        </w:rPr>
      </w:pPr>
    </w:p>
    <w:p w:rsidR="000160C9" w:rsidRDefault="000160C9" w:rsidP="00413494">
      <w:pPr>
        <w:jc w:val="both"/>
        <w:rPr>
          <w:szCs w:val="28"/>
        </w:rPr>
      </w:pPr>
    </w:p>
    <w:p w:rsidR="000160C9" w:rsidRDefault="000160C9" w:rsidP="00413494">
      <w:pPr>
        <w:jc w:val="both"/>
        <w:rPr>
          <w:b/>
        </w:rPr>
        <w:sectPr w:rsidR="000160C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160C9" w:rsidRDefault="000160C9" w:rsidP="00E6162A">
      <w:pPr>
        <w:jc w:val="center"/>
        <w:rPr>
          <w:b/>
        </w:rPr>
      </w:pPr>
    </w:p>
    <w:sectPr w:rsidR="000160C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0C9" w:rsidRDefault="000160C9" w:rsidP="00EF6F81">
      <w:r>
        <w:separator/>
      </w:r>
    </w:p>
  </w:endnote>
  <w:endnote w:type="continuationSeparator" w:id="0">
    <w:p w:rsidR="000160C9" w:rsidRDefault="000160C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0C9" w:rsidRDefault="000160C9" w:rsidP="00EF6F81">
      <w:r>
        <w:separator/>
      </w:r>
    </w:p>
  </w:footnote>
  <w:footnote w:type="continuationSeparator" w:id="0">
    <w:p w:rsidR="000160C9" w:rsidRDefault="000160C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C9" w:rsidRDefault="000160C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C9" w:rsidRDefault="000160C9">
    <w:pPr>
      <w:pStyle w:val="Header"/>
      <w:jc w:val="center"/>
    </w:pPr>
  </w:p>
  <w:p w:rsidR="000160C9" w:rsidRDefault="000160C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160C9" w:rsidRPr="004E6D75" w:rsidRDefault="000160C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7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2159</TotalTime>
  <Pages>6</Pages>
  <Words>796</Words>
  <Characters>4542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2021-09-13T13:19:00Z</dcterms:modified>
</cp:coreProperties>
</file>