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AB7F78" w:rsidRPr="00DF2090" w:rsidTr="00DF2090">
        <w:tc>
          <w:tcPr>
            <w:tcW w:w="8934" w:type="dxa"/>
          </w:tcPr>
          <w:p w:rsidR="00AB7F78" w:rsidRPr="00DF2090" w:rsidRDefault="00AB7F78" w:rsidP="00DF2090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AB7F78" w:rsidRPr="00EE5BAC" w:rsidRDefault="00AB7F78" w:rsidP="000336F7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AB7F78" w:rsidRPr="00EE5BAC" w:rsidRDefault="00AB7F78" w:rsidP="000336F7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AB7F78" w:rsidRPr="00EE5BAC" w:rsidRDefault="00AB7F78" w:rsidP="000336F7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AB7F78" w:rsidRPr="00EE5BAC" w:rsidRDefault="00AB7F78" w:rsidP="000336F7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AB7F78" w:rsidRPr="00EE5BAC" w:rsidRDefault="00AB7F78" w:rsidP="000336F7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AB7F78" w:rsidRPr="00DF2090" w:rsidRDefault="00AB7F78" w:rsidP="000336F7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28.10.2021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209</w:t>
            </w:r>
          </w:p>
        </w:tc>
      </w:tr>
    </w:tbl>
    <w:p w:rsidR="00AB7F78" w:rsidRPr="00885C29" w:rsidRDefault="00AB7F78" w:rsidP="001157F7"/>
    <w:p w:rsidR="00AB7F78" w:rsidRDefault="00AB7F78" w:rsidP="001157F7">
      <w:pPr>
        <w:jc w:val="center"/>
        <w:rPr>
          <w:b/>
        </w:rPr>
      </w:pPr>
    </w:p>
    <w:p w:rsidR="00AB7F78" w:rsidRDefault="00AB7F78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AB7F78" w:rsidRPr="00F200BA" w:rsidRDefault="00AB7F78" w:rsidP="000336F7">
      <w:pPr>
        <w:jc w:val="center"/>
        <w:rPr>
          <w:b/>
          <w:szCs w:val="28"/>
        </w:rPr>
      </w:pPr>
      <w:r w:rsidRPr="00F200BA">
        <w:rPr>
          <w:b/>
          <w:szCs w:val="28"/>
        </w:rPr>
        <w:t>«Противодействие коррупции в  Старотитаровском сельском поселении Темрюкского района»</w:t>
      </w:r>
    </w:p>
    <w:p w:rsidR="00AB7F78" w:rsidRDefault="00AB7F78" w:rsidP="00BB769B">
      <w:pPr>
        <w:jc w:val="center"/>
        <w:rPr>
          <w:b/>
          <w:szCs w:val="28"/>
        </w:rPr>
      </w:pPr>
    </w:p>
    <w:p w:rsidR="00AB7F78" w:rsidRDefault="00AB7F78" w:rsidP="00BB769B">
      <w:pPr>
        <w:jc w:val="center"/>
        <w:rPr>
          <w:b/>
          <w:szCs w:val="28"/>
        </w:rPr>
      </w:pPr>
    </w:p>
    <w:p w:rsidR="00AB7F78" w:rsidRPr="00950972" w:rsidRDefault="00AB7F78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AB7F78" w:rsidRPr="00950972" w:rsidRDefault="00AB7F78" w:rsidP="00BB769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</w:p>
    <w:p w:rsidR="00AB7F78" w:rsidRDefault="00AB7F78" w:rsidP="000336F7">
      <w:pPr>
        <w:jc w:val="center"/>
        <w:rPr>
          <w:b/>
          <w:szCs w:val="28"/>
        </w:rPr>
      </w:pPr>
      <w:r w:rsidRPr="00F200BA">
        <w:rPr>
          <w:b/>
          <w:szCs w:val="28"/>
        </w:rPr>
        <w:t>«Противодействие коррупции в  Старотитаровском сельском поселении Темрюкского района»</w:t>
      </w:r>
    </w:p>
    <w:p w:rsidR="00AB7F78" w:rsidRPr="00F200BA" w:rsidRDefault="00AB7F78" w:rsidP="000336F7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AB7F78" w:rsidRPr="008A6FA1" w:rsidTr="00D02E64">
        <w:tc>
          <w:tcPr>
            <w:tcW w:w="6374" w:type="dxa"/>
          </w:tcPr>
          <w:p w:rsidR="00AB7F78" w:rsidRPr="00190885" w:rsidRDefault="00AB7F78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AB7F78" w:rsidRDefault="00AB7F78" w:rsidP="00D02E64">
            <w:pPr>
              <w:rPr>
                <w:szCs w:val="28"/>
              </w:rPr>
            </w:pPr>
            <w:r>
              <w:rPr>
                <w:szCs w:val="28"/>
              </w:rPr>
              <w:t>общий</w:t>
            </w:r>
            <w:r w:rsidRPr="00855115">
              <w:rPr>
                <w:szCs w:val="28"/>
              </w:rPr>
              <w:t xml:space="preserve"> отдел администрации Старотитаровского сельского поселения Темрюкского района</w:t>
            </w:r>
          </w:p>
          <w:p w:rsidR="00AB7F78" w:rsidRPr="00855115" w:rsidRDefault="00AB7F78" w:rsidP="00D02E64">
            <w:pPr>
              <w:rPr>
                <w:szCs w:val="28"/>
              </w:rPr>
            </w:pPr>
          </w:p>
        </w:tc>
      </w:tr>
      <w:tr w:rsidR="00AB7F78" w:rsidRPr="008A6FA1" w:rsidTr="00D02E64">
        <w:tc>
          <w:tcPr>
            <w:tcW w:w="6374" w:type="dxa"/>
          </w:tcPr>
          <w:p w:rsidR="00AB7F78" w:rsidRPr="00190885" w:rsidRDefault="00AB7F78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AB7F78" w:rsidRDefault="00AB7F78" w:rsidP="00D02E64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AB7F78" w:rsidRPr="00157189" w:rsidRDefault="00AB7F78" w:rsidP="00D02E64">
            <w:pPr>
              <w:rPr>
                <w:szCs w:val="28"/>
              </w:rPr>
            </w:pPr>
          </w:p>
        </w:tc>
      </w:tr>
      <w:tr w:rsidR="00AB7F78" w:rsidRPr="008A6FA1" w:rsidTr="00D02E64">
        <w:tc>
          <w:tcPr>
            <w:tcW w:w="6374" w:type="dxa"/>
          </w:tcPr>
          <w:p w:rsidR="00AB7F78" w:rsidRPr="00190885" w:rsidRDefault="00AB7F78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AB7F78" w:rsidRDefault="00AB7F78" w:rsidP="00D02E64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AB7F78" w:rsidRPr="00190885" w:rsidRDefault="00AB7F78" w:rsidP="00D02E64">
            <w:pPr>
              <w:rPr>
                <w:b/>
                <w:szCs w:val="28"/>
              </w:rPr>
            </w:pPr>
          </w:p>
        </w:tc>
      </w:tr>
      <w:tr w:rsidR="00AB7F78" w:rsidRPr="008A6FA1" w:rsidTr="00D02E64">
        <w:tc>
          <w:tcPr>
            <w:tcW w:w="6374" w:type="dxa"/>
          </w:tcPr>
          <w:p w:rsidR="00AB7F78" w:rsidRPr="00190885" w:rsidRDefault="00AB7F78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AB7F78" w:rsidRDefault="00AB7F78" w:rsidP="00D02E64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AB7F78" w:rsidRPr="00190885" w:rsidRDefault="00AB7F78" w:rsidP="00D02E64">
            <w:pPr>
              <w:rPr>
                <w:b/>
                <w:szCs w:val="28"/>
              </w:rPr>
            </w:pPr>
          </w:p>
        </w:tc>
      </w:tr>
      <w:tr w:rsidR="00AB7F78" w:rsidRPr="008A6FA1" w:rsidTr="00D02E64">
        <w:tc>
          <w:tcPr>
            <w:tcW w:w="6374" w:type="dxa"/>
          </w:tcPr>
          <w:p w:rsidR="00AB7F78" w:rsidRPr="00190885" w:rsidRDefault="00AB7F78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AB7F78" w:rsidRPr="00190885" w:rsidRDefault="00AB7F78" w:rsidP="00D02E64">
            <w:pPr>
              <w:rPr>
                <w:b/>
                <w:szCs w:val="28"/>
              </w:rPr>
            </w:pPr>
            <w:r w:rsidRPr="00C727C7">
              <w:rPr>
                <w:szCs w:val="28"/>
              </w:rPr>
              <w:t>проведение эффективной политики по предупреждению коррупции в администрации Старотитаровского сельского поселения</w:t>
            </w:r>
            <w:r>
              <w:rPr>
                <w:szCs w:val="28"/>
              </w:rPr>
              <w:t xml:space="preserve"> Темрюкского района и</w:t>
            </w:r>
            <w:r w:rsidRPr="00C727C7">
              <w:rPr>
                <w:szCs w:val="28"/>
              </w:rPr>
              <w:t xml:space="preserve"> укрепление доверия жителей Старотитаровского сельского поселения к органам местного самоуправления</w:t>
            </w:r>
          </w:p>
        </w:tc>
      </w:tr>
      <w:tr w:rsidR="00AB7F78" w:rsidRPr="008A6FA1" w:rsidTr="00D02E64">
        <w:tc>
          <w:tcPr>
            <w:tcW w:w="6374" w:type="dxa"/>
          </w:tcPr>
          <w:p w:rsidR="00AB7F78" w:rsidRPr="00190885" w:rsidRDefault="00AB7F78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AB7F78" w:rsidRPr="00326BC3" w:rsidRDefault="00AB7F78" w:rsidP="00D02E64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6BC3">
              <w:rPr>
                <w:rFonts w:ascii="Times New Roman" w:hAnsi="Times New Roman"/>
                <w:sz w:val="28"/>
                <w:szCs w:val="28"/>
              </w:rPr>
              <w:t xml:space="preserve">повышение профессионального уровня муниципальных служащих </w:t>
            </w:r>
          </w:p>
        </w:tc>
      </w:tr>
      <w:tr w:rsidR="00AB7F78" w:rsidRPr="008A6FA1" w:rsidTr="00D02E64">
        <w:tc>
          <w:tcPr>
            <w:tcW w:w="6374" w:type="dxa"/>
          </w:tcPr>
          <w:p w:rsidR="00AB7F78" w:rsidRPr="00190885" w:rsidRDefault="00AB7F78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AB7F78" w:rsidRPr="000C3C23" w:rsidRDefault="00AB7F78" w:rsidP="00D02E64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AB7F78" w:rsidRPr="008A6FA1" w:rsidTr="00D02E64">
        <w:tc>
          <w:tcPr>
            <w:tcW w:w="6374" w:type="dxa"/>
          </w:tcPr>
          <w:p w:rsidR="00AB7F78" w:rsidRPr="00190885" w:rsidRDefault="00AB7F78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AB7F78" w:rsidRPr="00770CD2" w:rsidRDefault="00AB7F78" w:rsidP="00D02E64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770CD2">
              <w:rPr>
                <w:szCs w:val="28"/>
              </w:rPr>
              <w:t>бучение мун</w:t>
            </w:r>
            <w:r>
              <w:rPr>
                <w:szCs w:val="28"/>
              </w:rPr>
              <w:t>иципальных служащих в рамках п</w:t>
            </w:r>
            <w:r w:rsidRPr="00770CD2">
              <w:rPr>
                <w:szCs w:val="28"/>
              </w:rPr>
              <w:t>ротиводействи</w:t>
            </w:r>
            <w:r>
              <w:rPr>
                <w:szCs w:val="28"/>
              </w:rPr>
              <w:t>я</w:t>
            </w:r>
            <w:r w:rsidRPr="00770CD2">
              <w:rPr>
                <w:szCs w:val="28"/>
              </w:rPr>
              <w:t xml:space="preserve"> коррупции</w:t>
            </w:r>
          </w:p>
        </w:tc>
      </w:tr>
      <w:tr w:rsidR="00AB7F78" w:rsidRPr="008A6FA1" w:rsidTr="00D02E64">
        <w:tc>
          <w:tcPr>
            <w:tcW w:w="6374" w:type="dxa"/>
          </w:tcPr>
          <w:p w:rsidR="00AB7F78" w:rsidRPr="00190885" w:rsidRDefault="00AB7F78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AB7F78" w:rsidRPr="00A46A72" w:rsidRDefault="00AB7F78" w:rsidP="00D02E64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AB7F78" w:rsidRPr="008A6FA1" w:rsidTr="00D02E64">
        <w:tc>
          <w:tcPr>
            <w:tcW w:w="6374" w:type="dxa"/>
          </w:tcPr>
          <w:p w:rsidR="00AB7F78" w:rsidRPr="00190885" w:rsidRDefault="00AB7F78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AB7F78" w:rsidRPr="00A46A72" w:rsidRDefault="00AB7F78" w:rsidP="00D02E64">
            <w:pPr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</w:tr>
      <w:tr w:rsidR="00AB7F78" w:rsidRPr="008A6FA1" w:rsidTr="00D02E64">
        <w:tc>
          <w:tcPr>
            <w:tcW w:w="6374" w:type="dxa"/>
          </w:tcPr>
          <w:p w:rsidR="00AB7F78" w:rsidRPr="00190885" w:rsidRDefault="00AB7F78" w:rsidP="00D02E64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AB7F78" w:rsidRPr="00190885" w:rsidRDefault="00AB7F78" w:rsidP="00D02E64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AB7F78" w:rsidRPr="00190885" w:rsidRDefault="00AB7F78" w:rsidP="00D02E64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AB7F78" w:rsidRPr="008A6FA1" w:rsidTr="00D02E64">
        <w:tc>
          <w:tcPr>
            <w:tcW w:w="6374" w:type="dxa"/>
          </w:tcPr>
          <w:p w:rsidR="00AB7F78" w:rsidRPr="00190885" w:rsidRDefault="00AB7F78" w:rsidP="00D02E64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AB7F78" w:rsidRPr="00190885" w:rsidRDefault="00AB7F78" w:rsidP="00D02E64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AB7F78" w:rsidRPr="00190885" w:rsidRDefault="00AB7F78" w:rsidP="00D02E64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AB7F78" w:rsidRPr="00190885" w:rsidRDefault="00AB7F78" w:rsidP="00D02E64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AB7F78" w:rsidRPr="00190885" w:rsidRDefault="00AB7F78" w:rsidP="00D02E64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AB7F78" w:rsidRPr="00190885" w:rsidRDefault="00AB7F78" w:rsidP="00D02E64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AB7F78" w:rsidRPr="008A6FA1" w:rsidTr="00D02E64">
        <w:tc>
          <w:tcPr>
            <w:tcW w:w="6374" w:type="dxa"/>
          </w:tcPr>
          <w:p w:rsidR="00AB7F78" w:rsidRPr="00190885" w:rsidRDefault="00AB7F78" w:rsidP="00D02E6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AB7F78" w:rsidRPr="00190885" w:rsidRDefault="00AB7F78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  <w:tc>
          <w:tcPr>
            <w:tcW w:w="1842" w:type="dxa"/>
            <w:vAlign w:val="center"/>
          </w:tcPr>
          <w:p w:rsidR="00AB7F78" w:rsidRPr="00190885" w:rsidRDefault="00AB7F78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B7F78" w:rsidRPr="00190885" w:rsidRDefault="00AB7F78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B7F78" w:rsidRPr="00190885" w:rsidRDefault="00AB7F78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  <w:tc>
          <w:tcPr>
            <w:tcW w:w="2019" w:type="dxa"/>
            <w:vAlign w:val="center"/>
          </w:tcPr>
          <w:p w:rsidR="00AB7F78" w:rsidRPr="00190885" w:rsidRDefault="00AB7F78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B7F78" w:rsidRPr="008A6FA1" w:rsidTr="00D02E64">
        <w:tc>
          <w:tcPr>
            <w:tcW w:w="6374" w:type="dxa"/>
          </w:tcPr>
          <w:p w:rsidR="00AB7F78" w:rsidRPr="00190885" w:rsidRDefault="00AB7F78" w:rsidP="00D02E64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B7F78" w:rsidRPr="00190885" w:rsidRDefault="00AB7F78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AB7F78" w:rsidRPr="00190885" w:rsidRDefault="00AB7F78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B7F78" w:rsidRPr="00190885" w:rsidRDefault="00AB7F78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AB7F78" w:rsidRPr="00190885" w:rsidRDefault="00AB7F78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B7F78" w:rsidRPr="00190885" w:rsidRDefault="00AB7F78" w:rsidP="00D02E64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B7F78" w:rsidRPr="008A6FA1" w:rsidTr="00D02E64">
        <w:tc>
          <w:tcPr>
            <w:tcW w:w="6374" w:type="dxa"/>
          </w:tcPr>
          <w:p w:rsidR="00AB7F78" w:rsidRPr="00190885" w:rsidRDefault="00AB7F78" w:rsidP="00D02E64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B7F78" w:rsidRPr="00190885" w:rsidRDefault="00AB7F78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  <w:tc>
          <w:tcPr>
            <w:tcW w:w="1842" w:type="dxa"/>
            <w:vAlign w:val="center"/>
          </w:tcPr>
          <w:p w:rsidR="00AB7F78" w:rsidRPr="00190885" w:rsidRDefault="00AB7F78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B7F78" w:rsidRPr="00190885" w:rsidRDefault="00AB7F78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B7F78" w:rsidRPr="00190885" w:rsidRDefault="00AB7F78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  <w:tc>
          <w:tcPr>
            <w:tcW w:w="2019" w:type="dxa"/>
            <w:vAlign w:val="center"/>
          </w:tcPr>
          <w:p w:rsidR="00AB7F78" w:rsidRPr="00190885" w:rsidRDefault="00AB7F78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B7F78" w:rsidRPr="008A6FA1" w:rsidTr="00D02E64">
        <w:tc>
          <w:tcPr>
            <w:tcW w:w="14560" w:type="dxa"/>
            <w:gridSpan w:val="6"/>
          </w:tcPr>
          <w:p w:rsidR="00AB7F78" w:rsidRPr="00190885" w:rsidRDefault="00AB7F78" w:rsidP="00D02E64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AB7F78" w:rsidRPr="008A6FA1" w:rsidTr="00D02E64">
        <w:tc>
          <w:tcPr>
            <w:tcW w:w="6374" w:type="dxa"/>
          </w:tcPr>
          <w:p w:rsidR="00AB7F78" w:rsidRPr="00190885" w:rsidRDefault="00AB7F78" w:rsidP="00D02E6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AB7F78" w:rsidRPr="00190885" w:rsidRDefault="00AB7F78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B7F78" w:rsidRPr="00190885" w:rsidRDefault="00AB7F78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B7F78" w:rsidRPr="00190885" w:rsidRDefault="00AB7F78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B7F78" w:rsidRPr="00190885" w:rsidRDefault="00AB7F78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B7F78" w:rsidRPr="00190885" w:rsidRDefault="00AB7F78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B7F78" w:rsidRPr="008A6FA1" w:rsidTr="00D02E64">
        <w:tc>
          <w:tcPr>
            <w:tcW w:w="6374" w:type="dxa"/>
          </w:tcPr>
          <w:p w:rsidR="00AB7F78" w:rsidRPr="00190885" w:rsidRDefault="00AB7F78" w:rsidP="00D02E64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B7F78" w:rsidRPr="00190885" w:rsidRDefault="00AB7F78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AB7F78" w:rsidRPr="00190885" w:rsidRDefault="00AB7F78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B7F78" w:rsidRPr="00190885" w:rsidRDefault="00AB7F78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AB7F78" w:rsidRPr="00190885" w:rsidRDefault="00AB7F78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B7F78" w:rsidRPr="00190885" w:rsidRDefault="00AB7F78" w:rsidP="00D02E64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B7F78" w:rsidRPr="008A6FA1" w:rsidTr="00D02E64">
        <w:tc>
          <w:tcPr>
            <w:tcW w:w="6374" w:type="dxa"/>
          </w:tcPr>
          <w:p w:rsidR="00AB7F78" w:rsidRPr="00190885" w:rsidRDefault="00AB7F78" w:rsidP="00D02E64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B7F78" w:rsidRPr="00190885" w:rsidRDefault="00AB7F78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B7F78" w:rsidRPr="00190885" w:rsidRDefault="00AB7F78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B7F78" w:rsidRPr="00190885" w:rsidRDefault="00AB7F78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B7F78" w:rsidRPr="00190885" w:rsidRDefault="00AB7F78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B7F78" w:rsidRPr="00190885" w:rsidRDefault="00AB7F78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B7F78" w:rsidRPr="008A6FA1" w:rsidTr="00D02E64">
        <w:tc>
          <w:tcPr>
            <w:tcW w:w="14560" w:type="dxa"/>
            <w:gridSpan w:val="6"/>
          </w:tcPr>
          <w:p w:rsidR="00AB7F78" w:rsidRPr="00190885" w:rsidRDefault="00AB7F78" w:rsidP="00D02E64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AB7F78" w:rsidRPr="00190885" w:rsidRDefault="00AB7F78" w:rsidP="00D02E64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AB7F78" w:rsidRPr="008A6FA1" w:rsidTr="00D02E64">
        <w:tc>
          <w:tcPr>
            <w:tcW w:w="6374" w:type="dxa"/>
          </w:tcPr>
          <w:p w:rsidR="00AB7F78" w:rsidRPr="00190885" w:rsidRDefault="00AB7F78" w:rsidP="00D02E6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AB7F78" w:rsidRPr="00190885" w:rsidRDefault="00AB7F78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B7F78" w:rsidRPr="00190885" w:rsidRDefault="00AB7F78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B7F78" w:rsidRPr="00190885" w:rsidRDefault="00AB7F78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B7F78" w:rsidRPr="00190885" w:rsidRDefault="00AB7F78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B7F78" w:rsidRPr="00190885" w:rsidRDefault="00AB7F78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B7F78" w:rsidRPr="008A6FA1" w:rsidTr="00D02E64">
        <w:tc>
          <w:tcPr>
            <w:tcW w:w="6374" w:type="dxa"/>
          </w:tcPr>
          <w:p w:rsidR="00AB7F78" w:rsidRPr="00190885" w:rsidRDefault="00AB7F78" w:rsidP="00D02E64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AB7F78" w:rsidRPr="00190885" w:rsidRDefault="00AB7F78" w:rsidP="00D02E64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AB7F78" w:rsidRPr="00190885" w:rsidRDefault="00AB7F78" w:rsidP="00D02E64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AB7F78" w:rsidRPr="00190885" w:rsidRDefault="00AB7F78" w:rsidP="00D02E64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AB7F78" w:rsidRPr="00190885" w:rsidRDefault="00AB7F78" w:rsidP="00D02E64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AB7F78" w:rsidRPr="00190885" w:rsidRDefault="00AB7F78" w:rsidP="00D02E64">
            <w:pPr>
              <w:pStyle w:val="ConsPlusNormal0"/>
              <w:rPr>
                <w:szCs w:val="28"/>
              </w:rPr>
            </w:pPr>
          </w:p>
        </w:tc>
      </w:tr>
      <w:tr w:rsidR="00AB7F78" w:rsidRPr="008A6FA1" w:rsidTr="00D02E64">
        <w:tc>
          <w:tcPr>
            <w:tcW w:w="6374" w:type="dxa"/>
          </w:tcPr>
          <w:p w:rsidR="00AB7F78" w:rsidRPr="00190885" w:rsidRDefault="00AB7F78" w:rsidP="00D02E64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B7F78" w:rsidRPr="00190885" w:rsidRDefault="00AB7F78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B7F78" w:rsidRPr="00190885" w:rsidRDefault="00AB7F78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B7F78" w:rsidRPr="00190885" w:rsidRDefault="00AB7F78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B7F78" w:rsidRPr="00190885" w:rsidRDefault="00AB7F78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B7F78" w:rsidRPr="00190885" w:rsidRDefault="00AB7F78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AB7F78" w:rsidRDefault="00AB7F78" w:rsidP="00EA5C73">
      <w:pPr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  <w:r>
        <w:rPr>
          <w:b/>
          <w:szCs w:val="28"/>
        </w:rPr>
        <w:t xml:space="preserve"> </w:t>
      </w:r>
    </w:p>
    <w:p w:rsidR="00AB7F78" w:rsidRDefault="00AB7F78" w:rsidP="000336F7">
      <w:pPr>
        <w:jc w:val="center"/>
        <w:rPr>
          <w:b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200BA">
        <w:rPr>
          <w:b/>
          <w:szCs w:val="28"/>
        </w:rPr>
        <w:t>«Противодействие коррупции в  Старотитаровском сельском поселении Темрюкского района»</w:t>
      </w:r>
    </w:p>
    <w:p w:rsidR="00AB7F78" w:rsidRPr="004408E3" w:rsidRDefault="00AB7F78" w:rsidP="000336F7">
      <w:pPr>
        <w:pStyle w:val="ListParagraph"/>
        <w:ind w:left="360"/>
        <w:jc w:val="center"/>
        <w:rPr>
          <w:b/>
          <w:sz w:val="24"/>
          <w:szCs w:val="24"/>
        </w:rPr>
      </w:pPr>
    </w:p>
    <w:p w:rsidR="00AB7F78" w:rsidRDefault="00AB7F78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AB7F78" w:rsidRDefault="00AB7F78" w:rsidP="00EF6F81">
      <w:pPr>
        <w:jc w:val="center"/>
        <w:rPr>
          <w:szCs w:val="28"/>
        </w:rPr>
      </w:pPr>
    </w:p>
    <w:p w:rsidR="00AB7F78" w:rsidRDefault="00AB7F78" w:rsidP="000336F7">
      <w:pPr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 xml:space="preserve"> 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200BA">
        <w:rPr>
          <w:b/>
          <w:szCs w:val="28"/>
        </w:rPr>
        <w:t>«Противодействие коррупции в  Старотитаровском сельском поселении Темрюкского района»</w:t>
      </w:r>
    </w:p>
    <w:p w:rsidR="00AB7F78" w:rsidRPr="00A74297" w:rsidRDefault="00AB7F78" w:rsidP="00225687">
      <w:pPr>
        <w:jc w:val="center"/>
        <w:rPr>
          <w:b/>
          <w:szCs w:val="28"/>
        </w:rPr>
      </w:pPr>
    </w:p>
    <w:p w:rsidR="00AB7F78" w:rsidRPr="00225687" w:rsidRDefault="00AB7F78">
      <w:pPr>
        <w:rPr>
          <w:sz w:val="6"/>
          <w:szCs w:val="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AB7F78" w:rsidTr="00D02E64">
        <w:tc>
          <w:tcPr>
            <w:tcW w:w="648" w:type="dxa"/>
            <w:vMerge w:val="restart"/>
            <w:vAlign w:val="center"/>
          </w:tcPr>
          <w:p w:rsidR="00AB7F78" w:rsidRPr="00AC26F6" w:rsidRDefault="00AB7F78" w:rsidP="00D02E6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AB7F78" w:rsidRPr="00AC26F6" w:rsidRDefault="00AB7F78" w:rsidP="00D02E6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AB7F78" w:rsidRPr="00AC26F6" w:rsidRDefault="00AB7F78" w:rsidP="00D02E64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AB7F78" w:rsidRPr="00AC26F6" w:rsidRDefault="00AB7F78" w:rsidP="00D02E64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AB7F78" w:rsidRPr="00AC26F6" w:rsidRDefault="00AB7F78" w:rsidP="00D02E6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AB7F78" w:rsidTr="00D02E64">
        <w:tc>
          <w:tcPr>
            <w:tcW w:w="648" w:type="dxa"/>
            <w:vMerge/>
          </w:tcPr>
          <w:p w:rsidR="00AB7F78" w:rsidRPr="00AC26F6" w:rsidRDefault="00AB7F78" w:rsidP="00D02E64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AB7F78" w:rsidRPr="00AC26F6" w:rsidRDefault="00AB7F78" w:rsidP="00D02E64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AB7F78" w:rsidRPr="00AC26F6" w:rsidRDefault="00AB7F78" w:rsidP="00D02E64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AB7F78" w:rsidRPr="00AC26F6" w:rsidRDefault="00AB7F78" w:rsidP="00D02E64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AB7F78" w:rsidRPr="00AC26F6" w:rsidRDefault="00AB7F78" w:rsidP="00D02E6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2020 год</w:t>
            </w:r>
          </w:p>
        </w:tc>
        <w:tc>
          <w:tcPr>
            <w:tcW w:w="2160" w:type="dxa"/>
            <w:vAlign w:val="center"/>
          </w:tcPr>
          <w:p w:rsidR="00AB7F78" w:rsidRPr="00AC26F6" w:rsidRDefault="00AB7F78" w:rsidP="00D02E6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2022 год</w:t>
            </w:r>
          </w:p>
        </w:tc>
      </w:tr>
      <w:tr w:rsidR="00AB7F78" w:rsidTr="00D02E64">
        <w:tc>
          <w:tcPr>
            <w:tcW w:w="648" w:type="dxa"/>
          </w:tcPr>
          <w:p w:rsidR="00AB7F78" w:rsidRPr="00AC26F6" w:rsidRDefault="00AB7F78" w:rsidP="00D02E64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AB7F78" w:rsidRPr="00AC26F6" w:rsidRDefault="00AB7F78" w:rsidP="00D02E64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AB7F78" w:rsidRPr="00AC26F6" w:rsidRDefault="00AB7F78" w:rsidP="00D02E64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AB7F78" w:rsidRPr="00AC26F6" w:rsidRDefault="00AB7F78" w:rsidP="00D02E64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AB7F78" w:rsidRPr="00AC26F6" w:rsidRDefault="00AB7F78" w:rsidP="00D02E64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AB7F78" w:rsidRPr="00AC26F6" w:rsidRDefault="00AB7F78" w:rsidP="00D02E64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AB7F78" w:rsidTr="00D02E64">
        <w:tc>
          <w:tcPr>
            <w:tcW w:w="648" w:type="dxa"/>
            <w:vAlign w:val="center"/>
          </w:tcPr>
          <w:p w:rsidR="00AB7F78" w:rsidRPr="00AC26F6" w:rsidRDefault="00AB7F78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AB7F78" w:rsidRPr="00AC26F6" w:rsidRDefault="00AB7F78" w:rsidP="00D02E64">
            <w:pPr>
              <w:rPr>
                <w:b/>
                <w:szCs w:val="28"/>
              </w:rPr>
            </w:pPr>
            <w:r>
              <w:rPr>
                <w:szCs w:val="28"/>
              </w:rPr>
              <w:t>о</w:t>
            </w:r>
            <w:r w:rsidRPr="00770CD2">
              <w:rPr>
                <w:szCs w:val="28"/>
              </w:rPr>
              <w:t>бучение мун</w:t>
            </w:r>
            <w:r>
              <w:rPr>
                <w:szCs w:val="28"/>
              </w:rPr>
              <w:t>иципальных служащих в рамках п</w:t>
            </w:r>
            <w:r w:rsidRPr="00770CD2">
              <w:rPr>
                <w:szCs w:val="28"/>
              </w:rPr>
              <w:t>ротиводействи</w:t>
            </w:r>
            <w:r>
              <w:rPr>
                <w:szCs w:val="28"/>
              </w:rPr>
              <w:t>я</w:t>
            </w:r>
            <w:r w:rsidRPr="00770CD2">
              <w:rPr>
                <w:szCs w:val="28"/>
              </w:rPr>
              <w:t xml:space="preserve"> коррупции</w:t>
            </w:r>
          </w:p>
        </w:tc>
        <w:tc>
          <w:tcPr>
            <w:tcW w:w="1620" w:type="dxa"/>
            <w:vAlign w:val="center"/>
          </w:tcPr>
          <w:p w:rsidR="00AB7F78" w:rsidRPr="00AC26F6" w:rsidRDefault="00AB7F78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чел.</w:t>
            </w:r>
          </w:p>
        </w:tc>
        <w:tc>
          <w:tcPr>
            <w:tcW w:w="900" w:type="dxa"/>
            <w:vAlign w:val="center"/>
          </w:tcPr>
          <w:p w:rsidR="00AB7F78" w:rsidRPr="00AC26F6" w:rsidRDefault="00AB7F78" w:rsidP="00D02E64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AB7F78" w:rsidRPr="00AC26F6" w:rsidRDefault="00AB7F78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vAlign w:val="center"/>
          </w:tcPr>
          <w:p w:rsidR="00AB7F78" w:rsidRPr="00AC26F6" w:rsidRDefault="00AB7F78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</w:tbl>
    <w:p w:rsidR="00AB7F78" w:rsidRDefault="00AB7F78" w:rsidP="0054045D">
      <w:pPr>
        <w:pStyle w:val="ConsPlusNormal0"/>
        <w:jc w:val="center"/>
        <w:rPr>
          <w:b/>
        </w:rPr>
      </w:pPr>
    </w:p>
    <w:p w:rsidR="00AB7F78" w:rsidRDefault="00AB7F78" w:rsidP="0054045D">
      <w:pPr>
        <w:pStyle w:val="ConsPlusNormal0"/>
        <w:jc w:val="center"/>
        <w:rPr>
          <w:b/>
        </w:rPr>
      </w:pPr>
    </w:p>
    <w:p w:rsidR="00AB7F78" w:rsidRDefault="00AB7F78" w:rsidP="0054045D">
      <w:pPr>
        <w:pStyle w:val="ConsPlusNormal0"/>
        <w:jc w:val="center"/>
        <w:rPr>
          <w:b/>
        </w:rPr>
      </w:pPr>
    </w:p>
    <w:p w:rsidR="00AB7F78" w:rsidRDefault="00AB7F78" w:rsidP="0054045D">
      <w:pPr>
        <w:pStyle w:val="ConsPlusNormal0"/>
        <w:jc w:val="center"/>
        <w:rPr>
          <w:b/>
        </w:rPr>
      </w:pPr>
    </w:p>
    <w:p w:rsidR="00AB7F78" w:rsidRDefault="00AB7F78" w:rsidP="0054045D">
      <w:pPr>
        <w:pStyle w:val="ConsPlusNormal0"/>
        <w:jc w:val="center"/>
        <w:rPr>
          <w:b/>
        </w:rPr>
      </w:pPr>
    </w:p>
    <w:p w:rsidR="00AB7F78" w:rsidRDefault="00AB7F78" w:rsidP="0054045D">
      <w:pPr>
        <w:pStyle w:val="ConsPlusNormal0"/>
        <w:jc w:val="center"/>
        <w:rPr>
          <w:b/>
        </w:rPr>
      </w:pPr>
    </w:p>
    <w:p w:rsidR="00AB7F78" w:rsidRDefault="00AB7F78" w:rsidP="0054045D">
      <w:pPr>
        <w:pStyle w:val="ConsPlusNormal0"/>
        <w:jc w:val="center"/>
        <w:rPr>
          <w:b/>
        </w:rPr>
      </w:pPr>
    </w:p>
    <w:p w:rsidR="00AB7F78" w:rsidRDefault="00AB7F78" w:rsidP="0054045D">
      <w:pPr>
        <w:pStyle w:val="ConsPlusNormal0"/>
        <w:jc w:val="center"/>
        <w:rPr>
          <w:b/>
        </w:rPr>
      </w:pPr>
    </w:p>
    <w:p w:rsidR="00AB7F78" w:rsidRDefault="00AB7F78" w:rsidP="0054045D">
      <w:pPr>
        <w:pStyle w:val="ConsPlusNormal0"/>
        <w:jc w:val="center"/>
        <w:rPr>
          <w:b/>
        </w:rPr>
      </w:pPr>
    </w:p>
    <w:p w:rsidR="00AB7F78" w:rsidRDefault="00AB7F78" w:rsidP="0054045D">
      <w:pPr>
        <w:pStyle w:val="ConsPlusNormal0"/>
        <w:jc w:val="center"/>
        <w:rPr>
          <w:b/>
        </w:rPr>
      </w:pPr>
    </w:p>
    <w:p w:rsidR="00AB7F78" w:rsidRDefault="00AB7F78" w:rsidP="0054045D">
      <w:pPr>
        <w:pStyle w:val="ConsPlusNormal0"/>
        <w:jc w:val="center"/>
        <w:rPr>
          <w:b/>
        </w:rPr>
      </w:pPr>
    </w:p>
    <w:p w:rsidR="00AB7F78" w:rsidRDefault="00AB7F78" w:rsidP="0054045D">
      <w:pPr>
        <w:pStyle w:val="ConsPlusNormal0"/>
        <w:jc w:val="center"/>
        <w:rPr>
          <w:b/>
        </w:rPr>
      </w:pPr>
    </w:p>
    <w:p w:rsidR="00AB7F78" w:rsidRPr="003C75F8" w:rsidRDefault="00AB7F78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AB7F78" w:rsidRPr="003C75F8" w:rsidRDefault="00AB7F78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AB7F78" w:rsidRDefault="00AB7F78" w:rsidP="008A3DAD">
      <w:pPr>
        <w:jc w:val="center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F200BA">
        <w:rPr>
          <w:b/>
          <w:szCs w:val="28"/>
        </w:rPr>
        <w:t>«Противодействие коррупции в  Старотитаровском сельском поселении Темрюкского района»</w:t>
      </w:r>
    </w:p>
    <w:p w:rsidR="00AB7F78" w:rsidRPr="003C75F8" w:rsidRDefault="00AB7F78" w:rsidP="0054045D">
      <w:pPr>
        <w:pStyle w:val="ConsPlusNormal0"/>
        <w:jc w:val="center"/>
        <w:rPr>
          <w:b/>
        </w:rPr>
      </w:pPr>
    </w:p>
    <w:p w:rsidR="00AB7F78" w:rsidRPr="0054045D" w:rsidRDefault="00AB7F78">
      <w:pPr>
        <w:rPr>
          <w:sz w:val="6"/>
          <w:szCs w:val="6"/>
        </w:rPr>
      </w:pPr>
    </w:p>
    <w:p w:rsidR="00AB7F78" w:rsidRDefault="00AB7F78" w:rsidP="00FA1A72">
      <w:pPr>
        <w:jc w:val="both"/>
        <w:rPr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AB7F78" w:rsidRPr="00BD6669" w:rsidTr="00D02E64">
        <w:tc>
          <w:tcPr>
            <w:tcW w:w="593" w:type="dxa"/>
          </w:tcPr>
          <w:p w:rsidR="00AB7F78" w:rsidRPr="00C400CB" w:rsidRDefault="00AB7F78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№ п/п</w:t>
            </w:r>
          </w:p>
        </w:tc>
        <w:tc>
          <w:tcPr>
            <w:tcW w:w="2758" w:type="dxa"/>
          </w:tcPr>
          <w:p w:rsidR="00AB7F78" w:rsidRPr="00C400CB" w:rsidRDefault="00AB7F78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AB7F78" w:rsidRPr="00C400CB" w:rsidRDefault="00AB7F78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AB7F78" w:rsidRPr="00C400CB" w:rsidRDefault="00AB7F78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AB7F78" w:rsidRPr="00C400CB" w:rsidRDefault="00AB7F78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AB7F78" w:rsidRPr="00C400CB" w:rsidRDefault="00AB7F78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AB7F78" w:rsidRPr="00C400CB" w:rsidRDefault="00AB7F78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AB7F78" w:rsidRPr="00C400CB" w:rsidRDefault="00AB7F78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AB7F78" w:rsidRPr="00C400CB" w:rsidTr="00D02E64">
        <w:trPr>
          <w:gridAfter w:val="1"/>
          <w:wAfter w:w="82" w:type="dxa"/>
          <w:tblHeader/>
        </w:trPr>
        <w:tc>
          <w:tcPr>
            <w:tcW w:w="593" w:type="dxa"/>
          </w:tcPr>
          <w:p w:rsidR="00AB7F78" w:rsidRPr="00C400CB" w:rsidRDefault="00AB7F78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1</w:t>
            </w:r>
          </w:p>
        </w:tc>
        <w:tc>
          <w:tcPr>
            <w:tcW w:w="2758" w:type="dxa"/>
          </w:tcPr>
          <w:p w:rsidR="00AB7F78" w:rsidRPr="00C400CB" w:rsidRDefault="00AB7F78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2</w:t>
            </w:r>
          </w:p>
        </w:tc>
        <w:tc>
          <w:tcPr>
            <w:tcW w:w="1220" w:type="dxa"/>
          </w:tcPr>
          <w:p w:rsidR="00AB7F78" w:rsidRPr="00C400CB" w:rsidRDefault="00AB7F78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3</w:t>
            </w:r>
          </w:p>
        </w:tc>
        <w:tc>
          <w:tcPr>
            <w:tcW w:w="1770" w:type="dxa"/>
            <w:gridSpan w:val="2"/>
          </w:tcPr>
          <w:p w:rsidR="00AB7F78" w:rsidRPr="00C400CB" w:rsidRDefault="00AB7F78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4</w:t>
            </w:r>
          </w:p>
        </w:tc>
        <w:tc>
          <w:tcPr>
            <w:tcW w:w="2360" w:type="dxa"/>
            <w:gridSpan w:val="2"/>
          </w:tcPr>
          <w:p w:rsidR="00AB7F78" w:rsidRPr="00C400CB" w:rsidRDefault="00AB7F78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5</w:t>
            </w:r>
          </w:p>
        </w:tc>
        <w:tc>
          <w:tcPr>
            <w:tcW w:w="2028" w:type="dxa"/>
            <w:gridSpan w:val="2"/>
          </w:tcPr>
          <w:p w:rsidR="00AB7F78" w:rsidRPr="00C400CB" w:rsidRDefault="00AB7F78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6</w:t>
            </w:r>
          </w:p>
        </w:tc>
        <w:tc>
          <w:tcPr>
            <w:tcW w:w="2519" w:type="dxa"/>
          </w:tcPr>
          <w:p w:rsidR="00AB7F78" w:rsidRPr="00C400CB" w:rsidRDefault="00AB7F78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7</w:t>
            </w:r>
          </w:p>
        </w:tc>
        <w:tc>
          <w:tcPr>
            <w:tcW w:w="1538" w:type="dxa"/>
          </w:tcPr>
          <w:p w:rsidR="00AB7F78" w:rsidRPr="00C400CB" w:rsidRDefault="00AB7F78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8</w:t>
            </w:r>
          </w:p>
        </w:tc>
      </w:tr>
      <w:tr w:rsidR="00AB7F78" w:rsidRPr="00BD6669" w:rsidTr="00D02E64">
        <w:trPr>
          <w:gridAfter w:val="1"/>
          <w:wAfter w:w="82" w:type="dxa"/>
        </w:trPr>
        <w:tc>
          <w:tcPr>
            <w:tcW w:w="593" w:type="dxa"/>
          </w:tcPr>
          <w:p w:rsidR="00AB7F78" w:rsidRPr="00C400CB" w:rsidRDefault="00AB7F78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AB7F78" w:rsidRPr="00C400CB" w:rsidRDefault="00AB7F78" w:rsidP="00D02E64">
            <w:pPr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обучение муниципальных служащих в рамках противодействия коррупции</w:t>
            </w:r>
          </w:p>
        </w:tc>
        <w:tc>
          <w:tcPr>
            <w:tcW w:w="1220" w:type="dxa"/>
          </w:tcPr>
          <w:p w:rsidR="00AB7F78" w:rsidRPr="00C400CB" w:rsidRDefault="00AB7F78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чел.</w:t>
            </w:r>
          </w:p>
        </w:tc>
        <w:tc>
          <w:tcPr>
            <w:tcW w:w="1770" w:type="dxa"/>
            <w:gridSpan w:val="2"/>
          </w:tcPr>
          <w:p w:rsidR="00AB7F78" w:rsidRPr="00C400CB" w:rsidRDefault="00AB7F78" w:rsidP="00D02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C400CB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AB7F78" w:rsidRPr="00C400CB" w:rsidRDefault="00AB7F78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</w:tcPr>
          <w:p w:rsidR="00AB7F78" w:rsidRPr="00C400CB" w:rsidRDefault="00AB7F78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AB7F78" w:rsidRPr="00C400CB" w:rsidRDefault="00AB7F78" w:rsidP="00D02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главы</w:t>
            </w:r>
            <w:r w:rsidRPr="00C400CB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AB7F78" w:rsidRPr="00C400CB" w:rsidRDefault="00AB7F78" w:rsidP="00D02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C400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AB7F78" w:rsidRDefault="00AB7F78" w:rsidP="00FA1A72">
      <w:pPr>
        <w:jc w:val="both"/>
        <w:rPr>
          <w:szCs w:val="28"/>
        </w:rPr>
      </w:pPr>
    </w:p>
    <w:p w:rsidR="00AB7F78" w:rsidRDefault="00AB7F78" w:rsidP="00FA1A72">
      <w:pPr>
        <w:jc w:val="both"/>
        <w:rPr>
          <w:szCs w:val="28"/>
        </w:rPr>
      </w:pPr>
    </w:p>
    <w:p w:rsidR="00AB7F78" w:rsidRDefault="00AB7F78" w:rsidP="00FA1A72">
      <w:pPr>
        <w:jc w:val="both"/>
        <w:rPr>
          <w:szCs w:val="28"/>
        </w:rPr>
      </w:pPr>
    </w:p>
    <w:p w:rsidR="00AB7F78" w:rsidRDefault="00AB7F78" w:rsidP="00FA1A72">
      <w:pPr>
        <w:jc w:val="both"/>
        <w:rPr>
          <w:szCs w:val="28"/>
        </w:rPr>
      </w:pPr>
    </w:p>
    <w:p w:rsidR="00AB7F78" w:rsidRDefault="00AB7F78" w:rsidP="00FA1A72">
      <w:pPr>
        <w:jc w:val="both"/>
        <w:rPr>
          <w:szCs w:val="28"/>
        </w:rPr>
      </w:pPr>
    </w:p>
    <w:p w:rsidR="00AB7F78" w:rsidRDefault="00AB7F78" w:rsidP="00FA1A72">
      <w:pPr>
        <w:jc w:val="both"/>
        <w:rPr>
          <w:szCs w:val="28"/>
        </w:rPr>
      </w:pPr>
    </w:p>
    <w:p w:rsidR="00AB7F78" w:rsidRDefault="00AB7F78" w:rsidP="00FA1A72">
      <w:pPr>
        <w:jc w:val="both"/>
        <w:rPr>
          <w:szCs w:val="28"/>
        </w:rPr>
      </w:pPr>
    </w:p>
    <w:p w:rsidR="00AB7F78" w:rsidRDefault="00AB7F78" w:rsidP="00C400CB">
      <w:pPr>
        <w:jc w:val="center"/>
        <w:rPr>
          <w:b/>
          <w:szCs w:val="28"/>
        </w:rPr>
      </w:pPr>
      <w:r>
        <w:rPr>
          <w:b/>
          <w:szCs w:val="28"/>
        </w:rPr>
        <w:t>4</w:t>
      </w:r>
      <w:r w:rsidRPr="00C400CB">
        <w:rPr>
          <w:b/>
          <w:szCs w:val="28"/>
        </w:rPr>
        <w:t>.</w:t>
      </w:r>
      <w:r w:rsidRPr="00C400CB">
        <w:rPr>
          <w:b/>
        </w:rPr>
        <w:t xml:space="preserve"> </w:t>
      </w:r>
      <w:r w:rsidRPr="00C400CB">
        <w:rPr>
          <w:b/>
          <w:szCs w:val="28"/>
        </w:rPr>
        <w:t>ПЕРЕЧЕНЬ ОСНОВНЫХ МЕРОПРИЯТИЙ</w:t>
      </w:r>
      <w:r w:rsidRPr="002175EF">
        <w:rPr>
          <w:b/>
          <w:szCs w:val="28"/>
        </w:rPr>
        <w:t xml:space="preserve"> </w:t>
      </w:r>
    </w:p>
    <w:p w:rsidR="00AB7F78" w:rsidRDefault="00AB7F78" w:rsidP="00C400CB">
      <w:pPr>
        <w:jc w:val="center"/>
        <w:rPr>
          <w:b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200BA">
        <w:rPr>
          <w:b/>
          <w:szCs w:val="28"/>
        </w:rPr>
        <w:t>«Противодействие коррупции в  Старотитаровском сельском поселении Темрюкского района»</w:t>
      </w:r>
    </w:p>
    <w:p w:rsidR="00AB7F78" w:rsidRPr="00484E94" w:rsidRDefault="00AB7F78" w:rsidP="00B30DEE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B7F78" w:rsidRDefault="00AB7F78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AB7F78" w:rsidRPr="00500747" w:rsidTr="00D02E64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78" w:rsidRPr="00B6573C" w:rsidRDefault="00AB7F7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78" w:rsidRPr="00B6573C" w:rsidRDefault="00AB7F7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78" w:rsidRPr="00B6573C" w:rsidRDefault="00AB7F7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78" w:rsidRPr="00B6573C" w:rsidRDefault="00AB7F7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78" w:rsidRPr="00B6573C" w:rsidRDefault="00AB7F7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78" w:rsidRPr="00B6573C" w:rsidRDefault="00AB7F7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B7F78" w:rsidRPr="00B6573C" w:rsidRDefault="00AB7F7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AB7F78" w:rsidRPr="00500747" w:rsidTr="00D02E64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78" w:rsidRPr="00500747" w:rsidRDefault="00AB7F78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78" w:rsidRPr="00500747" w:rsidRDefault="00AB7F78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78" w:rsidRPr="00500747" w:rsidRDefault="00AB7F78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78" w:rsidRPr="00500747" w:rsidRDefault="00AB7F78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78" w:rsidRPr="00B6573C" w:rsidRDefault="00AB7F7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78" w:rsidRPr="00B6573C" w:rsidRDefault="00AB7F7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78" w:rsidRPr="00500747" w:rsidRDefault="00AB7F78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7F78" w:rsidRPr="00500747" w:rsidRDefault="00AB7F78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7F78" w:rsidRPr="00500747" w:rsidTr="00D02E64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78" w:rsidRPr="00500747" w:rsidRDefault="00AB7F78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78" w:rsidRPr="00500747" w:rsidRDefault="00AB7F78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78" w:rsidRPr="00500747" w:rsidRDefault="00AB7F78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78" w:rsidRPr="00500747" w:rsidRDefault="00AB7F78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78" w:rsidRPr="00500747" w:rsidRDefault="00AB7F78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78" w:rsidRPr="00B6573C" w:rsidRDefault="00AB7F7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78" w:rsidRPr="00B6573C" w:rsidRDefault="00AB7F7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78" w:rsidRPr="00B6573C" w:rsidRDefault="00AB7F7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78" w:rsidRPr="00B6573C" w:rsidRDefault="00AB7F7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78" w:rsidRPr="00500747" w:rsidRDefault="00AB7F78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7F78" w:rsidRPr="00500747" w:rsidRDefault="00AB7F78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B7F78" w:rsidRDefault="00AB7F78" w:rsidP="00EF6F81">
      <w:pPr>
        <w:jc w:val="center"/>
        <w:rPr>
          <w:szCs w:val="28"/>
        </w:rPr>
      </w:pPr>
    </w:p>
    <w:p w:rsidR="00AB7F78" w:rsidRDefault="00AB7F78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AB7F78" w:rsidRPr="00500747" w:rsidTr="00D02E64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78" w:rsidRPr="00C400CB" w:rsidRDefault="00AB7F7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78" w:rsidRPr="00C400CB" w:rsidRDefault="00AB7F7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78" w:rsidRPr="00C400CB" w:rsidRDefault="00AB7F7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78" w:rsidRPr="00C400CB" w:rsidRDefault="00AB7F7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78" w:rsidRPr="00C400CB" w:rsidRDefault="00AB7F7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78" w:rsidRPr="00C400CB" w:rsidRDefault="00AB7F7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78" w:rsidRPr="00C400CB" w:rsidRDefault="00AB7F7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78" w:rsidRPr="00C400CB" w:rsidRDefault="00AB7F7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78" w:rsidRPr="00C400CB" w:rsidRDefault="00AB7F7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78" w:rsidRPr="00C400CB" w:rsidRDefault="00AB7F7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7F78" w:rsidRPr="00C400CB" w:rsidRDefault="00AB7F7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11</w:t>
            </w:r>
          </w:p>
        </w:tc>
      </w:tr>
      <w:tr w:rsidR="00AB7F78" w:rsidRPr="00B6573C" w:rsidTr="00D02E6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78" w:rsidRPr="00C400CB" w:rsidRDefault="00AB7F7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78" w:rsidRPr="00C400CB" w:rsidRDefault="00AB7F78" w:rsidP="00D02E64">
            <w:pPr>
              <w:pStyle w:val="a0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7F78" w:rsidRDefault="00AB7F78" w:rsidP="00D02E64">
            <w:pPr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проведение эффективной политики по предупреждению коррупции в администрации Старотитаровского сельского поселения Темрюкского района и укрепление доверия жителей Старотитаровского сельского поселения к органам местного самоуправления</w:t>
            </w:r>
          </w:p>
          <w:p w:rsidR="00AB7F78" w:rsidRPr="00C400CB" w:rsidRDefault="00AB7F78" w:rsidP="00D02E64">
            <w:pPr>
              <w:rPr>
                <w:sz w:val="24"/>
                <w:szCs w:val="24"/>
              </w:rPr>
            </w:pPr>
          </w:p>
        </w:tc>
      </w:tr>
      <w:tr w:rsidR="00AB7F78" w:rsidRPr="00B6573C" w:rsidTr="00D02E6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78" w:rsidRPr="00C400CB" w:rsidRDefault="00AB7F7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78" w:rsidRPr="00C400CB" w:rsidRDefault="00AB7F78" w:rsidP="00D02E64">
            <w:pPr>
              <w:pStyle w:val="a0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7F78" w:rsidRDefault="00AB7F78" w:rsidP="00D02E64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00CB">
              <w:rPr>
                <w:rFonts w:ascii="Times New Roman" w:hAnsi="Times New Roman"/>
                <w:sz w:val="24"/>
                <w:szCs w:val="24"/>
              </w:rPr>
              <w:t>повышение профессионального уровня муниципальных служащих</w:t>
            </w:r>
          </w:p>
          <w:p w:rsidR="00AB7F78" w:rsidRPr="00C400CB" w:rsidRDefault="00AB7F78" w:rsidP="00D02E64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7F78" w:rsidRPr="00B6573C" w:rsidTr="00C400CB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78" w:rsidRPr="00C400CB" w:rsidRDefault="00AB7F7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78" w:rsidRPr="00C400CB" w:rsidRDefault="00AB7F78" w:rsidP="00D02E64">
            <w:pPr>
              <w:ind w:right="253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 xml:space="preserve">Проведение обучения сотрудников администрации повышение эффективности антикоррупционной работы </w:t>
            </w:r>
          </w:p>
          <w:p w:rsidR="00AB7F78" w:rsidRPr="00C400CB" w:rsidRDefault="00AB7F78" w:rsidP="00D02E64">
            <w:pPr>
              <w:pStyle w:val="a0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Старотитаровского сельского поселения Темрюкского района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78" w:rsidRPr="00C400CB" w:rsidRDefault="00AB7F78" w:rsidP="00C400C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78" w:rsidRPr="00C400CB" w:rsidRDefault="00AB7F78" w:rsidP="00D02E64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78" w:rsidRPr="00C400CB" w:rsidRDefault="00AB7F7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78" w:rsidRPr="00C400CB" w:rsidRDefault="00AB7F7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78" w:rsidRPr="00C400CB" w:rsidRDefault="00AB7F7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78" w:rsidRPr="00C400CB" w:rsidRDefault="00AB7F7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78" w:rsidRPr="00C400CB" w:rsidRDefault="00AB7F7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7F78" w:rsidRPr="00C400CB" w:rsidRDefault="00AB7F78" w:rsidP="00D02E64">
            <w:pPr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снижения коррупционных рисков и осуществления внутреннего антикоррупционного контроля за деятельностью муниципальных служащих администрации Старотитаровского сельского поселения Темрюкского района, замещающих наиболее коррупциогенные должности</w:t>
            </w:r>
          </w:p>
          <w:p w:rsidR="00AB7F78" w:rsidRPr="00C400CB" w:rsidRDefault="00AB7F78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7F78" w:rsidRPr="00C400CB" w:rsidRDefault="00AB7F78" w:rsidP="00D02E64">
            <w:pPr>
              <w:pStyle w:val="a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AB7F78" w:rsidRPr="00B6573C" w:rsidTr="00D02E64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78" w:rsidRPr="00C400CB" w:rsidRDefault="00AB7F78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78" w:rsidRPr="00C400CB" w:rsidRDefault="00AB7F78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78" w:rsidRPr="00C400CB" w:rsidRDefault="00AB7F78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78" w:rsidRPr="00C400CB" w:rsidRDefault="00AB7F78" w:rsidP="00D02E64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78" w:rsidRPr="00C400CB" w:rsidRDefault="00AB7F7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78" w:rsidRPr="00C400CB" w:rsidRDefault="00AB7F7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78" w:rsidRPr="00C400CB" w:rsidRDefault="00AB7F7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78" w:rsidRPr="00C400CB" w:rsidRDefault="00AB7F7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78" w:rsidRPr="00C400CB" w:rsidRDefault="00AB7F7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78" w:rsidRPr="00C400CB" w:rsidRDefault="00AB7F7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7F78" w:rsidRPr="00C400CB" w:rsidRDefault="00AB7F78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AB7F78" w:rsidRPr="00B6573C" w:rsidTr="00D02E6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78" w:rsidRPr="00C400CB" w:rsidRDefault="00AB7F7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78" w:rsidRPr="00C400CB" w:rsidRDefault="00AB7F78" w:rsidP="00D02E64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78" w:rsidRPr="00C400CB" w:rsidRDefault="00AB7F78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78" w:rsidRPr="00C400CB" w:rsidRDefault="00AB7F78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78" w:rsidRPr="00C400CB" w:rsidRDefault="00AB7F78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78" w:rsidRPr="00C400CB" w:rsidRDefault="00AB7F78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78" w:rsidRPr="00C400CB" w:rsidRDefault="00AB7F78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78" w:rsidRPr="00C400CB" w:rsidRDefault="00AB7F78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78" w:rsidRPr="00C400CB" w:rsidRDefault="00AB7F78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78" w:rsidRPr="00C400CB" w:rsidRDefault="00AB7F78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7F78" w:rsidRPr="00C400CB" w:rsidRDefault="00AB7F78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AB7F78" w:rsidRPr="00B6573C" w:rsidTr="00D02E64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78" w:rsidRPr="00C400CB" w:rsidRDefault="00AB7F78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78" w:rsidRPr="00C400CB" w:rsidRDefault="00AB7F78" w:rsidP="00D02E64">
            <w:pPr>
              <w:pStyle w:val="a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78" w:rsidRPr="00C400CB" w:rsidRDefault="00AB7F78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78" w:rsidRPr="00C400CB" w:rsidRDefault="00AB7F78" w:rsidP="00D02E64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78" w:rsidRPr="00C400CB" w:rsidRDefault="00AB7F7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78" w:rsidRPr="00C400CB" w:rsidRDefault="00AB7F7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78" w:rsidRPr="00C400CB" w:rsidRDefault="00AB7F7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78" w:rsidRPr="00C400CB" w:rsidRDefault="00AB7F7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78" w:rsidRPr="00C400CB" w:rsidRDefault="00AB7F7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AB7F78" w:rsidRPr="00C400CB" w:rsidRDefault="00AB7F7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AB7F78" w:rsidRPr="00C400CB" w:rsidRDefault="00AB7F7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7F78" w:rsidRPr="00B6573C" w:rsidTr="00D02E64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78" w:rsidRPr="00C400CB" w:rsidRDefault="00AB7F78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78" w:rsidRPr="00C400CB" w:rsidRDefault="00AB7F78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78" w:rsidRPr="00C400CB" w:rsidRDefault="00AB7F78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78" w:rsidRPr="00C400CB" w:rsidRDefault="00AB7F78" w:rsidP="00D02E64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78" w:rsidRPr="00C400CB" w:rsidRDefault="00AB7F7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78" w:rsidRPr="00C400CB" w:rsidRDefault="00AB7F7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78" w:rsidRPr="00C400CB" w:rsidRDefault="00AB7F7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78" w:rsidRPr="00C400CB" w:rsidRDefault="00AB7F7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78" w:rsidRPr="00C400CB" w:rsidRDefault="00AB7F7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78" w:rsidRPr="00C400CB" w:rsidRDefault="00AB7F78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AB7F78" w:rsidRPr="00C400CB" w:rsidRDefault="00AB7F78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AB7F78" w:rsidRDefault="00AB7F78" w:rsidP="00EF6F81">
      <w:pPr>
        <w:jc w:val="center"/>
        <w:rPr>
          <w:szCs w:val="28"/>
        </w:rPr>
        <w:sectPr w:rsidR="00AB7F78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AB7F78" w:rsidRPr="00484E94" w:rsidRDefault="00AB7F78" w:rsidP="00DC2B12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AB7F78" w:rsidRPr="00484E94" w:rsidRDefault="00AB7F78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AB7F78" w:rsidRPr="00484E94" w:rsidRDefault="00AB7F78" w:rsidP="00484E94">
      <w:pPr>
        <w:pStyle w:val="ConsPlusNormal0"/>
        <w:jc w:val="center"/>
        <w:rPr>
          <w:szCs w:val="28"/>
        </w:rPr>
      </w:pPr>
    </w:p>
    <w:p w:rsidR="00AB7F78" w:rsidRPr="0016103B" w:rsidRDefault="00AB7F78" w:rsidP="00DC2B12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 xml:space="preserve">6 сентября </w:t>
      </w:r>
      <w:r w:rsidRPr="00465E45">
        <w:t xml:space="preserve">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AB7F78" w:rsidRPr="00484E94" w:rsidRDefault="00AB7F78" w:rsidP="00DC2B12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AB7F78" w:rsidRPr="00484E94" w:rsidRDefault="00AB7F78" w:rsidP="00484E94">
      <w:pPr>
        <w:suppressAutoHyphens/>
        <w:ind w:firstLine="709"/>
        <w:jc w:val="both"/>
        <w:rPr>
          <w:szCs w:val="28"/>
          <w:lang w:eastAsia="ar-SA"/>
        </w:rPr>
      </w:pPr>
    </w:p>
    <w:p w:rsidR="00AB7F78" w:rsidRDefault="00AB7F78" w:rsidP="00484E94">
      <w:pPr>
        <w:jc w:val="both"/>
      </w:pPr>
    </w:p>
    <w:p w:rsidR="00AB7F78" w:rsidRPr="00484E94" w:rsidRDefault="00AB7F78" w:rsidP="00DC2B12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AB7F78" w:rsidRPr="00484E94" w:rsidRDefault="00AB7F78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AB7F78" w:rsidRPr="00484E94" w:rsidRDefault="00AB7F78" w:rsidP="00484E94">
      <w:pPr>
        <w:pStyle w:val="ConsPlusNormal0"/>
        <w:jc w:val="both"/>
        <w:rPr>
          <w:szCs w:val="28"/>
        </w:rPr>
      </w:pPr>
    </w:p>
    <w:p w:rsidR="00AB7F78" w:rsidRPr="007F34E4" w:rsidRDefault="00AB7F78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AB7F78" w:rsidRPr="007F34E4" w:rsidRDefault="00AB7F7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AB7F78" w:rsidRPr="007F34E4" w:rsidRDefault="00AB7F7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AB7F78" w:rsidRPr="007F34E4" w:rsidRDefault="00AB7F7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AB7F78" w:rsidRPr="007F34E4" w:rsidRDefault="00AB7F7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AB7F78" w:rsidRPr="007F34E4" w:rsidRDefault="00AB7F7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AB7F78" w:rsidRPr="007F34E4" w:rsidRDefault="00AB7F7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AB7F78" w:rsidRPr="007F34E4" w:rsidRDefault="00AB7F7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AB7F78" w:rsidRPr="007F34E4" w:rsidRDefault="00AB7F7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AB7F78" w:rsidRPr="007F34E4" w:rsidRDefault="00AB7F7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AB7F78" w:rsidRPr="007F34E4" w:rsidRDefault="00AB7F7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AB7F78" w:rsidRPr="007F34E4" w:rsidRDefault="00AB7F7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AB7F78" w:rsidRPr="007F34E4" w:rsidRDefault="00AB7F7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AB7F78" w:rsidRPr="007F34E4" w:rsidRDefault="00AB7F7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AB7F78" w:rsidRDefault="00AB7F78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в </w:t>
      </w:r>
      <w:r>
        <w:t>финансовый отдел администрации Старотитаровского сельского поселения Темрюкского района</w:t>
      </w:r>
      <w:r w:rsidRPr="005450A9">
        <w:t xml:space="preserve"> заполненные отчетные формы мониторинга реализации муниципальной программы</w:t>
      </w:r>
      <w:r>
        <w:t>.</w:t>
      </w:r>
    </w:p>
    <w:p w:rsidR="00AB7F78" w:rsidRPr="007F34E4" w:rsidRDefault="00AB7F78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AB7F78" w:rsidRPr="007F34E4" w:rsidRDefault="00AB7F7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ежеквартально, до </w:t>
      </w:r>
      <w:r>
        <w:t>5</w:t>
      </w:r>
      <w:r w:rsidRPr="007F34E4">
        <w:t xml:space="preserve">-го числа месяца, следующего за отчетным кварталом, представляют координатору </w:t>
      </w:r>
      <w:r>
        <w:t>муниципальной</w:t>
      </w:r>
      <w:r w:rsidRPr="007F34E4">
        <w:t xml:space="preserve"> программы заполненные отчетные формы мониторинга реализации </w:t>
      </w:r>
      <w:r>
        <w:t>муниципальной</w:t>
      </w:r>
      <w:r w:rsidRPr="007F34E4">
        <w:t xml:space="preserve"> программы;</w:t>
      </w:r>
    </w:p>
    <w:p w:rsidR="00AB7F78" w:rsidRPr="007F34E4" w:rsidRDefault="00AB7F7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AB7F78" w:rsidRPr="007F34E4" w:rsidRDefault="00AB7F78" w:rsidP="00DA07D9">
      <w:pPr>
        <w:pStyle w:val="ConsPlusNormal0"/>
        <w:ind w:firstLine="709"/>
        <w:jc w:val="both"/>
      </w:pPr>
      <w:r w:rsidRPr="007F34E4">
        <w:t xml:space="preserve">Кроме того, участники </w:t>
      </w:r>
      <w:r>
        <w:t>муниципальной</w:t>
      </w:r>
      <w:r w:rsidRPr="007F34E4">
        <w:t xml:space="preserve"> программы представляют координатору </w:t>
      </w:r>
      <w:r>
        <w:t>муниципальной</w:t>
      </w:r>
      <w:r w:rsidRPr="007F34E4">
        <w:t xml:space="preserve"> программы значения целевых показателей в порядке и сроки, установленные координатором </w:t>
      </w:r>
      <w:r>
        <w:t>муниципальной</w:t>
      </w:r>
      <w:r w:rsidRPr="007F34E4">
        <w:t xml:space="preserve"> программы.</w:t>
      </w:r>
    </w:p>
    <w:p w:rsidR="00AB7F78" w:rsidRPr="007F34E4" w:rsidRDefault="00AB7F78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AB7F78" w:rsidRPr="007F34E4" w:rsidRDefault="00AB7F7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AB7F78" w:rsidRPr="007F34E4" w:rsidRDefault="00AB7F78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AB7F78" w:rsidRPr="007F34E4" w:rsidRDefault="00AB7F78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AB7F78" w:rsidRPr="007F34E4" w:rsidRDefault="00AB7F7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AB7F78" w:rsidRPr="007F34E4" w:rsidRDefault="00AB7F7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AB7F78" w:rsidRPr="007F34E4" w:rsidRDefault="00AB7F78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AB7F78" w:rsidRPr="007F34E4" w:rsidRDefault="00AB7F78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AB7F78" w:rsidRDefault="00AB7F78" w:rsidP="00484E94">
      <w:pPr>
        <w:ind w:firstLine="709"/>
        <w:jc w:val="both"/>
        <w:rPr>
          <w:szCs w:val="28"/>
        </w:rPr>
      </w:pPr>
    </w:p>
    <w:p w:rsidR="00AB7F78" w:rsidRDefault="00AB7F78" w:rsidP="00484E94">
      <w:pPr>
        <w:ind w:firstLine="709"/>
        <w:jc w:val="both"/>
        <w:rPr>
          <w:szCs w:val="28"/>
        </w:rPr>
      </w:pPr>
    </w:p>
    <w:p w:rsidR="00AB7F78" w:rsidRDefault="00AB7F78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AB7F78" w:rsidRDefault="00AB7F78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AB7F78" w:rsidRDefault="00AB7F78" w:rsidP="00B96477">
      <w:pPr>
        <w:rPr>
          <w:szCs w:val="28"/>
        </w:rPr>
        <w:sectPr w:rsidR="00AB7F78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 </w:t>
      </w:r>
      <w:bookmarkStart w:id="0" w:name="_GoBack"/>
      <w:bookmarkEnd w:id="0"/>
      <w:r>
        <w:rPr>
          <w:szCs w:val="28"/>
        </w:rPr>
        <w:t xml:space="preserve">                                                            Т.И. Опарина</w:t>
      </w:r>
    </w:p>
    <w:p w:rsidR="00AB7F78" w:rsidRDefault="00AB7F78" w:rsidP="001F5CA2">
      <w:pPr>
        <w:jc w:val="center"/>
        <w:rPr>
          <w:b/>
        </w:rPr>
      </w:pPr>
    </w:p>
    <w:sectPr w:rsidR="00AB7F78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7F78" w:rsidRDefault="00AB7F78" w:rsidP="00EF6F81">
      <w:r>
        <w:separator/>
      </w:r>
    </w:p>
  </w:endnote>
  <w:endnote w:type="continuationSeparator" w:id="0">
    <w:p w:rsidR="00AB7F78" w:rsidRDefault="00AB7F78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7F78" w:rsidRDefault="00AB7F78" w:rsidP="00EF6F81">
      <w:r>
        <w:separator/>
      </w:r>
    </w:p>
  </w:footnote>
  <w:footnote w:type="continuationSeparator" w:id="0">
    <w:p w:rsidR="00AB7F78" w:rsidRDefault="00AB7F78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F78" w:rsidRDefault="00AB7F78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F78" w:rsidRDefault="00AB7F78">
    <w:pPr>
      <w:pStyle w:val="Header"/>
      <w:jc w:val="center"/>
    </w:pPr>
  </w:p>
  <w:p w:rsidR="00AB7F78" w:rsidRDefault="00AB7F78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AB7F78" w:rsidRPr="00DF2090" w:rsidRDefault="00AB7F78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36F7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918"/>
    <w:rsid w:val="000C3C23"/>
    <w:rsid w:val="000C3FBF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64C6"/>
    <w:rsid w:val="00157189"/>
    <w:rsid w:val="0016103B"/>
    <w:rsid w:val="00162358"/>
    <w:rsid w:val="00164B80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3F42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24FC7"/>
    <w:rsid w:val="00325B03"/>
    <w:rsid w:val="00326BC3"/>
    <w:rsid w:val="00326F04"/>
    <w:rsid w:val="00337501"/>
    <w:rsid w:val="00345A6E"/>
    <w:rsid w:val="00347A6F"/>
    <w:rsid w:val="003512A0"/>
    <w:rsid w:val="003547EA"/>
    <w:rsid w:val="003559DB"/>
    <w:rsid w:val="00357F42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630B"/>
    <w:rsid w:val="004D3592"/>
    <w:rsid w:val="004D4038"/>
    <w:rsid w:val="004E184B"/>
    <w:rsid w:val="004E660F"/>
    <w:rsid w:val="00500747"/>
    <w:rsid w:val="0050378D"/>
    <w:rsid w:val="0050519C"/>
    <w:rsid w:val="00506C43"/>
    <w:rsid w:val="00510D19"/>
    <w:rsid w:val="0053507E"/>
    <w:rsid w:val="0054045D"/>
    <w:rsid w:val="0054063E"/>
    <w:rsid w:val="005450A9"/>
    <w:rsid w:val="0055229B"/>
    <w:rsid w:val="00553CFA"/>
    <w:rsid w:val="005716FF"/>
    <w:rsid w:val="00571FAC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22C3"/>
    <w:rsid w:val="0060710A"/>
    <w:rsid w:val="00611F63"/>
    <w:rsid w:val="00614039"/>
    <w:rsid w:val="00617E6B"/>
    <w:rsid w:val="00631501"/>
    <w:rsid w:val="00631920"/>
    <w:rsid w:val="00631DE4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CD2"/>
    <w:rsid w:val="00782AE6"/>
    <w:rsid w:val="00783D2D"/>
    <w:rsid w:val="0078526C"/>
    <w:rsid w:val="007962B0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2C10"/>
    <w:rsid w:val="0081373F"/>
    <w:rsid w:val="00823D33"/>
    <w:rsid w:val="00824605"/>
    <w:rsid w:val="00827AAA"/>
    <w:rsid w:val="00831B7E"/>
    <w:rsid w:val="0084599C"/>
    <w:rsid w:val="00845C4E"/>
    <w:rsid w:val="00846A87"/>
    <w:rsid w:val="00855115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A3DAD"/>
    <w:rsid w:val="008A6FA1"/>
    <w:rsid w:val="008B08D9"/>
    <w:rsid w:val="008B2122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2378A"/>
    <w:rsid w:val="0092688F"/>
    <w:rsid w:val="00937318"/>
    <w:rsid w:val="00944B19"/>
    <w:rsid w:val="00944C39"/>
    <w:rsid w:val="00950972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2004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A03E7E"/>
    <w:rsid w:val="00A1507B"/>
    <w:rsid w:val="00A23788"/>
    <w:rsid w:val="00A30B42"/>
    <w:rsid w:val="00A30FFE"/>
    <w:rsid w:val="00A35B08"/>
    <w:rsid w:val="00A41C79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91C"/>
    <w:rsid w:val="00A75B2A"/>
    <w:rsid w:val="00A77D4F"/>
    <w:rsid w:val="00A811B2"/>
    <w:rsid w:val="00A84785"/>
    <w:rsid w:val="00A96A8D"/>
    <w:rsid w:val="00AA0D84"/>
    <w:rsid w:val="00AA5C4B"/>
    <w:rsid w:val="00AA7594"/>
    <w:rsid w:val="00AB7F78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573C"/>
    <w:rsid w:val="00B67874"/>
    <w:rsid w:val="00B76896"/>
    <w:rsid w:val="00B769AB"/>
    <w:rsid w:val="00B85358"/>
    <w:rsid w:val="00B87A68"/>
    <w:rsid w:val="00B946DD"/>
    <w:rsid w:val="00B94A0C"/>
    <w:rsid w:val="00B96477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D6669"/>
    <w:rsid w:val="00BE244F"/>
    <w:rsid w:val="00BE75CB"/>
    <w:rsid w:val="00BF1916"/>
    <w:rsid w:val="00C0190C"/>
    <w:rsid w:val="00C02CE4"/>
    <w:rsid w:val="00C11F9E"/>
    <w:rsid w:val="00C1286D"/>
    <w:rsid w:val="00C138C6"/>
    <w:rsid w:val="00C23387"/>
    <w:rsid w:val="00C3292C"/>
    <w:rsid w:val="00C400CB"/>
    <w:rsid w:val="00C4141F"/>
    <w:rsid w:val="00C429D2"/>
    <w:rsid w:val="00C53808"/>
    <w:rsid w:val="00C576C0"/>
    <w:rsid w:val="00C71CC2"/>
    <w:rsid w:val="00C727C7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2E64"/>
    <w:rsid w:val="00D047A4"/>
    <w:rsid w:val="00D07253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C2B12"/>
    <w:rsid w:val="00DC605B"/>
    <w:rsid w:val="00DD1C2E"/>
    <w:rsid w:val="00DD49F6"/>
    <w:rsid w:val="00DD5F0A"/>
    <w:rsid w:val="00DD70D3"/>
    <w:rsid w:val="00DE264F"/>
    <w:rsid w:val="00DE754D"/>
    <w:rsid w:val="00DF2090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70BC2"/>
    <w:rsid w:val="00E73688"/>
    <w:rsid w:val="00E746A1"/>
    <w:rsid w:val="00E803BD"/>
    <w:rsid w:val="00E83F7B"/>
    <w:rsid w:val="00E84B65"/>
    <w:rsid w:val="00E87B77"/>
    <w:rsid w:val="00E96452"/>
    <w:rsid w:val="00EA0F1D"/>
    <w:rsid w:val="00EA305A"/>
    <w:rsid w:val="00EA5C73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3C00"/>
    <w:rsid w:val="00F05B97"/>
    <w:rsid w:val="00F162F0"/>
    <w:rsid w:val="00F200BA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NoSpacing">
    <w:name w:val="No Spacing"/>
    <w:uiPriority w:val="99"/>
    <w:qFormat/>
    <w:rsid w:val="000336F7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35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2094</TotalTime>
  <Pages>10</Pages>
  <Words>1578</Words>
  <Characters>9000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194</cp:revision>
  <cp:lastPrinted>2021-06-11T06:36:00Z</cp:lastPrinted>
  <dcterms:created xsi:type="dcterms:W3CDTF">2018-08-07T11:48:00Z</dcterms:created>
  <dcterms:modified xsi:type="dcterms:W3CDTF">2021-10-29T07:10:00Z</dcterms:modified>
</cp:coreProperties>
</file>