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DC5417" w:rsidRPr="005E024B" w:rsidTr="005E024B">
        <w:tc>
          <w:tcPr>
            <w:tcW w:w="8934" w:type="dxa"/>
          </w:tcPr>
          <w:p w:rsidR="00DC5417" w:rsidRPr="005E024B" w:rsidRDefault="00DC5417" w:rsidP="005E024B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DC5417" w:rsidRPr="00EE5BAC" w:rsidRDefault="00DC5417" w:rsidP="00AB1990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DC5417" w:rsidRPr="00EE5BAC" w:rsidRDefault="00DC5417" w:rsidP="00AB1990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DC5417" w:rsidRPr="00EE5BAC" w:rsidRDefault="00DC5417" w:rsidP="00AB1990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DC5417" w:rsidRPr="00EE5BAC" w:rsidRDefault="00DC5417" w:rsidP="00AB1990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DC5417" w:rsidRPr="00EE5BAC" w:rsidRDefault="00DC5417" w:rsidP="00AB1990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DC5417" w:rsidRPr="00EE5BAC" w:rsidRDefault="00DC5417" w:rsidP="00AB1990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от 28.10.2021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>
              <w:rPr>
                <w:kern w:val="1"/>
                <w:szCs w:val="28"/>
                <w:lang w:eastAsia="zh-CN"/>
              </w:rPr>
              <w:t>2088</w:t>
            </w:r>
          </w:p>
          <w:p w:rsidR="00DC5417" w:rsidRPr="005E024B" w:rsidRDefault="00DC5417" w:rsidP="005E024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DC5417" w:rsidRPr="00885C29" w:rsidRDefault="00DC5417" w:rsidP="001157F7"/>
    <w:p w:rsidR="00DC5417" w:rsidRDefault="00DC5417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DC5417" w:rsidRPr="00D13FB1" w:rsidRDefault="00DC5417" w:rsidP="00AB1990">
      <w:pPr>
        <w:jc w:val="center"/>
        <w:rPr>
          <w:b/>
          <w:bCs/>
          <w:szCs w:val="28"/>
        </w:rPr>
      </w:pPr>
      <w:r w:rsidRPr="001A3BDC">
        <w:rPr>
          <w:b/>
          <w:szCs w:val="28"/>
        </w:rPr>
        <w:t>«Формирование доступной среды жизнедеятельности для инвалидов</w:t>
      </w:r>
      <w:r w:rsidRPr="00D13FB1">
        <w:rPr>
          <w:b/>
          <w:bCs/>
          <w:szCs w:val="28"/>
        </w:rPr>
        <w:t xml:space="preserve"> 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D13FB1">
        <w:rPr>
          <w:b/>
          <w:bCs/>
          <w:szCs w:val="28"/>
        </w:rPr>
        <w:t xml:space="preserve"> </w:t>
      </w:r>
    </w:p>
    <w:p w:rsidR="00DC5417" w:rsidRDefault="00DC5417" w:rsidP="00BB769B">
      <w:pPr>
        <w:jc w:val="center"/>
        <w:rPr>
          <w:b/>
          <w:szCs w:val="28"/>
        </w:rPr>
      </w:pPr>
    </w:p>
    <w:p w:rsidR="00DC5417" w:rsidRPr="00950972" w:rsidRDefault="00DC5417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DC5417" w:rsidRPr="00D13FB1" w:rsidRDefault="00DC5417" w:rsidP="00AB1990">
      <w:pPr>
        <w:jc w:val="center"/>
        <w:rPr>
          <w:b/>
          <w:bCs/>
          <w:szCs w:val="28"/>
        </w:rPr>
      </w:pPr>
      <w:r w:rsidRPr="00950972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</w:t>
      </w:r>
      <w:r w:rsidRPr="001A3BDC">
        <w:rPr>
          <w:b/>
          <w:szCs w:val="28"/>
        </w:rPr>
        <w:t>«Формирование доступной среды жизнедеятельности для инвалидов</w:t>
      </w:r>
      <w:r w:rsidRPr="00D13FB1">
        <w:rPr>
          <w:b/>
          <w:bCs/>
          <w:szCs w:val="28"/>
        </w:rPr>
        <w:t xml:space="preserve"> 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D13FB1">
        <w:rPr>
          <w:b/>
          <w:bCs/>
          <w:szCs w:val="28"/>
        </w:rPr>
        <w:t xml:space="preserve"> </w:t>
      </w:r>
    </w:p>
    <w:p w:rsidR="00DC5417" w:rsidRPr="00950972" w:rsidRDefault="00DC5417" w:rsidP="00BB769B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DC5417" w:rsidRPr="008A6FA1" w:rsidTr="00AA7AF2">
        <w:tc>
          <w:tcPr>
            <w:tcW w:w="6374" w:type="dxa"/>
          </w:tcPr>
          <w:p w:rsidR="00DC5417" w:rsidRPr="00190885" w:rsidRDefault="00DC5417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DC5417" w:rsidRDefault="00DC5417" w:rsidP="00AA7A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DC5417" w:rsidRPr="00855115" w:rsidRDefault="00DC5417" w:rsidP="00AA7AF2">
            <w:pPr>
              <w:rPr>
                <w:szCs w:val="28"/>
              </w:rPr>
            </w:pPr>
          </w:p>
        </w:tc>
      </w:tr>
      <w:tr w:rsidR="00DC5417" w:rsidRPr="008A6FA1" w:rsidTr="00AA7AF2">
        <w:tc>
          <w:tcPr>
            <w:tcW w:w="6374" w:type="dxa"/>
          </w:tcPr>
          <w:p w:rsidR="00DC5417" w:rsidRPr="00190885" w:rsidRDefault="00DC5417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DC5417" w:rsidRDefault="00DC5417" w:rsidP="00AA7AF2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DC5417" w:rsidRPr="00157189" w:rsidRDefault="00DC5417" w:rsidP="00AA7AF2">
            <w:pPr>
              <w:rPr>
                <w:szCs w:val="28"/>
              </w:rPr>
            </w:pPr>
          </w:p>
        </w:tc>
      </w:tr>
      <w:tr w:rsidR="00DC5417" w:rsidRPr="008A6FA1" w:rsidTr="00AA7AF2">
        <w:tc>
          <w:tcPr>
            <w:tcW w:w="6374" w:type="dxa"/>
          </w:tcPr>
          <w:p w:rsidR="00DC5417" w:rsidRPr="00190885" w:rsidRDefault="00DC5417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DC5417" w:rsidRDefault="00DC5417" w:rsidP="00AA7AF2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DC5417" w:rsidRPr="00190885" w:rsidRDefault="00DC5417" w:rsidP="00AA7AF2">
            <w:pPr>
              <w:rPr>
                <w:b/>
                <w:szCs w:val="28"/>
              </w:rPr>
            </w:pPr>
          </w:p>
        </w:tc>
      </w:tr>
      <w:tr w:rsidR="00DC5417" w:rsidRPr="008A6FA1" w:rsidTr="00AA7AF2">
        <w:tc>
          <w:tcPr>
            <w:tcW w:w="6374" w:type="dxa"/>
          </w:tcPr>
          <w:p w:rsidR="00DC5417" w:rsidRPr="00190885" w:rsidRDefault="00DC5417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DC5417" w:rsidRDefault="00DC5417" w:rsidP="00AA7AF2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DC5417" w:rsidRPr="00190885" w:rsidRDefault="00DC5417" w:rsidP="00AA7AF2">
            <w:pPr>
              <w:rPr>
                <w:b/>
                <w:szCs w:val="28"/>
              </w:rPr>
            </w:pPr>
          </w:p>
        </w:tc>
      </w:tr>
      <w:tr w:rsidR="00DC5417" w:rsidRPr="008A6FA1" w:rsidTr="00AA7AF2">
        <w:tc>
          <w:tcPr>
            <w:tcW w:w="6374" w:type="dxa"/>
          </w:tcPr>
          <w:p w:rsidR="00DC5417" w:rsidRPr="00190885" w:rsidRDefault="00DC5417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DC5417" w:rsidRPr="002B6B46" w:rsidRDefault="00DC5417" w:rsidP="00AA7AF2">
            <w:pPr>
              <w:pStyle w:val="BodyText"/>
              <w:tabs>
                <w:tab w:val="left" w:pos="1134"/>
              </w:tabs>
              <w:jc w:val="both"/>
              <w:rPr>
                <w:sz w:val="28"/>
                <w:szCs w:val="28"/>
                <w:shd w:val="clear" w:color="auto" w:fill="FFFFFF"/>
              </w:rPr>
            </w:pPr>
            <w:r w:rsidRPr="002B6B46">
              <w:rPr>
                <w:sz w:val="28"/>
                <w:szCs w:val="28"/>
                <w:shd w:val="clear" w:color="auto" w:fill="FFFFFF"/>
              </w:rPr>
              <w:t>создание условий для улучшения качества жизни инвалидов и реализации инвалидами гражданских и политических прав</w:t>
            </w:r>
          </w:p>
          <w:p w:rsidR="00DC5417" w:rsidRPr="00190885" w:rsidRDefault="00DC5417" w:rsidP="00AA7AF2">
            <w:pPr>
              <w:rPr>
                <w:b/>
                <w:szCs w:val="28"/>
              </w:rPr>
            </w:pPr>
          </w:p>
        </w:tc>
      </w:tr>
      <w:tr w:rsidR="00DC5417" w:rsidRPr="008A6FA1" w:rsidTr="00AA7AF2">
        <w:tc>
          <w:tcPr>
            <w:tcW w:w="6374" w:type="dxa"/>
          </w:tcPr>
          <w:p w:rsidR="00DC5417" w:rsidRPr="00190885" w:rsidRDefault="00DC5417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DC5417" w:rsidRPr="009F22D5" w:rsidRDefault="00DC5417" w:rsidP="00AA7AF2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обеспечение беспрепятственного доступа инвалидов к информации и оснащение объектов социальной инфраструктуры Старотитаровского сельского поселения Темрюкского района специальными приспособлениями, обеспечивающими доступ к ним инвалидов </w:t>
            </w:r>
          </w:p>
        </w:tc>
      </w:tr>
      <w:tr w:rsidR="00DC5417" w:rsidRPr="008A6FA1" w:rsidTr="00AA7AF2">
        <w:tc>
          <w:tcPr>
            <w:tcW w:w="6374" w:type="dxa"/>
          </w:tcPr>
          <w:p w:rsidR="00DC5417" w:rsidRPr="00190885" w:rsidRDefault="00DC5417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 xml:space="preserve">Увязка со стратегическими целями Стратегии социально-экономического развития Темрюкского района Краснодарского края до 2030 года </w:t>
            </w:r>
          </w:p>
        </w:tc>
        <w:tc>
          <w:tcPr>
            <w:tcW w:w="8186" w:type="dxa"/>
            <w:gridSpan w:val="5"/>
          </w:tcPr>
          <w:p w:rsidR="00DC5417" w:rsidRPr="000C3C23" w:rsidRDefault="00DC5417" w:rsidP="00AA7AF2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DC5417" w:rsidRPr="008A6FA1" w:rsidTr="00AA7AF2">
        <w:tc>
          <w:tcPr>
            <w:tcW w:w="6374" w:type="dxa"/>
          </w:tcPr>
          <w:p w:rsidR="00DC5417" w:rsidRPr="00190885" w:rsidRDefault="00DC5417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DC5417" w:rsidRDefault="00DC5417" w:rsidP="00AA7AF2">
            <w:pPr>
              <w:rPr>
                <w:szCs w:val="28"/>
              </w:rPr>
            </w:pPr>
            <w:r>
              <w:rPr>
                <w:szCs w:val="28"/>
              </w:rPr>
              <w:t>- приобретение т</w:t>
            </w:r>
            <w:r w:rsidRPr="006D2BB7">
              <w:rPr>
                <w:szCs w:val="28"/>
              </w:rPr>
              <w:t>актильны</w:t>
            </w:r>
            <w:r>
              <w:rPr>
                <w:szCs w:val="28"/>
              </w:rPr>
              <w:t>х наклее</w:t>
            </w:r>
            <w:r w:rsidRPr="006D2BB7">
              <w:rPr>
                <w:szCs w:val="28"/>
              </w:rPr>
              <w:t>к на поручни в здании администрации</w:t>
            </w:r>
            <w:r>
              <w:rPr>
                <w:szCs w:val="28"/>
              </w:rPr>
              <w:t>;</w:t>
            </w:r>
          </w:p>
          <w:p w:rsidR="00DC5417" w:rsidRDefault="00DC5417" w:rsidP="00AA7AF2">
            <w:pPr>
              <w:rPr>
                <w:szCs w:val="28"/>
              </w:rPr>
            </w:pPr>
            <w:r>
              <w:rPr>
                <w:szCs w:val="28"/>
              </w:rPr>
              <w:t>- установка двойных п</w:t>
            </w:r>
            <w:r w:rsidRPr="006D2BB7">
              <w:rPr>
                <w:szCs w:val="28"/>
              </w:rPr>
              <w:t xml:space="preserve">ерил для лестницы </w:t>
            </w:r>
            <w:r>
              <w:rPr>
                <w:szCs w:val="28"/>
              </w:rPr>
              <w:t>входной группы здания администрации</w:t>
            </w:r>
          </w:p>
          <w:p w:rsidR="00DC5417" w:rsidRPr="006D2BB7" w:rsidRDefault="00DC5417" w:rsidP="00AA7AF2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DC5417" w:rsidRPr="008A6FA1" w:rsidTr="00AA7AF2">
        <w:tc>
          <w:tcPr>
            <w:tcW w:w="6374" w:type="dxa"/>
          </w:tcPr>
          <w:p w:rsidR="00DC5417" w:rsidRPr="00190885" w:rsidRDefault="00DC5417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DC5417" w:rsidRDefault="00DC5417" w:rsidP="00AA7AF2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DC5417" w:rsidRPr="00A46A72" w:rsidRDefault="00DC5417" w:rsidP="00AA7AF2">
            <w:pPr>
              <w:rPr>
                <w:szCs w:val="28"/>
              </w:rPr>
            </w:pPr>
          </w:p>
        </w:tc>
      </w:tr>
      <w:tr w:rsidR="00DC5417" w:rsidRPr="008A6FA1" w:rsidTr="00AA7AF2">
        <w:tc>
          <w:tcPr>
            <w:tcW w:w="6374" w:type="dxa"/>
          </w:tcPr>
          <w:p w:rsidR="00DC5417" w:rsidRPr="00190885" w:rsidRDefault="00DC5417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DC5417" w:rsidRPr="00A46A72" w:rsidRDefault="00DC5417" w:rsidP="00AA7AF2">
            <w:pPr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</w:tr>
      <w:tr w:rsidR="00DC5417" w:rsidRPr="008A6FA1" w:rsidTr="00AA7AF2">
        <w:tc>
          <w:tcPr>
            <w:tcW w:w="6374" w:type="dxa"/>
          </w:tcPr>
          <w:p w:rsidR="00DC5417" w:rsidRPr="00190885" w:rsidRDefault="00DC5417" w:rsidP="00AA7AF2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DC5417" w:rsidRPr="00190885" w:rsidRDefault="00DC5417" w:rsidP="00AA7AF2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DC5417" w:rsidRPr="00190885" w:rsidRDefault="00DC5417" w:rsidP="00AA7AF2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DC5417" w:rsidRPr="008A6FA1" w:rsidTr="00AA7AF2">
        <w:tc>
          <w:tcPr>
            <w:tcW w:w="6374" w:type="dxa"/>
          </w:tcPr>
          <w:p w:rsidR="00DC5417" w:rsidRPr="00190885" w:rsidRDefault="00DC5417" w:rsidP="00AA7AF2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DC5417" w:rsidRPr="00190885" w:rsidRDefault="00DC5417" w:rsidP="00AA7A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DC5417" w:rsidRPr="00190885" w:rsidRDefault="00DC5417" w:rsidP="00AA7AF2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DC5417" w:rsidRPr="00190885" w:rsidRDefault="00DC5417" w:rsidP="00AA7AF2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DC5417" w:rsidRPr="00190885" w:rsidRDefault="00DC5417" w:rsidP="00AA7AF2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DC5417" w:rsidRPr="00190885" w:rsidRDefault="00DC5417" w:rsidP="00AA7AF2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DC5417" w:rsidRPr="008A6FA1" w:rsidTr="00AA7AF2">
        <w:tc>
          <w:tcPr>
            <w:tcW w:w="6374" w:type="dxa"/>
          </w:tcPr>
          <w:p w:rsidR="00DC5417" w:rsidRPr="00190885" w:rsidRDefault="00DC5417" w:rsidP="00AA7A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DC5417" w:rsidRPr="00190885" w:rsidRDefault="00DC541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20,0</w:t>
            </w:r>
          </w:p>
        </w:tc>
        <w:tc>
          <w:tcPr>
            <w:tcW w:w="1842" w:type="dxa"/>
            <w:vAlign w:val="center"/>
          </w:tcPr>
          <w:p w:rsidR="00DC5417" w:rsidRPr="00190885" w:rsidRDefault="00DC541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DC5417" w:rsidRPr="00190885" w:rsidRDefault="00DC541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DC5417" w:rsidRPr="00190885" w:rsidRDefault="00DC541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20,0</w:t>
            </w:r>
          </w:p>
        </w:tc>
        <w:tc>
          <w:tcPr>
            <w:tcW w:w="2019" w:type="dxa"/>
            <w:vAlign w:val="center"/>
          </w:tcPr>
          <w:p w:rsidR="00DC5417" w:rsidRPr="00190885" w:rsidRDefault="00DC541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C5417" w:rsidRPr="008A6FA1" w:rsidTr="00AA7AF2">
        <w:tc>
          <w:tcPr>
            <w:tcW w:w="6374" w:type="dxa"/>
          </w:tcPr>
          <w:p w:rsidR="00DC5417" w:rsidRPr="00190885" w:rsidRDefault="00DC5417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DC5417" w:rsidRPr="00190885" w:rsidRDefault="00DC5417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DC5417" w:rsidRPr="00190885" w:rsidRDefault="00DC5417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DC5417" w:rsidRPr="00190885" w:rsidRDefault="00DC5417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DC5417" w:rsidRPr="00190885" w:rsidRDefault="00DC5417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C5417" w:rsidRPr="00190885" w:rsidRDefault="00DC5417" w:rsidP="00AA7A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C5417" w:rsidRPr="008A6FA1" w:rsidTr="00AA7AF2">
        <w:tc>
          <w:tcPr>
            <w:tcW w:w="6374" w:type="dxa"/>
          </w:tcPr>
          <w:p w:rsidR="00DC5417" w:rsidRPr="00190885" w:rsidRDefault="00DC5417" w:rsidP="00AA7AF2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DC5417" w:rsidRPr="00190885" w:rsidRDefault="00DC541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20,0</w:t>
            </w:r>
          </w:p>
        </w:tc>
        <w:tc>
          <w:tcPr>
            <w:tcW w:w="1842" w:type="dxa"/>
            <w:vAlign w:val="center"/>
          </w:tcPr>
          <w:p w:rsidR="00DC5417" w:rsidRPr="00190885" w:rsidRDefault="00DC541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DC5417" w:rsidRPr="00190885" w:rsidRDefault="00DC541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DC5417" w:rsidRPr="00190885" w:rsidRDefault="00DC541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20,0</w:t>
            </w:r>
          </w:p>
        </w:tc>
        <w:tc>
          <w:tcPr>
            <w:tcW w:w="2019" w:type="dxa"/>
            <w:vAlign w:val="center"/>
          </w:tcPr>
          <w:p w:rsidR="00DC5417" w:rsidRPr="00190885" w:rsidRDefault="00DC541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C5417" w:rsidRPr="008A6FA1" w:rsidTr="00AA7AF2">
        <w:tc>
          <w:tcPr>
            <w:tcW w:w="14560" w:type="dxa"/>
            <w:gridSpan w:val="6"/>
          </w:tcPr>
          <w:p w:rsidR="00DC5417" w:rsidRPr="00190885" w:rsidRDefault="00DC5417" w:rsidP="00AA7AF2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DC5417" w:rsidRPr="008A6FA1" w:rsidTr="00AA7AF2">
        <w:tc>
          <w:tcPr>
            <w:tcW w:w="6374" w:type="dxa"/>
          </w:tcPr>
          <w:p w:rsidR="00DC5417" w:rsidRPr="00190885" w:rsidRDefault="00DC5417" w:rsidP="00AA7A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DC5417" w:rsidRPr="00190885" w:rsidRDefault="00DC541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DC5417" w:rsidRPr="00190885" w:rsidRDefault="00DC541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DC5417" w:rsidRPr="00190885" w:rsidRDefault="00DC541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DC5417" w:rsidRPr="00190885" w:rsidRDefault="00DC541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C5417" w:rsidRPr="00190885" w:rsidRDefault="00DC541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C5417" w:rsidRPr="008A6FA1" w:rsidTr="00AA7AF2">
        <w:tc>
          <w:tcPr>
            <w:tcW w:w="6374" w:type="dxa"/>
          </w:tcPr>
          <w:p w:rsidR="00DC5417" w:rsidRPr="00190885" w:rsidRDefault="00DC5417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DC5417" w:rsidRPr="00190885" w:rsidRDefault="00DC5417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DC5417" w:rsidRPr="00190885" w:rsidRDefault="00DC5417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DC5417" w:rsidRPr="00190885" w:rsidRDefault="00DC5417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DC5417" w:rsidRPr="00190885" w:rsidRDefault="00DC5417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C5417" w:rsidRPr="00190885" w:rsidRDefault="00DC5417" w:rsidP="00AA7A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C5417" w:rsidRPr="008A6FA1" w:rsidTr="00AA7AF2">
        <w:tc>
          <w:tcPr>
            <w:tcW w:w="6374" w:type="dxa"/>
          </w:tcPr>
          <w:p w:rsidR="00DC5417" w:rsidRPr="00190885" w:rsidRDefault="00DC5417" w:rsidP="00AA7AF2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DC5417" w:rsidRPr="00190885" w:rsidRDefault="00DC541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DC5417" w:rsidRPr="00190885" w:rsidRDefault="00DC541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DC5417" w:rsidRPr="00190885" w:rsidRDefault="00DC541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DC5417" w:rsidRPr="00190885" w:rsidRDefault="00DC541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C5417" w:rsidRPr="00190885" w:rsidRDefault="00DC541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C5417" w:rsidRPr="008A6FA1" w:rsidTr="00AA7AF2">
        <w:tc>
          <w:tcPr>
            <w:tcW w:w="14560" w:type="dxa"/>
            <w:gridSpan w:val="6"/>
          </w:tcPr>
          <w:p w:rsidR="00DC5417" w:rsidRPr="00190885" w:rsidRDefault="00DC5417" w:rsidP="00AA7AF2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DC5417" w:rsidRPr="00190885" w:rsidRDefault="00DC5417" w:rsidP="00AA7AF2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DC5417" w:rsidRPr="008A6FA1" w:rsidTr="00AA7AF2">
        <w:tc>
          <w:tcPr>
            <w:tcW w:w="6374" w:type="dxa"/>
          </w:tcPr>
          <w:p w:rsidR="00DC5417" w:rsidRPr="00190885" w:rsidRDefault="00DC5417" w:rsidP="00AA7A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DC5417" w:rsidRPr="00190885" w:rsidRDefault="00DC541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DC5417" w:rsidRPr="00190885" w:rsidRDefault="00DC541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DC5417" w:rsidRPr="00190885" w:rsidRDefault="00DC541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DC5417" w:rsidRPr="00190885" w:rsidRDefault="00DC541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C5417" w:rsidRPr="00190885" w:rsidRDefault="00DC541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C5417" w:rsidRPr="008A6FA1" w:rsidTr="00AA7AF2">
        <w:tc>
          <w:tcPr>
            <w:tcW w:w="6374" w:type="dxa"/>
          </w:tcPr>
          <w:p w:rsidR="00DC5417" w:rsidRPr="00190885" w:rsidRDefault="00DC5417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DC5417" w:rsidRPr="00190885" w:rsidRDefault="00DC5417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DC5417" w:rsidRPr="00190885" w:rsidRDefault="00DC5417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DC5417" w:rsidRPr="00190885" w:rsidRDefault="00DC5417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DC5417" w:rsidRPr="00190885" w:rsidRDefault="00DC5417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DC5417" w:rsidRPr="00190885" w:rsidRDefault="00DC5417" w:rsidP="00AA7AF2">
            <w:pPr>
              <w:pStyle w:val="ConsPlusNormal0"/>
              <w:rPr>
                <w:szCs w:val="28"/>
              </w:rPr>
            </w:pPr>
          </w:p>
        </w:tc>
      </w:tr>
      <w:tr w:rsidR="00DC5417" w:rsidRPr="008A6FA1" w:rsidTr="00AA7AF2">
        <w:tc>
          <w:tcPr>
            <w:tcW w:w="6374" w:type="dxa"/>
          </w:tcPr>
          <w:p w:rsidR="00DC5417" w:rsidRPr="00190885" w:rsidRDefault="00DC5417" w:rsidP="00AA7AF2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DC5417" w:rsidRPr="00190885" w:rsidRDefault="00DC541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DC5417" w:rsidRPr="00190885" w:rsidRDefault="00DC541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DC5417" w:rsidRPr="00190885" w:rsidRDefault="00DC541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DC5417" w:rsidRPr="00190885" w:rsidRDefault="00DC541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C5417" w:rsidRPr="00190885" w:rsidRDefault="00DC5417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DC5417" w:rsidRPr="00950972" w:rsidRDefault="00DC5417" w:rsidP="00BB769B">
      <w:pPr>
        <w:jc w:val="center"/>
        <w:rPr>
          <w:b/>
          <w:szCs w:val="28"/>
        </w:rPr>
      </w:pPr>
    </w:p>
    <w:p w:rsidR="00DC5417" w:rsidRDefault="00DC5417" w:rsidP="00EF6F81">
      <w:pPr>
        <w:jc w:val="center"/>
        <w:rPr>
          <w:szCs w:val="28"/>
        </w:rPr>
        <w:sectPr w:rsidR="00DC5417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DC5417" w:rsidRDefault="00DC5417" w:rsidP="00753FD7">
      <w:pPr>
        <w:jc w:val="center"/>
        <w:rPr>
          <w:b/>
          <w:szCs w:val="28"/>
        </w:rPr>
      </w:pPr>
      <w:r>
        <w:rPr>
          <w:b/>
        </w:rPr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DC5417" w:rsidRPr="00D13FB1" w:rsidRDefault="00DC5417" w:rsidP="005040C7">
      <w:pPr>
        <w:jc w:val="center"/>
        <w:rPr>
          <w:b/>
          <w:bCs/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1A3BDC">
        <w:rPr>
          <w:b/>
          <w:szCs w:val="28"/>
        </w:rPr>
        <w:t>«Формирование доступной среды жизнедеятельности для инвалидов</w:t>
      </w:r>
      <w:r w:rsidRPr="00D13FB1">
        <w:rPr>
          <w:b/>
          <w:bCs/>
          <w:szCs w:val="28"/>
        </w:rPr>
        <w:t xml:space="preserve"> 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D13FB1">
        <w:rPr>
          <w:b/>
          <w:bCs/>
          <w:szCs w:val="28"/>
        </w:rPr>
        <w:t xml:space="preserve"> </w:t>
      </w:r>
    </w:p>
    <w:p w:rsidR="00DC5417" w:rsidRDefault="00DC5417" w:rsidP="00225687">
      <w:pPr>
        <w:ind w:firstLine="709"/>
        <w:jc w:val="both"/>
      </w:pPr>
    </w:p>
    <w:p w:rsidR="00DC5417" w:rsidRDefault="00DC5417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DC5417" w:rsidRDefault="00DC5417" w:rsidP="00EF6F81">
      <w:pPr>
        <w:jc w:val="center"/>
        <w:rPr>
          <w:szCs w:val="28"/>
        </w:rPr>
      </w:pPr>
    </w:p>
    <w:p w:rsidR="00DC5417" w:rsidRPr="00D13FB1" w:rsidRDefault="00DC5417" w:rsidP="005E5E02">
      <w:pPr>
        <w:jc w:val="center"/>
        <w:rPr>
          <w:b/>
          <w:bCs/>
          <w:szCs w:val="28"/>
        </w:rPr>
      </w:pPr>
      <w:r w:rsidRPr="001A3BDC">
        <w:rPr>
          <w:b/>
          <w:szCs w:val="28"/>
        </w:rPr>
        <w:t xml:space="preserve"> </w:t>
      </w: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 w:rsidRPr="001A3BDC">
        <w:rPr>
          <w:b/>
          <w:szCs w:val="28"/>
        </w:rPr>
        <w:t>«Формирование доступной среды жизнедеятельности для инвалидов</w:t>
      </w:r>
      <w:r w:rsidRPr="00D13FB1">
        <w:rPr>
          <w:b/>
          <w:bCs/>
          <w:szCs w:val="28"/>
        </w:rPr>
        <w:t xml:space="preserve"> 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D13FB1">
        <w:rPr>
          <w:b/>
          <w:bCs/>
          <w:szCs w:val="28"/>
        </w:rPr>
        <w:t xml:space="preserve"> </w:t>
      </w:r>
    </w:p>
    <w:p w:rsidR="00DC5417" w:rsidRPr="00950972" w:rsidRDefault="00DC5417" w:rsidP="005E5E02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 </w:t>
      </w:r>
    </w:p>
    <w:p w:rsidR="00DC5417" w:rsidRDefault="00DC5417" w:rsidP="00225687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DC5417" w:rsidTr="00AA7AF2">
        <w:tc>
          <w:tcPr>
            <w:tcW w:w="648" w:type="dxa"/>
            <w:vMerge w:val="restart"/>
            <w:vAlign w:val="center"/>
          </w:tcPr>
          <w:p w:rsidR="00DC5417" w:rsidRPr="00AC26F6" w:rsidRDefault="00DC5417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DC5417" w:rsidRPr="00AC26F6" w:rsidRDefault="00DC5417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DC5417" w:rsidRPr="00AC26F6" w:rsidRDefault="00DC5417" w:rsidP="00AA7AF2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DC5417" w:rsidRPr="00AC26F6" w:rsidRDefault="00DC5417" w:rsidP="00AA7AF2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DC5417" w:rsidRPr="00AC26F6" w:rsidRDefault="00DC5417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DC5417" w:rsidTr="00AA7AF2">
        <w:tc>
          <w:tcPr>
            <w:tcW w:w="648" w:type="dxa"/>
            <w:vMerge/>
          </w:tcPr>
          <w:p w:rsidR="00DC5417" w:rsidRPr="00AC26F6" w:rsidRDefault="00DC5417" w:rsidP="00AA7AF2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DC5417" w:rsidRPr="00AC26F6" w:rsidRDefault="00DC5417" w:rsidP="00AA7AF2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DC5417" w:rsidRPr="00AC26F6" w:rsidRDefault="00DC5417" w:rsidP="00AA7AF2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DC5417" w:rsidRPr="00AC26F6" w:rsidRDefault="00DC5417" w:rsidP="00AA7A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DC5417" w:rsidRPr="00AC26F6" w:rsidRDefault="00DC5417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2020 год</w:t>
            </w:r>
          </w:p>
        </w:tc>
        <w:tc>
          <w:tcPr>
            <w:tcW w:w="2160" w:type="dxa"/>
            <w:vAlign w:val="center"/>
          </w:tcPr>
          <w:p w:rsidR="00DC5417" w:rsidRPr="00AC26F6" w:rsidRDefault="00DC5417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2022 год</w:t>
            </w:r>
          </w:p>
        </w:tc>
      </w:tr>
      <w:tr w:rsidR="00DC5417" w:rsidTr="00AA7AF2">
        <w:tc>
          <w:tcPr>
            <w:tcW w:w="648" w:type="dxa"/>
          </w:tcPr>
          <w:p w:rsidR="00DC5417" w:rsidRPr="00AC26F6" w:rsidRDefault="00DC5417" w:rsidP="00AA7AF2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DC5417" w:rsidRPr="00AC26F6" w:rsidRDefault="00DC5417" w:rsidP="00AA7AF2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DC5417" w:rsidRPr="00AC26F6" w:rsidRDefault="00DC5417" w:rsidP="00AA7AF2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DC5417" w:rsidRPr="00AC26F6" w:rsidRDefault="00DC5417" w:rsidP="00AA7AF2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DC5417" w:rsidRPr="00AC26F6" w:rsidRDefault="00DC5417" w:rsidP="00AA7AF2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DC5417" w:rsidRPr="00AC26F6" w:rsidRDefault="00DC5417" w:rsidP="00AA7AF2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DC5417" w:rsidTr="00AA7AF2">
        <w:tc>
          <w:tcPr>
            <w:tcW w:w="648" w:type="dxa"/>
            <w:vAlign w:val="center"/>
          </w:tcPr>
          <w:p w:rsidR="00DC5417" w:rsidRPr="00AC26F6" w:rsidRDefault="00DC5417" w:rsidP="00AA7A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DC5417" w:rsidRPr="00AC26F6" w:rsidRDefault="00DC5417" w:rsidP="00AA7AF2">
            <w:pPr>
              <w:rPr>
                <w:b/>
                <w:szCs w:val="28"/>
              </w:rPr>
            </w:pPr>
            <w:r>
              <w:rPr>
                <w:szCs w:val="28"/>
              </w:rPr>
              <w:t>приобретение т</w:t>
            </w:r>
            <w:r w:rsidRPr="006D2BB7">
              <w:rPr>
                <w:szCs w:val="28"/>
              </w:rPr>
              <w:t>актильны</w:t>
            </w:r>
            <w:r>
              <w:rPr>
                <w:szCs w:val="28"/>
              </w:rPr>
              <w:t>х наклее</w:t>
            </w:r>
            <w:r w:rsidRPr="006D2BB7">
              <w:rPr>
                <w:szCs w:val="28"/>
              </w:rPr>
              <w:t>к на поручни в здании администрации</w:t>
            </w:r>
          </w:p>
        </w:tc>
        <w:tc>
          <w:tcPr>
            <w:tcW w:w="1620" w:type="dxa"/>
            <w:vAlign w:val="center"/>
          </w:tcPr>
          <w:p w:rsidR="00DC5417" w:rsidRPr="00AC26F6" w:rsidRDefault="00DC5417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DC5417" w:rsidRPr="00AC26F6" w:rsidRDefault="00DC5417" w:rsidP="00AA7AF2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DC5417" w:rsidRPr="00AC26F6" w:rsidRDefault="00DC5417" w:rsidP="00AA7A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DC5417" w:rsidRPr="00AC26F6" w:rsidRDefault="00DC5417" w:rsidP="00AA7A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DC5417" w:rsidTr="00AA7AF2">
        <w:tc>
          <w:tcPr>
            <w:tcW w:w="648" w:type="dxa"/>
            <w:vAlign w:val="center"/>
          </w:tcPr>
          <w:p w:rsidR="00DC5417" w:rsidRPr="00AC26F6" w:rsidRDefault="00DC5417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</w:t>
            </w:r>
          </w:p>
        </w:tc>
        <w:tc>
          <w:tcPr>
            <w:tcW w:w="7380" w:type="dxa"/>
          </w:tcPr>
          <w:p w:rsidR="00DC5417" w:rsidRPr="00AC26F6" w:rsidRDefault="00DC5417" w:rsidP="00AA7AF2">
            <w:pPr>
              <w:rPr>
                <w:b/>
                <w:szCs w:val="28"/>
              </w:rPr>
            </w:pPr>
            <w:r>
              <w:rPr>
                <w:szCs w:val="28"/>
              </w:rPr>
              <w:t>установка двойных п</w:t>
            </w:r>
            <w:r w:rsidRPr="006D2BB7">
              <w:rPr>
                <w:szCs w:val="28"/>
              </w:rPr>
              <w:t xml:space="preserve">ерил для лестницы </w:t>
            </w:r>
            <w:r>
              <w:rPr>
                <w:szCs w:val="28"/>
              </w:rPr>
              <w:t>входной группы здания администрации</w:t>
            </w:r>
          </w:p>
        </w:tc>
        <w:tc>
          <w:tcPr>
            <w:tcW w:w="1620" w:type="dxa"/>
            <w:vAlign w:val="center"/>
          </w:tcPr>
          <w:p w:rsidR="00DC5417" w:rsidRPr="00AC26F6" w:rsidRDefault="00DC5417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DC5417" w:rsidRPr="00AC26F6" w:rsidRDefault="00DC5417" w:rsidP="00AA7AF2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DC5417" w:rsidRPr="00AC26F6" w:rsidRDefault="00DC5417" w:rsidP="00AA7A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DC5417" w:rsidRPr="00AC26F6" w:rsidRDefault="00DC5417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</w:tr>
    </w:tbl>
    <w:p w:rsidR="00DC5417" w:rsidRPr="00A74297" w:rsidRDefault="00DC5417" w:rsidP="00225687">
      <w:pPr>
        <w:jc w:val="center"/>
        <w:rPr>
          <w:b/>
          <w:szCs w:val="28"/>
        </w:rPr>
      </w:pPr>
    </w:p>
    <w:p w:rsidR="00DC5417" w:rsidRPr="00225687" w:rsidRDefault="00DC5417">
      <w:pPr>
        <w:rPr>
          <w:sz w:val="6"/>
          <w:szCs w:val="6"/>
        </w:rPr>
      </w:pPr>
    </w:p>
    <w:p w:rsidR="00DC5417" w:rsidRDefault="00DC5417" w:rsidP="0054045D">
      <w:pPr>
        <w:pStyle w:val="ConsPlusNormal0"/>
        <w:jc w:val="center"/>
        <w:rPr>
          <w:b/>
        </w:rPr>
      </w:pPr>
    </w:p>
    <w:p w:rsidR="00DC5417" w:rsidRDefault="00DC5417" w:rsidP="0054045D">
      <w:pPr>
        <w:pStyle w:val="ConsPlusNormal0"/>
        <w:jc w:val="center"/>
        <w:rPr>
          <w:b/>
        </w:rPr>
      </w:pPr>
    </w:p>
    <w:p w:rsidR="00DC5417" w:rsidRDefault="00DC5417" w:rsidP="0054045D">
      <w:pPr>
        <w:pStyle w:val="ConsPlusNormal0"/>
        <w:jc w:val="center"/>
        <w:rPr>
          <w:b/>
        </w:rPr>
      </w:pPr>
    </w:p>
    <w:p w:rsidR="00DC5417" w:rsidRDefault="00DC5417" w:rsidP="0054045D">
      <w:pPr>
        <w:pStyle w:val="ConsPlusNormal0"/>
        <w:jc w:val="center"/>
        <w:rPr>
          <w:b/>
        </w:rPr>
      </w:pPr>
    </w:p>
    <w:p w:rsidR="00DC5417" w:rsidRDefault="00DC5417" w:rsidP="0054045D">
      <w:pPr>
        <w:pStyle w:val="ConsPlusNormal0"/>
        <w:jc w:val="center"/>
        <w:rPr>
          <w:b/>
        </w:rPr>
      </w:pPr>
    </w:p>
    <w:p w:rsidR="00DC5417" w:rsidRDefault="00DC5417" w:rsidP="0054045D">
      <w:pPr>
        <w:pStyle w:val="ConsPlusNormal0"/>
        <w:jc w:val="center"/>
        <w:rPr>
          <w:b/>
        </w:rPr>
      </w:pPr>
    </w:p>
    <w:p w:rsidR="00DC5417" w:rsidRDefault="00DC5417" w:rsidP="0054045D">
      <w:pPr>
        <w:pStyle w:val="ConsPlusNormal0"/>
        <w:jc w:val="center"/>
        <w:rPr>
          <w:b/>
        </w:rPr>
      </w:pPr>
    </w:p>
    <w:p w:rsidR="00DC5417" w:rsidRDefault="00DC5417" w:rsidP="0054045D">
      <w:pPr>
        <w:pStyle w:val="ConsPlusNormal0"/>
        <w:jc w:val="center"/>
        <w:rPr>
          <w:b/>
        </w:rPr>
      </w:pPr>
    </w:p>
    <w:p w:rsidR="00DC5417" w:rsidRPr="003C75F8" w:rsidRDefault="00DC5417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DC5417" w:rsidRPr="003C75F8" w:rsidRDefault="00DC5417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DC5417" w:rsidRPr="00D13FB1" w:rsidRDefault="00DC5417" w:rsidP="005E5E02">
      <w:pPr>
        <w:jc w:val="center"/>
        <w:rPr>
          <w:b/>
          <w:bCs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1A3BDC">
        <w:rPr>
          <w:b/>
          <w:szCs w:val="28"/>
        </w:rPr>
        <w:t>«Формирование доступной среды жизнедеятельности для инвалидов</w:t>
      </w:r>
      <w:r w:rsidRPr="00D13FB1">
        <w:rPr>
          <w:b/>
          <w:bCs/>
          <w:szCs w:val="28"/>
        </w:rPr>
        <w:t xml:space="preserve"> 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D13FB1">
        <w:rPr>
          <w:b/>
          <w:bCs/>
          <w:szCs w:val="28"/>
        </w:rPr>
        <w:t xml:space="preserve"> </w:t>
      </w:r>
    </w:p>
    <w:p w:rsidR="00DC5417" w:rsidRPr="00950972" w:rsidRDefault="00DC5417" w:rsidP="005E5E02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 </w:t>
      </w: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4"/>
        <w:gridCol w:w="2574"/>
        <w:gridCol w:w="1260"/>
        <w:gridCol w:w="1800"/>
        <w:gridCol w:w="2520"/>
        <w:gridCol w:w="1980"/>
        <w:gridCol w:w="1800"/>
        <w:gridCol w:w="2340"/>
      </w:tblGrid>
      <w:tr w:rsidR="00DC5417" w:rsidRPr="005E5E02" w:rsidTr="00AA7AF2">
        <w:tc>
          <w:tcPr>
            <w:tcW w:w="594" w:type="dxa"/>
          </w:tcPr>
          <w:p w:rsidR="00DC5417" w:rsidRPr="005E5E02" w:rsidRDefault="00DC541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№ п/п</w:t>
            </w:r>
          </w:p>
        </w:tc>
        <w:tc>
          <w:tcPr>
            <w:tcW w:w="2574" w:type="dxa"/>
          </w:tcPr>
          <w:p w:rsidR="00DC5417" w:rsidRPr="005E5E02" w:rsidRDefault="00DC541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60" w:type="dxa"/>
          </w:tcPr>
          <w:p w:rsidR="00DC5417" w:rsidRPr="005E5E02" w:rsidRDefault="00DC541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</w:tcPr>
          <w:p w:rsidR="00DC5417" w:rsidRPr="005E5E02" w:rsidRDefault="00DC541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520" w:type="dxa"/>
          </w:tcPr>
          <w:p w:rsidR="00DC5417" w:rsidRPr="005E5E02" w:rsidRDefault="00DC541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0" w:type="dxa"/>
          </w:tcPr>
          <w:p w:rsidR="00DC5417" w:rsidRPr="005E5E02" w:rsidRDefault="00DC541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1800" w:type="dxa"/>
          </w:tcPr>
          <w:p w:rsidR="00DC5417" w:rsidRPr="005E5E02" w:rsidRDefault="00DC541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2340" w:type="dxa"/>
          </w:tcPr>
          <w:p w:rsidR="00DC5417" w:rsidRPr="005E5E02" w:rsidRDefault="00DC541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</w:tbl>
    <w:p w:rsidR="00DC5417" w:rsidRPr="005E5E02" w:rsidRDefault="00DC5417" w:rsidP="0054045D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68"/>
        <w:gridCol w:w="2884"/>
        <w:gridCol w:w="1220"/>
        <w:gridCol w:w="1770"/>
        <w:gridCol w:w="2361"/>
        <w:gridCol w:w="2025"/>
        <w:gridCol w:w="1800"/>
        <w:gridCol w:w="2258"/>
      </w:tblGrid>
      <w:tr w:rsidR="00DC5417" w:rsidRPr="005E5E02" w:rsidTr="00AA7AF2">
        <w:trPr>
          <w:tblHeader/>
        </w:trPr>
        <w:tc>
          <w:tcPr>
            <w:tcW w:w="468" w:type="dxa"/>
          </w:tcPr>
          <w:p w:rsidR="00DC5417" w:rsidRPr="005E5E02" w:rsidRDefault="00DC541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1</w:t>
            </w:r>
          </w:p>
        </w:tc>
        <w:tc>
          <w:tcPr>
            <w:tcW w:w="2884" w:type="dxa"/>
          </w:tcPr>
          <w:p w:rsidR="00DC5417" w:rsidRPr="005E5E02" w:rsidRDefault="00DC541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2</w:t>
            </w:r>
          </w:p>
        </w:tc>
        <w:tc>
          <w:tcPr>
            <w:tcW w:w="1220" w:type="dxa"/>
          </w:tcPr>
          <w:p w:rsidR="00DC5417" w:rsidRPr="005E5E02" w:rsidRDefault="00DC541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3</w:t>
            </w:r>
          </w:p>
        </w:tc>
        <w:tc>
          <w:tcPr>
            <w:tcW w:w="1770" w:type="dxa"/>
          </w:tcPr>
          <w:p w:rsidR="00DC5417" w:rsidRPr="005E5E02" w:rsidRDefault="00DC541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4</w:t>
            </w:r>
          </w:p>
        </w:tc>
        <w:tc>
          <w:tcPr>
            <w:tcW w:w="2361" w:type="dxa"/>
          </w:tcPr>
          <w:p w:rsidR="00DC5417" w:rsidRPr="005E5E02" w:rsidRDefault="00DC541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5</w:t>
            </w:r>
          </w:p>
        </w:tc>
        <w:tc>
          <w:tcPr>
            <w:tcW w:w="2025" w:type="dxa"/>
          </w:tcPr>
          <w:p w:rsidR="00DC5417" w:rsidRPr="005E5E02" w:rsidRDefault="00DC541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6</w:t>
            </w:r>
          </w:p>
        </w:tc>
        <w:tc>
          <w:tcPr>
            <w:tcW w:w="1800" w:type="dxa"/>
          </w:tcPr>
          <w:p w:rsidR="00DC5417" w:rsidRPr="005E5E02" w:rsidRDefault="00DC541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7</w:t>
            </w:r>
          </w:p>
        </w:tc>
        <w:tc>
          <w:tcPr>
            <w:tcW w:w="2258" w:type="dxa"/>
          </w:tcPr>
          <w:p w:rsidR="00DC5417" w:rsidRPr="005E5E02" w:rsidRDefault="00DC541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8</w:t>
            </w:r>
          </w:p>
        </w:tc>
      </w:tr>
      <w:tr w:rsidR="00DC5417" w:rsidRPr="005E5E02" w:rsidTr="00AA7AF2">
        <w:tc>
          <w:tcPr>
            <w:tcW w:w="468" w:type="dxa"/>
          </w:tcPr>
          <w:p w:rsidR="00DC5417" w:rsidRPr="005E5E02" w:rsidRDefault="00DC541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1</w:t>
            </w:r>
          </w:p>
        </w:tc>
        <w:tc>
          <w:tcPr>
            <w:tcW w:w="2884" w:type="dxa"/>
          </w:tcPr>
          <w:p w:rsidR="00DC5417" w:rsidRDefault="00DC5417" w:rsidP="00AA7AF2">
            <w:pPr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приобретение тактильных наклеек на поручни в здании администрации</w:t>
            </w:r>
          </w:p>
          <w:p w:rsidR="00DC5417" w:rsidRPr="005E5E02" w:rsidRDefault="00DC5417" w:rsidP="00AA7AF2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DC5417" w:rsidRPr="005E5E02" w:rsidRDefault="00DC541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DC5417" w:rsidRPr="005E5E02" w:rsidRDefault="00DC5417" w:rsidP="00AA7A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5E5E02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DC5417" w:rsidRPr="005E5E02" w:rsidRDefault="00DC541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 w:val="restart"/>
          </w:tcPr>
          <w:p w:rsidR="00DC5417" w:rsidRPr="005E5E02" w:rsidRDefault="00DC541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1800" w:type="dxa"/>
            <w:vMerge w:val="restart"/>
          </w:tcPr>
          <w:p w:rsidR="00DC5417" w:rsidRPr="005E5E02" w:rsidRDefault="00DC5417" w:rsidP="00AA7A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Заместитель главы </w:t>
            </w:r>
            <w:r w:rsidRPr="005E5E02">
              <w:rPr>
                <w:sz w:val="24"/>
                <w:szCs w:val="24"/>
              </w:rPr>
              <w:t>Старотитаровского сельского поселения Темрюкского района</w:t>
            </w:r>
          </w:p>
        </w:tc>
        <w:tc>
          <w:tcPr>
            <w:tcW w:w="2258" w:type="dxa"/>
            <w:vMerge w:val="restart"/>
          </w:tcPr>
          <w:p w:rsidR="00DC5417" w:rsidRPr="005E5E02" w:rsidRDefault="00DC5417" w:rsidP="00AA7A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Pr="005E5E02">
              <w:rPr>
                <w:sz w:val="24"/>
                <w:szCs w:val="24"/>
              </w:rPr>
              <w:t>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DC5417" w:rsidRPr="00BD6669" w:rsidTr="00AA7AF2">
        <w:tc>
          <w:tcPr>
            <w:tcW w:w="468" w:type="dxa"/>
          </w:tcPr>
          <w:p w:rsidR="00DC5417" w:rsidRPr="005E5E02" w:rsidRDefault="00DC541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2</w:t>
            </w:r>
          </w:p>
        </w:tc>
        <w:tc>
          <w:tcPr>
            <w:tcW w:w="2884" w:type="dxa"/>
          </w:tcPr>
          <w:p w:rsidR="00DC5417" w:rsidRPr="005E5E02" w:rsidRDefault="00DC5417" w:rsidP="00AA7AF2">
            <w:pPr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установка двойных перил для лестницы входной группы здания администрации</w:t>
            </w:r>
          </w:p>
        </w:tc>
        <w:tc>
          <w:tcPr>
            <w:tcW w:w="1220" w:type="dxa"/>
          </w:tcPr>
          <w:p w:rsidR="00DC5417" w:rsidRPr="005E5E02" w:rsidRDefault="00DC541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DC5417" w:rsidRPr="005E5E02" w:rsidRDefault="00DC541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увеличение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DC5417" w:rsidRPr="005E5E02" w:rsidRDefault="00DC5417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DC5417" w:rsidRPr="00BD6669" w:rsidRDefault="00DC5417" w:rsidP="00AA7AF2">
            <w:pPr>
              <w:jc w:val="center"/>
            </w:pPr>
          </w:p>
        </w:tc>
        <w:tc>
          <w:tcPr>
            <w:tcW w:w="1800" w:type="dxa"/>
            <w:vMerge/>
          </w:tcPr>
          <w:p w:rsidR="00DC5417" w:rsidRPr="00BD6669" w:rsidRDefault="00DC5417" w:rsidP="00AA7AF2">
            <w:pPr>
              <w:jc w:val="center"/>
            </w:pPr>
          </w:p>
        </w:tc>
        <w:tc>
          <w:tcPr>
            <w:tcW w:w="2258" w:type="dxa"/>
            <w:vMerge/>
          </w:tcPr>
          <w:p w:rsidR="00DC5417" w:rsidRPr="00BD6669" w:rsidRDefault="00DC5417" w:rsidP="00AA7AF2">
            <w:pPr>
              <w:jc w:val="center"/>
            </w:pPr>
          </w:p>
        </w:tc>
      </w:tr>
    </w:tbl>
    <w:p w:rsidR="00DC5417" w:rsidRPr="0054045D" w:rsidRDefault="00DC5417">
      <w:pPr>
        <w:rPr>
          <w:sz w:val="6"/>
          <w:szCs w:val="6"/>
        </w:rPr>
      </w:pPr>
    </w:p>
    <w:p w:rsidR="00DC5417" w:rsidRDefault="00DC5417" w:rsidP="00FA1A72">
      <w:pPr>
        <w:jc w:val="both"/>
        <w:rPr>
          <w:szCs w:val="28"/>
        </w:rPr>
      </w:pPr>
    </w:p>
    <w:p w:rsidR="00DC5417" w:rsidRDefault="00DC5417" w:rsidP="00FA1A72">
      <w:pPr>
        <w:jc w:val="both"/>
        <w:rPr>
          <w:szCs w:val="28"/>
        </w:rPr>
      </w:pPr>
    </w:p>
    <w:p w:rsidR="00DC5417" w:rsidRDefault="00DC5417" w:rsidP="00FA1A72">
      <w:pPr>
        <w:jc w:val="both"/>
        <w:rPr>
          <w:szCs w:val="28"/>
        </w:rPr>
      </w:pPr>
    </w:p>
    <w:p w:rsidR="00DC5417" w:rsidRDefault="00DC5417" w:rsidP="00FA1A72">
      <w:pPr>
        <w:jc w:val="both"/>
        <w:rPr>
          <w:szCs w:val="28"/>
        </w:rPr>
      </w:pPr>
    </w:p>
    <w:p w:rsidR="00DC5417" w:rsidRDefault="00DC5417" w:rsidP="00FA1A72">
      <w:pPr>
        <w:jc w:val="both"/>
        <w:rPr>
          <w:szCs w:val="28"/>
        </w:rPr>
      </w:pPr>
    </w:p>
    <w:p w:rsidR="00DC5417" w:rsidRDefault="00DC5417" w:rsidP="00FA1A72">
      <w:pPr>
        <w:jc w:val="both"/>
        <w:rPr>
          <w:szCs w:val="28"/>
        </w:rPr>
      </w:pPr>
    </w:p>
    <w:p w:rsidR="00DC5417" w:rsidRDefault="00DC5417" w:rsidP="00FA1A72">
      <w:pPr>
        <w:jc w:val="both"/>
        <w:rPr>
          <w:szCs w:val="28"/>
        </w:rPr>
      </w:pPr>
    </w:p>
    <w:p w:rsidR="00DC5417" w:rsidRPr="00753FD7" w:rsidRDefault="00DC5417" w:rsidP="00753FD7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53FD7">
        <w:rPr>
          <w:rFonts w:ascii="Times New Roman" w:hAnsi="Times New Roman" w:cs="Times New Roman"/>
          <w:sz w:val="28"/>
          <w:szCs w:val="28"/>
        </w:rPr>
        <w:t xml:space="preserve">4. ПЕРЕЧЕНЬ ОСНОВНЫХ МЕРОПРИЯТИЙ </w:t>
      </w:r>
    </w:p>
    <w:p w:rsidR="00DC5417" w:rsidRPr="00D13FB1" w:rsidRDefault="00DC5417" w:rsidP="00F872FB">
      <w:pPr>
        <w:jc w:val="center"/>
        <w:rPr>
          <w:b/>
          <w:bCs/>
          <w:szCs w:val="28"/>
        </w:rPr>
      </w:pPr>
      <w:r w:rsidRPr="001A3BDC">
        <w:rPr>
          <w:b/>
          <w:szCs w:val="28"/>
        </w:rPr>
        <w:t>«Формирование доступной среды жизнедеятельности для инвалидов</w:t>
      </w:r>
      <w:r w:rsidRPr="00D13FB1">
        <w:rPr>
          <w:b/>
          <w:bCs/>
          <w:szCs w:val="28"/>
        </w:rPr>
        <w:t xml:space="preserve"> 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D13FB1">
        <w:rPr>
          <w:b/>
          <w:bCs/>
          <w:szCs w:val="28"/>
        </w:rPr>
        <w:t xml:space="preserve"> </w:t>
      </w:r>
    </w:p>
    <w:p w:rsidR="00DC5417" w:rsidRDefault="00DC5417" w:rsidP="00CC0414">
      <w:pPr>
        <w:jc w:val="center"/>
        <w:rPr>
          <w:b/>
          <w:szCs w:val="28"/>
        </w:rPr>
      </w:pPr>
    </w:p>
    <w:p w:rsidR="00DC5417" w:rsidRDefault="00DC5417" w:rsidP="00CC0414">
      <w:pPr>
        <w:ind w:firstLine="709"/>
        <w:rPr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DC5417" w:rsidRPr="00500747" w:rsidTr="00AA7A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417" w:rsidRPr="00B6573C" w:rsidRDefault="00DC5417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417" w:rsidRPr="00B6573C" w:rsidRDefault="00DC5417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417" w:rsidRPr="00B6573C" w:rsidRDefault="00DC5417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417" w:rsidRPr="00B6573C" w:rsidRDefault="00DC5417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417" w:rsidRPr="00B6573C" w:rsidRDefault="00DC5417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417" w:rsidRPr="00B6573C" w:rsidRDefault="00DC5417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C5417" w:rsidRPr="00B6573C" w:rsidRDefault="00DC5417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DC5417" w:rsidRPr="00500747" w:rsidTr="00AA7A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417" w:rsidRPr="00500747" w:rsidRDefault="00DC5417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417" w:rsidRPr="00500747" w:rsidRDefault="00DC5417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417" w:rsidRPr="00500747" w:rsidRDefault="00DC5417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417" w:rsidRPr="00500747" w:rsidRDefault="00DC5417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417" w:rsidRPr="00B6573C" w:rsidRDefault="00DC5417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417" w:rsidRPr="00B6573C" w:rsidRDefault="00DC5417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417" w:rsidRPr="00500747" w:rsidRDefault="00DC5417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5417" w:rsidRPr="00500747" w:rsidRDefault="00DC5417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5417" w:rsidRPr="00500747" w:rsidTr="00F872FB">
        <w:trPr>
          <w:cantSplit/>
          <w:trHeight w:val="1384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417" w:rsidRPr="00500747" w:rsidRDefault="00DC5417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417" w:rsidRPr="00500747" w:rsidRDefault="00DC5417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417" w:rsidRPr="00500747" w:rsidRDefault="00DC5417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417" w:rsidRPr="00500747" w:rsidRDefault="00DC5417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417" w:rsidRPr="00500747" w:rsidRDefault="00DC5417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417" w:rsidRPr="00B6573C" w:rsidRDefault="00DC5417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417" w:rsidRPr="00B6573C" w:rsidRDefault="00DC5417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417" w:rsidRPr="00B6573C" w:rsidRDefault="00DC5417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417" w:rsidRPr="00B6573C" w:rsidRDefault="00DC5417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417" w:rsidRPr="00500747" w:rsidRDefault="00DC5417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5417" w:rsidRPr="00500747" w:rsidRDefault="00DC5417" w:rsidP="00AA7AF2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C5417" w:rsidRDefault="00DC5417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DC5417" w:rsidRPr="00F872FB" w:rsidTr="00AA7A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417" w:rsidRPr="00F872FB" w:rsidRDefault="00DC5417" w:rsidP="00AA7AF2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417" w:rsidRPr="00F872FB" w:rsidRDefault="00DC5417" w:rsidP="00AA7AF2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417" w:rsidRPr="00F872FB" w:rsidRDefault="00DC5417" w:rsidP="00AA7AF2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417" w:rsidRPr="00F872FB" w:rsidRDefault="00DC5417" w:rsidP="00AA7AF2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417" w:rsidRPr="00F872FB" w:rsidRDefault="00DC5417" w:rsidP="00AA7AF2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417" w:rsidRPr="00F872FB" w:rsidRDefault="00DC5417" w:rsidP="00AA7AF2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417" w:rsidRPr="00F872FB" w:rsidRDefault="00DC5417" w:rsidP="00AA7AF2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417" w:rsidRPr="00F872FB" w:rsidRDefault="00DC5417" w:rsidP="00AA7AF2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417" w:rsidRPr="00F872FB" w:rsidRDefault="00DC5417" w:rsidP="00AA7AF2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417" w:rsidRPr="00F872FB" w:rsidRDefault="00DC5417" w:rsidP="00AA7AF2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5417" w:rsidRPr="00F872FB" w:rsidRDefault="00DC5417" w:rsidP="00AA7AF2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DC5417" w:rsidRPr="00B6573C" w:rsidTr="00AA7A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417" w:rsidRPr="00B6573C" w:rsidRDefault="00DC5417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417" w:rsidRPr="00B6573C" w:rsidRDefault="00DC5417" w:rsidP="00AA7AF2">
            <w:pPr>
              <w:pStyle w:val="a0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5417" w:rsidRDefault="00DC5417" w:rsidP="00AA7AF2">
            <w:pPr>
              <w:rPr>
                <w:sz w:val="24"/>
                <w:szCs w:val="24"/>
                <w:shd w:val="clear" w:color="auto" w:fill="FFFFFF"/>
              </w:rPr>
            </w:pPr>
            <w:r w:rsidRPr="00F872FB">
              <w:rPr>
                <w:sz w:val="24"/>
                <w:szCs w:val="24"/>
                <w:shd w:val="clear" w:color="auto" w:fill="FFFFFF"/>
              </w:rPr>
              <w:t>создание условий для улучшения качества жизни инвалидов и реализации инвалидами гражданских и политических прав</w:t>
            </w:r>
          </w:p>
          <w:p w:rsidR="00DC5417" w:rsidRPr="00F872FB" w:rsidRDefault="00DC5417" w:rsidP="00AA7AF2">
            <w:pPr>
              <w:rPr>
                <w:sz w:val="24"/>
                <w:szCs w:val="24"/>
              </w:rPr>
            </w:pPr>
          </w:p>
        </w:tc>
      </w:tr>
      <w:tr w:rsidR="00DC5417" w:rsidRPr="00B6573C" w:rsidTr="00AA7A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417" w:rsidRPr="00B6573C" w:rsidRDefault="00DC5417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417" w:rsidRPr="00B6573C" w:rsidRDefault="00DC5417" w:rsidP="00AA7AF2">
            <w:pPr>
              <w:pStyle w:val="a0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5417" w:rsidRDefault="00DC5417" w:rsidP="00AA7AF2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468C">
              <w:rPr>
                <w:rFonts w:ascii="Times New Roman" w:hAnsi="Times New Roman"/>
                <w:sz w:val="24"/>
                <w:szCs w:val="24"/>
              </w:rPr>
              <w:t xml:space="preserve">обеспечение беспрепятственного доступа инвалидов к информации и оснащение объектов социальной инфраструктуры Старотитаровского сельского поселения Темрюкского района специальными приспособлениями, обеспечивающими доступ к ним инвалидов </w:t>
            </w:r>
          </w:p>
          <w:p w:rsidR="00DC5417" w:rsidRPr="0072468C" w:rsidRDefault="00DC5417" w:rsidP="00AA7AF2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5417" w:rsidRPr="00B6573C" w:rsidTr="00AF49D2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417" w:rsidRPr="00B6573C" w:rsidRDefault="00DC5417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417" w:rsidRPr="0072468C" w:rsidRDefault="00DC5417" w:rsidP="00AA7AF2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72468C">
              <w:rPr>
                <w:rFonts w:ascii="Times New Roman" w:hAnsi="Times New Roman" w:cs="Times New Roman"/>
              </w:rPr>
              <w:t xml:space="preserve">беспечение доступности для инвалидов и других маломобильных групп населения здания </w:t>
            </w:r>
            <w:r w:rsidRPr="0072468C">
              <w:rPr>
                <w:rFonts w:ascii="Times New Roman" w:hAnsi="Times New Roman" w:cs="Times New Roman"/>
                <w:noProof/>
              </w:rPr>
              <w:t xml:space="preserve"> </w:t>
            </w:r>
            <w:r>
              <w:rPr>
                <w:rFonts w:ascii="Times New Roman" w:hAnsi="Times New Roman" w:cs="Times New Roman"/>
                <w:noProof/>
              </w:rPr>
              <w:t>администрации Старотитаровского сельского поселения</w:t>
            </w:r>
            <w:r w:rsidRPr="0072468C">
              <w:rPr>
                <w:rFonts w:ascii="Times New Roman" w:hAnsi="Times New Roman" w:cs="Times New Roman"/>
                <w:noProof/>
              </w:rPr>
              <w:t xml:space="preserve"> Темрюкск</w:t>
            </w:r>
            <w:r>
              <w:rPr>
                <w:rFonts w:ascii="Times New Roman" w:hAnsi="Times New Roman" w:cs="Times New Roman"/>
                <w:noProof/>
              </w:rPr>
              <w:t>ого</w:t>
            </w:r>
            <w:r w:rsidRPr="0072468C">
              <w:rPr>
                <w:rFonts w:ascii="Times New Roman" w:hAnsi="Times New Roman" w:cs="Times New Roman"/>
                <w:noProof/>
              </w:rPr>
              <w:t xml:space="preserve"> район</w:t>
            </w:r>
            <w:r>
              <w:rPr>
                <w:rFonts w:ascii="Times New Roman" w:hAnsi="Times New Roman" w:cs="Times New Roman"/>
                <w:noProof/>
              </w:rPr>
              <w:t>а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417" w:rsidRPr="00B6573C" w:rsidRDefault="00DC5417" w:rsidP="00AF49D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417" w:rsidRPr="00B6573C" w:rsidRDefault="00DC5417" w:rsidP="00AA7A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417" w:rsidRPr="00B6573C" w:rsidRDefault="00DC5417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417" w:rsidRPr="00B6573C" w:rsidRDefault="00DC5417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417" w:rsidRPr="00B6573C" w:rsidRDefault="00DC5417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417" w:rsidRPr="00B6573C" w:rsidRDefault="00DC5417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417" w:rsidRPr="00B6573C" w:rsidRDefault="00DC5417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5417" w:rsidRPr="0072468C" w:rsidRDefault="00DC5417" w:rsidP="00AA7AF2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72468C">
              <w:rPr>
                <w:rFonts w:ascii="Times New Roman" w:hAnsi="Times New Roman" w:cs="Times New Roman"/>
              </w:rPr>
              <w:t>даптация здания</w:t>
            </w:r>
            <w:r>
              <w:rPr>
                <w:rFonts w:ascii="Times New Roman" w:hAnsi="Times New Roman" w:cs="Times New Roman"/>
              </w:rPr>
              <w:t xml:space="preserve"> администрации Старотитаровского сельского поселения Темрюкского района</w:t>
            </w:r>
            <w:r w:rsidRPr="0072468C">
              <w:rPr>
                <w:rFonts w:ascii="Times New Roman" w:hAnsi="Times New Roman" w:cs="Times New Roman"/>
              </w:rPr>
              <w:t xml:space="preserve"> для инвалидов и МГН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5417" w:rsidRPr="00B6573C" w:rsidRDefault="00DC5417" w:rsidP="00AA7AF2">
            <w:pPr>
              <w:pStyle w:val="a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DC5417" w:rsidRPr="00B6573C" w:rsidTr="00AA7A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417" w:rsidRPr="00B6573C" w:rsidRDefault="00DC5417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417" w:rsidRPr="00B6573C" w:rsidRDefault="00DC5417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417" w:rsidRPr="00B6573C" w:rsidRDefault="00DC5417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417" w:rsidRPr="00B6573C" w:rsidRDefault="00DC5417" w:rsidP="00AA7A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417" w:rsidRPr="00B6573C" w:rsidRDefault="00DC5417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417" w:rsidRPr="00B6573C" w:rsidRDefault="00DC5417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417" w:rsidRPr="00B6573C" w:rsidRDefault="00DC5417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417" w:rsidRPr="00B6573C" w:rsidRDefault="00DC5417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417" w:rsidRPr="00B6573C" w:rsidRDefault="00DC5417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417" w:rsidRPr="00B6573C" w:rsidRDefault="00DC5417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5417" w:rsidRPr="00B6573C" w:rsidRDefault="00DC5417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DC5417" w:rsidRPr="00B6573C" w:rsidTr="00AA7A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417" w:rsidRPr="00B6573C" w:rsidRDefault="00DC5417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417" w:rsidRPr="00B6573C" w:rsidRDefault="00DC5417" w:rsidP="00AA7A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417" w:rsidRPr="00B6573C" w:rsidRDefault="00DC5417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417" w:rsidRPr="00B6573C" w:rsidRDefault="00DC5417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417" w:rsidRPr="00B6573C" w:rsidRDefault="00DC5417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417" w:rsidRPr="00B6573C" w:rsidRDefault="00DC5417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417" w:rsidRPr="00B6573C" w:rsidRDefault="00DC5417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417" w:rsidRPr="00B6573C" w:rsidRDefault="00DC5417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417" w:rsidRPr="00B6573C" w:rsidRDefault="00DC5417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417" w:rsidRPr="00B6573C" w:rsidRDefault="00DC5417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5417" w:rsidRPr="00B6573C" w:rsidRDefault="00DC5417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DC5417" w:rsidRPr="00B6573C" w:rsidTr="00AA7AF2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417" w:rsidRPr="00B6573C" w:rsidRDefault="00DC5417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417" w:rsidRPr="00B6573C" w:rsidRDefault="00DC5417" w:rsidP="00AA7AF2">
            <w:pPr>
              <w:pStyle w:val="a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417" w:rsidRPr="00B6573C" w:rsidRDefault="00DC5417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417" w:rsidRPr="00B6573C" w:rsidRDefault="00DC5417" w:rsidP="00AA7A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417" w:rsidRPr="00B6573C" w:rsidRDefault="00DC5417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417" w:rsidRPr="00B6573C" w:rsidRDefault="00DC5417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417" w:rsidRPr="00B6573C" w:rsidRDefault="00DC5417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417" w:rsidRPr="00B6573C" w:rsidRDefault="00DC5417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417" w:rsidRPr="00B6573C" w:rsidRDefault="00DC5417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DC5417" w:rsidRPr="00B6573C" w:rsidRDefault="00DC5417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DC5417" w:rsidRPr="00B6573C" w:rsidRDefault="00DC5417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5417" w:rsidRPr="00B6573C" w:rsidTr="00AA7AF2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417" w:rsidRPr="00B6573C" w:rsidRDefault="00DC5417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417" w:rsidRPr="00B6573C" w:rsidRDefault="00DC5417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417" w:rsidRPr="00B6573C" w:rsidRDefault="00DC5417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417" w:rsidRPr="00B6573C" w:rsidRDefault="00DC5417" w:rsidP="00AA7A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417" w:rsidRPr="00B6573C" w:rsidRDefault="00DC5417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417" w:rsidRPr="00B6573C" w:rsidRDefault="00DC5417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417" w:rsidRPr="00B6573C" w:rsidRDefault="00DC5417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417" w:rsidRPr="00B6573C" w:rsidRDefault="00DC5417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417" w:rsidRPr="00B6573C" w:rsidRDefault="00DC5417" w:rsidP="00AA7A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417" w:rsidRPr="00B6573C" w:rsidRDefault="00DC5417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DC5417" w:rsidRPr="00B6573C" w:rsidRDefault="00DC5417" w:rsidP="00AA7A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DC5417" w:rsidRDefault="00DC5417" w:rsidP="00EF6F81">
      <w:pPr>
        <w:jc w:val="center"/>
        <w:rPr>
          <w:szCs w:val="28"/>
        </w:rPr>
      </w:pPr>
    </w:p>
    <w:p w:rsidR="00DC5417" w:rsidRDefault="00DC5417" w:rsidP="00EF6F81">
      <w:pPr>
        <w:jc w:val="center"/>
        <w:rPr>
          <w:szCs w:val="28"/>
        </w:rPr>
        <w:sectPr w:rsidR="00DC5417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DC5417" w:rsidRPr="00484E94" w:rsidRDefault="00DC5417" w:rsidP="00842371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DC5417" w:rsidRPr="00484E94" w:rsidRDefault="00DC5417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DC5417" w:rsidRPr="00484E94" w:rsidRDefault="00DC5417" w:rsidP="00484E94">
      <w:pPr>
        <w:pStyle w:val="ConsPlusNormal0"/>
        <w:jc w:val="center"/>
        <w:rPr>
          <w:szCs w:val="28"/>
        </w:rPr>
      </w:pPr>
    </w:p>
    <w:p w:rsidR="00DC5417" w:rsidRPr="0016103B" w:rsidRDefault="00DC5417" w:rsidP="00F0726C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06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DC5417" w:rsidRPr="00484E94" w:rsidRDefault="00DC5417" w:rsidP="00F0726C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DC5417" w:rsidRDefault="00DC5417" w:rsidP="00484E94">
      <w:pPr>
        <w:jc w:val="both"/>
      </w:pPr>
    </w:p>
    <w:p w:rsidR="00DC5417" w:rsidRPr="00484E94" w:rsidRDefault="00DC5417" w:rsidP="00842371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DC5417" w:rsidRPr="00484E94" w:rsidRDefault="00DC5417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DC5417" w:rsidRPr="00484E94" w:rsidRDefault="00DC5417" w:rsidP="00484E94">
      <w:pPr>
        <w:pStyle w:val="ConsPlusNormal0"/>
        <w:jc w:val="both"/>
        <w:rPr>
          <w:szCs w:val="28"/>
        </w:rPr>
      </w:pPr>
    </w:p>
    <w:p w:rsidR="00DC5417" w:rsidRPr="007F34E4" w:rsidRDefault="00DC5417" w:rsidP="00DA07D9">
      <w:pPr>
        <w:pStyle w:val="ConsPlusNormal0"/>
        <w:ind w:firstLine="709"/>
        <w:jc w:val="both"/>
      </w:pPr>
      <w:r>
        <w:t xml:space="preserve">Текущее </w:t>
      </w:r>
      <w:r w:rsidRPr="007F34E4">
        <w:t xml:space="preserve">управление </w:t>
      </w:r>
      <w:r>
        <w:t>муниципальной</w:t>
      </w:r>
      <w:r w:rsidRPr="007F34E4">
        <w:t xml:space="preserve"> программой осуществляет ее координатор, который:</w:t>
      </w:r>
    </w:p>
    <w:p w:rsidR="00DC5417" w:rsidRPr="007F34E4" w:rsidRDefault="00DC5417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обеспечивает разработку </w:t>
      </w:r>
      <w:r>
        <w:t>муниципальной программы, муниципальной</w:t>
      </w:r>
      <w:r w:rsidRPr="007F34E4">
        <w:t xml:space="preserve"> программы;</w:t>
      </w:r>
    </w:p>
    <w:p w:rsidR="00DC5417" w:rsidRPr="007F34E4" w:rsidRDefault="00DC5417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структуру </w:t>
      </w:r>
      <w:r>
        <w:t>муниципальной</w:t>
      </w:r>
      <w:r w:rsidRPr="007F34E4">
        <w:t xml:space="preserve"> программы и перечень координаторов подпрограмм, участников </w:t>
      </w:r>
      <w:r>
        <w:t>муниципальной</w:t>
      </w:r>
      <w:r w:rsidRPr="007F34E4">
        <w:t xml:space="preserve"> программы;</w:t>
      </w:r>
    </w:p>
    <w:p w:rsidR="00DC5417" w:rsidRPr="007F34E4" w:rsidRDefault="00DC5417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реализацию </w:t>
      </w:r>
      <w:r>
        <w:t>муниципальной</w:t>
      </w:r>
      <w:r w:rsidRPr="007F34E4">
        <w:t xml:space="preserve"> программы, координацию деятельности координаторов подпрограмм и участников </w:t>
      </w:r>
      <w:r>
        <w:t>муниципальной</w:t>
      </w:r>
      <w:r w:rsidRPr="007F34E4">
        <w:t xml:space="preserve"> программы;</w:t>
      </w:r>
    </w:p>
    <w:p w:rsidR="00DC5417" w:rsidRPr="007F34E4" w:rsidRDefault="00DC5417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принимает решение о необходимости внесения в установленном порядке изменений в </w:t>
      </w:r>
      <w:r>
        <w:t>муниципальную</w:t>
      </w:r>
      <w:r w:rsidRPr="007F34E4">
        <w:t xml:space="preserve"> программу;</w:t>
      </w:r>
    </w:p>
    <w:p w:rsidR="00DC5417" w:rsidRPr="007F34E4" w:rsidRDefault="00DC5417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работу по достижению целевых показателей </w:t>
      </w:r>
      <w:r>
        <w:t>муниципальной</w:t>
      </w:r>
      <w:r w:rsidRPr="007F34E4">
        <w:t xml:space="preserve"> программы;</w:t>
      </w:r>
    </w:p>
    <w:p w:rsidR="00DC5417" w:rsidRPr="007F34E4" w:rsidRDefault="00DC5417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подготовку предложений по объемам и источникам финансирования реализации </w:t>
      </w:r>
      <w:r>
        <w:t>муниципальной</w:t>
      </w:r>
      <w:r w:rsidRPr="007F34E4">
        <w:t xml:space="preserve"> программы на основании предложений координаторов подпрограмм, участников </w:t>
      </w:r>
      <w:r>
        <w:t xml:space="preserve">муниципальной </w:t>
      </w:r>
      <w:r w:rsidRPr="007F34E4">
        <w:t>программы;</w:t>
      </w:r>
    </w:p>
    <w:p w:rsidR="00DC5417" w:rsidRPr="007F34E4" w:rsidRDefault="00DC5417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разрабатывает формы отчетности для координаторов подпрограмм и участников </w:t>
      </w:r>
      <w:r>
        <w:t>муниципальной</w:t>
      </w:r>
      <w:r w:rsidRPr="007F34E4">
        <w:t xml:space="preserve"> программы, необходимые для осуществления контроля за выполнением </w:t>
      </w:r>
      <w:r>
        <w:t>муниципальной</w:t>
      </w:r>
      <w:r w:rsidRPr="007F34E4">
        <w:t xml:space="preserve"> программы, устанавливает сроки их представления;</w:t>
      </w:r>
    </w:p>
    <w:p w:rsidR="00DC5417" w:rsidRPr="007F34E4" w:rsidRDefault="00DC5417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проводит мониторинг реализации </w:t>
      </w:r>
      <w:r>
        <w:t>муниципальной</w:t>
      </w:r>
      <w:r w:rsidRPr="007F34E4">
        <w:t xml:space="preserve"> программы и анализ отчетности, представленной координаторами подпрограмм и участниками </w:t>
      </w:r>
      <w:r>
        <w:t>муниципальной</w:t>
      </w:r>
      <w:r w:rsidRPr="007F34E4">
        <w:t xml:space="preserve"> программы;</w:t>
      </w:r>
    </w:p>
    <w:p w:rsidR="00DC5417" w:rsidRPr="007F34E4" w:rsidRDefault="00DC5417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 проводит оценку эффективности реализации </w:t>
      </w:r>
      <w:r>
        <w:t>муниципальной</w:t>
      </w:r>
      <w:r w:rsidRPr="007F34E4">
        <w:t xml:space="preserve"> программы;</w:t>
      </w:r>
    </w:p>
    <w:p w:rsidR="00DC5417" w:rsidRPr="007F34E4" w:rsidRDefault="00DC5417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готовит ежегодный доклад о ходе реализации </w:t>
      </w:r>
      <w:r>
        <w:t>муниципальной</w:t>
      </w:r>
      <w:r w:rsidRPr="007F34E4">
        <w:t xml:space="preserve"> программы и оценке эффективности ее реализации (далее - доклад о ходе реализации </w:t>
      </w:r>
      <w:r>
        <w:t>муниципальной</w:t>
      </w:r>
      <w:r w:rsidRPr="007F34E4">
        <w:t xml:space="preserve"> программы);</w:t>
      </w:r>
    </w:p>
    <w:p w:rsidR="00DC5417" w:rsidRPr="007F34E4" w:rsidRDefault="00DC5417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информационную и разъяснительную работу, направленную на освещение целей и задач </w:t>
      </w:r>
      <w:r>
        <w:t>муниципальной</w:t>
      </w:r>
      <w:r w:rsidRPr="007F34E4">
        <w:t xml:space="preserve"> программы в печатных средствах массовой информации,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DC5417" w:rsidRPr="007F34E4" w:rsidRDefault="00DC5417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размещает информацию о ходе реализации и достигнутых результатах </w:t>
      </w:r>
      <w:r>
        <w:t>муниципальной</w:t>
      </w:r>
      <w:r w:rsidRPr="007F34E4">
        <w:t xml:space="preserve"> программы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DC5417" w:rsidRPr="007F34E4" w:rsidRDefault="00DC5417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иные полномочия, установленные </w:t>
      </w:r>
      <w:r>
        <w:t>муниципальной</w:t>
      </w:r>
      <w:r w:rsidRPr="007F34E4">
        <w:t xml:space="preserve"> программой.</w:t>
      </w:r>
    </w:p>
    <w:p w:rsidR="00DC5417" w:rsidRDefault="00DC5417" w:rsidP="00DA07D9">
      <w:pPr>
        <w:pStyle w:val="ConsPlusNormal0"/>
        <w:ind w:firstLine="709"/>
        <w:jc w:val="both"/>
      </w:pPr>
      <w:r w:rsidRPr="005450A9">
        <w:t xml:space="preserve">Координатор муниципальной программы ежеквартально, до 10-го числа месяца, следующего за отчетным кварталом, представляет в </w:t>
      </w:r>
      <w:r>
        <w:t>финансовый отдел администрации Старотитаровского сельского поселения Темрюкского района</w:t>
      </w:r>
      <w:r w:rsidRPr="005450A9">
        <w:t xml:space="preserve"> заполненные отчетные формы мониторинга реализации муниципальной программы</w:t>
      </w:r>
      <w:r>
        <w:t>.</w:t>
      </w:r>
    </w:p>
    <w:p w:rsidR="00DC5417" w:rsidRPr="007F34E4" w:rsidRDefault="00DC5417" w:rsidP="00DA07D9">
      <w:pPr>
        <w:pStyle w:val="ConsPlusNormal0"/>
        <w:ind w:firstLine="709"/>
        <w:jc w:val="both"/>
      </w:pPr>
      <w:r w:rsidRPr="007F34E4">
        <w:t xml:space="preserve">Координаторы подпрограмм и участники </w:t>
      </w:r>
      <w:r>
        <w:t>муниципальной</w:t>
      </w:r>
      <w:r w:rsidRPr="007F34E4">
        <w:t xml:space="preserve"> программы в пределах своей компетенции:</w:t>
      </w:r>
    </w:p>
    <w:p w:rsidR="00DC5417" w:rsidRPr="007F34E4" w:rsidRDefault="00DC5417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ежеквартально, до </w:t>
      </w:r>
      <w:r>
        <w:t>5</w:t>
      </w:r>
      <w:r w:rsidRPr="007F34E4">
        <w:t xml:space="preserve">-го числа месяца, следующего за отчетным кварталом, представляют координатору </w:t>
      </w:r>
      <w:r>
        <w:t>муниципальной</w:t>
      </w:r>
      <w:r w:rsidRPr="007F34E4">
        <w:t xml:space="preserve"> программы заполненные отчетные формы мониторинга реализации </w:t>
      </w:r>
      <w:r>
        <w:t>муниципальной</w:t>
      </w:r>
      <w:r w:rsidRPr="007F34E4">
        <w:t xml:space="preserve"> программы;</w:t>
      </w:r>
    </w:p>
    <w:p w:rsidR="00DC5417" w:rsidRPr="007F34E4" w:rsidRDefault="00DC5417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ежегодно, до 1 февраля года, следующего за отчетным годом, представляют координатору </w:t>
      </w:r>
      <w:r>
        <w:t>муниципальной</w:t>
      </w:r>
      <w:r w:rsidRPr="007F34E4">
        <w:t xml:space="preserve"> программы информацию, необходимую для формирования доклада о ходе реализации </w:t>
      </w:r>
      <w:r>
        <w:t>муниципальной</w:t>
      </w:r>
      <w:r w:rsidRPr="007F34E4">
        <w:t xml:space="preserve"> программы на бумажных и электронных носителях.</w:t>
      </w:r>
    </w:p>
    <w:p w:rsidR="00DC5417" w:rsidRPr="007F34E4" w:rsidRDefault="00DC5417" w:rsidP="00DA07D9">
      <w:pPr>
        <w:pStyle w:val="ConsPlusNormal0"/>
        <w:ind w:firstLine="709"/>
        <w:jc w:val="both"/>
      </w:pPr>
      <w:r w:rsidRPr="007F34E4">
        <w:t xml:space="preserve">Кроме того, участники </w:t>
      </w:r>
      <w:r>
        <w:t>муниципальной</w:t>
      </w:r>
      <w:r w:rsidRPr="007F34E4">
        <w:t xml:space="preserve"> программы представляют координатору </w:t>
      </w:r>
      <w:r>
        <w:t>муниципальной</w:t>
      </w:r>
      <w:r w:rsidRPr="007F34E4">
        <w:t xml:space="preserve"> программы значения целевых показателей в порядке и сроки, установленные координатором </w:t>
      </w:r>
      <w:r>
        <w:t>муниципальной</w:t>
      </w:r>
      <w:r w:rsidRPr="007F34E4">
        <w:t xml:space="preserve"> программы.</w:t>
      </w:r>
    </w:p>
    <w:p w:rsidR="00DC5417" w:rsidRPr="007F34E4" w:rsidRDefault="00DC5417" w:rsidP="00DA07D9">
      <w:pPr>
        <w:pStyle w:val="ConsPlusNormal0"/>
        <w:ind w:firstLine="709"/>
        <w:jc w:val="both"/>
      </w:pPr>
      <w:r>
        <w:t>З</w:t>
      </w:r>
      <w:r w:rsidRPr="007F34E4">
        <w:t>аказчик:</w:t>
      </w:r>
    </w:p>
    <w:p w:rsidR="00DC5417" w:rsidRPr="007F34E4" w:rsidRDefault="00DC5417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заключает </w:t>
      </w:r>
      <w:r>
        <w:t>муниципальные</w:t>
      </w:r>
      <w:r w:rsidRPr="007F34E4">
        <w:t xml:space="preserve"> контракты в установленном законодательством порядке согласно Федеральному </w:t>
      </w:r>
      <w:hyperlink r:id="rId10" w:history="1">
        <w:r w:rsidRPr="007F34E4">
          <w:t>закону</w:t>
        </w:r>
      </w:hyperlink>
      <w:r w:rsidRPr="007F34E4">
        <w:t xml:space="preserve"> от </w:t>
      </w:r>
      <w:r>
        <w:t xml:space="preserve">                                     </w:t>
      </w:r>
      <w:r w:rsidRPr="007F34E4">
        <w:t xml:space="preserve">5 апреля 2013 года </w:t>
      </w:r>
      <w:r>
        <w:t>№ 44-ФЗ 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;</w:t>
      </w:r>
    </w:p>
    <w:p w:rsidR="00DC5417" w:rsidRPr="007F34E4" w:rsidRDefault="00DC5417" w:rsidP="00DA07D9">
      <w:pPr>
        <w:pStyle w:val="ConsPlusNormal0"/>
        <w:ind w:firstLine="709"/>
        <w:jc w:val="both"/>
      </w:pPr>
      <w:r>
        <w:t xml:space="preserve">- </w:t>
      </w:r>
      <w:r w:rsidRPr="007F34E4">
        <w:t>проводит анализ выполнения мероприятия;</w:t>
      </w:r>
    </w:p>
    <w:p w:rsidR="00DC5417" w:rsidRPr="007F34E4" w:rsidRDefault="00DC5417" w:rsidP="00DA07D9">
      <w:pPr>
        <w:pStyle w:val="ConsPlusNormal0"/>
        <w:ind w:firstLine="709"/>
        <w:jc w:val="both"/>
      </w:pPr>
      <w:r>
        <w:t xml:space="preserve">- </w:t>
      </w:r>
      <w:r w:rsidRPr="007F34E4">
        <w:t>несет ответственность за нецелевое и неэффективное использование выделенных в его распоряжение бюджетных средств;</w:t>
      </w:r>
    </w:p>
    <w:p w:rsidR="00DC5417" w:rsidRPr="007F34E4" w:rsidRDefault="00DC5417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согласование с координатором </w:t>
      </w:r>
      <w:r>
        <w:t>муниципальной</w:t>
      </w:r>
      <w:r w:rsidRPr="007F34E4">
        <w:t xml:space="preserve"> программы (подпрограммы) возможных сроков выполнения мероприятия, предложений по объемам и источникам финансирования;</w:t>
      </w:r>
    </w:p>
    <w:p w:rsidR="00DC5417" w:rsidRPr="007F34E4" w:rsidRDefault="00DC5417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бюджетные заявки на финансирование мероприятия подпрограммы, а также осуществляет иные полномочия, установленные </w:t>
      </w:r>
      <w:r>
        <w:t>муниципальной</w:t>
      </w:r>
      <w:r w:rsidRPr="007F34E4">
        <w:t xml:space="preserve"> программой (подпрограммой).</w:t>
      </w:r>
    </w:p>
    <w:p w:rsidR="00DC5417" w:rsidRPr="007F34E4" w:rsidRDefault="00DC5417" w:rsidP="00DA07D9">
      <w:pPr>
        <w:pStyle w:val="ConsPlusNormal0"/>
        <w:ind w:firstLine="709"/>
        <w:jc w:val="both"/>
      </w:pPr>
      <w:r w:rsidRPr="007F34E4"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DC5417" w:rsidRPr="007F34E4" w:rsidRDefault="00DC5417" w:rsidP="00DA07D9">
      <w:pPr>
        <w:pStyle w:val="ConsPlusNormal0"/>
        <w:ind w:firstLine="709"/>
        <w:jc w:val="both"/>
      </w:pPr>
      <w:r w:rsidRPr="007F34E4">
        <w:t xml:space="preserve">В рамках </w:t>
      </w:r>
      <w:r>
        <w:t>муниципальной</w:t>
      </w:r>
      <w:r w:rsidRPr="007F34E4">
        <w:t xml:space="preserve"> программы планируется закупка товаров, работ, услуг для обеспечения </w:t>
      </w:r>
      <w:r>
        <w:t>муниципальных</w:t>
      </w:r>
      <w:r w:rsidRPr="007F34E4">
        <w:t xml:space="preserve"> нужд в соответствии с Федеральным </w:t>
      </w:r>
      <w:hyperlink r:id="rId11" w:history="1">
        <w:r w:rsidRPr="007F34E4">
          <w:t>законом</w:t>
        </w:r>
      </w:hyperlink>
      <w:r w:rsidRPr="007F34E4">
        <w:t xml:space="preserve"> от 5 апреля 2013 года </w:t>
      </w:r>
      <w:r>
        <w:t>№</w:t>
      </w:r>
      <w:r w:rsidRPr="007F34E4">
        <w:t xml:space="preserve"> 44</w:t>
      </w:r>
      <w:r>
        <w:t xml:space="preserve"> </w:t>
      </w:r>
      <w:r w:rsidRPr="007F34E4">
        <w:t>-</w:t>
      </w:r>
      <w:r>
        <w:t xml:space="preserve"> </w:t>
      </w:r>
      <w:r w:rsidRPr="007F34E4">
        <w:t xml:space="preserve">ФЗ </w:t>
      </w:r>
      <w:r>
        <w:t>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.</w:t>
      </w:r>
    </w:p>
    <w:p w:rsidR="00DC5417" w:rsidRDefault="00DC5417" w:rsidP="00484E94">
      <w:pPr>
        <w:ind w:firstLine="709"/>
        <w:jc w:val="both"/>
        <w:rPr>
          <w:szCs w:val="28"/>
        </w:rPr>
      </w:pPr>
    </w:p>
    <w:p w:rsidR="00DC5417" w:rsidRDefault="00DC5417" w:rsidP="00484E94">
      <w:pPr>
        <w:ind w:firstLine="709"/>
        <w:jc w:val="both"/>
        <w:rPr>
          <w:szCs w:val="28"/>
        </w:rPr>
      </w:pPr>
    </w:p>
    <w:p w:rsidR="00DC5417" w:rsidRDefault="00DC5417" w:rsidP="00484E94">
      <w:pPr>
        <w:ind w:firstLine="709"/>
        <w:jc w:val="both"/>
        <w:rPr>
          <w:szCs w:val="28"/>
        </w:rPr>
      </w:pPr>
    </w:p>
    <w:p w:rsidR="00DC5417" w:rsidRDefault="00DC5417" w:rsidP="00484E94">
      <w:pPr>
        <w:ind w:firstLine="709"/>
        <w:jc w:val="both"/>
        <w:rPr>
          <w:szCs w:val="28"/>
        </w:rPr>
      </w:pPr>
    </w:p>
    <w:p w:rsidR="00DC5417" w:rsidRDefault="00DC5417" w:rsidP="006E0053">
      <w:pPr>
        <w:rPr>
          <w:szCs w:val="28"/>
        </w:rPr>
      </w:pPr>
      <w:r>
        <w:rPr>
          <w:szCs w:val="28"/>
        </w:rPr>
        <w:t>Заместитель главы</w:t>
      </w:r>
      <w:r w:rsidRPr="002E03BF">
        <w:rPr>
          <w:szCs w:val="28"/>
        </w:rPr>
        <w:t xml:space="preserve"> </w:t>
      </w:r>
      <w:r>
        <w:rPr>
          <w:szCs w:val="28"/>
        </w:rPr>
        <w:t>Старотитаровского</w:t>
      </w:r>
    </w:p>
    <w:p w:rsidR="00DC5417" w:rsidRDefault="00DC5417" w:rsidP="006E0053">
      <w:pPr>
        <w:rPr>
          <w:szCs w:val="28"/>
        </w:rPr>
      </w:pPr>
      <w:r>
        <w:rPr>
          <w:szCs w:val="28"/>
        </w:rPr>
        <w:t>сельского поселения Темрюкского района                                          Т.И. Опарина</w:t>
      </w:r>
    </w:p>
    <w:p w:rsidR="00DC5417" w:rsidRDefault="00DC5417" w:rsidP="00484E94">
      <w:pPr>
        <w:ind w:firstLine="709"/>
        <w:jc w:val="both"/>
        <w:rPr>
          <w:szCs w:val="28"/>
        </w:rPr>
      </w:pPr>
    </w:p>
    <w:p w:rsidR="00DC5417" w:rsidRDefault="00DC5417" w:rsidP="00010261">
      <w:pPr>
        <w:jc w:val="both"/>
        <w:rPr>
          <w:szCs w:val="28"/>
        </w:rPr>
        <w:sectPr w:rsidR="00DC5417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bookmarkStart w:id="0" w:name="_GoBack"/>
      <w:bookmarkEnd w:id="0"/>
    </w:p>
    <w:p w:rsidR="00DC5417" w:rsidRDefault="00DC5417" w:rsidP="001F5CA2">
      <w:pPr>
        <w:jc w:val="center"/>
        <w:rPr>
          <w:b/>
        </w:rPr>
      </w:pPr>
    </w:p>
    <w:sectPr w:rsidR="00DC5417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5417" w:rsidRDefault="00DC5417" w:rsidP="00EF6F81">
      <w:r>
        <w:separator/>
      </w:r>
    </w:p>
  </w:endnote>
  <w:endnote w:type="continuationSeparator" w:id="0">
    <w:p w:rsidR="00DC5417" w:rsidRDefault="00DC5417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5417" w:rsidRDefault="00DC5417" w:rsidP="00EF6F81">
      <w:r>
        <w:separator/>
      </w:r>
    </w:p>
  </w:footnote>
  <w:footnote w:type="continuationSeparator" w:id="0">
    <w:p w:rsidR="00DC5417" w:rsidRDefault="00DC5417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5417" w:rsidRDefault="00DC5417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5417" w:rsidRDefault="00DC5417">
    <w:pPr>
      <w:pStyle w:val="Header"/>
      <w:jc w:val="center"/>
    </w:pPr>
  </w:p>
  <w:p w:rsidR="00DC5417" w:rsidRDefault="00DC5417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DC5417" w:rsidRPr="005E024B" w:rsidRDefault="00DC5417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C1918"/>
    <w:rsid w:val="000C3C23"/>
    <w:rsid w:val="000C3FBF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57189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A3BDC"/>
    <w:rsid w:val="001B2BE7"/>
    <w:rsid w:val="001B7870"/>
    <w:rsid w:val="001B7AD5"/>
    <w:rsid w:val="001D080B"/>
    <w:rsid w:val="001D1214"/>
    <w:rsid w:val="001D4E9D"/>
    <w:rsid w:val="001D7910"/>
    <w:rsid w:val="001E468C"/>
    <w:rsid w:val="001E7209"/>
    <w:rsid w:val="001F5CA2"/>
    <w:rsid w:val="001F7787"/>
    <w:rsid w:val="0020737A"/>
    <w:rsid w:val="00214AAC"/>
    <w:rsid w:val="00216964"/>
    <w:rsid w:val="00217311"/>
    <w:rsid w:val="002175EF"/>
    <w:rsid w:val="00221E30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A1837"/>
    <w:rsid w:val="002A39F5"/>
    <w:rsid w:val="002A7838"/>
    <w:rsid w:val="002B24B8"/>
    <w:rsid w:val="002B34B6"/>
    <w:rsid w:val="002B6B46"/>
    <w:rsid w:val="002C031E"/>
    <w:rsid w:val="002C7291"/>
    <w:rsid w:val="002D1729"/>
    <w:rsid w:val="002D2249"/>
    <w:rsid w:val="002D6BB0"/>
    <w:rsid w:val="002E03BF"/>
    <w:rsid w:val="002E291E"/>
    <w:rsid w:val="002E5323"/>
    <w:rsid w:val="002E62B4"/>
    <w:rsid w:val="00306055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73D12"/>
    <w:rsid w:val="004816D5"/>
    <w:rsid w:val="00484E94"/>
    <w:rsid w:val="004852C0"/>
    <w:rsid w:val="00487346"/>
    <w:rsid w:val="00491923"/>
    <w:rsid w:val="00494A1C"/>
    <w:rsid w:val="004A2815"/>
    <w:rsid w:val="004A51A1"/>
    <w:rsid w:val="004B3AAC"/>
    <w:rsid w:val="004B6573"/>
    <w:rsid w:val="004C630B"/>
    <w:rsid w:val="004D3592"/>
    <w:rsid w:val="004D4038"/>
    <w:rsid w:val="004E184B"/>
    <w:rsid w:val="004E660F"/>
    <w:rsid w:val="00500747"/>
    <w:rsid w:val="0050378D"/>
    <w:rsid w:val="005040C7"/>
    <w:rsid w:val="0050519C"/>
    <w:rsid w:val="00506C43"/>
    <w:rsid w:val="00510D19"/>
    <w:rsid w:val="0053507E"/>
    <w:rsid w:val="005356D9"/>
    <w:rsid w:val="0054045D"/>
    <w:rsid w:val="0054063E"/>
    <w:rsid w:val="005450A9"/>
    <w:rsid w:val="0055229B"/>
    <w:rsid w:val="00553CFA"/>
    <w:rsid w:val="00571645"/>
    <w:rsid w:val="005716FF"/>
    <w:rsid w:val="00571FAC"/>
    <w:rsid w:val="005750C3"/>
    <w:rsid w:val="0058240E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024B"/>
    <w:rsid w:val="005E3ACA"/>
    <w:rsid w:val="005E5E02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77984"/>
    <w:rsid w:val="00682340"/>
    <w:rsid w:val="0068329E"/>
    <w:rsid w:val="006976D8"/>
    <w:rsid w:val="00697A60"/>
    <w:rsid w:val="006C4020"/>
    <w:rsid w:val="006C6075"/>
    <w:rsid w:val="006C707C"/>
    <w:rsid w:val="006D0695"/>
    <w:rsid w:val="006D2BB7"/>
    <w:rsid w:val="006E0053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3AB9"/>
    <w:rsid w:val="007066D2"/>
    <w:rsid w:val="00707421"/>
    <w:rsid w:val="00710491"/>
    <w:rsid w:val="0072468C"/>
    <w:rsid w:val="00734314"/>
    <w:rsid w:val="00741C5B"/>
    <w:rsid w:val="00741FA6"/>
    <w:rsid w:val="00745D1A"/>
    <w:rsid w:val="00753FD7"/>
    <w:rsid w:val="00756022"/>
    <w:rsid w:val="00782AE6"/>
    <w:rsid w:val="00783D2D"/>
    <w:rsid w:val="0078526C"/>
    <w:rsid w:val="007A305B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C4708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31B7E"/>
    <w:rsid w:val="00842371"/>
    <w:rsid w:val="0084599C"/>
    <w:rsid w:val="00845C4E"/>
    <w:rsid w:val="00846A87"/>
    <w:rsid w:val="00855115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A6FA1"/>
    <w:rsid w:val="008B08D9"/>
    <w:rsid w:val="008B2122"/>
    <w:rsid w:val="008C7F0B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10293"/>
    <w:rsid w:val="0092378A"/>
    <w:rsid w:val="0092688F"/>
    <w:rsid w:val="00937318"/>
    <w:rsid w:val="00944B19"/>
    <w:rsid w:val="00944C39"/>
    <w:rsid w:val="00950972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9F22D5"/>
    <w:rsid w:val="00A03E7E"/>
    <w:rsid w:val="00A1507B"/>
    <w:rsid w:val="00A23788"/>
    <w:rsid w:val="00A30B42"/>
    <w:rsid w:val="00A30FFE"/>
    <w:rsid w:val="00A35B08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4785"/>
    <w:rsid w:val="00A96A8D"/>
    <w:rsid w:val="00AA0D84"/>
    <w:rsid w:val="00AA5C4B"/>
    <w:rsid w:val="00AA7594"/>
    <w:rsid w:val="00AA7AF2"/>
    <w:rsid w:val="00AB1990"/>
    <w:rsid w:val="00AC26F6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AF49D2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03D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573C"/>
    <w:rsid w:val="00B67874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2508"/>
    <w:rsid w:val="00BC5DC4"/>
    <w:rsid w:val="00BC5EDF"/>
    <w:rsid w:val="00BD16FB"/>
    <w:rsid w:val="00BD5F4F"/>
    <w:rsid w:val="00BD6208"/>
    <w:rsid w:val="00BD6669"/>
    <w:rsid w:val="00BE244F"/>
    <w:rsid w:val="00BE75CB"/>
    <w:rsid w:val="00C002AD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13FB1"/>
    <w:rsid w:val="00D21B4F"/>
    <w:rsid w:val="00D2251E"/>
    <w:rsid w:val="00D341F7"/>
    <w:rsid w:val="00D34FE0"/>
    <w:rsid w:val="00D3506A"/>
    <w:rsid w:val="00D4255E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7D9"/>
    <w:rsid w:val="00DA0DE0"/>
    <w:rsid w:val="00DA2C96"/>
    <w:rsid w:val="00DA4ED8"/>
    <w:rsid w:val="00DA5916"/>
    <w:rsid w:val="00DC5417"/>
    <w:rsid w:val="00DC605B"/>
    <w:rsid w:val="00DD1C2E"/>
    <w:rsid w:val="00DD49F6"/>
    <w:rsid w:val="00DD5F0A"/>
    <w:rsid w:val="00DE264F"/>
    <w:rsid w:val="00DE754D"/>
    <w:rsid w:val="00DF23BC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44624"/>
    <w:rsid w:val="00E5079C"/>
    <w:rsid w:val="00E60BDE"/>
    <w:rsid w:val="00E70BC2"/>
    <w:rsid w:val="00E73688"/>
    <w:rsid w:val="00E746A1"/>
    <w:rsid w:val="00E803BD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32AA"/>
    <w:rsid w:val="00EE5BAC"/>
    <w:rsid w:val="00EE6972"/>
    <w:rsid w:val="00EE7E4C"/>
    <w:rsid w:val="00EF687A"/>
    <w:rsid w:val="00EF6A40"/>
    <w:rsid w:val="00EF6F81"/>
    <w:rsid w:val="00F00398"/>
    <w:rsid w:val="00F00A4A"/>
    <w:rsid w:val="00F05B97"/>
    <w:rsid w:val="00F0726C"/>
    <w:rsid w:val="00F14673"/>
    <w:rsid w:val="00F162F0"/>
    <w:rsid w:val="00F23492"/>
    <w:rsid w:val="00F31FEC"/>
    <w:rsid w:val="00F32117"/>
    <w:rsid w:val="00F36F38"/>
    <w:rsid w:val="00F43866"/>
    <w:rsid w:val="00F43926"/>
    <w:rsid w:val="00F441D3"/>
    <w:rsid w:val="00F65DF0"/>
    <w:rsid w:val="00F677FC"/>
    <w:rsid w:val="00F67E40"/>
    <w:rsid w:val="00F707E1"/>
    <w:rsid w:val="00F80B7C"/>
    <w:rsid w:val="00F84016"/>
    <w:rsid w:val="00F8586D"/>
    <w:rsid w:val="00F872FB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NoSpacing">
    <w:name w:val="No Spacing"/>
    <w:uiPriority w:val="99"/>
    <w:qFormat/>
    <w:rsid w:val="00EE32AA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3861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61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61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61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61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61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61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2103</TotalTime>
  <Pages>11</Pages>
  <Words>1640</Words>
  <Characters>9353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196</cp:revision>
  <cp:lastPrinted>2021-10-26T07:41:00Z</cp:lastPrinted>
  <dcterms:created xsi:type="dcterms:W3CDTF">2018-08-07T11:48:00Z</dcterms:created>
  <dcterms:modified xsi:type="dcterms:W3CDTF">2021-10-29T07:12:00Z</dcterms:modified>
</cp:coreProperties>
</file>