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F5" w:rsidRDefault="003736F5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736F5" w:rsidRPr="00C36DC8" w:rsidRDefault="003736F5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 w:rsidRPr="00C36DC8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2</w:t>
      </w:r>
    </w:p>
    <w:p w:rsidR="003736F5" w:rsidRPr="00C36DC8" w:rsidRDefault="003736F5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к постановлению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администрации</w:t>
      </w:r>
    </w:p>
    <w:p w:rsidR="003736F5" w:rsidRDefault="003736F5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сельского поселения</w:t>
      </w:r>
    </w:p>
    <w:p w:rsidR="003736F5" w:rsidRPr="00C36DC8" w:rsidRDefault="003736F5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3736F5" w:rsidRPr="00C36DC8" w:rsidRDefault="003736F5" w:rsidP="007C68A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__________________ </w:t>
      </w:r>
      <w:r w:rsidRPr="00C36DC8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12"/>
          <w:sz w:val="28"/>
          <w:szCs w:val="28"/>
        </w:rPr>
        <w:t>_____</w:t>
      </w:r>
    </w:p>
    <w:p w:rsidR="003736F5" w:rsidRDefault="003736F5" w:rsidP="007C68A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736F5" w:rsidRPr="00C3705A" w:rsidRDefault="003736F5" w:rsidP="0074122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736F5" w:rsidRPr="00B73C78" w:rsidRDefault="003736F5" w:rsidP="0074122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3736F5" w:rsidRDefault="003736F5" w:rsidP="0074122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3C09D9">
        <w:rPr>
          <w:rFonts w:ascii="Times New Roman" w:hAnsi="Times New Roman" w:cs="Times New Roman"/>
          <w:sz w:val="28"/>
          <w:szCs w:val="28"/>
        </w:rPr>
        <w:t>Формирование доступной среды жизнедеятельности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3736F5" w:rsidRDefault="003736F5" w:rsidP="0074122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Старотитаровском сельском поселении Темрюкского района» на 2020 год</w:t>
      </w:r>
    </w:p>
    <w:p w:rsidR="003736F5" w:rsidRDefault="003736F5" w:rsidP="004130C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от  05.11.2019 г. № 337</w:t>
      </w:r>
    </w:p>
    <w:p w:rsidR="003736F5" w:rsidRDefault="003736F5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36F5" w:rsidRPr="00AA03A8" w:rsidRDefault="003736F5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6F5" w:rsidRPr="00AA03A8" w:rsidRDefault="003736F5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D66E15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Формирование доступной среды жизнедеятельности для инвалидов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в Старотитаровском сельском   поселении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736F5" w:rsidRPr="00ED639C" w:rsidRDefault="003736F5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520"/>
        <w:gridCol w:w="1440"/>
        <w:gridCol w:w="4140"/>
      </w:tblGrid>
      <w:tr w:rsidR="003736F5" w:rsidRPr="0026258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26258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736F5" w:rsidRPr="0026258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3736F5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6F5" w:rsidRPr="00262583" w:rsidRDefault="003736F5" w:rsidP="00481C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36F5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736F5" w:rsidRDefault="003736F5" w:rsidP="00D66E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«Формирование доступной среды жизнедеятельности для инвалидов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Старотитаровском сельском  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поселении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2625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3736F5" w:rsidRPr="00262583" w:rsidRDefault="003736F5" w:rsidP="00D66E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736F5" w:rsidRPr="0026258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C20A1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58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8315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тактильной пиктограммы 200 х 200 и кнопки вызова (здание администрации)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F5" w:rsidRPr="00262583" w:rsidRDefault="003736F5" w:rsidP="00D66E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6F5" w:rsidRPr="00262583" w:rsidRDefault="003736F5" w:rsidP="00D66E1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bookmarkEnd w:id="0"/>
    </w:tbl>
    <w:p w:rsidR="003736F5" w:rsidRDefault="003736F5" w:rsidP="000F163C">
      <w:pPr>
        <w:pStyle w:val="BodyText"/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3736F5" w:rsidRDefault="003736F5" w:rsidP="000F163C">
      <w:pPr>
        <w:pStyle w:val="BodyText"/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736F5" w:rsidRDefault="003736F5" w:rsidP="00FE33A1">
      <w:pPr>
        <w:pStyle w:val="BodyText"/>
        <w:spacing w:after="0"/>
        <w:ind w:right="-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сельскогопоселения Темрюкского района                                                                                    Т.И. Опарина</w:t>
      </w:r>
    </w:p>
    <w:sectPr w:rsidR="003736F5" w:rsidSect="00FE33A1">
      <w:headerReference w:type="default" r:id="rId7"/>
      <w:pgSz w:w="16840" w:h="11907" w:orient="landscape" w:code="9"/>
      <w:pgMar w:top="1701" w:right="902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6F5" w:rsidRDefault="003736F5">
      <w:r>
        <w:separator/>
      </w:r>
    </w:p>
  </w:endnote>
  <w:endnote w:type="continuationSeparator" w:id="0">
    <w:p w:rsidR="003736F5" w:rsidRDefault="00373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6F5" w:rsidRDefault="003736F5">
      <w:r>
        <w:separator/>
      </w:r>
    </w:p>
  </w:footnote>
  <w:footnote w:type="continuationSeparator" w:id="0">
    <w:p w:rsidR="003736F5" w:rsidRDefault="00373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6F5" w:rsidRDefault="003736F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36F5" w:rsidRDefault="003736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86065"/>
    <w:rsid w:val="000C13B0"/>
    <w:rsid w:val="000D4DBF"/>
    <w:rsid w:val="000E625F"/>
    <w:rsid w:val="000E75E6"/>
    <w:rsid w:val="000F163C"/>
    <w:rsid w:val="001047A9"/>
    <w:rsid w:val="00105934"/>
    <w:rsid w:val="00112F6D"/>
    <w:rsid w:val="00115531"/>
    <w:rsid w:val="00117AE8"/>
    <w:rsid w:val="001329B3"/>
    <w:rsid w:val="00133FA7"/>
    <w:rsid w:val="00134C5C"/>
    <w:rsid w:val="00141465"/>
    <w:rsid w:val="001424F4"/>
    <w:rsid w:val="001560B5"/>
    <w:rsid w:val="00166536"/>
    <w:rsid w:val="001710EE"/>
    <w:rsid w:val="00175306"/>
    <w:rsid w:val="0018401A"/>
    <w:rsid w:val="0018641E"/>
    <w:rsid w:val="001A603E"/>
    <w:rsid w:val="001E134E"/>
    <w:rsid w:val="001E60BE"/>
    <w:rsid w:val="001E6845"/>
    <w:rsid w:val="00203A4F"/>
    <w:rsid w:val="00207A02"/>
    <w:rsid w:val="00254740"/>
    <w:rsid w:val="002569A3"/>
    <w:rsid w:val="002613D3"/>
    <w:rsid w:val="00262583"/>
    <w:rsid w:val="00272DFF"/>
    <w:rsid w:val="00291A18"/>
    <w:rsid w:val="0029386C"/>
    <w:rsid w:val="002A6B39"/>
    <w:rsid w:val="002B530D"/>
    <w:rsid w:val="002E26F0"/>
    <w:rsid w:val="002F0BC6"/>
    <w:rsid w:val="0030427E"/>
    <w:rsid w:val="003042A0"/>
    <w:rsid w:val="00306CE1"/>
    <w:rsid w:val="00341333"/>
    <w:rsid w:val="00347146"/>
    <w:rsid w:val="00350D0F"/>
    <w:rsid w:val="00361515"/>
    <w:rsid w:val="00365218"/>
    <w:rsid w:val="003736F5"/>
    <w:rsid w:val="003832F3"/>
    <w:rsid w:val="00392DE0"/>
    <w:rsid w:val="003B2794"/>
    <w:rsid w:val="003C09D9"/>
    <w:rsid w:val="003D7EFE"/>
    <w:rsid w:val="003E08A6"/>
    <w:rsid w:val="003E0EDA"/>
    <w:rsid w:val="003E553F"/>
    <w:rsid w:val="003F61B9"/>
    <w:rsid w:val="00402439"/>
    <w:rsid w:val="004130CA"/>
    <w:rsid w:val="00413351"/>
    <w:rsid w:val="00416657"/>
    <w:rsid w:val="00434466"/>
    <w:rsid w:val="0043595F"/>
    <w:rsid w:val="00436953"/>
    <w:rsid w:val="004432CD"/>
    <w:rsid w:val="004556F8"/>
    <w:rsid w:val="004725AA"/>
    <w:rsid w:val="00481C03"/>
    <w:rsid w:val="00483098"/>
    <w:rsid w:val="004A2A9E"/>
    <w:rsid w:val="004B3210"/>
    <w:rsid w:val="004C1660"/>
    <w:rsid w:val="004C4FE7"/>
    <w:rsid w:val="004F5CD8"/>
    <w:rsid w:val="00503C13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A44C7"/>
    <w:rsid w:val="005D0C53"/>
    <w:rsid w:val="005D70B2"/>
    <w:rsid w:val="005E37F3"/>
    <w:rsid w:val="005F3CC8"/>
    <w:rsid w:val="00601CE1"/>
    <w:rsid w:val="00615189"/>
    <w:rsid w:val="00620363"/>
    <w:rsid w:val="0062297C"/>
    <w:rsid w:val="00624DB5"/>
    <w:rsid w:val="00654BFA"/>
    <w:rsid w:val="00656CCF"/>
    <w:rsid w:val="00657BA3"/>
    <w:rsid w:val="00665D47"/>
    <w:rsid w:val="00677AB3"/>
    <w:rsid w:val="00695C9E"/>
    <w:rsid w:val="006A722B"/>
    <w:rsid w:val="006C0876"/>
    <w:rsid w:val="007020E4"/>
    <w:rsid w:val="00703C6F"/>
    <w:rsid w:val="00704E08"/>
    <w:rsid w:val="00740C01"/>
    <w:rsid w:val="0074122F"/>
    <w:rsid w:val="00754E4A"/>
    <w:rsid w:val="007769A7"/>
    <w:rsid w:val="00791DE4"/>
    <w:rsid w:val="007927BB"/>
    <w:rsid w:val="007A6384"/>
    <w:rsid w:val="007A6E4C"/>
    <w:rsid w:val="007B3174"/>
    <w:rsid w:val="007B4194"/>
    <w:rsid w:val="007C03F1"/>
    <w:rsid w:val="007C68AD"/>
    <w:rsid w:val="007E17AC"/>
    <w:rsid w:val="008011C8"/>
    <w:rsid w:val="008078F2"/>
    <w:rsid w:val="00820110"/>
    <w:rsid w:val="00830A52"/>
    <w:rsid w:val="00830C34"/>
    <w:rsid w:val="00831510"/>
    <w:rsid w:val="00834B40"/>
    <w:rsid w:val="0084164B"/>
    <w:rsid w:val="00850011"/>
    <w:rsid w:val="00857DFE"/>
    <w:rsid w:val="008620B5"/>
    <w:rsid w:val="00863CB7"/>
    <w:rsid w:val="008716F1"/>
    <w:rsid w:val="00897D68"/>
    <w:rsid w:val="008A3907"/>
    <w:rsid w:val="008C18CD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7216C"/>
    <w:rsid w:val="00976F03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1016"/>
    <w:rsid w:val="00A1695C"/>
    <w:rsid w:val="00A16CA8"/>
    <w:rsid w:val="00A26856"/>
    <w:rsid w:val="00A36A1F"/>
    <w:rsid w:val="00A3740B"/>
    <w:rsid w:val="00A64653"/>
    <w:rsid w:val="00A646A6"/>
    <w:rsid w:val="00A80C81"/>
    <w:rsid w:val="00A84565"/>
    <w:rsid w:val="00A87FA6"/>
    <w:rsid w:val="00AA03A8"/>
    <w:rsid w:val="00AA50A9"/>
    <w:rsid w:val="00B017E7"/>
    <w:rsid w:val="00B06BE3"/>
    <w:rsid w:val="00B109EE"/>
    <w:rsid w:val="00B12F0C"/>
    <w:rsid w:val="00B23E84"/>
    <w:rsid w:val="00B32552"/>
    <w:rsid w:val="00B35504"/>
    <w:rsid w:val="00B61B60"/>
    <w:rsid w:val="00B6664D"/>
    <w:rsid w:val="00B73C78"/>
    <w:rsid w:val="00B73D0F"/>
    <w:rsid w:val="00B76DE8"/>
    <w:rsid w:val="00B8732B"/>
    <w:rsid w:val="00B90B4F"/>
    <w:rsid w:val="00BA6DF6"/>
    <w:rsid w:val="00BD75A6"/>
    <w:rsid w:val="00BE6E99"/>
    <w:rsid w:val="00BF6D9E"/>
    <w:rsid w:val="00C00096"/>
    <w:rsid w:val="00C0098D"/>
    <w:rsid w:val="00C077E8"/>
    <w:rsid w:val="00C20A12"/>
    <w:rsid w:val="00C30BB7"/>
    <w:rsid w:val="00C35519"/>
    <w:rsid w:val="00C36DC8"/>
    <w:rsid w:val="00C3705A"/>
    <w:rsid w:val="00C5616C"/>
    <w:rsid w:val="00C602BF"/>
    <w:rsid w:val="00C726C7"/>
    <w:rsid w:val="00CB296B"/>
    <w:rsid w:val="00CB4542"/>
    <w:rsid w:val="00CB61F0"/>
    <w:rsid w:val="00CD22B3"/>
    <w:rsid w:val="00D03505"/>
    <w:rsid w:val="00D04ACA"/>
    <w:rsid w:val="00D17CCC"/>
    <w:rsid w:val="00D20D24"/>
    <w:rsid w:val="00D22CF8"/>
    <w:rsid w:val="00D33AD3"/>
    <w:rsid w:val="00D43877"/>
    <w:rsid w:val="00D5109F"/>
    <w:rsid w:val="00D5786B"/>
    <w:rsid w:val="00D64B68"/>
    <w:rsid w:val="00D66E15"/>
    <w:rsid w:val="00D76450"/>
    <w:rsid w:val="00D77749"/>
    <w:rsid w:val="00D808E2"/>
    <w:rsid w:val="00DA027D"/>
    <w:rsid w:val="00DA0A23"/>
    <w:rsid w:val="00DA1849"/>
    <w:rsid w:val="00DC12F9"/>
    <w:rsid w:val="00DE02F8"/>
    <w:rsid w:val="00DF2086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532F2"/>
    <w:rsid w:val="00F62AD5"/>
    <w:rsid w:val="00FA18FF"/>
    <w:rsid w:val="00FA62FA"/>
    <w:rsid w:val="00FA6A7A"/>
    <w:rsid w:val="00FD078A"/>
    <w:rsid w:val="00FD7228"/>
    <w:rsid w:val="00FE33A1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customStyle="1" w:styleId="3">
    <w:name w:val="Знак Знак3"/>
    <w:basedOn w:val="Normal"/>
    <w:uiPriority w:val="99"/>
    <w:rsid w:val="00695C9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5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95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5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5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95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180</Words>
  <Characters>1027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Наталья</cp:lastModifiedBy>
  <cp:revision>31</cp:revision>
  <cp:lastPrinted>2016-10-03T10:53:00Z</cp:lastPrinted>
  <dcterms:created xsi:type="dcterms:W3CDTF">2014-11-12T06:42:00Z</dcterms:created>
  <dcterms:modified xsi:type="dcterms:W3CDTF">2020-12-10T08:56:00Z</dcterms:modified>
</cp:coreProperties>
</file>