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0B" w:rsidRPr="00225357" w:rsidRDefault="007E390B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7E390B" w:rsidRPr="00225357" w:rsidRDefault="007E390B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7E390B" w:rsidRDefault="007E390B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7E390B" w:rsidRPr="00225357" w:rsidRDefault="007E390B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7E390B" w:rsidRPr="00225357" w:rsidRDefault="007E390B" w:rsidP="005A286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 27.08.2019 г. </w:t>
      </w:r>
      <w:r w:rsidRPr="00225357">
        <w:rPr>
          <w:rFonts w:ascii="Times New Roman" w:hAnsi="Times New Roman"/>
          <w:spacing w:val="-12"/>
          <w:sz w:val="28"/>
          <w:szCs w:val="28"/>
        </w:rPr>
        <w:t>№</w:t>
      </w:r>
      <w:r>
        <w:rPr>
          <w:rFonts w:ascii="Times New Roman" w:hAnsi="Times New Roman"/>
          <w:spacing w:val="-12"/>
          <w:sz w:val="28"/>
          <w:szCs w:val="28"/>
        </w:rPr>
        <w:t xml:space="preserve">  251</w:t>
      </w:r>
    </w:p>
    <w:p w:rsidR="007E390B" w:rsidRDefault="007E390B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E390B" w:rsidRPr="00BB7DB1" w:rsidRDefault="007E390B" w:rsidP="00213E07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E390B" w:rsidRPr="00B73C78" w:rsidRDefault="007E390B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E390B" w:rsidRDefault="007E390B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7E390B" w:rsidRDefault="007E390B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7E390B" w:rsidRDefault="007E390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7E390B" w:rsidRPr="00F971B5" w:rsidRDefault="007E390B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7E390B" w:rsidRPr="00F971B5" w:rsidRDefault="007E390B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42"/>
        <w:gridCol w:w="430"/>
      </w:tblGrid>
      <w:tr w:rsidR="007E390B" w:rsidTr="0046755D">
        <w:tc>
          <w:tcPr>
            <w:tcW w:w="15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E390B" w:rsidRPr="00CA4C97" w:rsidRDefault="007E390B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>от 15.10.2018 года № 204</w:t>
            </w:r>
          </w:p>
          <w:p w:rsidR="007E390B" w:rsidRDefault="007E390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390B" w:rsidRDefault="007E390B" w:rsidP="00213E0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390B" w:rsidRDefault="007E390B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2019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7E390B" w:rsidRPr="00F971B5" w:rsidRDefault="007E390B" w:rsidP="00213E0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E390B" w:rsidRDefault="007E390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4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1147"/>
              <w:gridCol w:w="1020"/>
              <w:gridCol w:w="1320"/>
              <w:gridCol w:w="1344"/>
              <w:gridCol w:w="1176"/>
              <w:gridCol w:w="1344"/>
              <w:gridCol w:w="1344"/>
              <w:gridCol w:w="1128"/>
              <w:gridCol w:w="1956"/>
              <w:gridCol w:w="1968"/>
            </w:tblGrid>
            <w:tr w:rsidR="007E390B" w:rsidTr="00213E07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11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63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9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19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7E390B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9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E390B" w:rsidTr="00213E07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9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E5501" w:rsidRDefault="007E390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сельском поселении Темрюкского района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7E390B" w:rsidRDefault="007E390B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 и устойчивости бюджета </w:t>
                  </w:r>
                  <w:r w:rsidRPr="00EE5501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</w:p>
                <w:p w:rsidR="007E390B" w:rsidRPr="004111BE" w:rsidRDefault="007E390B" w:rsidP="004111BE"/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E5501" w:rsidRDefault="007E390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7E390B" w:rsidRPr="00EE5501" w:rsidRDefault="007E390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E390B" w:rsidRPr="00EE5501" w:rsidRDefault="007E390B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7E390B" w:rsidRPr="00EE5501" w:rsidRDefault="007E390B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E390B" w:rsidRPr="00EE5501" w:rsidRDefault="007E390B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7E390B" w:rsidRDefault="007E390B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7E390B" w:rsidRPr="008A308E" w:rsidRDefault="007E390B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7E390B" w:rsidTr="00213E07">
              <w:trPr>
                <w:trHeight w:val="1825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B45B21" w:rsidRDefault="007E390B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 w:rsidRPr="00B45B21">
                    <w:rPr>
                      <w:rFonts w:ascii="Times New Roman" w:hAnsi="Times New Roman"/>
                    </w:rPr>
                    <w:t>Заработная плата и начисления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5 983,9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5 983,9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8B3FC1" w:rsidRDefault="007E390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213E07" w:rsidRDefault="007E390B" w:rsidP="00771E71">
                  <w:pPr>
                    <w:rPr>
                      <w:rFonts w:ascii="Times New Roman" w:hAnsi="Times New Roman"/>
                    </w:rPr>
                  </w:pPr>
                  <w:r w:rsidRPr="00213E07">
                    <w:rPr>
                      <w:rFonts w:ascii="Times New Roman" w:hAnsi="Times New Roman"/>
                    </w:rPr>
                    <w:t>Прочие работы, услуги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201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8B3FC1" w:rsidRDefault="007E390B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Командировочные расходы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1.1.3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Налоги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2019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152,1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152,1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Уплата налогов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5A286F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1.1.4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Приобретение ГСМ 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2019 год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179,6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179,6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C540D6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Оплата коммунальных услуг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C540D6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7E390B" w:rsidTr="00213E07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6 318,7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6 318,7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90B" w:rsidRPr="00EC544E" w:rsidRDefault="007E390B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7E390B" w:rsidRDefault="007E390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E390B" w:rsidRPr="00043F79" w:rsidRDefault="007E390B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7E390B" w:rsidTr="00635BC1">
        <w:trPr>
          <w:gridAfter w:val="1"/>
          <w:wAfter w:w="430" w:type="dxa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</w:tcPr>
          <w:p w:rsidR="007E390B" w:rsidRDefault="007E390B" w:rsidP="00CF476E">
            <w:pPr>
              <w:pStyle w:val="a3"/>
            </w:pPr>
          </w:p>
          <w:p w:rsidR="007E390B" w:rsidRPr="004111BE" w:rsidRDefault="007E390B" w:rsidP="004111BE"/>
        </w:tc>
      </w:tr>
    </w:tbl>
    <w:p w:rsidR="007E390B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9E3E2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7E390B" w:rsidRPr="009E3E21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E390B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Т.И. Опарина</w:t>
      </w:r>
    </w:p>
    <w:p w:rsidR="007E390B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E390B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E390B" w:rsidRDefault="007E390B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390B" w:rsidRPr="009E3E21" w:rsidRDefault="007E390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7E390B" w:rsidRPr="009E3E21" w:rsidSect="00C540D6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90B" w:rsidRDefault="007E390B">
      <w:r>
        <w:separator/>
      </w:r>
    </w:p>
  </w:endnote>
  <w:endnote w:type="continuationSeparator" w:id="0">
    <w:p w:rsidR="007E390B" w:rsidRDefault="007E3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90B" w:rsidRDefault="007E390B">
      <w:r>
        <w:separator/>
      </w:r>
    </w:p>
  </w:footnote>
  <w:footnote w:type="continuationSeparator" w:id="0">
    <w:p w:rsidR="007E390B" w:rsidRDefault="007E3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90B" w:rsidRDefault="007E390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E390B" w:rsidRDefault="007E39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54A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60384"/>
    <w:rsid w:val="0006685C"/>
    <w:rsid w:val="00083DC5"/>
    <w:rsid w:val="0009044E"/>
    <w:rsid w:val="00091270"/>
    <w:rsid w:val="0009408B"/>
    <w:rsid w:val="000A0378"/>
    <w:rsid w:val="000A2DCB"/>
    <w:rsid w:val="000B60A1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1E46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1CF1"/>
    <w:rsid w:val="001A603E"/>
    <w:rsid w:val="001D6A63"/>
    <w:rsid w:val="001E134E"/>
    <w:rsid w:val="001E64CF"/>
    <w:rsid w:val="001F130E"/>
    <w:rsid w:val="00201A3A"/>
    <w:rsid w:val="00201FED"/>
    <w:rsid w:val="0020221B"/>
    <w:rsid w:val="00207A02"/>
    <w:rsid w:val="00213E07"/>
    <w:rsid w:val="00222F09"/>
    <w:rsid w:val="00225357"/>
    <w:rsid w:val="00241AD2"/>
    <w:rsid w:val="002442F5"/>
    <w:rsid w:val="00246E75"/>
    <w:rsid w:val="002470D0"/>
    <w:rsid w:val="00251396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56743"/>
    <w:rsid w:val="00365218"/>
    <w:rsid w:val="00371319"/>
    <w:rsid w:val="003832F3"/>
    <w:rsid w:val="00387BE9"/>
    <w:rsid w:val="0039254F"/>
    <w:rsid w:val="003A4322"/>
    <w:rsid w:val="003D076F"/>
    <w:rsid w:val="003D7EFE"/>
    <w:rsid w:val="003E661A"/>
    <w:rsid w:val="00402439"/>
    <w:rsid w:val="004111BE"/>
    <w:rsid w:val="004123BE"/>
    <w:rsid w:val="00431D38"/>
    <w:rsid w:val="00434466"/>
    <w:rsid w:val="004432CD"/>
    <w:rsid w:val="00444385"/>
    <w:rsid w:val="004510A5"/>
    <w:rsid w:val="00452920"/>
    <w:rsid w:val="00466211"/>
    <w:rsid w:val="0046755D"/>
    <w:rsid w:val="004721A3"/>
    <w:rsid w:val="004725AA"/>
    <w:rsid w:val="004740A7"/>
    <w:rsid w:val="004958BA"/>
    <w:rsid w:val="004B2BE8"/>
    <w:rsid w:val="004C1660"/>
    <w:rsid w:val="004C2C10"/>
    <w:rsid w:val="004C4DB5"/>
    <w:rsid w:val="004F5CD8"/>
    <w:rsid w:val="004F68E2"/>
    <w:rsid w:val="00514CFD"/>
    <w:rsid w:val="00524E4F"/>
    <w:rsid w:val="00525A13"/>
    <w:rsid w:val="005469F5"/>
    <w:rsid w:val="00552E32"/>
    <w:rsid w:val="00561E7E"/>
    <w:rsid w:val="00566848"/>
    <w:rsid w:val="0056739C"/>
    <w:rsid w:val="00571B3C"/>
    <w:rsid w:val="0057575A"/>
    <w:rsid w:val="00594020"/>
    <w:rsid w:val="005A286F"/>
    <w:rsid w:val="005A29BE"/>
    <w:rsid w:val="005A3C42"/>
    <w:rsid w:val="005B2ACE"/>
    <w:rsid w:val="005C4D1C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843"/>
    <w:rsid w:val="006F5A4F"/>
    <w:rsid w:val="00700265"/>
    <w:rsid w:val="007020E4"/>
    <w:rsid w:val="00703C6F"/>
    <w:rsid w:val="00705888"/>
    <w:rsid w:val="00735685"/>
    <w:rsid w:val="0075330B"/>
    <w:rsid w:val="00771E71"/>
    <w:rsid w:val="00776411"/>
    <w:rsid w:val="007816E0"/>
    <w:rsid w:val="007825F0"/>
    <w:rsid w:val="00786A2C"/>
    <w:rsid w:val="00791DE4"/>
    <w:rsid w:val="007A6384"/>
    <w:rsid w:val="007B34C4"/>
    <w:rsid w:val="007B4FE4"/>
    <w:rsid w:val="007C3B8D"/>
    <w:rsid w:val="007D6CBC"/>
    <w:rsid w:val="007E390B"/>
    <w:rsid w:val="007F3398"/>
    <w:rsid w:val="008134D9"/>
    <w:rsid w:val="0081448E"/>
    <w:rsid w:val="00820110"/>
    <w:rsid w:val="00830C34"/>
    <w:rsid w:val="008337E9"/>
    <w:rsid w:val="00842B31"/>
    <w:rsid w:val="00843950"/>
    <w:rsid w:val="00850011"/>
    <w:rsid w:val="0085082F"/>
    <w:rsid w:val="0085437C"/>
    <w:rsid w:val="008575A6"/>
    <w:rsid w:val="00860322"/>
    <w:rsid w:val="00860D71"/>
    <w:rsid w:val="00865C98"/>
    <w:rsid w:val="00894159"/>
    <w:rsid w:val="00897D68"/>
    <w:rsid w:val="008A308E"/>
    <w:rsid w:val="008A6A6B"/>
    <w:rsid w:val="008B1809"/>
    <w:rsid w:val="008B3FC1"/>
    <w:rsid w:val="008C4628"/>
    <w:rsid w:val="008D4716"/>
    <w:rsid w:val="008F1FBE"/>
    <w:rsid w:val="008F3336"/>
    <w:rsid w:val="008F473E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70408"/>
    <w:rsid w:val="00983138"/>
    <w:rsid w:val="009860E4"/>
    <w:rsid w:val="00987B0F"/>
    <w:rsid w:val="009A0015"/>
    <w:rsid w:val="009A58C1"/>
    <w:rsid w:val="009C247B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2286C"/>
    <w:rsid w:val="00A36A1F"/>
    <w:rsid w:val="00A3740B"/>
    <w:rsid w:val="00A65613"/>
    <w:rsid w:val="00A874EA"/>
    <w:rsid w:val="00A87FA6"/>
    <w:rsid w:val="00AA0281"/>
    <w:rsid w:val="00AA3850"/>
    <w:rsid w:val="00AA44E6"/>
    <w:rsid w:val="00AD1ACE"/>
    <w:rsid w:val="00AD3B9F"/>
    <w:rsid w:val="00AE2AB8"/>
    <w:rsid w:val="00AF1D20"/>
    <w:rsid w:val="00B06BE3"/>
    <w:rsid w:val="00B11BB8"/>
    <w:rsid w:val="00B17F35"/>
    <w:rsid w:val="00B4520A"/>
    <w:rsid w:val="00B45B21"/>
    <w:rsid w:val="00B54883"/>
    <w:rsid w:val="00B6664D"/>
    <w:rsid w:val="00B73C78"/>
    <w:rsid w:val="00B73D0F"/>
    <w:rsid w:val="00B76DE8"/>
    <w:rsid w:val="00B84434"/>
    <w:rsid w:val="00B8732B"/>
    <w:rsid w:val="00B91C4A"/>
    <w:rsid w:val="00BB7DB1"/>
    <w:rsid w:val="00BC2657"/>
    <w:rsid w:val="00BE1431"/>
    <w:rsid w:val="00BE2C5C"/>
    <w:rsid w:val="00C07246"/>
    <w:rsid w:val="00C113B3"/>
    <w:rsid w:val="00C12D44"/>
    <w:rsid w:val="00C25638"/>
    <w:rsid w:val="00C30BB7"/>
    <w:rsid w:val="00C3175E"/>
    <w:rsid w:val="00C3522A"/>
    <w:rsid w:val="00C3705A"/>
    <w:rsid w:val="00C47C40"/>
    <w:rsid w:val="00C540D6"/>
    <w:rsid w:val="00C602BF"/>
    <w:rsid w:val="00C63F11"/>
    <w:rsid w:val="00C667BA"/>
    <w:rsid w:val="00C8736B"/>
    <w:rsid w:val="00CA4062"/>
    <w:rsid w:val="00CA4C97"/>
    <w:rsid w:val="00CB61F0"/>
    <w:rsid w:val="00CD18A9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4D7C"/>
    <w:rsid w:val="00D56070"/>
    <w:rsid w:val="00D61C1E"/>
    <w:rsid w:val="00D64B68"/>
    <w:rsid w:val="00D73F73"/>
    <w:rsid w:val="00D745DB"/>
    <w:rsid w:val="00D808E2"/>
    <w:rsid w:val="00D91C0D"/>
    <w:rsid w:val="00DA0A23"/>
    <w:rsid w:val="00DA7648"/>
    <w:rsid w:val="00DB0824"/>
    <w:rsid w:val="00DB66F9"/>
    <w:rsid w:val="00DC483E"/>
    <w:rsid w:val="00DC4CC5"/>
    <w:rsid w:val="00DD04C7"/>
    <w:rsid w:val="00DE02F8"/>
    <w:rsid w:val="00E159BA"/>
    <w:rsid w:val="00E26412"/>
    <w:rsid w:val="00E33AD7"/>
    <w:rsid w:val="00E420D1"/>
    <w:rsid w:val="00E43EB1"/>
    <w:rsid w:val="00E600BB"/>
    <w:rsid w:val="00E60EC7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372C"/>
    <w:rsid w:val="00EE5501"/>
    <w:rsid w:val="00EF4E53"/>
    <w:rsid w:val="00EF5882"/>
    <w:rsid w:val="00F0577C"/>
    <w:rsid w:val="00F117D0"/>
    <w:rsid w:val="00F2247D"/>
    <w:rsid w:val="00F374C5"/>
    <w:rsid w:val="00F4148A"/>
    <w:rsid w:val="00F42E1C"/>
    <w:rsid w:val="00F749E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4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3</Pages>
  <Words>464</Words>
  <Characters>2651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44</cp:revision>
  <cp:lastPrinted>2019-05-13T09:57:00Z</cp:lastPrinted>
  <dcterms:created xsi:type="dcterms:W3CDTF">2014-11-12T06:48:00Z</dcterms:created>
  <dcterms:modified xsi:type="dcterms:W3CDTF">2019-08-27T11:42:00Z</dcterms:modified>
</cp:coreProperties>
</file>