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0E0" w:rsidRDefault="009030E0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1</w:t>
      </w:r>
    </w:p>
    <w:p w:rsidR="009030E0" w:rsidRDefault="009030E0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030E0" w:rsidRDefault="009030E0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Старотитаровского сельского</w:t>
      </w:r>
    </w:p>
    <w:p w:rsidR="009030E0" w:rsidRDefault="009030E0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</w:p>
    <w:p w:rsidR="009030E0" w:rsidRPr="00BB7DB1" w:rsidRDefault="009030E0" w:rsidP="001453BA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27.08.2018 г. № 155</w:t>
      </w:r>
    </w:p>
    <w:p w:rsidR="009030E0" w:rsidRDefault="009030E0" w:rsidP="00AA5B5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030E0" w:rsidRPr="00BB7DB1" w:rsidRDefault="009030E0" w:rsidP="00AA5B58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9030E0" w:rsidRPr="00B73C78" w:rsidRDefault="009030E0" w:rsidP="00AA5B58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к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9030E0" w:rsidRDefault="009030E0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«Сохранение, использование и охрана</w:t>
      </w:r>
    </w:p>
    <w:p w:rsidR="009030E0" w:rsidRDefault="009030E0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объектов культурного наследия</w:t>
      </w:r>
    </w:p>
    <w:p w:rsidR="009030E0" w:rsidRDefault="009030E0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(памятников истории и культуры)</w:t>
      </w:r>
    </w:p>
    <w:p w:rsidR="009030E0" w:rsidRDefault="009030E0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местного значения, расположенных</w:t>
      </w:r>
    </w:p>
    <w:p w:rsidR="009030E0" w:rsidRDefault="009030E0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 на территории   Старотитаровского </w:t>
      </w:r>
    </w:p>
    <w:p w:rsidR="009030E0" w:rsidRDefault="009030E0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030E0" w:rsidRPr="00764D18" w:rsidRDefault="009030E0" w:rsidP="00AA5B58">
      <w:pPr>
        <w:tabs>
          <w:tab w:val="left" w:pos="4264"/>
        </w:tabs>
        <w:jc w:val="right"/>
        <w:rPr>
          <w:rFonts w:ascii="Times New Roman" w:hAnsi="Times New Roman"/>
          <w:sz w:val="28"/>
          <w:szCs w:val="28"/>
        </w:rPr>
      </w:pPr>
      <w:r w:rsidRPr="00764D18">
        <w:rPr>
          <w:rFonts w:ascii="Times New Roman" w:hAnsi="Times New Roman"/>
          <w:sz w:val="28"/>
          <w:szCs w:val="28"/>
        </w:rPr>
        <w:t>Темрюкского района» на 201</w:t>
      </w:r>
      <w:r>
        <w:rPr>
          <w:rFonts w:ascii="Times New Roman" w:hAnsi="Times New Roman"/>
          <w:sz w:val="28"/>
          <w:szCs w:val="28"/>
        </w:rPr>
        <w:t>8</w:t>
      </w:r>
      <w:r w:rsidRPr="00764D18">
        <w:rPr>
          <w:rFonts w:ascii="Times New Roman" w:hAnsi="Times New Roman"/>
          <w:sz w:val="28"/>
          <w:szCs w:val="28"/>
        </w:rPr>
        <w:t xml:space="preserve"> год</w:t>
      </w:r>
    </w:p>
    <w:p w:rsidR="009030E0" w:rsidRPr="00764D18" w:rsidRDefault="009030E0" w:rsidP="00AA5B58">
      <w:pPr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790"/>
        <w:gridCol w:w="10"/>
        <w:gridCol w:w="1440"/>
        <w:gridCol w:w="1430"/>
        <w:gridCol w:w="10"/>
        <w:gridCol w:w="3050"/>
        <w:gridCol w:w="10"/>
        <w:gridCol w:w="2862"/>
        <w:gridCol w:w="430"/>
      </w:tblGrid>
      <w:tr w:rsidR="009030E0" w:rsidTr="0046755D">
        <w:tc>
          <w:tcPr>
            <w:tcW w:w="1517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9030E0" w:rsidRPr="00631DB2" w:rsidRDefault="009030E0" w:rsidP="00764D18">
            <w:pPr>
              <w:tabs>
                <w:tab w:val="left" w:pos="4264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AD6E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>на 201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631DB2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  <w:p w:rsidR="009030E0" w:rsidRPr="00AD6EBC" w:rsidRDefault="009030E0" w:rsidP="00AD6EB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D6E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</w:tr>
      <w:tr w:rsidR="009030E0" w:rsidTr="00635BC1">
        <w:trPr>
          <w:gridAfter w:val="1"/>
          <w:wAfter w:w="430" w:type="dxa"/>
        </w:trPr>
        <w:tc>
          <w:tcPr>
            <w:tcW w:w="1474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030E0" w:rsidRDefault="009030E0" w:rsidP="00AD6EBC">
            <w:pPr>
              <w:pStyle w:val="a3"/>
              <w:jc w:val="center"/>
            </w:pPr>
          </w:p>
        </w:tc>
      </w:tr>
      <w:tr w:rsidR="009030E0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0E0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9030E0" w:rsidRPr="003E661A" w:rsidRDefault="009030E0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9030E0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9030E0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F70133" w:rsidRDefault="009030E0" w:rsidP="001453B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</w:t>
            </w:r>
            <w:r w:rsidRPr="00F70133">
              <w:rPr>
                <w:sz w:val="24"/>
                <w:szCs w:val="24"/>
              </w:rPr>
              <w:t xml:space="preserve">  </w:t>
            </w: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нравственно-патриотического духа населения станицы. </w:t>
            </w:r>
          </w:p>
          <w:p w:rsidR="009030E0" w:rsidRPr="00794FC8" w:rsidRDefault="009030E0" w:rsidP="00F70133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</w:p>
        </w:tc>
      </w:tr>
      <w:tr w:rsidR="009030E0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Default="009030E0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9030E0" w:rsidRPr="002C7281" w:rsidRDefault="009030E0" w:rsidP="002C7281"/>
        </w:tc>
        <w:tc>
          <w:tcPr>
            <w:tcW w:w="10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F70133" w:rsidRDefault="009030E0" w:rsidP="00F70133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70133">
              <w:rPr>
                <w:rFonts w:ascii="Times New Roman" w:hAnsi="Times New Roman" w:cs="Times New Roman"/>
                <w:sz w:val="24"/>
                <w:szCs w:val="24"/>
              </w:rPr>
              <w:t>охрана  в соответствии с установленными требованиями объектов культурного наследия (памятники истории и культуры), имеющих историческое, культовое, культурное или природоохранное значение, и мест захоронений.</w:t>
            </w:r>
          </w:p>
          <w:p w:rsidR="009030E0" w:rsidRPr="00794FC8" w:rsidRDefault="009030E0" w:rsidP="00794FC8">
            <w:pPr>
              <w:pStyle w:val="a3"/>
              <w:rPr>
                <w:rFonts w:ascii="Times New Roman" w:hAnsi="Times New Roman"/>
              </w:rPr>
            </w:pPr>
          </w:p>
        </w:tc>
      </w:tr>
      <w:tr w:rsidR="009030E0" w:rsidTr="00794FC8">
        <w:trPr>
          <w:gridAfter w:val="1"/>
          <w:wAfter w:w="430" w:type="dxa"/>
          <w:trHeight w:val="39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030E0" w:rsidRPr="00794FC8" w:rsidRDefault="009030E0" w:rsidP="00794FC8">
            <w:pPr>
              <w:jc w:val="center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794FC8" w:rsidRDefault="009030E0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9030E0" w:rsidRPr="00794FC8" w:rsidRDefault="009030E0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9030E0" w:rsidRPr="00794FC8" w:rsidRDefault="009030E0" w:rsidP="00A23C33">
            <w:pPr>
              <w:jc w:val="center"/>
              <w:outlineLvl w:val="0"/>
              <w:rPr>
                <w:rFonts w:ascii="Times New Roman" w:hAnsi="Times New Roman"/>
              </w:rPr>
            </w:pPr>
            <w:r w:rsidRPr="00794FC8">
              <w:rPr>
                <w:rFonts w:ascii="Times New Roman" w:hAnsi="Times New Roman"/>
              </w:rPr>
              <w:t>Местный бюджет</w:t>
            </w:r>
          </w:p>
          <w:p w:rsidR="009030E0" w:rsidRPr="00794FC8" w:rsidRDefault="009030E0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794FC8" w:rsidRDefault="009030E0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9030E0" w:rsidRDefault="009030E0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9030E0" w:rsidRDefault="009030E0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9030E0" w:rsidRPr="00794FC8" w:rsidRDefault="009030E0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794FC8" w:rsidRDefault="009030E0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9030E0" w:rsidRDefault="009030E0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9030E0" w:rsidRDefault="009030E0" w:rsidP="00DA78A9">
            <w:pPr>
              <w:jc w:val="center"/>
              <w:outlineLvl w:val="0"/>
              <w:rPr>
                <w:rFonts w:ascii="Times New Roman" w:hAnsi="Times New Roman"/>
              </w:rPr>
            </w:pPr>
          </w:p>
          <w:p w:rsidR="009030E0" w:rsidRPr="00794FC8" w:rsidRDefault="009030E0" w:rsidP="00DA78A9">
            <w:pPr>
              <w:jc w:val="center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F70133" w:rsidRDefault="009030E0" w:rsidP="00F70133">
            <w:pPr>
              <w:jc w:val="both"/>
              <w:outlineLvl w:val="0"/>
              <w:rPr>
                <w:rFonts w:ascii="Times New Roman" w:hAnsi="Times New Roman"/>
              </w:rPr>
            </w:pPr>
            <w:r w:rsidRPr="00F70133">
              <w:rPr>
                <w:rFonts w:ascii="Times New Roman" w:hAnsi="Times New Roman"/>
              </w:rPr>
              <w:t>Косметический ремонт и ремон</w:t>
            </w:r>
            <w:r>
              <w:rPr>
                <w:rFonts w:ascii="Times New Roman" w:hAnsi="Times New Roman"/>
              </w:rPr>
              <w:t>т объектов культурного наследия</w:t>
            </w:r>
          </w:p>
          <w:p w:rsidR="009030E0" w:rsidRPr="00794FC8" w:rsidRDefault="009030E0" w:rsidP="00F70133">
            <w:pPr>
              <w:jc w:val="both"/>
              <w:outlineLvl w:val="0"/>
              <w:rPr>
                <w:rFonts w:ascii="Times New Roman" w:hAnsi="Times New Roman"/>
                <w:b/>
              </w:rPr>
            </w:pPr>
          </w:p>
        </w:tc>
        <w:tc>
          <w:tcPr>
            <w:tcW w:w="2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794FC8" w:rsidRDefault="009030E0" w:rsidP="00794FC8">
            <w:pPr>
              <w:widowControl/>
              <w:autoSpaceDE/>
              <w:autoSpaceDN/>
              <w:adjustRightInd/>
              <w:rPr>
                <w:rFonts w:ascii="Times New Roman" w:hAnsi="Times New Roman"/>
                <w:b/>
              </w:rPr>
            </w:pPr>
          </w:p>
          <w:p w:rsidR="009030E0" w:rsidRPr="00794FC8" w:rsidRDefault="009030E0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</w:p>
          <w:p w:rsidR="009030E0" w:rsidRPr="00794FC8" w:rsidRDefault="009030E0" w:rsidP="00794FC8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794FC8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030E0" w:rsidTr="00794FC8">
        <w:trPr>
          <w:gridAfter w:val="1"/>
          <w:wAfter w:w="430" w:type="dxa"/>
          <w:trHeight w:val="19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0E0" w:rsidRPr="003E661A" w:rsidRDefault="009030E0" w:rsidP="00CF476E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Default="009030E0" w:rsidP="00A23C33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794FC8" w:rsidRDefault="009030E0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Default="009030E0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103,0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Default="009030E0" w:rsidP="00DA78A9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  <w:bookmarkStart w:id="1" w:name="_GoBack"/>
            <w:bookmarkEnd w:id="1"/>
            <w:r>
              <w:rPr>
                <w:rFonts w:ascii="Times New Roman" w:hAnsi="Times New Roman"/>
                <w:b/>
              </w:rPr>
              <w:t>3,0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794FC8" w:rsidRDefault="009030E0" w:rsidP="00794FC8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30E0" w:rsidRPr="00794FC8" w:rsidRDefault="009030E0" w:rsidP="00A23C33">
            <w:pPr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9030E0" w:rsidRDefault="009030E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030E0" w:rsidRDefault="009030E0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9030E0" w:rsidRDefault="009030E0" w:rsidP="00B45B21">
      <w:pPr>
        <w:pStyle w:val="BodyText"/>
        <w:spacing w:after="0"/>
        <w:ind w:right="-142"/>
        <w:jc w:val="both"/>
      </w:pPr>
    </w:p>
    <w:p w:rsidR="009030E0" w:rsidRDefault="009030E0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администрации</w:t>
      </w:r>
    </w:p>
    <w:p w:rsidR="009030E0" w:rsidRDefault="009030E0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9030E0" w:rsidRDefault="009030E0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                                                                                                                                          Я. И. Хвостик</w:t>
      </w:r>
    </w:p>
    <w:p w:rsidR="009030E0" w:rsidRDefault="009030E0" w:rsidP="00AA5B58">
      <w:pPr>
        <w:pStyle w:val="BodyText"/>
        <w:spacing w:after="0"/>
        <w:jc w:val="both"/>
        <w:rPr>
          <w:rFonts w:ascii="Times New Roman" w:hAnsi="Times New Roman"/>
          <w:sz w:val="28"/>
          <w:szCs w:val="28"/>
        </w:rPr>
      </w:pPr>
    </w:p>
    <w:p w:rsidR="009030E0" w:rsidRDefault="009030E0" w:rsidP="00AA5B58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9030E0" w:rsidRDefault="009030E0" w:rsidP="00B45B21">
      <w:pPr>
        <w:pStyle w:val="BodyText"/>
        <w:spacing w:after="0"/>
        <w:ind w:right="-142"/>
        <w:jc w:val="both"/>
      </w:pPr>
    </w:p>
    <w:sectPr w:rsidR="009030E0" w:rsidSect="00AA5B58">
      <w:headerReference w:type="default" r:id="rId7"/>
      <w:pgSz w:w="16840" w:h="11907" w:orient="landscape" w:code="9"/>
      <w:pgMar w:top="719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30E0" w:rsidRDefault="009030E0">
      <w:r>
        <w:separator/>
      </w:r>
    </w:p>
  </w:endnote>
  <w:endnote w:type="continuationSeparator" w:id="0">
    <w:p w:rsidR="009030E0" w:rsidRDefault="009030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30E0" w:rsidRDefault="009030E0">
      <w:r>
        <w:separator/>
      </w:r>
    </w:p>
  </w:footnote>
  <w:footnote w:type="continuationSeparator" w:id="0">
    <w:p w:rsidR="009030E0" w:rsidRDefault="009030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30E0" w:rsidRDefault="009030E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030E0" w:rsidRDefault="009030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284F"/>
    <w:rsid w:val="00043F79"/>
    <w:rsid w:val="00052B35"/>
    <w:rsid w:val="00054B0F"/>
    <w:rsid w:val="0006685C"/>
    <w:rsid w:val="00083DC5"/>
    <w:rsid w:val="00091270"/>
    <w:rsid w:val="0009408B"/>
    <w:rsid w:val="000A2DCB"/>
    <w:rsid w:val="000C13B0"/>
    <w:rsid w:val="000C753B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453BA"/>
    <w:rsid w:val="001560B5"/>
    <w:rsid w:val="0016276F"/>
    <w:rsid w:val="00166536"/>
    <w:rsid w:val="001710EE"/>
    <w:rsid w:val="00175306"/>
    <w:rsid w:val="001808AD"/>
    <w:rsid w:val="001822E9"/>
    <w:rsid w:val="00182E9C"/>
    <w:rsid w:val="0018401A"/>
    <w:rsid w:val="00191C88"/>
    <w:rsid w:val="001A1A85"/>
    <w:rsid w:val="001A603E"/>
    <w:rsid w:val="001B091E"/>
    <w:rsid w:val="001B1B7D"/>
    <w:rsid w:val="001E134E"/>
    <w:rsid w:val="001E64CF"/>
    <w:rsid w:val="001F130E"/>
    <w:rsid w:val="00207A02"/>
    <w:rsid w:val="002228F1"/>
    <w:rsid w:val="00222F09"/>
    <w:rsid w:val="00241AD2"/>
    <w:rsid w:val="002442F5"/>
    <w:rsid w:val="002470D0"/>
    <w:rsid w:val="002569A3"/>
    <w:rsid w:val="002613D3"/>
    <w:rsid w:val="002C2087"/>
    <w:rsid w:val="002C7281"/>
    <w:rsid w:val="002C7FF8"/>
    <w:rsid w:val="002D7464"/>
    <w:rsid w:val="002D75FB"/>
    <w:rsid w:val="002E26F0"/>
    <w:rsid w:val="00300ABA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A13F5"/>
    <w:rsid w:val="003C6883"/>
    <w:rsid w:val="003D076F"/>
    <w:rsid w:val="003D7EFE"/>
    <w:rsid w:val="003E661A"/>
    <w:rsid w:val="00402439"/>
    <w:rsid w:val="004123BE"/>
    <w:rsid w:val="004211EF"/>
    <w:rsid w:val="00434466"/>
    <w:rsid w:val="00436AFA"/>
    <w:rsid w:val="004432CD"/>
    <w:rsid w:val="004510A5"/>
    <w:rsid w:val="004637D3"/>
    <w:rsid w:val="00466211"/>
    <w:rsid w:val="0046755D"/>
    <w:rsid w:val="004713B7"/>
    <w:rsid w:val="004721A3"/>
    <w:rsid w:val="004725AA"/>
    <w:rsid w:val="004740A7"/>
    <w:rsid w:val="004A2C04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1DB2"/>
    <w:rsid w:val="00635BC1"/>
    <w:rsid w:val="006455A5"/>
    <w:rsid w:val="00654BFA"/>
    <w:rsid w:val="00656CCF"/>
    <w:rsid w:val="006637A3"/>
    <w:rsid w:val="00665D47"/>
    <w:rsid w:val="00677AB3"/>
    <w:rsid w:val="00682D28"/>
    <w:rsid w:val="00691544"/>
    <w:rsid w:val="006D1A4A"/>
    <w:rsid w:val="006F5A4F"/>
    <w:rsid w:val="007020E4"/>
    <w:rsid w:val="00703C6F"/>
    <w:rsid w:val="00705888"/>
    <w:rsid w:val="00735685"/>
    <w:rsid w:val="007509B6"/>
    <w:rsid w:val="00764D18"/>
    <w:rsid w:val="00791DE4"/>
    <w:rsid w:val="00794FC8"/>
    <w:rsid w:val="007A3041"/>
    <w:rsid w:val="007A6384"/>
    <w:rsid w:val="007B34C4"/>
    <w:rsid w:val="007C25FB"/>
    <w:rsid w:val="007C3B8D"/>
    <w:rsid w:val="007F3398"/>
    <w:rsid w:val="00820110"/>
    <w:rsid w:val="00830C34"/>
    <w:rsid w:val="00834480"/>
    <w:rsid w:val="00840DA6"/>
    <w:rsid w:val="00850011"/>
    <w:rsid w:val="0085437C"/>
    <w:rsid w:val="008575A6"/>
    <w:rsid w:val="00860322"/>
    <w:rsid w:val="00897D68"/>
    <w:rsid w:val="008A308E"/>
    <w:rsid w:val="008D4716"/>
    <w:rsid w:val="008F1FBE"/>
    <w:rsid w:val="008F3336"/>
    <w:rsid w:val="008F523A"/>
    <w:rsid w:val="009030E0"/>
    <w:rsid w:val="00915096"/>
    <w:rsid w:val="009156D9"/>
    <w:rsid w:val="00924534"/>
    <w:rsid w:val="00936F95"/>
    <w:rsid w:val="0094354E"/>
    <w:rsid w:val="00944798"/>
    <w:rsid w:val="009457C3"/>
    <w:rsid w:val="009561E5"/>
    <w:rsid w:val="00956BF9"/>
    <w:rsid w:val="00957A20"/>
    <w:rsid w:val="00966AAD"/>
    <w:rsid w:val="00971B5C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36A1F"/>
    <w:rsid w:val="00A3740B"/>
    <w:rsid w:val="00A65613"/>
    <w:rsid w:val="00A83D3C"/>
    <w:rsid w:val="00A83FE2"/>
    <w:rsid w:val="00A874EA"/>
    <w:rsid w:val="00A87FA6"/>
    <w:rsid w:val="00AA0281"/>
    <w:rsid w:val="00AA1E5A"/>
    <w:rsid w:val="00AA5B58"/>
    <w:rsid w:val="00AD3B9F"/>
    <w:rsid w:val="00AD6EBC"/>
    <w:rsid w:val="00AF1D20"/>
    <w:rsid w:val="00B06BE3"/>
    <w:rsid w:val="00B11BB8"/>
    <w:rsid w:val="00B45B21"/>
    <w:rsid w:val="00B54883"/>
    <w:rsid w:val="00B65CCC"/>
    <w:rsid w:val="00B6664D"/>
    <w:rsid w:val="00B73C78"/>
    <w:rsid w:val="00B73D0F"/>
    <w:rsid w:val="00B75048"/>
    <w:rsid w:val="00B76DE8"/>
    <w:rsid w:val="00B8732B"/>
    <w:rsid w:val="00B91C4A"/>
    <w:rsid w:val="00BB7DB1"/>
    <w:rsid w:val="00BC2657"/>
    <w:rsid w:val="00BD33EA"/>
    <w:rsid w:val="00BE1A95"/>
    <w:rsid w:val="00C07246"/>
    <w:rsid w:val="00C1017B"/>
    <w:rsid w:val="00C12D44"/>
    <w:rsid w:val="00C21300"/>
    <w:rsid w:val="00C30BB7"/>
    <w:rsid w:val="00C3175E"/>
    <w:rsid w:val="00C3522A"/>
    <w:rsid w:val="00C3705A"/>
    <w:rsid w:val="00C602BF"/>
    <w:rsid w:val="00C72370"/>
    <w:rsid w:val="00C8736B"/>
    <w:rsid w:val="00CB61F0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464C"/>
    <w:rsid w:val="00DA0A23"/>
    <w:rsid w:val="00DA78A9"/>
    <w:rsid w:val="00DC4CC5"/>
    <w:rsid w:val="00DC670B"/>
    <w:rsid w:val="00DE02F8"/>
    <w:rsid w:val="00DE7A2C"/>
    <w:rsid w:val="00DF4581"/>
    <w:rsid w:val="00E04F2F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117D0"/>
    <w:rsid w:val="00F2247D"/>
    <w:rsid w:val="00F374C5"/>
    <w:rsid w:val="00F4148A"/>
    <w:rsid w:val="00F70133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kern w:val="32"/>
      <w:sz w:val="32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smallCaps/>
      <w:szCs w:val="20"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sz w:val="27"/>
      <w:szCs w:val="20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Times New Roman"/>
      <w:sz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uiPriority w:val="99"/>
    <w:rsid w:val="000E625F"/>
    <w:rPr>
      <w:b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Times New Roman"/>
      <w:sz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4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42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427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2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2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140</TotalTime>
  <Pages>2</Pages>
  <Words>306</Words>
  <Characters>1746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21</cp:revision>
  <cp:lastPrinted>2014-12-09T12:10:00Z</cp:lastPrinted>
  <dcterms:created xsi:type="dcterms:W3CDTF">2014-11-12T06:48:00Z</dcterms:created>
  <dcterms:modified xsi:type="dcterms:W3CDTF">2018-08-28T08:55:00Z</dcterms:modified>
</cp:coreProperties>
</file>