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B1" w:rsidRDefault="006323B1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1</w:t>
      </w:r>
    </w:p>
    <w:p w:rsidR="006323B1" w:rsidRPr="00225357" w:rsidRDefault="006323B1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6323B1" w:rsidRDefault="006323B1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6323B1" w:rsidRPr="00225357" w:rsidRDefault="006323B1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6323B1" w:rsidRPr="00225357" w:rsidRDefault="006323B1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27.08.2018 г.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153</w:t>
      </w:r>
    </w:p>
    <w:p w:rsidR="006323B1" w:rsidRDefault="006323B1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323B1" w:rsidRPr="00BB7DB1" w:rsidRDefault="006323B1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323B1" w:rsidRPr="00B73C78" w:rsidRDefault="006323B1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323B1" w:rsidRDefault="006323B1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6323B1" w:rsidRDefault="006323B1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6323B1" w:rsidRDefault="006323B1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323B1" w:rsidRPr="00145A0B" w:rsidRDefault="006323B1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6323B1" w:rsidRDefault="006323B1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6323B1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323B1" w:rsidRPr="008964CE" w:rsidRDefault="006323B1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6323B1" w:rsidRPr="00226246" w:rsidRDefault="006323B1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323B1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B1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6323B1" w:rsidRPr="003E661A" w:rsidRDefault="006323B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323B1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323B1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Pr="00F2166C" w:rsidRDefault="006323B1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6323B1" w:rsidRPr="00F2166C" w:rsidRDefault="006323B1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6323B1" w:rsidRPr="00F2166C" w:rsidRDefault="006323B1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6323B1" w:rsidRPr="00F2166C" w:rsidRDefault="006323B1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6323B1" w:rsidRPr="00F2166C" w:rsidRDefault="006323B1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323B1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Default="006323B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323B1" w:rsidRPr="002C7281" w:rsidRDefault="006323B1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Pr="00F2166C" w:rsidRDefault="006323B1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6323B1" w:rsidRPr="00F2166C" w:rsidRDefault="006323B1" w:rsidP="00F2166C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6323B1" w:rsidRPr="00F2166C" w:rsidRDefault="006323B1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6323B1" w:rsidRPr="00F2166C" w:rsidRDefault="006323B1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6323B1" w:rsidRPr="00F2166C" w:rsidRDefault="006323B1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6323B1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917482" w:rsidRDefault="006323B1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B45B21" w:rsidRDefault="006323B1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B1" w:rsidRPr="00662F6C" w:rsidRDefault="006323B1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662F6C">
              <w:rPr>
                <w:rFonts w:ascii="Times New Roman" w:hAnsi="Times New Roman"/>
                <w:bCs/>
                <w:spacing w:val="-3"/>
              </w:rPr>
              <w:t>7</w:t>
            </w:r>
            <w:r>
              <w:rPr>
                <w:rFonts w:ascii="Times New Roman" w:hAnsi="Times New Roman"/>
                <w:bCs/>
                <w:spacing w:val="-3"/>
              </w:rPr>
              <w:t> 107,9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B1" w:rsidRPr="00662F6C" w:rsidRDefault="006323B1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662F6C">
              <w:rPr>
                <w:rFonts w:ascii="Times New Roman" w:hAnsi="Times New Roman"/>
                <w:bCs/>
                <w:spacing w:val="-3"/>
              </w:rPr>
              <w:t>7</w:t>
            </w:r>
            <w:r>
              <w:rPr>
                <w:rFonts w:ascii="Times New Roman" w:hAnsi="Times New Roman"/>
                <w:bCs/>
                <w:spacing w:val="-3"/>
              </w:rPr>
              <w:t> 107,9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B45B21" w:rsidRDefault="006323B1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 услуги по содержанию имущества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Pr="002442F5" w:rsidRDefault="006323B1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323B1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3E661A" w:rsidRDefault="006323B1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B1" w:rsidRPr="00917482" w:rsidRDefault="006323B1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B45B21" w:rsidRDefault="006323B1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B1" w:rsidRPr="0016337A" w:rsidRDefault="006323B1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16337A"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B1" w:rsidRPr="0016337A" w:rsidRDefault="006323B1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16337A"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B45B21" w:rsidRDefault="006323B1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323B1" w:rsidRDefault="006323B1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323B1" w:rsidRDefault="006323B1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323B1" w:rsidRPr="00C3522A" w:rsidRDefault="006323B1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323B1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Default="006323B1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2939C8" w:rsidRDefault="006323B1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B45B21" w:rsidRDefault="006323B1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16337A" w:rsidRDefault="006323B1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7 301,6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Pr="0016337A" w:rsidRDefault="006323B1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7 301,6</w:t>
            </w:r>
          </w:p>
          <w:p w:rsidR="006323B1" w:rsidRPr="0016337A" w:rsidRDefault="006323B1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B1" w:rsidRDefault="006323B1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3B1" w:rsidRDefault="006323B1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6323B1" w:rsidRDefault="006323B1" w:rsidP="008C236C">
      <w:pPr>
        <w:rPr>
          <w:rFonts w:ascii="Times New Roman" w:hAnsi="Times New Roman"/>
          <w:sz w:val="28"/>
          <w:szCs w:val="28"/>
        </w:rPr>
      </w:pPr>
    </w:p>
    <w:p w:rsidR="006323B1" w:rsidRDefault="006323B1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6323B1" w:rsidRDefault="006323B1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323B1" w:rsidRDefault="006323B1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А.Н.Бойко    </w:t>
      </w:r>
    </w:p>
    <w:p w:rsidR="006323B1" w:rsidRPr="00481C03" w:rsidRDefault="006323B1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6323B1" w:rsidRDefault="006323B1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6323B1" w:rsidRDefault="006323B1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6323B1" w:rsidRDefault="006323B1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   Я.И.Хвостик</w:t>
      </w:r>
    </w:p>
    <w:p w:rsidR="006323B1" w:rsidRPr="00CF6306" w:rsidRDefault="006323B1" w:rsidP="00B45B21">
      <w:pPr>
        <w:pStyle w:val="BodyText"/>
        <w:spacing w:after="0"/>
        <w:ind w:right="-142"/>
        <w:jc w:val="both"/>
      </w:pPr>
    </w:p>
    <w:sectPr w:rsidR="006323B1" w:rsidRPr="00CF6306" w:rsidSect="008C236C">
      <w:headerReference w:type="default" r:id="rId7"/>
      <w:pgSz w:w="16840" w:h="11907" w:orient="landscape" w:code="9"/>
      <w:pgMar w:top="89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3B1" w:rsidRDefault="006323B1">
      <w:r>
        <w:separator/>
      </w:r>
    </w:p>
  </w:endnote>
  <w:endnote w:type="continuationSeparator" w:id="0">
    <w:p w:rsidR="006323B1" w:rsidRDefault="00632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3B1" w:rsidRDefault="006323B1">
      <w:r>
        <w:separator/>
      </w:r>
    </w:p>
  </w:footnote>
  <w:footnote w:type="continuationSeparator" w:id="0">
    <w:p w:rsidR="006323B1" w:rsidRDefault="00632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3B1" w:rsidRDefault="006323B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323B1" w:rsidRDefault="006323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371B5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A7A6A"/>
    <w:rsid w:val="000B7AF7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337A"/>
    <w:rsid w:val="00166536"/>
    <w:rsid w:val="001710EE"/>
    <w:rsid w:val="00175306"/>
    <w:rsid w:val="001822E9"/>
    <w:rsid w:val="00182E9C"/>
    <w:rsid w:val="0018401A"/>
    <w:rsid w:val="00191C88"/>
    <w:rsid w:val="00196771"/>
    <w:rsid w:val="001A59FE"/>
    <w:rsid w:val="001A5FD8"/>
    <w:rsid w:val="001A603E"/>
    <w:rsid w:val="001C2C86"/>
    <w:rsid w:val="001C391E"/>
    <w:rsid w:val="001E134E"/>
    <w:rsid w:val="001E64CF"/>
    <w:rsid w:val="001F130E"/>
    <w:rsid w:val="00203C49"/>
    <w:rsid w:val="00207A02"/>
    <w:rsid w:val="002228F1"/>
    <w:rsid w:val="00222F09"/>
    <w:rsid w:val="00225357"/>
    <w:rsid w:val="00226246"/>
    <w:rsid w:val="00241AD2"/>
    <w:rsid w:val="002442F5"/>
    <w:rsid w:val="002470D0"/>
    <w:rsid w:val="002544A3"/>
    <w:rsid w:val="002569A3"/>
    <w:rsid w:val="002613D3"/>
    <w:rsid w:val="0026597B"/>
    <w:rsid w:val="00270666"/>
    <w:rsid w:val="0028262A"/>
    <w:rsid w:val="002939C8"/>
    <w:rsid w:val="00297D56"/>
    <w:rsid w:val="002B6DF5"/>
    <w:rsid w:val="002C7281"/>
    <w:rsid w:val="002C7FF8"/>
    <w:rsid w:val="002D7464"/>
    <w:rsid w:val="002E26F0"/>
    <w:rsid w:val="002E589A"/>
    <w:rsid w:val="00300ABA"/>
    <w:rsid w:val="0030427E"/>
    <w:rsid w:val="00322586"/>
    <w:rsid w:val="00323551"/>
    <w:rsid w:val="00335C04"/>
    <w:rsid w:val="00335FBF"/>
    <w:rsid w:val="00340E68"/>
    <w:rsid w:val="00341333"/>
    <w:rsid w:val="00347146"/>
    <w:rsid w:val="00361CAD"/>
    <w:rsid w:val="00365218"/>
    <w:rsid w:val="00371025"/>
    <w:rsid w:val="00371319"/>
    <w:rsid w:val="003832F3"/>
    <w:rsid w:val="00383C66"/>
    <w:rsid w:val="00387BE9"/>
    <w:rsid w:val="0039254F"/>
    <w:rsid w:val="00395979"/>
    <w:rsid w:val="003A52F7"/>
    <w:rsid w:val="003B10BA"/>
    <w:rsid w:val="003B3C34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93A"/>
    <w:rsid w:val="004B7E51"/>
    <w:rsid w:val="004C1660"/>
    <w:rsid w:val="004D3ECC"/>
    <w:rsid w:val="004D4870"/>
    <w:rsid w:val="004F5CD8"/>
    <w:rsid w:val="004F68E2"/>
    <w:rsid w:val="00514CFD"/>
    <w:rsid w:val="00525A13"/>
    <w:rsid w:val="00534816"/>
    <w:rsid w:val="00545138"/>
    <w:rsid w:val="005469F5"/>
    <w:rsid w:val="005556F2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23B1"/>
    <w:rsid w:val="00635BC1"/>
    <w:rsid w:val="00644346"/>
    <w:rsid w:val="006455A5"/>
    <w:rsid w:val="00654BFA"/>
    <w:rsid w:val="00656CCF"/>
    <w:rsid w:val="00662F6C"/>
    <w:rsid w:val="006637A3"/>
    <w:rsid w:val="00665D47"/>
    <w:rsid w:val="00677AB3"/>
    <w:rsid w:val="006A6A74"/>
    <w:rsid w:val="006B6B60"/>
    <w:rsid w:val="006F4919"/>
    <w:rsid w:val="006F5A4F"/>
    <w:rsid w:val="007020E4"/>
    <w:rsid w:val="00703C6F"/>
    <w:rsid w:val="00705888"/>
    <w:rsid w:val="007164A6"/>
    <w:rsid w:val="0071689D"/>
    <w:rsid w:val="007208D5"/>
    <w:rsid w:val="00721400"/>
    <w:rsid w:val="00730A24"/>
    <w:rsid w:val="00735685"/>
    <w:rsid w:val="00741071"/>
    <w:rsid w:val="007509B6"/>
    <w:rsid w:val="00770C4A"/>
    <w:rsid w:val="00791DE4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25A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04C5"/>
    <w:rsid w:val="008A308E"/>
    <w:rsid w:val="008A7A3B"/>
    <w:rsid w:val="008B0D1D"/>
    <w:rsid w:val="008C198F"/>
    <w:rsid w:val="008C236C"/>
    <w:rsid w:val="008C3E9B"/>
    <w:rsid w:val="008D4716"/>
    <w:rsid w:val="008F1FBE"/>
    <w:rsid w:val="008F3336"/>
    <w:rsid w:val="008F523A"/>
    <w:rsid w:val="00911E08"/>
    <w:rsid w:val="00915096"/>
    <w:rsid w:val="009156D9"/>
    <w:rsid w:val="00917482"/>
    <w:rsid w:val="00924534"/>
    <w:rsid w:val="00926A44"/>
    <w:rsid w:val="0094354E"/>
    <w:rsid w:val="00944018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6FCF"/>
    <w:rsid w:val="009F7276"/>
    <w:rsid w:val="00A0097D"/>
    <w:rsid w:val="00A10969"/>
    <w:rsid w:val="00A1421A"/>
    <w:rsid w:val="00A1695C"/>
    <w:rsid w:val="00A23C33"/>
    <w:rsid w:val="00A36A1F"/>
    <w:rsid w:val="00A3740B"/>
    <w:rsid w:val="00A560EB"/>
    <w:rsid w:val="00A65613"/>
    <w:rsid w:val="00A6635E"/>
    <w:rsid w:val="00A6676F"/>
    <w:rsid w:val="00A83FE2"/>
    <w:rsid w:val="00A874EA"/>
    <w:rsid w:val="00A87FA6"/>
    <w:rsid w:val="00AA0281"/>
    <w:rsid w:val="00AC6B7D"/>
    <w:rsid w:val="00AD20F6"/>
    <w:rsid w:val="00AD3B9F"/>
    <w:rsid w:val="00AD6AD3"/>
    <w:rsid w:val="00AD6DE3"/>
    <w:rsid w:val="00AE5DDF"/>
    <w:rsid w:val="00AF10A3"/>
    <w:rsid w:val="00AF1D20"/>
    <w:rsid w:val="00AF4512"/>
    <w:rsid w:val="00B040F7"/>
    <w:rsid w:val="00B06BE3"/>
    <w:rsid w:val="00B11BB8"/>
    <w:rsid w:val="00B276DE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3401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623BB"/>
    <w:rsid w:val="00C72370"/>
    <w:rsid w:val="00C8736B"/>
    <w:rsid w:val="00CA4641"/>
    <w:rsid w:val="00CB0034"/>
    <w:rsid w:val="00CB61F0"/>
    <w:rsid w:val="00CC1AC9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340A1"/>
    <w:rsid w:val="00D43877"/>
    <w:rsid w:val="00D52446"/>
    <w:rsid w:val="00D56070"/>
    <w:rsid w:val="00D61C1E"/>
    <w:rsid w:val="00D61D0D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F4581"/>
    <w:rsid w:val="00E159BA"/>
    <w:rsid w:val="00E20703"/>
    <w:rsid w:val="00E208FD"/>
    <w:rsid w:val="00E26412"/>
    <w:rsid w:val="00E42B3E"/>
    <w:rsid w:val="00E43EB1"/>
    <w:rsid w:val="00E50E33"/>
    <w:rsid w:val="00E600BB"/>
    <w:rsid w:val="00E644ED"/>
    <w:rsid w:val="00E657B8"/>
    <w:rsid w:val="00E67F1A"/>
    <w:rsid w:val="00E76568"/>
    <w:rsid w:val="00E77F78"/>
    <w:rsid w:val="00E825B9"/>
    <w:rsid w:val="00E82D20"/>
    <w:rsid w:val="00E86F36"/>
    <w:rsid w:val="00E87CC5"/>
    <w:rsid w:val="00E9156E"/>
    <w:rsid w:val="00E91F45"/>
    <w:rsid w:val="00E96F6A"/>
    <w:rsid w:val="00E97E49"/>
    <w:rsid w:val="00EA1CC0"/>
    <w:rsid w:val="00EA7C72"/>
    <w:rsid w:val="00EC3760"/>
    <w:rsid w:val="00ED744E"/>
    <w:rsid w:val="00EE29D9"/>
    <w:rsid w:val="00EE372C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2A9F"/>
    <w:rsid w:val="00F971B5"/>
    <w:rsid w:val="00FA18FF"/>
    <w:rsid w:val="00FA62FA"/>
    <w:rsid w:val="00FA6A7A"/>
    <w:rsid w:val="00FB197C"/>
    <w:rsid w:val="00FD3663"/>
    <w:rsid w:val="00FD7228"/>
    <w:rsid w:val="00FD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1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1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2</Pages>
  <Words>479</Words>
  <Characters>2733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52</cp:revision>
  <cp:lastPrinted>2014-12-12T09:08:00Z</cp:lastPrinted>
  <dcterms:created xsi:type="dcterms:W3CDTF">2014-11-12T06:48:00Z</dcterms:created>
  <dcterms:modified xsi:type="dcterms:W3CDTF">2018-08-28T08:50:00Z</dcterms:modified>
</cp:coreProperties>
</file>