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25.05.2022 № 92</w:t>
      </w:r>
    </w:p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D49D9" w:rsidRPr="00206D5E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1D49D9" w:rsidRDefault="001D49D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1D49D9" w:rsidRDefault="001D49D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D49D9" w:rsidRPr="00D737C3" w:rsidRDefault="001D49D9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28.12.2021 № 287</w:t>
      </w:r>
    </w:p>
    <w:p w:rsidR="001D49D9" w:rsidRDefault="001D49D9" w:rsidP="00B90E2F">
      <w:pPr>
        <w:jc w:val="center"/>
        <w:rPr>
          <w:b/>
          <w:bCs/>
        </w:rPr>
      </w:pPr>
    </w:p>
    <w:p w:rsidR="001D49D9" w:rsidRDefault="001D49D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D49D9" w:rsidRPr="00D737C3" w:rsidRDefault="001D49D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D49D9" w:rsidRDefault="001D49D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D49D9" w:rsidRPr="003500BD" w:rsidRDefault="001D49D9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DC58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 xml:space="preserve">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1D49D9" w:rsidRPr="003500BD" w:rsidRDefault="001D49D9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D49D9" w:rsidRPr="006069E5">
        <w:tc>
          <w:tcPr>
            <w:tcW w:w="1162" w:type="dxa"/>
            <w:vMerge w:val="restart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D49D9" w:rsidRPr="006069E5">
        <w:tc>
          <w:tcPr>
            <w:tcW w:w="1162" w:type="dxa"/>
            <w:vMerge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D49D9" w:rsidRPr="006069E5" w:rsidRDefault="001D49D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D49D9" w:rsidRPr="006069E5" w:rsidRDefault="001D49D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D49D9" w:rsidRPr="006069E5" w:rsidRDefault="001D49D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D49D9" w:rsidRPr="006069E5" w:rsidRDefault="001D49D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D49D9" w:rsidRPr="0064236D" w:rsidRDefault="001D49D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D49D9" w:rsidRPr="006069E5">
        <w:trPr>
          <w:tblHeader/>
        </w:trPr>
        <w:tc>
          <w:tcPr>
            <w:tcW w:w="1151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D49D9" w:rsidRPr="006069E5" w:rsidRDefault="001D49D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D49D9" w:rsidRPr="006069E5">
        <w:tc>
          <w:tcPr>
            <w:tcW w:w="1151" w:type="dxa"/>
          </w:tcPr>
          <w:p w:rsidR="001D49D9" w:rsidRPr="006069E5" w:rsidRDefault="001D49D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D49D9" w:rsidRPr="006069E5" w:rsidRDefault="001D49D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D49D9" w:rsidRPr="006069E5" w:rsidRDefault="001D49D9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1D49D9" w:rsidRPr="006069E5" w:rsidRDefault="001D49D9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D49D9" w:rsidRPr="00DD68EE" w:rsidRDefault="001D49D9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D49D9" w:rsidRPr="006069E5" w:rsidRDefault="001D49D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1D49D9" w:rsidRPr="006069E5" w:rsidRDefault="001D49D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1D49D9" w:rsidRPr="006069E5" w:rsidRDefault="001D49D9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1080" w:type="dxa"/>
          </w:tcPr>
          <w:p w:rsidR="001D49D9" w:rsidRPr="006069E5" w:rsidRDefault="001D49D9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1080" w:type="dxa"/>
          </w:tcPr>
          <w:p w:rsidR="001D49D9" w:rsidRPr="006069E5" w:rsidRDefault="001D49D9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1134" w:type="dxa"/>
          </w:tcPr>
          <w:p w:rsidR="001D49D9" w:rsidRPr="006069E5" w:rsidRDefault="001D49D9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</w:tr>
      <w:tr w:rsidR="001D49D9" w:rsidRPr="006069E5">
        <w:tc>
          <w:tcPr>
            <w:tcW w:w="1151" w:type="dxa"/>
          </w:tcPr>
          <w:p w:rsidR="001D49D9" w:rsidRPr="006069E5" w:rsidRDefault="001D49D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D49D9" w:rsidRDefault="001D49D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49D9" w:rsidRDefault="001D49D9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1D49D9" w:rsidRPr="007A5CB9" w:rsidRDefault="001D49D9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1D49D9" w:rsidRPr="006069E5" w:rsidRDefault="001D49D9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D49D9" w:rsidRDefault="001D49D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1D49D9" w:rsidRPr="006069E5" w:rsidRDefault="001D49D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1D49D9" w:rsidRPr="0024685E" w:rsidRDefault="001D49D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1D49D9" w:rsidRPr="006069E5" w:rsidRDefault="001D49D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D49D9" w:rsidRPr="006069E5" w:rsidRDefault="001D49D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D49D9" w:rsidRPr="006069E5" w:rsidRDefault="001D49D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D49D9" w:rsidRPr="006069E5" w:rsidRDefault="001D49D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D49D9" w:rsidRPr="006069E5" w:rsidRDefault="001D49D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D49D9" w:rsidRDefault="001D49D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49D9" w:rsidRDefault="001D49D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49D9" w:rsidRDefault="001D49D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49D9" w:rsidRDefault="001D49D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D49D9" w:rsidRDefault="001D49D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D49D9" w:rsidRPr="0064236D" w:rsidRDefault="001D49D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А.Ю. Лобыцина</w:t>
      </w:r>
    </w:p>
    <w:sectPr w:rsidR="001D49D9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D9" w:rsidRDefault="001D49D9" w:rsidP="007D6942">
      <w:r>
        <w:separator/>
      </w:r>
    </w:p>
  </w:endnote>
  <w:endnote w:type="continuationSeparator" w:id="0">
    <w:p w:rsidR="001D49D9" w:rsidRDefault="001D49D9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D9" w:rsidRDefault="001D49D9" w:rsidP="007D6942">
      <w:r>
        <w:separator/>
      </w:r>
    </w:p>
  </w:footnote>
  <w:footnote w:type="continuationSeparator" w:id="0">
    <w:p w:rsidR="001D49D9" w:rsidRDefault="001D49D9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9D9" w:rsidRDefault="001D49D9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1D49D9" w:rsidRPr="00A80EF1" w:rsidRDefault="001D49D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D49D9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2452"/>
    <w:rsid w:val="004460CE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03D5"/>
    <w:rsid w:val="007A1468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2F04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92E05"/>
    <w:rsid w:val="009C0381"/>
    <w:rsid w:val="009C2CF1"/>
    <w:rsid w:val="009D2659"/>
    <w:rsid w:val="009D37BC"/>
    <w:rsid w:val="009D6338"/>
    <w:rsid w:val="00A0201C"/>
    <w:rsid w:val="00A10279"/>
    <w:rsid w:val="00A1790A"/>
    <w:rsid w:val="00A24EA6"/>
    <w:rsid w:val="00A41751"/>
    <w:rsid w:val="00A417F1"/>
    <w:rsid w:val="00A5480C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E4F09"/>
    <w:rsid w:val="00AF3ADF"/>
    <w:rsid w:val="00AF685C"/>
    <w:rsid w:val="00B05BE6"/>
    <w:rsid w:val="00B12657"/>
    <w:rsid w:val="00B150A3"/>
    <w:rsid w:val="00B47DD0"/>
    <w:rsid w:val="00B75B97"/>
    <w:rsid w:val="00B80DD0"/>
    <w:rsid w:val="00B80FE0"/>
    <w:rsid w:val="00B90E2F"/>
    <w:rsid w:val="00B975E4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55A10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409</TotalTime>
  <Pages>2</Pages>
  <Words>231</Words>
  <Characters>1320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138</cp:revision>
  <cp:lastPrinted>2021-12-22T10:45:00Z</cp:lastPrinted>
  <dcterms:created xsi:type="dcterms:W3CDTF">2021-05-31T11:19:00Z</dcterms:created>
  <dcterms:modified xsi:type="dcterms:W3CDTF">2022-05-25T10:24:00Z</dcterms:modified>
</cp:coreProperties>
</file>